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82D06" w:rsidTr="00682D06">
        <w:tc>
          <w:tcPr>
            <w:tcW w:w="426" w:type="dxa"/>
            <w:hideMark/>
          </w:tcPr>
          <w:p w:rsidR="00682D06" w:rsidRDefault="00682D06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82D06" w:rsidRDefault="00682D06" w:rsidP="00682D0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14.02.2017</w:t>
            </w:r>
          </w:p>
        </w:tc>
        <w:tc>
          <w:tcPr>
            <w:tcW w:w="4111" w:type="dxa"/>
          </w:tcPr>
          <w:p w:rsidR="00682D06" w:rsidRDefault="00682D0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82D06" w:rsidRDefault="00682D0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82D06" w:rsidRDefault="00682D06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8F3F2F" w:rsidRDefault="008F3F2F" w:rsidP="00682D06">
      <w:pPr>
        <w:pStyle w:val="20"/>
        <w:tabs>
          <w:tab w:val="clear" w:pos="0"/>
        </w:tabs>
        <w:ind w:firstLine="0"/>
        <w:rPr>
          <w:rFonts w:eastAsia="Calibri"/>
          <w:szCs w:val="28"/>
          <w:lang w:eastAsia="en-US"/>
        </w:rPr>
      </w:pPr>
    </w:p>
    <w:p w:rsidR="008F3F2F" w:rsidRDefault="008F3F2F" w:rsidP="00682D06">
      <w:pPr>
        <w:pStyle w:val="20"/>
        <w:ind w:firstLine="0"/>
        <w:rPr>
          <w:rFonts w:eastAsia="Calibri"/>
          <w:szCs w:val="28"/>
          <w:lang w:eastAsia="en-US"/>
        </w:rPr>
      </w:pPr>
    </w:p>
    <w:p w:rsidR="00280CF8" w:rsidRDefault="00280CF8" w:rsidP="00682D06">
      <w:pPr>
        <w:pStyle w:val="20"/>
        <w:ind w:firstLine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 с</w:t>
      </w:r>
      <w:r w:rsidRPr="00880CFE">
        <w:rPr>
          <w:rFonts w:eastAsia="Calibri"/>
          <w:szCs w:val="28"/>
          <w:lang w:eastAsia="en-US"/>
        </w:rPr>
        <w:t>огласовани</w:t>
      </w:r>
      <w:r>
        <w:rPr>
          <w:rFonts w:eastAsia="Calibri"/>
          <w:szCs w:val="28"/>
          <w:lang w:eastAsia="en-US"/>
        </w:rPr>
        <w:t>и</w:t>
      </w:r>
      <w:r w:rsidRPr="00880CFE">
        <w:rPr>
          <w:rFonts w:eastAsia="Calibri"/>
          <w:szCs w:val="28"/>
          <w:lang w:eastAsia="en-US"/>
        </w:rPr>
        <w:t xml:space="preserve"> представления </w:t>
      </w:r>
    </w:p>
    <w:p w:rsidR="00280CF8" w:rsidRDefault="00280CF8" w:rsidP="008F3F2F">
      <w:pPr>
        <w:pStyle w:val="20"/>
        <w:ind w:firstLine="0"/>
        <w:rPr>
          <w:rFonts w:eastAsia="Calibri"/>
          <w:szCs w:val="28"/>
          <w:lang w:eastAsia="en-US"/>
        </w:rPr>
      </w:pPr>
      <w:r w:rsidRPr="00880CFE">
        <w:rPr>
          <w:rFonts w:eastAsia="Calibri"/>
          <w:szCs w:val="28"/>
          <w:lang w:eastAsia="en-US"/>
        </w:rPr>
        <w:t xml:space="preserve">Генерального прокурора </w:t>
      </w:r>
    </w:p>
    <w:p w:rsidR="00280CF8" w:rsidRDefault="00280CF8" w:rsidP="008F3F2F">
      <w:pPr>
        <w:pStyle w:val="20"/>
        <w:ind w:firstLine="0"/>
        <w:rPr>
          <w:rFonts w:eastAsia="Calibri"/>
          <w:szCs w:val="28"/>
          <w:lang w:eastAsia="en-US"/>
        </w:rPr>
      </w:pPr>
      <w:r w:rsidRPr="00880CFE">
        <w:rPr>
          <w:rFonts w:eastAsia="Calibri"/>
          <w:szCs w:val="28"/>
          <w:lang w:eastAsia="en-US"/>
        </w:rPr>
        <w:t xml:space="preserve">Российской Федерации </w:t>
      </w:r>
    </w:p>
    <w:p w:rsidR="00280CF8" w:rsidRDefault="00280CF8" w:rsidP="008F3F2F">
      <w:pPr>
        <w:pStyle w:val="20"/>
        <w:ind w:firstLine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о </w:t>
      </w:r>
      <w:r w:rsidRPr="00880CFE">
        <w:rPr>
          <w:rFonts w:eastAsia="Calibri"/>
          <w:szCs w:val="28"/>
          <w:lang w:eastAsia="en-US"/>
        </w:rPr>
        <w:t xml:space="preserve">назначении на должность </w:t>
      </w:r>
    </w:p>
    <w:p w:rsidR="00280CF8" w:rsidRDefault="00280CF8" w:rsidP="008F3F2F">
      <w:pPr>
        <w:pStyle w:val="20"/>
        <w:ind w:firstLine="0"/>
        <w:rPr>
          <w:rFonts w:eastAsia="Calibri"/>
          <w:szCs w:val="28"/>
          <w:lang w:eastAsia="en-US"/>
        </w:rPr>
      </w:pPr>
      <w:r w:rsidRPr="00880CFE">
        <w:rPr>
          <w:rFonts w:eastAsia="Calibri"/>
          <w:szCs w:val="28"/>
          <w:lang w:eastAsia="en-US"/>
        </w:rPr>
        <w:t xml:space="preserve">прокурора Ярославской области </w:t>
      </w:r>
    </w:p>
    <w:p w:rsidR="00280CF8" w:rsidRDefault="00280CF8" w:rsidP="008F3F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Попова Дмитрия Геннадьевича</w:t>
      </w:r>
    </w:p>
    <w:p w:rsidR="00B0385C" w:rsidRDefault="00B0385C" w:rsidP="008F3F2F">
      <w:pPr>
        <w:pStyle w:val="20"/>
      </w:pPr>
    </w:p>
    <w:p w:rsidR="000A1EC6" w:rsidRPr="003D1A97" w:rsidRDefault="000A1EC6" w:rsidP="008F3F2F">
      <w:pPr>
        <w:pStyle w:val="20"/>
      </w:pPr>
    </w:p>
    <w:p w:rsidR="000A1EC6" w:rsidRPr="00632098" w:rsidRDefault="000A1EC6" w:rsidP="000A1EC6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098">
        <w:rPr>
          <w:sz w:val="28"/>
          <w:szCs w:val="28"/>
        </w:rPr>
        <w:t xml:space="preserve">Рассмотрев </w:t>
      </w:r>
      <w:proofErr w:type="gramStart"/>
      <w:r w:rsidRPr="00632098">
        <w:rPr>
          <w:sz w:val="28"/>
          <w:szCs w:val="28"/>
        </w:rPr>
        <w:t>представление Генерального прокурора Российской Фед</w:t>
      </w:r>
      <w:r w:rsidRPr="00632098">
        <w:rPr>
          <w:sz w:val="28"/>
          <w:szCs w:val="28"/>
        </w:rPr>
        <w:t>е</w:t>
      </w:r>
      <w:r w:rsidRPr="00632098">
        <w:rPr>
          <w:sz w:val="28"/>
          <w:szCs w:val="28"/>
        </w:rPr>
        <w:t xml:space="preserve">рации </w:t>
      </w:r>
      <w:r w:rsidRPr="00632098">
        <w:rPr>
          <w:rFonts w:eastAsia="Calibri"/>
          <w:sz w:val="28"/>
          <w:szCs w:val="28"/>
          <w:lang w:eastAsia="en-US"/>
        </w:rPr>
        <w:t>Ю.Я. Чайки</w:t>
      </w:r>
      <w:r w:rsidRPr="00632098">
        <w:rPr>
          <w:i/>
          <w:sz w:val="28"/>
          <w:szCs w:val="28"/>
        </w:rPr>
        <w:t xml:space="preserve"> </w:t>
      </w:r>
      <w:r w:rsidRPr="00632098">
        <w:rPr>
          <w:sz w:val="28"/>
          <w:szCs w:val="28"/>
        </w:rPr>
        <w:t>о назначении на должность прокурора Ярославской обл</w:t>
      </w:r>
      <w:r w:rsidRPr="00632098">
        <w:rPr>
          <w:sz w:val="28"/>
          <w:szCs w:val="28"/>
        </w:rPr>
        <w:t>а</w:t>
      </w:r>
      <w:r w:rsidRPr="00632098">
        <w:rPr>
          <w:sz w:val="28"/>
          <w:szCs w:val="28"/>
        </w:rPr>
        <w:t xml:space="preserve">сти </w:t>
      </w:r>
      <w:r w:rsidRPr="009D4BE7">
        <w:rPr>
          <w:sz w:val="28"/>
          <w:szCs w:val="28"/>
        </w:rPr>
        <w:t>и</w:t>
      </w:r>
      <w:r>
        <w:rPr>
          <w:szCs w:val="28"/>
        </w:rPr>
        <w:t xml:space="preserve"> </w:t>
      </w:r>
      <w:r w:rsidRPr="00632098">
        <w:rPr>
          <w:sz w:val="28"/>
          <w:szCs w:val="28"/>
        </w:rPr>
        <w:t>принимая</w:t>
      </w:r>
      <w:proofErr w:type="gramEnd"/>
      <w:r w:rsidRPr="00632098">
        <w:rPr>
          <w:sz w:val="28"/>
          <w:szCs w:val="28"/>
        </w:rPr>
        <w:t xml:space="preserve"> во внимание официальное </w:t>
      </w:r>
      <w:r w:rsidRPr="009D4BE7">
        <w:rPr>
          <w:sz w:val="28"/>
          <w:szCs w:val="28"/>
        </w:rPr>
        <w:t xml:space="preserve">мнение временно исполняющего обязанности Губернатора Ярославской области </w:t>
      </w:r>
      <w:r>
        <w:rPr>
          <w:sz w:val="28"/>
          <w:szCs w:val="28"/>
        </w:rPr>
        <w:t>на представление Генерал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прокурора Российской Федерации о назначении на должность прокур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 Ярославской области</w:t>
      </w:r>
      <w:r w:rsidRPr="009D4BE7">
        <w:rPr>
          <w:sz w:val="28"/>
          <w:szCs w:val="28"/>
        </w:rPr>
        <w:t>, в соответствии с пунктом 1 статьи</w:t>
      </w:r>
      <w:r w:rsidRPr="00632098">
        <w:rPr>
          <w:sz w:val="28"/>
          <w:szCs w:val="28"/>
        </w:rPr>
        <w:t xml:space="preserve"> 15.1 Федеральн</w:t>
      </w:r>
      <w:r w:rsidRPr="00632098">
        <w:rPr>
          <w:sz w:val="28"/>
          <w:szCs w:val="28"/>
        </w:rPr>
        <w:t>о</w:t>
      </w:r>
      <w:r w:rsidRPr="00632098">
        <w:rPr>
          <w:sz w:val="28"/>
          <w:szCs w:val="28"/>
        </w:rPr>
        <w:t>го закона «О прокуратуре Российской Федерации» и пунктом 7 статьи 26 Устава Ярославской области Ярославская областная Дума</w:t>
      </w:r>
    </w:p>
    <w:p w:rsidR="00B0385C" w:rsidRPr="008F3F2F" w:rsidRDefault="00B0385C" w:rsidP="008F3F2F">
      <w:pPr>
        <w:ind w:firstLine="709"/>
        <w:jc w:val="both"/>
        <w:rPr>
          <w:sz w:val="18"/>
          <w:szCs w:val="28"/>
        </w:rPr>
      </w:pPr>
    </w:p>
    <w:p w:rsidR="00B0385C" w:rsidRPr="003D1A97" w:rsidRDefault="00B0385C" w:rsidP="008F3F2F">
      <w:pPr>
        <w:ind w:firstLine="709"/>
        <w:jc w:val="center"/>
        <w:rPr>
          <w:sz w:val="28"/>
        </w:rPr>
      </w:pPr>
      <w:proofErr w:type="gramStart"/>
      <w:r w:rsidRPr="003D1A97">
        <w:rPr>
          <w:b/>
          <w:sz w:val="28"/>
        </w:rPr>
        <w:t>П</w:t>
      </w:r>
      <w:proofErr w:type="gramEnd"/>
      <w:r w:rsidRPr="003D1A97">
        <w:rPr>
          <w:b/>
          <w:sz w:val="28"/>
        </w:rPr>
        <w:t xml:space="preserve"> О С Т А Н О В И Л А:</w:t>
      </w:r>
    </w:p>
    <w:p w:rsidR="00B0385C" w:rsidRPr="008F3F2F" w:rsidRDefault="00B0385C" w:rsidP="008F3F2F">
      <w:pPr>
        <w:ind w:firstLine="709"/>
        <w:jc w:val="center"/>
        <w:rPr>
          <w:sz w:val="18"/>
          <w:szCs w:val="28"/>
        </w:rPr>
      </w:pPr>
    </w:p>
    <w:p w:rsidR="00632098" w:rsidRPr="00A922FD" w:rsidRDefault="00B0385C" w:rsidP="008F3F2F">
      <w:pPr>
        <w:pStyle w:val="20"/>
        <w:rPr>
          <w:szCs w:val="28"/>
        </w:rPr>
      </w:pPr>
      <w:r w:rsidRPr="003D1A97">
        <w:t xml:space="preserve">1. </w:t>
      </w:r>
      <w:r w:rsidR="00632098" w:rsidRPr="00A922FD">
        <w:rPr>
          <w:szCs w:val="28"/>
        </w:rPr>
        <w:t>Согласовать</w:t>
      </w:r>
      <w:r w:rsidR="00632098">
        <w:rPr>
          <w:szCs w:val="28"/>
        </w:rPr>
        <w:t xml:space="preserve"> представление</w:t>
      </w:r>
      <w:r w:rsidR="00C13984">
        <w:rPr>
          <w:szCs w:val="28"/>
        </w:rPr>
        <w:t xml:space="preserve"> Генерального прокурора Российской Ф</w:t>
      </w:r>
      <w:r w:rsidR="00C13984">
        <w:rPr>
          <w:szCs w:val="28"/>
        </w:rPr>
        <w:t>е</w:t>
      </w:r>
      <w:r w:rsidR="00C13984">
        <w:rPr>
          <w:szCs w:val="28"/>
        </w:rPr>
        <w:t>дерации</w:t>
      </w:r>
      <w:r w:rsidR="00632098">
        <w:rPr>
          <w:szCs w:val="28"/>
        </w:rPr>
        <w:t xml:space="preserve"> о</w:t>
      </w:r>
      <w:r w:rsidR="00632098" w:rsidRPr="00A922FD">
        <w:rPr>
          <w:szCs w:val="28"/>
        </w:rPr>
        <w:t xml:space="preserve"> назначени</w:t>
      </w:r>
      <w:r w:rsidR="00632098">
        <w:rPr>
          <w:szCs w:val="28"/>
        </w:rPr>
        <w:t>и</w:t>
      </w:r>
      <w:r w:rsidR="00632098" w:rsidRPr="00A922FD">
        <w:rPr>
          <w:szCs w:val="28"/>
        </w:rPr>
        <w:t xml:space="preserve"> </w:t>
      </w:r>
      <w:r w:rsidR="00632098" w:rsidRPr="009A597C">
        <w:rPr>
          <w:szCs w:val="28"/>
        </w:rPr>
        <w:t>на должность прокурора Ярославской области Попова Дмитрия Геннадьевича</w:t>
      </w:r>
      <w:r w:rsidR="00632098">
        <w:rPr>
          <w:szCs w:val="28"/>
        </w:rPr>
        <w:t>.</w:t>
      </w:r>
    </w:p>
    <w:p w:rsidR="00B0385C" w:rsidRPr="003D1A97" w:rsidRDefault="00B0385C" w:rsidP="008F3F2F">
      <w:pPr>
        <w:pStyle w:val="20"/>
      </w:pPr>
      <w:r w:rsidRPr="003D1A97">
        <w:t>2. Направить настоящее Постановление Генеральному прокурору Ро</w:t>
      </w:r>
      <w:r w:rsidRPr="003D1A97">
        <w:t>с</w:t>
      </w:r>
      <w:r w:rsidRPr="003D1A97">
        <w:t xml:space="preserve">сийской Федерации и </w:t>
      </w:r>
      <w:r w:rsidR="00EC1C95" w:rsidRPr="009D4BE7">
        <w:rPr>
          <w:szCs w:val="28"/>
        </w:rPr>
        <w:t>временно исполняюще</w:t>
      </w:r>
      <w:r w:rsidR="00EC1C95">
        <w:rPr>
          <w:szCs w:val="28"/>
        </w:rPr>
        <w:t>му</w:t>
      </w:r>
      <w:r w:rsidR="00EC1C95" w:rsidRPr="009D4BE7">
        <w:rPr>
          <w:szCs w:val="28"/>
        </w:rPr>
        <w:t xml:space="preserve"> обязанности</w:t>
      </w:r>
      <w:r w:rsidR="00EC1C95" w:rsidRPr="003D1A97">
        <w:t xml:space="preserve"> </w:t>
      </w:r>
      <w:r w:rsidRPr="003D1A97">
        <w:t>Губернатор</w:t>
      </w:r>
      <w:r w:rsidR="00EC1C95">
        <w:t>а</w:t>
      </w:r>
      <w:r w:rsidRPr="003D1A97">
        <w:t xml:space="preserve"> Ярославской области.</w:t>
      </w:r>
    </w:p>
    <w:p w:rsidR="00B0385C" w:rsidRPr="003D1A97" w:rsidRDefault="00B0385C" w:rsidP="008F3F2F">
      <w:pPr>
        <w:pStyle w:val="20"/>
      </w:pPr>
      <w:r w:rsidRPr="003D1A97">
        <w:t>3. Настоящее Постановление вступает в силу со дня его принятия.</w:t>
      </w:r>
    </w:p>
    <w:p w:rsidR="00B0385C" w:rsidRPr="008F3F2F" w:rsidRDefault="00B0385C" w:rsidP="008F3F2F">
      <w:pPr>
        <w:jc w:val="both"/>
      </w:pPr>
    </w:p>
    <w:p w:rsidR="009B3D6B" w:rsidRPr="008F3F2F" w:rsidRDefault="009B3D6B" w:rsidP="008F3F2F">
      <w:pPr>
        <w:rPr>
          <w:szCs w:val="28"/>
        </w:rPr>
      </w:pPr>
    </w:p>
    <w:p w:rsidR="0022162F" w:rsidRPr="008F3F2F" w:rsidRDefault="0022162F" w:rsidP="008F3F2F">
      <w:pPr>
        <w:rPr>
          <w:szCs w:val="28"/>
        </w:rPr>
      </w:pPr>
    </w:p>
    <w:p w:rsidR="00CF31BF" w:rsidRPr="00196593" w:rsidRDefault="00CF31BF" w:rsidP="008F3F2F">
      <w:pPr>
        <w:rPr>
          <w:sz w:val="28"/>
          <w:szCs w:val="28"/>
        </w:rPr>
      </w:pPr>
      <w:r w:rsidRPr="00196593">
        <w:rPr>
          <w:sz w:val="28"/>
          <w:szCs w:val="28"/>
        </w:rPr>
        <w:t>Председатель</w:t>
      </w:r>
    </w:p>
    <w:p w:rsidR="00127523" w:rsidRPr="00D812EA" w:rsidRDefault="00CF31BF" w:rsidP="008F3F2F">
      <w:pPr>
        <w:rPr>
          <w:sz w:val="28"/>
          <w:szCs w:val="28"/>
        </w:rPr>
      </w:pPr>
      <w:r w:rsidRPr="00196593">
        <w:rPr>
          <w:sz w:val="28"/>
          <w:szCs w:val="28"/>
        </w:rPr>
        <w:t>Ярославской областной Думы</w:t>
      </w:r>
      <w:r w:rsidRPr="00196593">
        <w:rPr>
          <w:sz w:val="28"/>
          <w:szCs w:val="28"/>
        </w:rPr>
        <w:tab/>
      </w:r>
      <w:r w:rsidRPr="00196593">
        <w:rPr>
          <w:sz w:val="28"/>
          <w:szCs w:val="28"/>
        </w:rPr>
        <w:tab/>
      </w:r>
      <w:r w:rsidRPr="00196593">
        <w:rPr>
          <w:sz w:val="28"/>
          <w:szCs w:val="28"/>
        </w:rPr>
        <w:tab/>
      </w:r>
      <w:r w:rsidRPr="00196593">
        <w:rPr>
          <w:sz w:val="28"/>
          <w:szCs w:val="28"/>
        </w:rPr>
        <w:tab/>
      </w:r>
      <w:r w:rsidRPr="00196593">
        <w:rPr>
          <w:sz w:val="28"/>
          <w:szCs w:val="28"/>
        </w:rPr>
        <w:tab/>
      </w:r>
      <w:r w:rsidR="008F3F2F">
        <w:rPr>
          <w:sz w:val="28"/>
          <w:szCs w:val="28"/>
        </w:rPr>
        <w:t xml:space="preserve">  </w:t>
      </w:r>
      <w:r w:rsidR="00490516" w:rsidRPr="00196593">
        <w:rPr>
          <w:sz w:val="28"/>
          <w:szCs w:val="28"/>
        </w:rPr>
        <w:t>М.В.</w:t>
      </w:r>
      <w:r w:rsidR="00BE62D3" w:rsidRPr="00196593">
        <w:rPr>
          <w:sz w:val="28"/>
          <w:szCs w:val="28"/>
        </w:rPr>
        <w:t xml:space="preserve"> </w:t>
      </w:r>
      <w:r w:rsidR="00490516" w:rsidRPr="00196593">
        <w:rPr>
          <w:sz w:val="28"/>
          <w:szCs w:val="28"/>
        </w:rPr>
        <w:t>Боровицкий</w:t>
      </w:r>
    </w:p>
    <w:sectPr w:rsidR="00127523" w:rsidRPr="00D812EA" w:rsidSect="008F3F2F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450C6"/>
    <w:rsid w:val="000507FA"/>
    <w:rsid w:val="00074D41"/>
    <w:rsid w:val="0007599C"/>
    <w:rsid w:val="00086790"/>
    <w:rsid w:val="00092F1F"/>
    <w:rsid w:val="000A1EC6"/>
    <w:rsid w:val="000A2CE0"/>
    <w:rsid w:val="000B46BC"/>
    <w:rsid w:val="00127523"/>
    <w:rsid w:val="00133A8F"/>
    <w:rsid w:val="00146713"/>
    <w:rsid w:val="0019340D"/>
    <w:rsid w:val="001939A4"/>
    <w:rsid w:val="00196593"/>
    <w:rsid w:val="001A6709"/>
    <w:rsid w:val="001C4D39"/>
    <w:rsid w:val="001F07C2"/>
    <w:rsid w:val="00206785"/>
    <w:rsid w:val="00210229"/>
    <w:rsid w:val="00211740"/>
    <w:rsid w:val="00215119"/>
    <w:rsid w:val="0022162F"/>
    <w:rsid w:val="002261CE"/>
    <w:rsid w:val="00260523"/>
    <w:rsid w:val="00262580"/>
    <w:rsid w:val="00262760"/>
    <w:rsid w:val="00266CD3"/>
    <w:rsid w:val="00280CF8"/>
    <w:rsid w:val="002A3DAD"/>
    <w:rsid w:val="002A58A0"/>
    <w:rsid w:val="002F49AC"/>
    <w:rsid w:val="00313BEC"/>
    <w:rsid w:val="00317A46"/>
    <w:rsid w:val="00340872"/>
    <w:rsid w:val="0037176C"/>
    <w:rsid w:val="00371DA0"/>
    <w:rsid w:val="003C14B6"/>
    <w:rsid w:val="00415D60"/>
    <w:rsid w:val="00417EA3"/>
    <w:rsid w:val="00431913"/>
    <w:rsid w:val="00432478"/>
    <w:rsid w:val="004326C1"/>
    <w:rsid w:val="004373DC"/>
    <w:rsid w:val="004609CD"/>
    <w:rsid w:val="00460EE8"/>
    <w:rsid w:val="004648E0"/>
    <w:rsid w:val="004657DF"/>
    <w:rsid w:val="00473E42"/>
    <w:rsid w:val="004851EF"/>
    <w:rsid w:val="00486519"/>
    <w:rsid w:val="00490516"/>
    <w:rsid w:val="00494382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F3481"/>
    <w:rsid w:val="005F59CF"/>
    <w:rsid w:val="00622602"/>
    <w:rsid w:val="0062681E"/>
    <w:rsid w:val="00632098"/>
    <w:rsid w:val="006417F8"/>
    <w:rsid w:val="00682D06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52D55"/>
    <w:rsid w:val="008817F5"/>
    <w:rsid w:val="00883129"/>
    <w:rsid w:val="008965B4"/>
    <w:rsid w:val="008A340F"/>
    <w:rsid w:val="008A35B9"/>
    <w:rsid w:val="008C71F0"/>
    <w:rsid w:val="008D7A22"/>
    <w:rsid w:val="008F3F2F"/>
    <w:rsid w:val="00903249"/>
    <w:rsid w:val="009532B0"/>
    <w:rsid w:val="00983135"/>
    <w:rsid w:val="0099354A"/>
    <w:rsid w:val="00997E0D"/>
    <w:rsid w:val="009B3D6B"/>
    <w:rsid w:val="009D4BE7"/>
    <w:rsid w:val="00A11066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385C"/>
    <w:rsid w:val="00B424BA"/>
    <w:rsid w:val="00B51952"/>
    <w:rsid w:val="00BC1DE9"/>
    <w:rsid w:val="00BE62D3"/>
    <w:rsid w:val="00C02DFC"/>
    <w:rsid w:val="00C04B9A"/>
    <w:rsid w:val="00C13984"/>
    <w:rsid w:val="00C2329B"/>
    <w:rsid w:val="00C34EEC"/>
    <w:rsid w:val="00C56E9C"/>
    <w:rsid w:val="00C7695C"/>
    <w:rsid w:val="00C967A3"/>
    <w:rsid w:val="00CB6E42"/>
    <w:rsid w:val="00CF09AF"/>
    <w:rsid w:val="00CF31BF"/>
    <w:rsid w:val="00D1512C"/>
    <w:rsid w:val="00D26281"/>
    <w:rsid w:val="00D44BD2"/>
    <w:rsid w:val="00D46786"/>
    <w:rsid w:val="00D659EC"/>
    <w:rsid w:val="00D701BA"/>
    <w:rsid w:val="00D812EA"/>
    <w:rsid w:val="00DB6464"/>
    <w:rsid w:val="00DC54E8"/>
    <w:rsid w:val="00DF564D"/>
    <w:rsid w:val="00E07DDF"/>
    <w:rsid w:val="00E57CBB"/>
    <w:rsid w:val="00E67DA2"/>
    <w:rsid w:val="00E73527"/>
    <w:rsid w:val="00E877D5"/>
    <w:rsid w:val="00EB071D"/>
    <w:rsid w:val="00EB39D0"/>
    <w:rsid w:val="00EC1C95"/>
    <w:rsid w:val="00EC6C6D"/>
    <w:rsid w:val="00EE18B3"/>
    <w:rsid w:val="00EE38AB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  <w:style w:type="paragraph" w:customStyle="1" w:styleId="H3">
    <w:name w:val="H3"/>
    <w:basedOn w:val="a"/>
    <w:next w:val="a"/>
    <w:rsid w:val="00B0385C"/>
    <w:pPr>
      <w:keepNext/>
      <w:widowControl/>
      <w:spacing w:before="100" w:after="100"/>
      <w:outlineLvl w:val="3"/>
    </w:pPr>
    <w:rPr>
      <w:b/>
      <w:snapToGrid w:val="0"/>
      <w:sz w:val="28"/>
    </w:rPr>
  </w:style>
  <w:style w:type="paragraph" w:customStyle="1" w:styleId="ConsPlusNormal">
    <w:name w:val="ConsPlusNormal"/>
    <w:rsid w:val="00280C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  <w:style w:type="paragraph" w:customStyle="1" w:styleId="H3">
    <w:name w:val="H3"/>
    <w:basedOn w:val="a"/>
    <w:next w:val="a"/>
    <w:rsid w:val="00B0385C"/>
    <w:pPr>
      <w:keepNext/>
      <w:widowControl/>
      <w:spacing w:before="100" w:after="100"/>
      <w:outlineLvl w:val="3"/>
    </w:pPr>
    <w:rPr>
      <w:b/>
      <w:snapToGrid w:val="0"/>
      <w:sz w:val="28"/>
    </w:rPr>
  </w:style>
  <w:style w:type="paragraph" w:customStyle="1" w:styleId="ConsPlusNormal">
    <w:name w:val="ConsPlusNormal"/>
    <w:rsid w:val="00280C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</cp:revision>
  <cp:lastPrinted>2017-02-10T10:30:00Z</cp:lastPrinted>
  <dcterms:created xsi:type="dcterms:W3CDTF">2017-02-10T10:34:00Z</dcterms:created>
  <dcterms:modified xsi:type="dcterms:W3CDTF">2017-02-15T11:46:00Z</dcterms:modified>
</cp:coreProperties>
</file>