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81" w:rsidRPr="002A5FAE" w:rsidRDefault="000644DF" w:rsidP="00EB662D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2A5FAE">
        <w:rPr>
          <w:sz w:val="28"/>
          <w:szCs w:val="28"/>
        </w:rPr>
        <w:t xml:space="preserve">Приложение </w:t>
      </w:r>
      <w:r w:rsidR="005E0A81">
        <w:rPr>
          <w:sz w:val="28"/>
          <w:szCs w:val="28"/>
        </w:rPr>
        <w:t>1</w:t>
      </w:r>
    </w:p>
    <w:p w:rsidR="000644DF" w:rsidRPr="002A5FAE" w:rsidRDefault="000644DF" w:rsidP="00EB662D">
      <w:pPr>
        <w:ind w:left="5670"/>
        <w:jc w:val="right"/>
        <w:rPr>
          <w:sz w:val="28"/>
          <w:szCs w:val="28"/>
        </w:rPr>
      </w:pPr>
      <w:r w:rsidRPr="002A5FAE">
        <w:rPr>
          <w:sz w:val="28"/>
          <w:szCs w:val="28"/>
        </w:rPr>
        <w:t>к Закону Ярославской области</w:t>
      </w:r>
    </w:p>
    <w:p w:rsidR="000644DF" w:rsidRPr="002A5FAE" w:rsidRDefault="000644DF" w:rsidP="00EB662D">
      <w:pPr>
        <w:ind w:left="5670"/>
        <w:jc w:val="right"/>
        <w:rPr>
          <w:sz w:val="28"/>
          <w:szCs w:val="28"/>
        </w:rPr>
      </w:pPr>
      <w:r w:rsidRPr="002A5FAE">
        <w:rPr>
          <w:sz w:val="28"/>
          <w:szCs w:val="28"/>
        </w:rPr>
        <w:t>от ______________ № _______</w:t>
      </w:r>
    </w:p>
    <w:p w:rsidR="007223CF" w:rsidRPr="002A5FAE" w:rsidRDefault="007223CF" w:rsidP="00EB662D">
      <w:pPr>
        <w:jc w:val="right"/>
        <w:rPr>
          <w:sz w:val="28"/>
          <w:szCs w:val="28"/>
        </w:rPr>
      </w:pPr>
    </w:p>
    <w:p w:rsidR="00EF332B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</w:t>
      </w:r>
    </w:p>
    <w:p w:rsidR="0009718C" w:rsidRPr="00847DF3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847DF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ов</w:t>
      </w:r>
      <w:r w:rsidRPr="00847DF3">
        <w:rPr>
          <w:b/>
          <w:sz w:val="28"/>
          <w:szCs w:val="28"/>
        </w:rPr>
        <w:t xml:space="preserve"> бюджета Территориального фонда обязательного</w:t>
      </w:r>
    </w:p>
    <w:p w:rsidR="00EF332B" w:rsidRDefault="0009718C" w:rsidP="0009718C">
      <w:pPr>
        <w:jc w:val="center"/>
        <w:rPr>
          <w:b/>
          <w:sz w:val="28"/>
          <w:szCs w:val="28"/>
        </w:rPr>
      </w:pPr>
      <w:r w:rsidRPr="00847DF3">
        <w:rPr>
          <w:b/>
          <w:sz w:val="28"/>
          <w:szCs w:val="28"/>
        </w:rPr>
        <w:t xml:space="preserve">медицинского страхования Ярославской </w:t>
      </w:r>
      <w:r w:rsidRPr="00F04B00">
        <w:rPr>
          <w:b/>
          <w:sz w:val="28"/>
          <w:szCs w:val="28"/>
        </w:rPr>
        <w:t xml:space="preserve">области в соответствии </w:t>
      </w:r>
    </w:p>
    <w:p w:rsidR="0009718C" w:rsidRDefault="0009718C" w:rsidP="0009718C">
      <w:pPr>
        <w:jc w:val="center"/>
        <w:rPr>
          <w:b/>
          <w:sz w:val="28"/>
          <w:szCs w:val="28"/>
        </w:rPr>
      </w:pPr>
      <w:r w:rsidRPr="00F04B00">
        <w:rPr>
          <w:b/>
          <w:sz w:val="28"/>
          <w:szCs w:val="28"/>
        </w:rPr>
        <w:t>с классификацией доходов бюджетов за 20</w:t>
      </w:r>
      <w:r w:rsidR="00653B5B">
        <w:rPr>
          <w:b/>
          <w:sz w:val="28"/>
          <w:szCs w:val="28"/>
        </w:rPr>
        <w:t>20</w:t>
      </w:r>
      <w:r w:rsidRPr="00F04B00">
        <w:rPr>
          <w:b/>
          <w:sz w:val="28"/>
          <w:szCs w:val="28"/>
        </w:rPr>
        <w:t xml:space="preserve"> год</w:t>
      </w:r>
    </w:p>
    <w:p w:rsidR="005C48FE" w:rsidRPr="00F04B00" w:rsidRDefault="005C48FE" w:rsidP="0009718C">
      <w:pPr>
        <w:jc w:val="center"/>
        <w:rPr>
          <w:b/>
          <w:sz w:val="28"/>
          <w:szCs w:val="28"/>
        </w:rPr>
      </w:pPr>
    </w:p>
    <w:p w:rsidR="006226AC" w:rsidRPr="006226AC" w:rsidRDefault="006226AC" w:rsidP="006226AC">
      <w:pPr>
        <w:spacing w:line="14" w:lineRule="auto"/>
        <w:jc w:val="center"/>
        <w:rPr>
          <w:sz w:val="16"/>
          <w:szCs w:val="16"/>
        </w:rPr>
      </w:pPr>
    </w:p>
    <w:tbl>
      <w:tblPr>
        <w:tblW w:w="49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973"/>
        <w:gridCol w:w="1986"/>
      </w:tblGrid>
      <w:tr w:rsidR="006407B8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EB662D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EB662D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B662D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EB662D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EB662D">
              <w:rPr>
                <w:b/>
                <w:sz w:val="28"/>
                <w:szCs w:val="28"/>
              </w:rPr>
              <w:t>классификации</w:t>
            </w:r>
          </w:p>
          <w:p w:rsidR="00D3496B" w:rsidRPr="00EB662D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EB662D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EB662D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EB662D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  <w:vAlign w:val="center"/>
          </w:tcPr>
          <w:p w:rsidR="00E85BD9" w:rsidRPr="00EB662D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B662D">
              <w:rPr>
                <w:b/>
                <w:sz w:val="28"/>
                <w:szCs w:val="28"/>
              </w:rPr>
              <w:t>Сумма</w:t>
            </w:r>
          </w:p>
          <w:p w:rsidR="00E85BD9" w:rsidRPr="00EB662D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EB662D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EB662D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62D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EB662D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EB662D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EB662D">
              <w:rPr>
                <w:b/>
                <w:bCs/>
                <w:sz w:val="28"/>
                <w:szCs w:val="28"/>
              </w:rPr>
              <w:t>о</w:t>
            </w:r>
            <w:r w:rsidRPr="00EB662D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D3496B" w:rsidRPr="00EB662D" w:rsidRDefault="002E7858" w:rsidP="000433A7">
            <w:pPr>
              <w:jc w:val="right"/>
              <w:rPr>
                <w:b/>
                <w:bCs/>
                <w:sz w:val="28"/>
                <w:szCs w:val="28"/>
              </w:rPr>
            </w:pPr>
            <w:r w:rsidRPr="00EB662D">
              <w:rPr>
                <w:b/>
                <w:bCs/>
                <w:sz w:val="28"/>
                <w:szCs w:val="28"/>
              </w:rPr>
              <w:t>6</w:t>
            </w:r>
            <w:r w:rsidR="000433A7" w:rsidRPr="00EB662D">
              <w:rPr>
                <w:b/>
                <w:bCs/>
                <w:sz w:val="28"/>
                <w:szCs w:val="28"/>
              </w:rPr>
              <w:t>4</w:t>
            </w:r>
            <w:r w:rsidR="00CA113F" w:rsidRPr="00EB662D">
              <w:rPr>
                <w:b/>
                <w:bCs/>
                <w:sz w:val="28"/>
                <w:szCs w:val="28"/>
              </w:rPr>
              <w:t> </w:t>
            </w:r>
            <w:r w:rsidR="000433A7" w:rsidRPr="00EB662D">
              <w:rPr>
                <w:b/>
                <w:bCs/>
                <w:sz w:val="28"/>
                <w:szCs w:val="28"/>
              </w:rPr>
              <w:t>956</w:t>
            </w:r>
            <w:r w:rsidR="00CA113F" w:rsidRPr="00EB662D">
              <w:rPr>
                <w:b/>
                <w:bCs/>
                <w:sz w:val="28"/>
                <w:szCs w:val="28"/>
              </w:rPr>
              <w:t> </w:t>
            </w:r>
            <w:r w:rsidR="000433A7" w:rsidRPr="00EB662D">
              <w:rPr>
                <w:b/>
                <w:bCs/>
                <w:sz w:val="28"/>
                <w:szCs w:val="28"/>
              </w:rPr>
              <w:t>621</w:t>
            </w:r>
          </w:p>
        </w:tc>
      </w:tr>
      <w:tr w:rsidR="00F4042A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EB662D" w:rsidRDefault="00F4042A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EB662D" w:rsidRDefault="00F4042A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EB662D" w:rsidRDefault="000433A7" w:rsidP="000433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52 530</w:t>
            </w:r>
            <w:r w:rsidR="002E7858"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780</w:t>
            </w:r>
          </w:p>
        </w:tc>
      </w:tr>
      <w:tr w:rsidR="00CA113F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2A5FAE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2A5FAE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Default="000433A7" w:rsidP="00CA113F">
            <w:pPr>
              <w:jc w:val="right"/>
            </w:pPr>
            <w:r>
              <w:rPr>
                <w:bCs/>
                <w:iCs/>
                <w:sz w:val="28"/>
                <w:szCs w:val="28"/>
              </w:rPr>
              <w:t>52 530 780</w:t>
            </w:r>
          </w:p>
        </w:tc>
      </w:tr>
      <w:tr w:rsidR="00CA113F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2A5FAE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2A5FAE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Default="000433A7" w:rsidP="00CA113F">
            <w:pPr>
              <w:jc w:val="right"/>
            </w:pPr>
            <w:r>
              <w:rPr>
                <w:bCs/>
                <w:iCs/>
                <w:sz w:val="28"/>
                <w:szCs w:val="28"/>
              </w:rPr>
              <w:t>52 530 780</w:t>
            </w:r>
          </w:p>
        </w:tc>
      </w:tr>
      <w:tr w:rsidR="00CA113F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EB662D" w:rsidRDefault="00CA113F" w:rsidP="002E7858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EB662D" w:rsidRDefault="00CA113F" w:rsidP="002E785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</w:t>
            </w:r>
            <w:r w:rsidRPr="00EB662D">
              <w:rPr>
                <w:bCs/>
                <w:i/>
                <w:iCs/>
                <w:sz w:val="28"/>
                <w:szCs w:val="28"/>
              </w:rPr>
              <w:t>о</w:t>
            </w:r>
            <w:r w:rsidRPr="00EB662D">
              <w:rPr>
                <w:bCs/>
                <w:i/>
                <w:iCs/>
                <w:sz w:val="28"/>
                <w:szCs w:val="28"/>
              </w:rPr>
              <w:t>риальных фондов обязательн</w:t>
            </w:r>
            <w:r w:rsidRPr="00EB662D">
              <w:rPr>
                <w:bCs/>
                <w:i/>
                <w:iCs/>
                <w:sz w:val="28"/>
                <w:szCs w:val="28"/>
              </w:rPr>
              <w:t>о</w:t>
            </w:r>
            <w:r w:rsidRPr="00EB662D">
              <w:rPr>
                <w:bCs/>
                <w:i/>
                <w:i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EB662D" w:rsidRDefault="000433A7" w:rsidP="00CA113F">
            <w:pPr>
              <w:jc w:val="right"/>
              <w:rPr>
                <w:i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52 530 780</w:t>
            </w:r>
          </w:p>
        </w:tc>
      </w:tr>
      <w:tr w:rsidR="006407B8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EB662D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EB662D" w:rsidRDefault="00421CE5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Штрафы, санкции, возмещ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ние ущерба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D3496B" w:rsidRPr="00EB662D" w:rsidRDefault="00653B5B" w:rsidP="00653B5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12</w:t>
            </w:r>
            <w:r w:rsidR="00CA113F"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425</w:t>
            </w:r>
            <w:r w:rsidR="00CA113F"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841</w:t>
            </w:r>
          </w:p>
        </w:tc>
      </w:tr>
      <w:tr w:rsidR="00653B5B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407B8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407B8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тельств перед государственным (муниципальным) органом, о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ганом управления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внебюджетным фо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дом, казенным учреждением, Центральным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орган</w:t>
            </w:r>
            <w:r w:rsidRPr="0001460F">
              <w:rPr>
                <w:bCs/>
                <w:iCs/>
                <w:sz w:val="28"/>
                <w:szCs w:val="28"/>
              </w:rPr>
              <w:t>и</w:t>
            </w:r>
            <w:r w:rsidRPr="0001460F">
              <w:rPr>
                <w:bCs/>
                <w:iCs/>
                <w:sz w:val="28"/>
                <w:szCs w:val="28"/>
              </w:rPr>
              <w:t>зацией, действующей от имени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09718C" w:rsidRDefault="0066775E" w:rsidP="0066775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2 616</w:t>
            </w:r>
            <w:r w:rsidR="00653B5B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916</w:t>
            </w:r>
          </w:p>
        </w:tc>
      </w:tr>
      <w:tr w:rsidR="00653B5B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01460F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01460F" w:rsidRDefault="00653B5B" w:rsidP="00EB662D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</w:t>
            </w:r>
            <w:r w:rsidR="00EB662D">
              <w:rPr>
                <w:bCs/>
                <w:iCs/>
                <w:sz w:val="28"/>
                <w:szCs w:val="28"/>
              </w:rPr>
              <w:t xml:space="preserve"> </w:t>
            </w:r>
            <w:r w:rsidR="00EB662D" w:rsidRPr="00653B5B">
              <w:rPr>
                <w:bCs/>
                <w:iCs/>
                <w:sz w:val="28"/>
                <w:szCs w:val="28"/>
              </w:rPr>
              <w:t>исполнения поставщиком (по</w:t>
            </w:r>
            <w:r w:rsidR="00EB662D" w:rsidRPr="00653B5B">
              <w:rPr>
                <w:bCs/>
                <w:iCs/>
                <w:sz w:val="28"/>
                <w:szCs w:val="28"/>
              </w:rPr>
              <w:t>д</w:t>
            </w:r>
            <w:r w:rsidR="00EB662D" w:rsidRPr="00653B5B">
              <w:rPr>
                <w:bCs/>
                <w:iCs/>
                <w:sz w:val="28"/>
                <w:szCs w:val="28"/>
              </w:rPr>
              <w:lastRenderedPageBreak/>
              <w:t>рядчиком, исполнителем) об</w:t>
            </w:r>
            <w:r w:rsidR="00EB662D" w:rsidRPr="00653B5B">
              <w:rPr>
                <w:bCs/>
                <w:iCs/>
                <w:sz w:val="28"/>
                <w:szCs w:val="28"/>
              </w:rPr>
              <w:t>я</w:t>
            </w:r>
            <w:r w:rsidR="00EB662D" w:rsidRPr="00653B5B">
              <w:rPr>
                <w:bCs/>
                <w:iCs/>
                <w:sz w:val="28"/>
                <w:szCs w:val="28"/>
              </w:rPr>
              <w:t>зательств, предусмотренных государственным (муниц</w:t>
            </w:r>
            <w:r w:rsidR="00EB662D" w:rsidRPr="00653B5B">
              <w:rPr>
                <w:bCs/>
                <w:iCs/>
                <w:sz w:val="28"/>
                <w:szCs w:val="28"/>
              </w:rPr>
              <w:t>и</w:t>
            </w:r>
            <w:r w:rsidR="00EB662D" w:rsidRPr="00653B5B">
              <w:rPr>
                <w:bCs/>
                <w:iCs/>
                <w:sz w:val="28"/>
                <w:szCs w:val="28"/>
              </w:rPr>
              <w:t>пальным) контрактом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Default="0066775E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528</w:t>
            </w:r>
          </w:p>
        </w:tc>
      </w:tr>
      <w:tr w:rsidR="00653B5B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</w:t>
            </w:r>
            <w:r w:rsidRPr="00EB662D">
              <w:rPr>
                <w:bCs/>
                <w:i/>
                <w:iCs/>
                <w:sz w:val="28"/>
                <w:szCs w:val="28"/>
              </w:rPr>
              <w:t>д</w:t>
            </w:r>
            <w:r w:rsidRPr="00EB662D">
              <w:rPr>
                <w:bCs/>
                <w:i/>
                <w:iCs/>
                <w:sz w:val="28"/>
                <w:szCs w:val="28"/>
              </w:rPr>
              <w:t>рядчиком, исполнителем) об</w:t>
            </w:r>
            <w:r w:rsidRPr="00EB662D">
              <w:rPr>
                <w:bCs/>
                <w:i/>
                <w:iCs/>
                <w:sz w:val="28"/>
                <w:szCs w:val="28"/>
              </w:rPr>
              <w:t>я</w:t>
            </w:r>
            <w:r w:rsidRPr="00EB662D">
              <w:rPr>
                <w:bCs/>
                <w:i/>
                <w:iCs/>
                <w:sz w:val="28"/>
                <w:szCs w:val="28"/>
              </w:rPr>
              <w:t>зательств, предусмотренных государственным контрактом, заключенным территориал</w:t>
            </w:r>
            <w:r w:rsidRPr="00EB662D">
              <w:rPr>
                <w:bCs/>
                <w:i/>
                <w:iCs/>
                <w:sz w:val="28"/>
                <w:szCs w:val="28"/>
              </w:rPr>
              <w:t>ь</w:t>
            </w:r>
            <w:r w:rsidRPr="00EB662D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EB662D" w:rsidRDefault="0066775E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528</w:t>
            </w:r>
          </w:p>
        </w:tc>
      </w:tr>
      <w:tr w:rsidR="00653B5B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653B5B">
              <w:rPr>
                <w:bCs/>
                <w:iCs/>
                <w:sz w:val="28"/>
                <w:szCs w:val="28"/>
              </w:rPr>
              <w:t>е</w:t>
            </w:r>
            <w:r w:rsidRPr="00653B5B">
              <w:rPr>
                <w:bCs/>
                <w:iCs/>
                <w:sz w:val="28"/>
                <w:szCs w:val="28"/>
              </w:rPr>
              <w:t>ни, уплаченные в соответствии с законом или договором в сл</w:t>
            </w:r>
            <w:r w:rsidRPr="00653B5B">
              <w:rPr>
                <w:bCs/>
                <w:iCs/>
                <w:sz w:val="28"/>
                <w:szCs w:val="28"/>
              </w:rPr>
              <w:t>у</w:t>
            </w:r>
            <w:r w:rsidRPr="00653B5B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653B5B">
              <w:rPr>
                <w:bCs/>
                <w:iCs/>
                <w:sz w:val="28"/>
                <w:szCs w:val="28"/>
              </w:rPr>
              <w:t>д</w:t>
            </w:r>
            <w:r w:rsidRPr="00653B5B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653B5B">
              <w:rPr>
                <w:bCs/>
                <w:iCs/>
                <w:sz w:val="28"/>
                <w:szCs w:val="28"/>
              </w:rPr>
              <w:t>а</w:t>
            </w:r>
            <w:r w:rsidRPr="00653B5B">
              <w:rPr>
                <w:bCs/>
                <w:iCs/>
                <w:sz w:val="28"/>
                <w:szCs w:val="28"/>
              </w:rPr>
              <w:t>тельств перед государственным (муниципальным) органом, к</w:t>
            </w:r>
            <w:r w:rsidRPr="00653B5B">
              <w:rPr>
                <w:bCs/>
                <w:iCs/>
                <w:sz w:val="28"/>
                <w:szCs w:val="28"/>
              </w:rPr>
              <w:t>а</w:t>
            </w:r>
            <w:r w:rsidRPr="00653B5B">
              <w:rPr>
                <w:bCs/>
                <w:iCs/>
                <w:sz w:val="28"/>
                <w:szCs w:val="28"/>
              </w:rPr>
              <w:t>зенным учреждением, Це</w:t>
            </w:r>
            <w:r w:rsidRPr="00653B5B">
              <w:rPr>
                <w:bCs/>
                <w:iCs/>
                <w:sz w:val="28"/>
                <w:szCs w:val="28"/>
              </w:rPr>
              <w:t>н</w:t>
            </w:r>
            <w:r w:rsidRPr="00653B5B">
              <w:rPr>
                <w:bCs/>
                <w:iCs/>
                <w:sz w:val="28"/>
                <w:szCs w:val="28"/>
              </w:rPr>
              <w:t>тральным банком Российской Федерации, государственной корпорацией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653B5B" w:rsidRDefault="0066775E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2 616 388</w:t>
            </w:r>
          </w:p>
        </w:tc>
      </w:tr>
      <w:tr w:rsidR="00653B5B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center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both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Иные штрафы, неустойки, п</w:t>
            </w:r>
            <w:r w:rsidRPr="00EB662D">
              <w:rPr>
                <w:bCs/>
                <w:i/>
                <w:sz w:val="28"/>
                <w:szCs w:val="28"/>
              </w:rPr>
              <w:t>е</w:t>
            </w:r>
            <w:r w:rsidRPr="00EB662D">
              <w:rPr>
                <w:bCs/>
                <w:i/>
                <w:sz w:val="28"/>
                <w:szCs w:val="28"/>
              </w:rPr>
              <w:t>ни, уплаченные в соответствии с законом или договором в сл</w:t>
            </w:r>
            <w:r w:rsidRPr="00EB662D">
              <w:rPr>
                <w:bCs/>
                <w:i/>
                <w:sz w:val="28"/>
                <w:szCs w:val="28"/>
              </w:rPr>
              <w:t>у</w:t>
            </w:r>
            <w:r w:rsidRPr="00EB662D">
              <w:rPr>
                <w:bCs/>
                <w:i/>
                <w:sz w:val="28"/>
                <w:szCs w:val="28"/>
              </w:rPr>
              <w:t>чае неисполнения или ненадл</w:t>
            </w:r>
            <w:r w:rsidRPr="00EB662D">
              <w:rPr>
                <w:bCs/>
                <w:i/>
                <w:sz w:val="28"/>
                <w:szCs w:val="28"/>
              </w:rPr>
              <w:t>е</w:t>
            </w:r>
            <w:r w:rsidRPr="00EB662D">
              <w:rPr>
                <w:bCs/>
                <w:i/>
                <w:sz w:val="28"/>
                <w:szCs w:val="28"/>
              </w:rPr>
              <w:t>жащего исполнения обяз</w:t>
            </w:r>
            <w:r w:rsidRPr="00EB662D">
              <w:rPr>
                <w:bCs/>
                <w:i/>
                <w:sz w:val="28"/>
                <w:szCs w:val="28"/>
              </w:rPr>
              <w:t>а</w:t>
            </w:r>
            <w:r w:rsidRPr="00EB662D">
              <w:rPr>
                <w:bCs/>
                <w:i/>
                <w:sz w:val="28"/>
                <w:szCs w:val="28"/>
              </w:rPr>
              <w:t>тельств перед территориал</w:t>
            </w:r>
            <w:r w:rsidRPr="00EB662D">
              <w:rPr>
                <w:bCs/>
                <w:i/>
                <w:sz w:val="28"/>
                <w:szCs w:val="28"/>
              </w:rPr>
              <w:t>ь</w:t>
            </w:r>
            <w:r w:rsidRPr="00EB662D">
              <w:rPr>
                <w:bCs/>
                <w:i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EB662D" w:rsidRDefault="0066775E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2 616 388</w:t>
            </w:r>
          </w:p>
        </w:tc>
      </w:tr>
      <w:tr w:rsidR="00653B5B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653B5B">
              <w:rPr>
                <w:bCs/>
                <w:iCs/>
                <w:sz w:val="28"/>
                <w:szCs w:val="28"/>
              </w:rPr>
              <w:t>т</w:t>
            </w:r>
            <w:r w:rsidRPr="00653B5B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653B5B" w:rsidRDefault="00DA5CE4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9 808 925</w:t>
            </w:r>
          </w:p>
        </w:tc>
      </w:tr>
      <w:tr w:rsidR="00653B5B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653B5B">
              <w:rPr>
                <w:bCs/>
                <w:iCs/>
                <w:sz w:val="28"/>
                <w:szCs w:val="28"/>
              </w:rPr>
              <w:t>е</w:t>
            </w:r>
            <w:r w:rsidRPr="00653B5B">
              <w:rPr>
                <w:bCs/>
                <w:iCs/>
                <w:sz w:val="28"/>
                <w:szCs w:val="28"/>
              </w:rPr>
              <w:t>мые в возмещение ущерба, причиненного в результате н</w:t>
            </w:r>
            <w:r w:rsidRPr="00653B5B">
              <w:rPr>
                <w:bCs/>
                <w:iCs/>
                <w:sz w:val="28"/>
                <w:szCs w:val="28"/>
              </w:rPr>
              <w:t>е</w:t>
            </w:r>
            <w:r w:rsidRPr="00653B5B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653B5B">
              <w:rPr>
                <w:bCs/>
                <w:iCs/>
                <w:sz w:val="28"/>
                <w:szCs w:val="28"/>
              </w:rPr>
              <w:t>с</w:t>
            </w:r>
            <w:r w:rsidRPr="00653B5B">
              <w:rPr>
                <w:bCs/>
                <w:iCs/>
                <w:sz w:val="28"/>
                <w:szCs w:val="28"/>
              </w:rPr>
              <w:t>пользования бюджетных средств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653B5B" w:rsidRDefault="00DA5CE4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2 780 781</w:t>
            </w:r>
          </w:p>
        </w:tc>
      </w:tr>
      <w:tr w:rsidR="00653B5B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EB662D">
              <w:rPr>
                <w:bCs/>
                <w:i/>
                <w:iCs/>
                <w:sz w:val="28"/>
                <w:szCs w:val="28"/>
              </w:rPr>
              <w:t>е</w:t>
            </w:r>
            <w:r w:rsidRPr="00EB662D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EB662D">
              <w:rPr>
                <w:bCs/>
                <w:i/>
                <w:iCs/>
                <w:sz w:val="28"/>
                <w:szCs w:val="28"/>
              </w:rPr>
              <w:t>и</w:t>
            </w:r>
            <w:r w:rsidRPr="00EB662D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EB662D">
              <w:rPr>
                <w:bCs/>
                <w:i/>
                <w:iCs/>
                <w:sz w:val="28"/>
                <w:szCs w:val="28"/>
              </w:rPr>
              <w:t>а</w:t>
            </w:r>
            <w:r w:rsidRPr="00EB662D">
              <w:rPr>
                <w:bCs/>
                <w:i/>
                <w:iCs/>
                <w:sz w:val="28"/>
                <w:szCs w:val="28"/>
              </w:rPr>
              <w:t>конного или нецелевого испол</w:t>
            </w:r>
            <w:r w:rsidRPr="00EB662D">
              <w:rPr>
                <w:bCs/>
                <w:i/>
                <w:iCs/>
                <w:sz w:val="28"/>
                <w:szCs w:val="28"/>
              </w:rPr>
              <w:t>ь</w:t>
            </w:r>
            <w:r w:rsidRPr="00EB662D">
              <w:rPr>
                <w:bCs/>
                <w:i/>
                <w:iCs/>
                <w:sz w:val="28"/>
                <w:szCs w:val="28"/>
              </w:rPr>
              <w:lastRenderedPageBreak/>
              <w:t>зования бюджетных средств (в части бюджетов территор</w:t>
            </w:r>
            <w:r w:rsidRPr="00EB662D">
              <w:rPr>
                <w:bCs/>
                <w:i/>
                <w:iCs/>
                <w:sz w:val="28"/>
                <w:szCs w:val="28"/>
              </w:rPr>
              <w:t>и</w:t>
            </w:r>
            <w:r w:rsidRPr="00EB662D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EB662D" w:rsidRDefault="00DA5CE4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lastRenderedPageBreak/>
              <w:t>2 780 781</w:t>
            </w:r>
          </w:p>
        </w:tc>
      </w:tr>
      <w:tr w:rsidR="00653B5B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653B5B">
              <w:rPr>
                <w:bCs/>
                <w:iCs/>
                <w:sz w:val="28"/>
                <w:szCs w:val="28"/>
              </w:rPr>
              <w:t>з</w:t>
            </w:r>
            <w:r w:rsidRPr="00653B5B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внебюджетных фондов и пр</w:t>
            </w:r>
            <w:r w:rsidRPr="00653B5B">
              <w:rPr>
                <w:bCs/>
                <w:iCs/>
                <w:sz w:val="28"/>
                <w:szCs w:val="28"/>
              </w:rPr>
              <w:t>о</w:t>
            </w:r>
            <w:r w:rsidRPr="00653B5B">
              <w:rPr>
                <w:bCs/>
                <w:iCs/>
                <w:sz w:val="28"/>
                <w:szCs w:val="28"/>
              </w:rPr>
              <w:t>чее возмещение ущерба, пр</w:t>
            </w:r>
            <w:r w:rsidRPr="00653B5B">
              <w:rPr>
                <w:bCs/>
                <w:iCs/>
                <w:sz w:val="28"/>
                <w:szCs w:val="28"/>
              </w:rPr>
              <w:t>и</w:t>
            </w:r>
            <w:r w:rsidRPr="00653B5B">
              <w:rPr>
                <w:bCs/>
                <w:iCs/>
                <w:sz w:val="28"/>
                <w:szCs w:val="28"/>
              </w:rPr>
              <w:t>чиненного  федеральному имуществу, находящемуся в их владении и пользовании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653B5B" w:rsidRDefault="0066654C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1 591 858</w:t>
            </w:r>
          </w:p>
        </w:tc>
      </w:tr>
      <w:tr w:rsidR="00653B5B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EB662D">
              <w:rPr>
                <w:bCs/>
                <w:i/>
                <w:iCs/>
                <w:sz w:val="28"/>
                <w:szCs w:val="28"/>
              </w:rPr>
              <w:t>в</w:t>
            </w:r>
            <w:r w:rsidRPr="00EB662D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EB662D">
              <w:rPr>
                <w:bCs/>
                <w:i/>
                <w:iCs/>
                <w:sz w:val="28"/>
                <w:szCs w:val="28"/>
              </w:rPr>
              <w:t>и</w:t>
            </w:r>
            <w:r w:rsidRPr="00EB662D">
              <w:rPr>
                <w:bCs/>
                <w:i/>
                <w:iCs/>
                <w:sz w:val="28"/>
                <w:szCs w:val="28"/>
              </w:rPr>
              <w:t>цинского страхования, к лицам, ответственным за причинение вреда здоровью застрахованн</w:t>
            </w:r>
            <w:r w:rsidRPr="00EB662D">
              <w:rPr>
                <w:bCs/>
                <w:i/>
                <w:iCs/>
                <w:sz w:val="28"/>
                <w:szCs w:val="28"/>
              </w:rPr>
              <w:t>о</w:t>
            </w:r>
            <w:r w:rsidRPr="00EB662D">
              <w:rPr>
                <w:bCs/>
                <w:i/>
                <w:iCs/>
                <w:sz w:val="28"/>
                <w:szCs w:val="28"/>
              </w:rPr>
              <w:t>го лица, в целях возмещения расходов на оказание медици</w:t>
            </w:r>
            <w:r w:rsidRPr="00EB662D">
              <w:rPr>
                <w:bCs/>
                <w:i/>
                <w:iCs/>
                <w:sz w:val="28"/>
                <w:szCs w:val="28"/>
              </w:rPr>
              <w:t>н</w:t>
            </w:r>
            <w:r w:rsidRPr="00EB662D">
              <w:rPr>
                <w:bCs/>
                <w:i/>
                <w:iCs/>
                <w:sz w:val="28"/>
                <w:szCs w:val="28"/>
              </w:rPr>
              <w:t>ской помощи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EB662D" w:rsidRDefault="0066654C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1 591 858</w:t>
            </w:r>
          </w:p>
        </w:tc>
      </w:tr>
      <w:tr w:rsidR="00653B5B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653B5B">
              <w:rPr>
                <w:bCs/>
                <w:iCs/>
                <w:sz w:val="28"/>
                <w:szCs w:val="28"/>
              </w:rPr>
              <w:t>а</w:t>
            </w:r>
            <w:r w:rsidRPr="00653B5B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задолженности, образовавшейся до 1 января 2020 года, подлежащие зачи</w:t>
            </w:r>
            <w:r w:rsidRPr="00653B5B">
              <w:rPr>
                <w:bCs/>
                <w:iCs/>
                <w:sz w:val="28"/>
                <w:szCs w:val="28"/>
              </w:rPr>
              <w:t>с</w:t>
            </w:r>
            <w:r w:rsidRPr="00653B5B">
              <w:rPr>
                <w:bCs/>
                <w:iCs/>
                <w:sz w:val="28"/>
                <w:szCs w:val="28"/>
              </w:rPr>
              <w:t>лению в бюджеты бюджетной системы Российской Федер</w:t>
            </w:r>
            <w:r w:rsidRPr="00653B5B">
              <w:rPr>
                <w:bCs/>
                <w:iCs/>
                <w:sz w:val="28"/>
                <w:szCs w:val="28"/>
              </w:rPr>
              <w:t>а</w:t>
            </w:r>
            <w:r w:rsidRPr="00653B5B">
              <w:rPr>
                <w:bCs/>
                <w:iCs/>
                <w:sz w:val="28"/>
                <w:szCs w:val="28"/>
              </w:rPr>
              <w:t>ции, по нормативам, действ</w:t>
            </w:r>
            <w:r w:rsidRPr="00653B5B">
              <w:rPr>
                <w:bCs/>
                <w:iCs/>
                <w:sz w:val="28"/>
                <w:szCs w:val="28"/>
              </w:rPr>
              <w:t>о</w:t>
            </w:r>
            <w:r w:rsidRPr="00653B5B">
              <w:rPr>
                <w:bCs/>
                <w:iCs/>
                <w:sz w:val="28"/>
                <w:szCs w:val="28"/>
              </w:rPr>
              <w:t>вавшим в 2019 году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653B5B" w:rsidRDefault="0066654C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5 436 286</w:t>
            </w:r>
          </w:p>
        </w:tc>
      </w:tr>
      <w:tr w:rsidR="00653B5B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EB662D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EB662D">
              <w:rPr>
                <w:bCs/>
                <w:i/>
                <w:iCs/>
                <w:sz w:val="28"/>
                <w:szCs w:val="28"/>
              </w:rPr>
              <w:t>а</w:t>
            </w:r>
            <w:r w:rsidRPr="00EB662D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задолжен</w:t>
            </w:r>
            <w:r w:rsidR="00CB3514">
              <w:rPr>
                <w:bCs/>
                <w:i/>
                <w:iCs/>
                <w:sz w:val="28"/>
                <w:szCs w:val="28"/>
              </w:rPr>
              <w:t>-</w:t>
            </w:r>
            <w:r w:rsidRPr="00EB662D">
              <w:rPr>
                <w:bCs/>
                <w:i/>
                <w:iCs/>
                <w:sz w:val="28"/>
                <w:szCs w:val="28"/>
              </w:rPr>
              <w:t>ности, образовавшейся до 1 я</w:t>
            </w:r>
            <w:r w:rsidRPr="00EB662D">
              <w:rPr>
                <w:bCs/>
                <w:i/>
                <w:iCs/>
                <w:sz w:val="28"/>
                <w:szCs w:val="28"/>
              </w:rPr>
              <w:t>н</w:t>
            </w:r>
            <w:r w:rsidRPr="00EB662D">
              <w:rPr>
                <w:bCs/>
                <w:i/>
                <w:iCs/>
                <w:sz w:val="28"/>
                <w:szCs w:val="28"/>
              </w:rPr>
              <w:t>варя 2020 года, подлежащие зачислению в бюджет терр</w:t>
            </w:r>
            <w:r w:rsidRPr="00EB662D">
              <w:rPr>
                <w:bCs/>
                <w:i/>
                <w:iCs/>
                <w:sz w:val="28"/>
                <w:szCs w:val="28"/>
              </w:rPr>
              <w:t>и</w:t>
            </w:r>
            <w:r w:rsidRPr="00EB662D">
              <w:rPr>
                <w:bCs/>
                <w:i/>
                <w:iCs/>
                <w:sz w:val="28"/>
                <w:szCs w:val="28"/>
              </w:rPr>
              <w:t>ториального фонда обязател</w:t>
            </w:r>
            <w:r w:rsidRPr="00EB662D">
              <w:rPr>
                <w:bCs/>
                <w:i/>
                <w:iCs/>
                <w:sz w:val="28"/>
                <w:szCs w:val="28"/>
              </w:rPr>
              <w:t>ь</w:t>
            </w:r>
            <w:r w:rsidRPr="00EB662D">
              <w:rPr>
                <w:bCs/>
                <w:i/>
                <w:iCs/>
                <w:sz w:val="28"/>
                <w:szCs w:val="28"/>
              </w:rPr>
              <w:t>ного медицинского страхования по нормативам, действова</w:t>
            </w:r>
            <w:r w:rsidRPr="00EB662D">
              <w:rPr>
                <w:bCs/>
                <w:i/>
                <w:iCs/>
                <w:sz w:val="28"/>
                <w:szCs w:val="28"/>
              </w:rPr>
              <w:t>в</w:t>
            </w:r>
            <w:r w:rsidRPr="00EB662D">
              <w:rPr>
                <w:bCs/>
                <w:i/>
                <w:iCs/>
                <w:sz w:val="28"/>
                <w:szCs w:val="28"/>
              </w:rPr>
              <w:t>шим в 2019 году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EB662D" w:rsidRDefault="0066654C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5 436 286</w:t>
            </w:r>
          </w:p>
        </w:tc>
      </w:tr>
      <w:tr w:rsidR="006407B8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EB662D" w:rsidRDefault="006407B8" w:rsidP="002E785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B662D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EB662D" w:rsidRDefault="006407B8" w:rsidP="002E7858">
            <w:pPr>
              <w:jc w:val="both"/>
              <w:rPr>
                <w:b/>
                <w:bCs/>
                <w:sz w:val="28"/>
                <w:szCs w:val="28"/>
              </w:rPr>
            </w:pPr>
            <w:r w:rsidRPr="00EB662D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EB662D" w:rsidRDefault="00CA113F" w:rsidP="0066654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EB662D">
              <w:rPr>
                <w:b/>
                <w:bCs/>
                <w:iCs/>
                <w:sz w:val="28"/>
                <w:szCs w:val="28"/>
              </w:rPr>
              <w:t>1</w:t>
            </w:r>
            <w:r w:rsidR="0066654C" w:rsidRPr="00EB662D">
              <w:rPr>
                <w:b/>
                <w:bCs/>
                <w:iCs/>
                <w:sz w:val="28"/>
                <w:szCs w:val="28"/>
              </w:rPr>
              <w:t>7</w:t>
            </w:r>
            <w:r w:rsidRPr="00EB662D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Cs/>
                <w:sz w:val="28"/>
                <w:szCs w:val="28"/>
              </w:rPr>
              <w:t>287</w:t>
            </w:r>
            <w:r w:rsidRPr="00EB662D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Cs/>
                <w:sz w:val="28"/>
                <w:szCs w:val="28"/>
              </w:rPr>
              <w:t>122</w:t>
            </w:r>
            <w:r w:rsidRPr="00EB662D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Cs/>
                <w:sz w:val="28"/>
                <w:szCs w:val="28"/>
              </w:rPr>
              <w:t>639</w:t>
            </w:r>
          </w:p>
        </w:tc>
      </w:tr>
      <w:tr w:rsidR="006407B8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EB662D" w:rsidRDefault="006407B8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EB662D" w:rsidRDefault="006407B8" w:rsidP="002E7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B662D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EB662D">
              <w:rPr>
                <w:b/>
                <w:bCs/>
                <w:i/>
                <w:sz w:val="28"/>
                <w:szCs w:val="28"/>
              </w:rPr>
              <w:t>д</w:t>
            </w:r>
            <w:r w:rsidRPr="00EB662D">
              <w:rPr>
                <w:b/>
                <w:bCs/>
                <w:i/>
                <w:sz w:val="28"/>
                <w:szCs w:val="28"/>
              </w:rPr>
              <w:lastRenderedPageBreak/>
              <w:t>жетной системы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EB662D" w:rsidRDefault="00CA113F" w:rsidP="0066654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lastRenderedPageBreak/>
              <w:t>1</w:t>
            </w:r>
            <w:r w:rsidR="0066654C" w:rsidRPr="00EB662D">
              <w:rPr>
                <w:b/>
                <w:bCs/>
                <w:i/>
                <w:iCs/>
                <w:sz w:val="28"/>
                <w:szCs w:val="28"/>
              </w:rPr>
              <w:t>7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/>
                <w:iCs/>
                <w:sz w:val="28"/>
                <w:szCs w:val="28"/>
              </w:rPr>
              <w:t>387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/>
                <w:iCs/>
                <w:sz w:val="28"/>
                <w:szCs w:val="28"/>
              </w:rPr>
              <w:t>641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EB662D">
              <w:rPr>
                <w:b/>
                <w:bCs/>
                <w:i/>
                <w:iCs/>
                <w:sz w:val="28"/>
                <w:szCs w:val="28"/>
              </w:rPr>
              <w:t>581</w:t>
            </w:r>
          </w:p>
        </w:tc>
      </w:tr>
      <w:tr w:rsidR="0066654C" w:rsidRPr="00653B5B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653B5B" w:rsidRDefault="0066654C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653B5B" w:rsidRDefault="0066654C" w:rsidP="002E7858">
            <w:pPr>
              <w:jc w:val="both"/>
              <w:rPr>
                <w:bCs/>
                <w:sz w:val="28"/>
                <w:szCs w:val="28"/>
              </w:rPr>
            </w:pPr>
            <w:r w:rsidRPr="00653B5B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53B5B">
              <w:rPr>
                <w:bCs/>
                <w:sz w:val="28"/>
                <w:szCs w:val="28"/>
              </w:rPr>
              <w:t>у</w:t>
            </w:r>
            <w:r w:rsidRPr="00653B5B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653B5B" w:rsidRDefault="0066654C" w:rsidP="00FA23D2">
            <w:pPr>
              <w:jc w:val="right"/>
              <w:rPr>
                <w:bCs/>
                <w:iCs/>
                <w:sz w:val="28"/>
                <w:szCs w:val="28"/>
              </w:rPr>
            </w:pPr>
            <w:r w:rsidRPr="00653B5B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7</w:t>
            </w:r>
            <w:r w:rsidRPr="00653B5B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387</w:t>
            </w:r>
            <w:r w:rsidRPr="00653B5B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641</w:t>
            </w:r>
            <w:r w:rsidRPr="00653B5B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581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  <w:lang w:val="en-US"/>
              </w:rPr>
              <w:t xml:space="preserve">395 </w:t>
            </w:r>
            <w:r w:rsidRPr="00EB662D">
              <w:rPr>
                <w:bCs/>
                <w:i/>
                <w:iCs/>
                <w:sz w:val="28"/>
                <w:szCs w:val="28"/>
              </w:rPr>
              <w:t>2 02 55093 09 0000 150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EB662D">
              <w:rPr>
                <w:bCs/>
                <w:i/>
                <w:sz w:val="28"/>
                <w:szCs w:val="28"/>
              </w:rPr>
              <w:t>и</w:t>
            </w:r>
            <w:r w:rsidRPr="00EB662D">
              <w:rPr>
                <w:bCs/>
                <w:i/>
                <w:sz w:val="28"/>
                <w:szCs w:val="28"/>
              </w:rPr>
              <w:t>ториальных фондов обяз</w:t>
            </w:r>
            <w:r w:rsidRPr="00EB662D">
              <w:rPr>
                <w:bCs/>
                <w:i/>
                <w:sz w:val="28"/>
                <w:szCs w:val="28"/>
              </w:rPr>
              <w:t>а</w:t>
            </w:r>
            <w:r w:rsidRPr="00EB662D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EB662D">
              <w:rPr>
                <w:bCs/>
                <w:i/>
                <w:sz w:val="28"/>
                <w:szCs w:val="28"/>
              </w:rPr>
              <w:t>а</w:t>
            </w:r>
            <w:r w:rsidRPr="00EB662D">
              <w:rPr>
                <w:bCs/>
                <w:i/>
                <w:sz w:val="28"/>
                <w:szCs w:val="28"/>
              </w:rPr>
              <w:t>хования на финансовое обесп</w:t>
            </w:r>
            <w:r w:rsidRPr="00EB662D">
              <w:rPr>
                <w:bCs/>
                <w:i/>
                <w:sz w:val="28"/>
                <w:szCs w:val="28"/>
              </w:rPr>
              <w:t>е</w:t>
            </w:r>
            <w:r w:rsidRPr="00EB662D">
              <w:rPr>
                <w:bCs/>
                <w:i/>
                <w:sz w:val="28"/>
                <w:szCs w:val="28"/>
              </w:rPr>
              <w:t>чение организации обязател</w:t>
            </w:r>
            <w:r w:rsidRPr="00EB662D">
              <w:rPr>
                <w:bCs/>
                <w:i/>
                <w:sz w:val="28"/>
                <w:szCs w:val="28"/>
              </w:rPr>
              <w:t>ь</w:t>
            </w:r>
            <w:r w:rsidRPr="00EB662D">
              <w:rPr>
                <w:bCs/>
                <w:i/>
                <w:sz w:val="28"/>
                <w:szCs w:val="28"/>
              </w:rPr>
              <w:t>ного медицинского страхования на территориях субъектов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16 597 511 500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EB662D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EB662D">
              <w:rPr>
                <w:bCs/>
                <w:i/>
                <w:sz w:val="28"/>
                <w:szCs w:val="28"/>
              </w:rPr>
              <w:t>р</w:t>
            </w:r>
            <w:r w:rsidRPr="00EB662D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</w:t>
            </w:r>
            <w:r w:rsidRPr="00EB662D">
              <w:rPr>
                <w:bCs/>
                <w:i/>
                <w:sz w:val="28"/>
                <w:szCs w:val="28"/>
              </w:rPr>
              <w:t>я</w:t>
            </w:r>
            <w:r w:rsidRPr="00EB662D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формирования нормированного страхового з</w:t>
            </w:r>
            <w:r w:rsidRPr="00EB662D">
              <w:rPr>
                <w:bCs/>
                <w:i/>
                <w:sz w:val="28"/>
                <w:szCs w:val="28"/>
              </w:rPr>
              <w:t>а</w:t>
            </w:r>
            <w:r w:rsidRPr="00EB662D">
              <w:rPr>
                <w:bCs/>
                <w:i/>
                <w:sz w:val="28"/>
                <w:szCs w:val="28"/>
              </w:rPr>
              <w:t>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52 553 400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EB662D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EB662D">
              <w:rPr>
                <w:bCs/>
                <w:i/>
                <w:sz w:val="28"/>
                <w:szCs w:val="28"/>
              </w:rPr>
              <w:t>р</w:t>
            </w:r>
            <w:r w:rsidRPr="00EB662D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</w:t>
            </w:r>
            <w:r w:rsidRPr="00EB662D">
              <w:rPr>
                <w:bCs/>
                <w:i/>
                <w:sz w:val="28"/>
                <w:szCs w:val="28"/>
              </w:rPr>
              <w:t>я</w:t>
            </w:r>
            <w:r w:rsidRPr="00EB662D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осуществления д</w:t>
            </w:r>
            <w:r w:rsidRPr="00EB662D">
              <w:rPr>
                <w:bCs/>
                <w:i/>
                <w:sz w:val="28"/>
                <w:szCs w:val="28"/>
              </w:rPr>
              <w:t>е</w:t>
            </w:r>
            <w:r w:rsidRPr="00EB662D">
              <w:rPr>
                <w:bCs/>
                <w:i/>
                <w:sz w:val="28"/>
                <w:szCs w:val="28"/>
              </w:rPr>
              <w:t>нежных выплат стимулиру</w:t>
            </w:r>
            <w:r w:rsidRPr="00EB662D">
              <w:rPr>
                <w:bCs/>
                <w:i/>
                <w:sz w:val="28"/>
                <w:szCs w:val="28"/>
              </w:rPr>
              <w:t>ю</w:t>
            </w:r>
            <w:r w:rsidRPr="00EB662D">
              <w:rPr>
                <w:bCs/>
                <w:i/>
                <w:sz w:val="28"/>
                <w:szCs w:val="28"/>
              </w:rPr>
              <w:t>щего характера медицинским работникам за выявление онк</w:t>
            </w:r>
            <w:r w:rsidRPr="00EB662D">
              <w:rPr>
                <w:bCs/>
                <w:i/>
                <w:sz w:val="28"/>
                <w:szCs w:val="28"/>
              </w:rPr>
              <w:t>о</w:t>
            </w:r>
            <w:r w:rsidRPr="00EB662D">
              <w:rPr>
                <w:bCs/>
                <w:i/>
                <w:sz w:val="28"/>
                <w:szCs w:val="28"/>
              </w:rPr>
              <w:t>логических заболеваний в ходе проведения диспансеризации и профилактических медици</w:t>
            </w:r>
            <w:r w:rsidRPr="00EB662D">
              <w:rPr>
                <w:bCs/>
                <w:i/>
                <w:sz w:val="28"/>
                <w:szCs w:val="28"/>
              </w:rPr>
              <w:t>н</w:t>
            </w:r>
            <w:r w:rsidRPr="00EB662D">
              <w:rPr>
                <w:bCs/>
                <w:i/>
                <w:sz w:val="28"/>
                <w:szCs w:val="28"/>
              </w:rPr>
              <w:t>ских осмотров населения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4 700 400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FA23D2">
            <w:pPr>
              <w:jc w:val="both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EB662D">
              <w:rPr>
                <w:bCs/>
                <w:i/>
                <w:sz w:val="28"/>
                <w:szCs w:val="28"/>
              </w:rPr>
              <w:t>и</w:t>
            </w:r>
            <w:r w:rsidRPr="00EB662D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EB662D">
              <w:rPr>
                <w:bCs/>
                <w:i/>
                <w:sz w:val="28"/>
                <w:szCs w:val="28"/>
              </w:rPr>
              <w:t>о</w:t>
            </w:r>
            <w:r w:rsidRPr="00EB662D">
              <w:rPr>
                <w:bCs/>
                <w:i/>
                <w:sz w:val="28"/>
                <w:szCs w:val="28"/>
              </w:rPr>
              <w:t>полнительное финансовое обеспечение медицинских орг</w:t>
            </w:r>
            <w:r w:rsidRPr="00EB662D">
              <w:rPr>
                <w:bCs/>
                <w:i/>
                <w:sz w:val="28"/>
                <w:szCs w:val="28"/>
              </w:rPr>
              <w:t>а</w:t>
            </w:r>
            <w:r w:rsidRPr="00EB662D">
              <w:rPr>
                <w:bCs/>
                <w:i/>
                <w:sz w:val="28"/>
                <w:szCs w:val="28"/>
              </w:rPr>
              <w:t>низаций в условиях чрезвыча</w:t>
            </w:r>
            <w:r w:rsidRPr="00EB662D">
              <w:rPr>
                <w:bCs/>
                <w:i/>
                <w:sz w:val="28"/>
                <w:szCs w:val="28"/>
              </w:rPr>
              <w:t>й</w:t>
            </w:r>
            <w:r w:rsidRPr="00EB662D">
              <w:rPr>
                <w:bCs/>
                <w:i/>
                <w:sz w:val="28"/>
                <w:szCs w:val="28"/>
              </w:rPr>
              <w:t>ной ситуации и (или) при во</w:t>
            </w:r>
            <w:r w:rsidRPr="00EB662D">
              <w:rPr>
                <w:bCs/>
                <w:i/>
                <w:sz w:val="28"/>
                <w:szCs w:val="28"/>
              </w:rPr>
              <w:t>з</w:t>
            </w:r>
            <w:r w:rsidRPr="00EB662D">
              <w:rPr>
                <w:bCs/>
                <w:i/>
                <w:sz w:val="28"/>
                <w:szCs w:val="28"/>
              </w:rPr>
              <w:lastRenderedPageBreak/>
              <w:t>никновении угрозы распр</w:t>
            </w:r>
            <w:r w:rsidRPr="00EB662D">
              <w:rPr>
                <w:bCs/>
                <w:i/>
                <w:sz w:val="28"/>
                <w:szCs w:val="28"/>
              </w:rPr>
              <w:t>о</w:t>
            </w:r>
            <w:r w:rsidRPr="00EB662D">
              <w:rPr>
                <w:bCs/>
                <w:i/>
                <w:sz w:val="28"/>
                <w:szCs w:val="28"/>
              </w:rPr>
              <w:t>странения заболеваний, пре</w:t>
            </w:r>
            <w:r w:rsidRPr="00EB662D">
              <w:rPr>
                <w:bCs/>
                <w:i/>
                <w:sz w:val="28"/>
                <w:szCs w:val="28"/>
              </w:rPr>
              <w:t>д</w:t>
            </w:r>
            <w:r w:rsidRPr="00EB662D">
              <w:rPr>
                <w:bCs/>
                <w:i/>
                <w:sz w:val="28"/>
                <w:szCs w:val="28"/>
              </w:rPr>
              <w:t>ставляющих опасность для окружающих, в рамках реал</w:t>
            </w:r>
            <w:r w:rsidRPr="00EB662D">
              <w:rPr>
                <w:bCs/>
                <w:i/>
                <w:sz w:val="28"/>
                <w:szCs w:val="28"/>
              </w:rPr>
              <w:t>и</w:t>
            </w:r>
            <w:r w:rsidRPr="00EB662D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EB662D">
              <w:rPr>
                <w:bCs/>
                <w:i/>
                <w:sz w:val="28"/>
                <w:szCs w:val="28"/>
              </w:rPr>
              <w:t>о</w:t>
            </w:r>
            <w:r w:rsidRPr="00EB662D">
              <w:rPr>
                <w:bCs/>
                <w:i/>
                <w:sz w:val="28"/>
                <w:szCs w:val="28"/>
              </w:rPr>
              <w:t>грамм обязательного медици</w:t>
            </w:r>
            <w:r w:rsidRPr="00EB662D">
              <w:rPr>
                <w:bCs/>
                <w:i/>
                <w:sz w:val="28"/>
                <w:szCs w:val="28"/>
              </w:rPr>
              <w:t>н</w:t>
            </w:r>
            <w:r w:rsidRPr="00EB662D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lastRenderedPageBreak/>
              <w:t>265 833 570</w:t>
            </w:r>
          </w:p>
        </w:tc>
      </w:tr>
      <w:tr w:rsidR="0066654C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2C622D" w:rsidRDefault="0066654C" w:rsidP="00FA23D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2C622D" w:rsidRDefault="0066654C" w:rsidP="00FA23D2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</w:t>
            </w:r>
            <w:r w:rsidRPr="002C622D">
              <w:rPr>
                <w:bCs/>
                <w:sz w:val="28"/>
                <w:szCs w:val="28"/>
              </w:rPr>
              <w:t>с</w:t>
            </w:r>
            <w:r w:rsidRPr="002C622D">
              <w:rPr>
                <w:bCs/>
                <w:sz w:val="28"/>
                <w:szCs w:val="28"/>
              </w:rPr>
              <w:t>ферты, передаваемые бюдж</w:t>
            </w:r>
            <w:r w:rsidRPr="002C622D">
              <w:rPr>
                <w:bCs/>
                <w:sz w:val="28"/>
                <w:szCs w:val="28"/>
              </w:rPr>
              <w:t>е</w:t>
            </w:r>
            <w:r w:rsidRPr="002C622D">
              <w:rPr>
                <w:bCs/>
                <w:sz w:val="28"/>
                <w:szCs w:val="28"/>
              </w:rPr>
              <w:t>там государственных внебю</w:t>
            </w:r>
            <w:r w:rsidRPr="002C622D">
              <w:rPr>
                <w:bCs/>
                <w:sz w:val="28"/>
                <w:szCs w:val="28"/>
              </w:rPr>
              <w:t>д</w:t>
            </w:r>
            <w:r w:rsidRPr="002C622D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Default="0066654C" w:rsidP="0066654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467</w:t>
            </w:r>
            <w:r w:rsidRPr="0066654C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042</w:t>
            </w:r>
            <w:r w:rsidRPr="0066654C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711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EB662D">
              <w:rPr>
                <w:bCs/>
                <w:i/>
                <w:sz w:val="28"/>
                <w:szCs w:val="28"/>
              </w:rPr>
              <w:t>и</w:t>
            </w:r>
            <w:r w:rsidRPr="00EB662D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B662D">
              <w:rPr>
                <w:bCs/>
                <w:i/>
                <w:iCs/>
                <w:sz w:val="28"/>
                <w:szCs w:val="28"/>
              </w:rPr>
              <w:t>467 042 711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E377D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ной системы Российской Ф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дерации от возврата оста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ков субсидий, субвенций и иных межбюджетных трансфертов, имеющих цел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EB662D">
              <w:rPr>
                <w:b/>
                <w:bCs/>
                <w:i/>
                <w:sz w:val="28"/>
                <w:szCs w:val="28"/>
              </w:rPr>
              <w:t>607 481</w:t>
            </w:r>
          </w:p>
        </w:tc>
      </w:tr>
      <w:tr w:rsidR="0066654C" w:rsidRPr="002A5FAE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2A5FAE" w:rsidRDefault="0066654C" w:rsidP="00597B3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2A5FAE" w:rsidRDefault="0066654C" w:rsidP="00EF332B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от возврата бюджетами бюджетной системы Росси</w:t>
            </w:r>
            <w:r w:rsidRPr="002A5FAE">
              <w:rPr>
                <w:bCs/>
                <w:iCs/>
              </w:rPr>
              <w:t>й</w:t>
            </w:r>
            <w:r w:rsidRPr="002A5FAE">
              <w:rPr>
                <w:bCs/>
                <w:iCs/>
              </w:rPr>
              <w:t>ской Федерации остатков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сидий, субвенций и иных ме</w:t>
            </w:r>
            <w:r w:rsidRPr="002A5FAE">
              <w:rPr>
                <w:bCs/>
                <w:iCs/>
              </w:rPr>
              <w:t>ж</w:t>
            </w:r>
            <w:r w:rsidRPr="002A5FAE">
              <w:rPr>
                <w:bCs/>
                <w:iCs/>
              </w:rPr>
              <w:t>бюджетных трансфертов, им</w:t>
            </w:r>
            <w:r w:rsidRPr="002A5FAE">
              <w:rPr>
                <w:bCs/>
                <w:iCs/>
              </w:rPr>
              <w:t>е</w:t>
            </w:r>
            <w:r w:rsidRPr="002A5FAE">
              <w:rPr>
                <w:bCs/>
                <w:iCs/>
              </w:rPr>
              <w:t>ющих целевое назначение, прошлых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остатков субсидий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09718C" w:rsidRDefault="0066654C" w:rsidP="00EE783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607 481</w:t>
            </w:r>
          </w:p>
        </w:tc>
      </w:tr>
      <w:tr w:rsidR="0066654C" w:rsidRPr="002A5FAE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2A5FAE" w:rsidRDefault="0066654C" w:rsidP="00597B3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2A5FAE" w:rsidRDefault="0066654C" w:rsidP="00AD5513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2A5FAE">
              <w:t>т</w:t>
            </w:r>
            <w:r w:rsidRPr="002A5FAE">
              <w:t>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09718C" w:rsidRDefault="0066654C" w:rsidP="00EE783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607 481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EB662D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EB662D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EB662D">
              <w:rPr>
                <w:bCs/>
                <w:i/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5962F5">
            <w:pPr>
              <w:pStyle w:val="ConsPlusNormal"/>
              <w:jc w:val="both"/>
              <w:rPr>
                <w:i/>
              </w:rPr>
            </w:pPr>
            <w:r w:rsidRPr="00EB662D">
              <w:rPr>
                <w:i/>
              </w:rPr>
              <w:t>Доходы бюджета территор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ального фонда обязательного медицинского страхования от возврата остатков межбю</w:t>
            </w:r>
            <w:r w:rsidRPr="00EB662D">
              <w:rPr>
                <w:i/>
              </w:rPr>
              <w:t>д</w:t>
            </w:r>
            <w:r w:rsidRPr="00EB662D">
              <w:rPr>
                <w:i/>
              </w:rPr>
              <w:lastRenderedPageBreak/>
              <w:t>жетных трансфертов пр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шлых лет на осуществление единовременных выплат мед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цинским работникам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EB662D" w:rsidRDefault="0066654C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lastRenderedPageBreak/>
              <w:t>605 905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риальных фондов обязательн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го медицинского страхования от возврата остатков субс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дий, субвенций и иных ме</w:t>
            </w:r>
            <w:r w:rsidRPr="00EB662D">
              <w:rPr>
                <w:i/>
              </w:rPr>
              <w:t>ж</w:t>
            </w:r>
            <w:r w:rsidRPr="00EB662D">
              <w:rPr>
                <w:i/>
              </w:rPr>
              <w:t>бюджетных трансфертов, имеющих целевое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EB662D" w:rsidRDefault="0066654C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EB662D">
              <w:rPr>
                <w:bCs/>
                <w:i/>
                <w:sz w:val="28"/>
                <w:szCs w:val="28"/>
              </w:rPr>
              <w:t>1 576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B662D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bCs/>
                <w:i/>
                <w:iCs/>
                <w:sz w:val="28"/>
                <w:szCs w:val="28"/>
              </w:rPr>
              <w:t>-101 126 423</w:t>
            </w:r>
          </w:p>
        </w:tc>
      </w:tr>
      <w:tr w:rsidR="0066654C" w:rsidRPr="002A5FAE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2A5FAE" w:rsidRDefault="0066654C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sz w:val="28"/>
                <w:szCs w:val="28"/>
              </w:rPr>
              <w:t xml:space="preserve">000 </w:t>
            </w:r>
            <w:r w:rsidRPr="002A5FAE">
              <w:rPr>
                <w:bCs/>
                <w:iCs/>
                <w:sz w:val="28"/>
                <w:szCs w:val="28"/>
              </w:rPr>
              <w:t>2 19 00000 09 0000 15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2A5FAE" w:rsidRDefault="0066654C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2A5FAE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межбюдже</w:t>
            </w:r>
            <w:r w:rsidRPr="002A5FAE">
              <w:rPr>
                <w:bCs/>
                <w:iCs/>
                <w:sz w:val="28"/>
                <w:szCs w:val="28"/>
              </w:rPr>
              <w:t>т</w:t>
            </w:r>
            <w:r w:rsidRPr="002A5FAE">
              <w:rPr>
                <w:bCs/>
                <w:iCs/>
                <w:sz w:val="28"/>
                <w:szCs w:val="28"/>
              </w:rPr>
              <w:t>ных трансфертов, имеющих ц</w:t>
            </w:r>
            <w:r w:rsidRPr="002A5FAE">
              <w:rPr>
                <w:bCs/>
                <w:iCs/>
                <w:sz w:val="28"/>
                <w:szCs w:val="28"/>
              </w:rPr>
              <w:t>е</w:t>
            </w:r>
            <w:r w:rsidRPr="002A5FAE">
              <w:rPr>
                <w:bCs/>
                <w:iCs/>
                <w:sz w:val="28"/>
                <w:szCs w:val="28"/>
              </w:rPr>
              <w:t xml:space="preserve">левое назначение, прошлых лет из </w:t>
            </w:r>
            <w:r w:rsidRPr="002A5FAE">
              <w:rPr>
                <w:iCs/>
                <w:sz w:val="28"/>
                <w:szCs w:val="28"/>
              </w:rPr>
              <w:t>бюджетов территориальных фондов обязательного мед</w:t>
            </w:r>
            <w:r w:rsidRPr="002A5FAE">
              <w:rPr>
                <w:iCs/>
                <w:sz w:val="28"/>
                <w:szCs w:val="28"/>
              </w:rPr>
              <w:t>и</w:t>
            </w:r>
            <w:r w:rsidRPr="002A5FAE">
              <w:rPr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09718C" w:rsidRDefault="0066654C" w:rsidP="00FE1BDC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-101 126 423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t>395 2 19 50930 09 0000 150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FE1BDC">
            <w:pPr>
              <w:jc w:val="both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EB662D">
              <w:rPr>
                <w:i/>
                <w:iCs/>
                <w:sz w:val="28"/>
                <w:szCs w:val="28"/>
              </w:rPr>
              <w:t>я</w:t>
            </w:r>
            <w:r w:rsidRPr="00EB662D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Федер</w:t>
            </w:r>
            <w:r w:rsidRPr="00EB662D">
              <w:rPr>
                <w:i/>
                <w:iCs/>
                <w:sz w:val="28"/>
                <w:szCs w:val="28"/>
              </w:rPr>
              <w:t>а</w:t>
            </w:r>
            <w:r w:rsidRPr="00EB662D">
              <w:rPr>
                <w:i/>
                <w:iCs/>
                <w:sz w:val="28"/>
                <w:szCs w:val="28"/>
              </w:rPr>
              <w:t>ции в бюджет Федерального фонда обязательного медици</w:t>
            </w:r>
            <w:r w:rsidRPr="00EB662D">
              <w:rPr>
                <w:i/>
                <w:iCs/>
                <w:sz w:val="28"/>
                <w:szCs w:val="28"/>
              </w:rPr>
              <w:t>н</w:t>
            </w:r>
            <w:r w:rsidRPr="00EB662D">
              <w:rPr>
                <w:i/>
                <w:iCs/>
                <w:sz w:val="28"/>
                <w:szCs w:val="28"/>
              </w:rPr>
              <w:t>ского страхования из бюдж</w:t>
            </w:r>
            <w:r w:rsidRPr="00EB662D">
              <w:rPr>
                <w:i/>
                <w:iCs/>
                <w:sz w:val="28"/>
                <w:szCs w:val="28"/>
              </w:rPr>
              <w:t>е</w:t>
            </w:r>
            <w:r w:rsidRPr="00EB662D">
              <w:rPr>
                <w:i/>
                <w:iCs/>
                <w:sz w:val="28"/>
                <w:szCs w:val="28"/>
              </w:rPr>
              <w:t>тов территориальных фондов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t>-100 520 518</w:t>
            </w:r>
          </w:p>
        </w:tc>
      </w:tr>
      <w:tr w:rsidR="0066654C" w:rsidRPr="00EB662D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EB662D" w:rsidRDefault="0066654C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t>395 2 19 5</w:t>
            </w:r>
            <w:r w:rsidRPr="00EB662D">
              <w:rPr>
                <w:i/>
                <w:iCs/>
                <w:sz w:val="28"/>
                <w:szCs w:val="28"/>
                <w:lang w:val="en-US"/>
              </w:rPr>
              <w:t>1360</w:t>
            </w:r>
            <w:r w:rsidRPr="00EB662D">
              <w:rPr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EB662D" w:rsidRDefault="0066654C" w:rsidP="00647352">
            <w:pPr>
              <w:jc w:val="both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EB662D">
              <w:rPr>
                <w:i/>
                <w:iCs/>
                <w:sz w:val="28"/>
                <w:szCs w:val="28"/>
              </w:rPr>
              <w:t>д</w:t>
            </w:r>
            <w:r w:rsidRPr="00EB662D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EB662D">
              <w:rPr>
                <w:i/>
                <w:iCs/>
                <w:sz w:val="28"/>
                <w:szCs w:val="28"/>
              </w:rPr>
              <w:t>о</w:t>
            </w:r>
            <w:r w:rsidRPr="00EB662D">
              <w:rPr>
                <w:i/>
                <w:iCs/>
                <w:sz w:val="28"/>
                <w:szCs w:val="28"/>
              </w:rPr>
              <w:t>шлых лет на осуществление единовременных выплат мед</w:t>
            </w:r>
            <w:r w:rsidRPr="00EB662D">
              <w:rPr>
                <w:i/>
                <w:iCs/>
                <w:sz w:val="28"/>
                <w:szCs w:val="28"/>
              </w:rPr>
              <w:t>и</w:t>
            </w:r>
            <w:r w:rsidRPr="00EB662D">
              <w:rPr>
                <w:i/>
                <w:iCs/>
                <w:sz w:val="28"/>
                <w:szCs w:val="28"/>
              </w:rPr>
              <w:t>цинским работникам в бю</w:t>
            </w:r>
            <w:r w:rsidRPr="00EB662D">
              <w:rPr>
                <w:i/>
                <w:iCs/>
                <w:sz w:val="28"/>
                <w:szCs w:val="28"/>
              </w:rPr>
              <w:t>д</w:t>
            </w:r>
            <w:r w:rsidRPr="00EB662D">
              <w:rPr>
                <w:i/>
                <w:iCs/>
                <w:sz w:val="28"/>
                <w:szCs w:val="28"/>
              </w:rPr>
              <w:t>жет Федерального фонда об</w:t>
            </w:r>
            <w:r w:rsidRPr="00EB662D">
              <w:rPr>
                <w:i/>
                <w:iCs/>
                <w:sz w:val="28"/>
                <w:szCs w:val="28"/>
              </w:rPr>
              <w:t>я</w:t>
            </w:r>
            <w:r w:rsidRPr="00EB662D">
              <w:rPr>
                <w:i/>
                <w:iCs/>
                <w:sz w:val="28"/>
                <w:szCs w:val="28"/>
              </w:rPr>
              <w:t>зательного медицинского страхования из бюджетов территориальных фондов об</w:t>
            </w:r>
            <w:r w:rsidRPr="00EB662D">
              <w:rPr>
                <w:i/>
                <w:iCs/>
                <w:sz w:val="28"/>
                <w:szCs w:val="28"/>
              </w:rPr>
              <w:t>я</w:t>
            </w:r>
            <w:r w:rsidRPr="00EB662D">
              <w:rPr>
                <w:i/>
                <w:iCs/>
                <w:sz w:val="28"/>
                <w:szCs w:val="28"/>
              </w:rPr>
              <w:lastRenderedPageBreak/>
              <w:t>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EB662D" w:rsidRDefault="0066654C" w:rsidP="0066654C">
            <w:pPr>
              <w:jc w:val="right"/>
              <w:rPr>
                <w:i/>
                <w:iCs/>
                <w:sz w:val="28"/>
                <w:szCs w:val="28"/>
              </w:rPr>
            </w:pPr>
            <w:r w:rsidRPr="00EB662D">
              <w:rPr>
                <w:i/>
                <w:iCs/>
                <w:sz w:val="28"/>
                <w:szCs w:val="28"/>
              </w:rPr>
              <w:lastRenderedPageBreak/>
              <w:t>-605 905</w:t>
            </w:r>
          </w:p>
        </w:tc>
      </w:tr>
      <w:tr w:rsidR="0066654C" w:rsidRPr="00FA23D2" w:rsidTr="00EF332B">
        <w:trPr>
          <w:trHeight w:val="283"/>
        </w:trPr>
        <w:tc>
          <w:tcPr>
            <w:tcW w:w="3933" w:type="pct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6654C" w:rsidRPr="00FA23D2" w:rsidRDefault="0066654C" w:rsidP="002E7858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FA23D2">
              <w:rPr>
                <w:b/>
                <w:bCs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FA23D2" w:rsidRDefault="0066654C" w:rsidP="0066654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A23D2">
              <w:rPr>
                <w:b/>
                <w:bCs/>
                <w:color w:val="000000"/>
                <w:sz w:val="28"/>
                <w:szCs w:val="28"/>
              </w:rPr>
              <w:t>17 352 079 260</w:t>
            </w:r>
          </w:p>
        </w:tc>
      </w:tr>
    </w:tbl>
    <w:p w:rsidR="00032207" w:rsidRPr="002A5FAE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2A5FAE" w:rsidSect="002E7858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57" w:rsidRDefault="009F6A57">
      <w:r>
        <w:separator/>
      </w:r>
    </w:p>
  </w:endnote>
  <w:endnote w:type="continuationSeparator" w:id="0">
    <w:p w:rsidR="009F6A57" w:rsidRDefault="009F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57" w:rsidRDefault="009F6A57">
      <w:r>
        <w:separator/>
      </w:r>
    </w:p>
  </w:footnote>
  <w:footnote w:type="continuationSeparator" w:id="0">
    <w:p w:rsidR="009F6A57" w:rsidRDefault="009F6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D2" w:rsidRDefault="00FA23D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23D2" w:rsidRDefault="00FA23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D2" w:rsidRDefault="00FA23D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572B">
      <w:rPr>
        <w:rStyle w:val="a6"/>
        <w:noProof/>
      </w:rPr>
      <w:t>7</w:t>
    </w:r>
    <w:r>
      <w:rPr>
        <w:rStyle w:val="a6"/>
      </w:rPr>
      <w:fldChar w:fldCharType="end"/>
    </w:r>
  </w:p>
  <w:p w:rsidR="00FA23D2" w:rsidRDefault="00FA23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03E38"/>
    <w:multiLevelType w:val="hybridMultilevel"/>
    <w:tmpl w:val="46A8FC08"/>
    <w:lvl w:ilvl="0" w:tplc="96188E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430D5"/>
    <w:multiLevelType w:val="hybridMultilevel"/>
    <w:tmpl w:val="5E7AFAA4"/>
    <w:lvl w:ilvl="0" w:tplc="E0E67E44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94F33"/>
    <w:multiLevelType w:val="hybridMultilevel"/>
    <w:tmpl w:val="E2A0B6C6"/>
    <w:lvl w:ilvl="0" w:tplc="28B65366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2463A"/>
    <w:multiLevelType w:val="hybridMultilevel"/>
    <w:tmpl w:val="40DC9DA4"/>
    <w:lvl w:ilvl="0" w:tplc="08B2D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42A09"/>
    <w:multiLevelType w:val="hybridMultilevel"/>
    <w:tmpl w:val="CB8A281E"/>
    <w:lvl w:ilvl="0" w:tplc="5A7A4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74FC"/>
    <w:multiLevelType w:val="hybridMultilevel"/>
    <w:tmpl w:val="61E05BF0"/>
    <w:lvl w:ilvl="0" w:tplc="276224A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7"/>
  </w:num>
  <w:num w:numId="5">
    <w:abstractNumId w:val="20"/>
  </w:num>
  <w:num w:numId="6">
    <w:abstractNumId w:val="14"/>
  </w:num>
  <w:num w:numId="7">
    <w:abstractNumId w:val="19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0"/>
  </w:num>
  <w:num w:numId="15">
    <w:abstractNumId w:val="10"/>
  </w:num>
  <w:num w:numId="16">
    <w:abstractNumId w:val="12"/>
  </w:num>
  <w:num w:numId="17">
    <w:abstractNumId w:val="21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33B07"/>
    <w:rsid w:val="000433A7"/>
    <w:rsid w:val="00055F17"/>
    <w:rsid w:val="000644DF"/>
    <w:rsid w:val="00094CFB"/>
    <w:rsid w:val="0009718C"/>
    <w:rsid w:val="000A35A6"/>
    <w:rsid w:val="000B1F23"/>
    <w:rsid w:val="000B27EF"/>
    <w:rsid w:val="000D33F1"/>
    <w:rsid w:val="000D4199"/>
    <w:rsid w:val="000D4363"/>
    <w:rsid w:val="001423E4"/>
    <w:rsid w:val="00165A27"/>
    <w:rsid w:val="00187D19"/>
    <w:rsid w:val="001976FF"/>
    <w:rsid w:val="001B151E"/>
    <w:rsid w:val="001C4CB3"/>
    <w:rsid w:val="001D2C8E"/>
    <w:rsid w:val="00205D9C"/>
    <w:rsid w:val="00216749"/>
    <w:rsid w:val="00234BB0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5FAE"/>
    <w:rsid w:val="002C5F0E"/>
    <w:rsid w:val="002C622D"/>
    <w:rsid w:val="002D4A3B"/>
    <w:rsid w:val="002D4ECD"/>
    <w:rsid w:val="002E4198"/>
    <w:rsid w:val="002E785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5C4D"/>
    <w:rsid w:val="003678D6"/>
    <w:rsid w:val="00370765"/>
    <w:rsid w:val="00370C60"/>
    <w:rsid w:val="00380D12"/>
    <w:rsid w:val="00381FDC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26EC5"/>
    <w:rsid w:val="00542A69"/>
    <w:rsid w:val="00546986"/>
    <w:rsid w:val="00561B34"/>
    <w:rsid w:val="00565B37"/>
    <w:rsid w:val="00575311"/>
    <w:rsid w:val="005765C8"/>
    <w:rsid w:val="00576C34"/>
    <w:rsid w:val="00577B0A"/>
    <w:rsid w:val="00577DCC"/>
    <w:rsid w:val="0059096F"/>
    <w:rsid w:val="005962F5"/>
    <w:rsid w:val="00597783"/>
    <w:rsid w:val="00597B32"/>
    <w:rsid w:val="005A10CC"/>
    <w:rsid w:val="005A2D7B"/>
    <w:rsid w:val="005C0708"/>
    <w:rsid w:val="005C48FE"/>
    <w:rsid w:val="005C6A58"/>
    <w:rsid w:val="005D187D"/>
    <w:rsid w:val="005D2076"/>
    <w:rsid w:val="005D2D11"/>
    <w:rsid w:val="005E0A81"/>
    <w:rsid w:val="005F1C91"/>
    <w:rsid w:val="00603750"/>
    <w:rsid w:val="006226AC"/>
    <w:rsid w:val="006378C9"/>
    <w:rsid w:val="006407B8"/>
    <w:rsid w:val="006427DE"/>
    <w:rsid w:val="00646474"/>
    <w:rsid w:val="00646FE3"/>
    <w:rsid w:val="00647352"/>
    <w:rsid w:val="0065270E"/>
    <w:rsid w:val="00653B5B"/>
    <w:rsid w:val="00657D31"/>
    <w:rsid w:val="00665927"/>
    <w:rsid w:val="0066654C"/>
    <w:rsid w:val="0066775E"/>
    <w:rsid w:val="006730AC"/>
    <w:rsid w:val="00681415"/>
    <w:rsid w:val="006972B0"/>
    <w:rsid w:val="006A6111"/>
    <w:rsid w:val="006B7819"/>
    <w:rsid w:val="006C1725"/>
    <w:rsid w:val="006E4C37"/>
    <w:rsid w:val="00711DB7"/>
    <w:rsid w:val="0071257D"/>
    <w:rsid w:val="007140A6"/>
    <w:rsid w:val="007223CF"/>
    <w:rsid w:val="00730ABE"/>
    <w:rsid w:val="007361E7"/>
    <w:rsid w:val="0075403B"/>
    <w:rsid w:val="007814AE"/>
    <w:rsid w:val="007869C5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597F"/>
    <w:rsid w:val="00966C42"/>
    <w:rsid w:val="00970A25"/>
    <w:rsid w:val="00972C69"/>
    <w:rsid w:val="0097572B"/>
    <w:rsid w:val="00987358"/>
    <w:rsid w:val="00993C09"/>
    <w:rsid w:val="009A2737"/>
    <w:rsid w:val="009A2E6C"/>
    <w:rsid w:val="009B0757"/>
    <w:rsid w:val="009E541B"/>
    <w:rsid w:val="009F33C0"/>
    <w:rsid w:val="009F3FAD"/>
    <w:rsid w:val="009F6A57"/>
    <w:rsid w:val="00A00B41"/>
    <w:rsid w:val="00A02054"/>
    <w:rsid w:val="00A02356"/>
    <w:rsid w:val="00A05A1B"/>
    <w:rsid w:val="00A1212D"/>
    <w:rsid w:val="00A27EBB"/>
    <w:rsid w:val="00A3066E"/>
    <w:rsid w:val="00A30F0F"/>
    <w:rsid w:val="00A31970"/>
    <w:rsid w:val="00A319D5"/>
    <w:rsid w:val="00A46D84"/>
    <w:rsid w:val="00A4742B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E4F65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366A"/>
    <w:rsid w:val="00B563B7"/>
    <w:rsid w:val="00B64EE2"/>
    <w:rsid w:val="00B93181"/>
    <w:rsid w:val="00BA59DD"/>
    <w:rsid w:val="00BA6E7E"/>
    <w:rsid w:val="00BB7884"/>
    <w:rsid w:val="00BC7A58"/>
    <w:rsid w:val="00BD4B9B"/>
    <w:rsid w:val="00BD551F"/>
    <w:rsid w:val="00BE2F0B"/>
    <w:rsid w:val="00BE3E13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61E92"/>
    <w:rsid w:val="00C76CA1"/>
    <w:rsid w:val="00C91FF0"/>
    <w:rsid w:val="00C92FF9"/>
    <w:rsid w:val="00CA113F"/>
    <w:rsid w:val="00CA19F1"/>
    <w:rsid w:val="00CA6B7D"/>
    <w:rsid w:val="00CB3514"/>
    <w:rsid w:val="00CB3F51"/>
    <w:rsid w:val="00CB4538"/>
    <w:rsid w:val="00CB7661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988"/>
    <w:rsid w:val="00D40BF8"/>
    <w:rsid w:val="00D410B7"/>
    <w:rsid w:val="00D452D1"/>
    <w:rsid w:val="00D55447"/>
    <w:rsid w:val="00D605EB"/>
    <w:rsid w:val="00D721CB"/>
    <w:rsid w:val="00D75B0C"/>
    <w:rsid w:val="00D76862"/>
    <w:rsid w:val="00D82E4B"/>
    <w:rsid w:val="00D866AA"/>
    <w:rsid w:val="00D9221F"/>
    <w:rsid w:val="00D97552"/>
    <w:rsid w:val="00DA5CE4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377D0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958E2"/>
    <w:rsid w:val="00EB662D"/>
    <w:rsid w:val="00EC7A33"/>
    <w:rsid w:val="00ED2A38"/>
    <w:rsid w:val="00ED7623"/>
    <w:rsid w:val="00EE591D"/>
    <w:rsid w:val="00EE6AF8"/>
    <w:rsid w:val="00EE7832"/>
    <w:rsid w:val="00EF332B"/>
    <w:rsid w:val="00EF359F"/>
    <w:rsid w:val="00EF6C94"/>
    <w:rsid w:val="00F06667"/>
    <w:rsid w:val="00F06ABE"/>
    <w:rsid w:val="00F36E3B"/>
    <w:rsid w:val="00F401DE"/>
    <w:rsid w:val="00F4042A"/>
    <w:rsid w:val="00F44454"/>
    <w:rsid w:val="00F44CFD"/>
    <w:rsid w:val="00F47299"/>
    <w:rsid w:val="00F50412"/>
    <w:rsid w:val="00F62306"/>
    <w:rsid w:val="00F73703"/>
    <w:rsid w:val="00F80C30"/>
    <w:rsid w:val="00F94AD7"/>
    <w:rsid w:val="00FA0A78"/>
    <w:rsid w:val="00FA23D2"/>
    <w:rsid w:val="00FA34DB"/>
    <w:rsid w:val="00FA4AD1"/>
    <w:rsid w:val="00FB3860"/>
    <w:rsid w:val="00FB7995"/>
    <w:rsid w:val="00FD0CB8"/>
    <w:rsid w:val="00FD4F49"/>
    <w:rsid w:val="00FD67EC"/>
    <w:rsid w:val="00FE1BD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3D4D5-6A8F-4BDB-9892-19863922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Молчанова Ольга Петровна</cp:lastModifiedBy>
  <cp:revision>2</cp:revision>
  <cp:lastPrinted>2021-05-07T06:12:00Z</cp:lastPrinted>
  <dcterms:created xsi:type="dcterms:W3CDTF">2021-05-31T08:04:00Z</dcterms:created>
  <dcterms:modified xsi:type="dcterms:W3CDTF">2021-05-31T08:04:00Z</dcterms:modified>
</cp:coreProperties>
</file>