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73BD" w:rsidTr="008373BD">
        <w:tc>
          <w:tcPr>
            <w:tcW w:w="426" w:type="dxa"/>
            <w:hideMark/>
          </w:tcPr>
          <w:p w:rsidR="008373BD" w:rsidRDefault="008373BD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73BD" w:rsidRDefault="008373B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28.04.2015</w:t>
            </w:r>
          </w:p>
        </w:tc>
        <w:tc>
          <w:tcPr>
            <w:tcW w:w="4111" w:type="dxa"/>
          </w:tcPr>
          <w:p w:rsidR="008373BD" w:rsidRDefault="008373B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373BD" w:rsidRDefault="008373B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73BD" w:rsidRDefault="008373B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16</w:t>
            </w:r>
            <w:bookmarkStart w:id="0" w:name="_GoBack"/>
            <w:bookmarkEnd w:id="0"/>
          </w:p>
        </w:tc>
      </w:tr>
    </w:tbl>
    <w:p w:rsidR="00F03CE3" w:rsidRDefault="00F03CE3" w:rsidP="00F03CE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F03CE3" w:rsidRDefault="00F03CE3" w:rsidP="00F03CE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F03CE3" w:rsidRDefault="00F03CE3" w:rsidP="00F03CE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2E71E9" w:rsidRPr="00155A84" w:rsidRDefault="002E71E9" w:rsidP="00F03CE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155A84">
        <w:rPr>
          <w:szCs w:val="28"/>
        </w:rPr>
        <w:t xml:space="preserve">О проекте закона Ярославской области </w:t>
      </w:r>
    </w:p>
    <w:p w:rsidR="002E71E9" w:rsidRDefault="002E71E9" w:rsidP="00F03CE3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357674">
        <w:rPr>
          <w:b w:val="0"/>
          <w:sz w:val="28"/>
          <w:szCs w:val="28"/>
        </w:rPr>
        <w:t xml:space="preserve">О внесении изменения в статью 1 </w:t>
      </w:r>
    </w:p>
    <w:p w:rsidR="002E71E9" w:rsidRPr="00357674" w:rsidRDefault="002E71E9" w:rsidP="00F03CE3">
      <w:pPr>
        <w:pStyle w:val="2"/>
        <w:jc w:val="left"/>
        <w:rPr>
          <w:b w:val="0"/>
          <w:sz w:val="28"/>
          <w:szCs w:val="28"/>
        </w:rPr>
      </w:pPr>
      <w:r w:rsidRPr="00357674">
        <w:rPr>
          <w:b w:val="0"/>
          <w:sz w:val="28"/>
          <w:szCs w:val="28"/>
        </w:rPr>
        <w:t>Закона Ярославской области</w:t>
      </w:r>
    </w:p>
    <w:p w:rsidR="002E71E9" w:rsidRDefault="002E71E9" w:rsidP="00F03CE3">
      <w:pPr>
        <w:pStyle w:val="21"/>
        <w:spacing w:line="240" w:lineRule="auto"/>
        <w:ind w:firstLine="0"/>
        <w:rPr>
          <w:szCs w:val="28"/>
        </w:rPr>
      </w:pPr>
      <w:r w:rsidRPr="00357674">
        <w:rPr>
          <w:szCs w:val="28"/>
        </w:rPr>
        <w:t xml:space="preserve">«Об Уполномоченном по правам </w:t>
      </w:r>
    </w:p>
    <w:p w:rsidR="002E71E9" w:rsidRPr="00357674" w:rsidRDefault="002E71E9" w:rsidP="00F03CE3">
      <w:pPr>
        <w:pStyle w:val="21"/>
        <w:spacing w:line="240" w:lineRule="auto"/>
        <w:ind w:firstLine="0"/>
        <w:rPr>
          <w:szCs w:val="28"/>
        </w:rPr>
      </w:pPr>
      <w:r w:rsidRPr="00357674">
        <w:rPr>
          <w:szCs w:val="28"/>
        </w:rPr>
        <w:t>ребенка в Ярославской области»</w:t>
      </w:r>
    </w:p>
    <w:p w:rsidR="00F33BD8" w:rsidRDefault="00F33BD8" w:rsidP="00F03CE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Default="0075775F" w:rsidP="00F03CE3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F03CE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03CE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F03CE3">
      <w:pPr>
        <w:contextualSpacing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BB5C8A" w:rsidRDefault="00E102FF" w:rsidP="00F03CE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F4036" w:rsidRDefault="00E102FF" w:rsidP="00F03CE3">
      <w:pPr>
        <w:ind w:firstLine="709"/>
        <w:contextualSpacing/>
        <w:jc w:val="both"/>
        <w:rPr>
          <w:sz w:val="28"/>
          <w:szCs w:val="28"/>
        </w:rPr>
      </w:pPr>
      <w:r w:rsidRPr="004F4036">
        <w:rPr>
          <w:sz w:val="28"/>
          <w:szCs w:val="28"/>
        </w:rPr>
        <w:t xml:space="preserve">Принять </w:t>
      </w:r>
      <w:r w:rsidR="00C54C50" w:rsidRPr="004F4036">
        <w:rPr>
          <w:sz w:val="28"/>
          <w:szCs w:val="28"/>
        </w:rPr>
        <w:t>в первом чтении п</w:t>
      </w:r>
      <w:r w:rsidR="00F32960" w:rsidRPr="004F4036">
        <w:rPr>
          <w:sz w:val="28"/>
          <w:szCs w:val="28"/>
        </w:rPr>
        <w:t>роект закона Ярославской</w:t>
      </w:r>
      <w:r w:rsidR="00951A52">
        <w:rPr>
          <w:sz w:val="28"/>
          <w:szCs w:val="28"/>
        </w:rPr>
        <w:t xml:space="preserve"> области</w:t>
      </w:r>
      <w:r w:rsidR="00F32960" w:rsidRPr="004F4036">
        <w:rPr>
          <w:sz w:val="28"/>
          <w:szCs w:val="28"/>
        </w:rPr>
        <w:t xml:space="preserve"> </w:t>
      </w:r>
      <w:r w:rsidR="002E71E9" w:rsidRPr="00357674">
        <w:rPr>
          <w:sz w:val="28"/>
          <w:szCs w:val="28"/>
        </w:rPr>
        <w:t>«О вн</w:t>
      </w:r>
      <w:r w:rsidR="002E71E9" w:rsidRPr="00357674">
        <w:rPr>
          <w:sz w:val="28"/>
          <w:szCs w:val="28"/>
        </w:rPr>
        <w:t>е</w:t>
      </w:r>
      <w:r w:rsidR="002E71E9" w:rsidRPr="00357674">
        <w:rPr>
          <w:sz w:val="28"/>
          <w:szCs w:val="28"/>
        </w:rPr>
        <w:t>сении изменения в статью 1 Закона Ярославской области</w:t>
      </w:r>
      <w:r w:rsidR="002E71E9">
        <w:rPr>
          <w:sz w:val="28"/>
          <w:szCs w:val="28"/>
        </w:rPr>
        <w:t xml:space="preserve"> </w:t>
      </w:r>
      <w:r w:rsidR="002E71E9" w:rsidRPr="00357674">
        <w:rPr>
          <w:sz w:val="28"/>
          <w:szCs w:val="28"/>
        </w:rPr>
        <w:t>«Об Уполномоче</w:t>
      </w:r>
      <w:r w:rsidR="002E71E9" w:rsidRPr="00357674">
        <w:rPr>
          <w:sz w:val="28"/>
          <w:szCs w:val="28"/>
        </w:rPr>
        <w:t>н</w:t>
      </w:r>
      <w:r w:rsidR="002E71E9" w:rsidRPr="00357674">
        <w:rPr>
          <w:sz w:val="28"/>
          <w:szCs w:val="28"/>
        </w:rPr>
        <w:t>ном по правам ребенка в Ярославской области»</w:t>
      </w:r>
      <w:r w:rsidR="00573771" w:rsidRPr="004F4036">
        <w:rPr>
          <w:sz w:val="28"/>
          <w:szCs w:val="28"/>
        </w:rPr>
        <w:t>,</w:t>
      </w:r>
      <w:r w:rsidR="00573771" w:rsidRPr="004F4036">
        <w:rPr>
          <w:bCs/>
          <w:sz w:val="28"/>
          <w:szCs w:val="28"/>
        </w:rPr>
        <w:t xml:space="preserve"> </w:t>
      </w:r>
      <w:r w:rsidR="00573771" w:rsidRPr="004F4036">
        <w:rPr>
          <w:iCs/>
          <w:sz w:val="28"/>
          <w:szCs w:val="28"/>
        </w:rPr>
        <w:t>внесенный Губернатором Ярославской области</w:t>
      </w:r>
      <w:r w:rsidR="00F33BD8" w:rsidRPr="004F4036">
        <w:rPr>
          <w:iCs/>
          <w:sz w:val="28"/>
          <w:szCs w:val="28"/>
        </w:rPr>
        <w:t>.</w:t>
      </w:r>
    </w:p>
    <w:p w:rsidR="00B827E8" w:rsidRPr="00126599" w:rsidRDefault="00B827E8" w:rsidP="00F03CE3">
      <w:pPr>
        <w:contextualSpacing/>
        <w:jc w:val="both"/>
        <w:rPr>
          <w:sz w:val="28"/>
        </w:rPr>
      </w:pPr>
    </w:p>
    <w:p w:rsidR="002170BF" w:rsidRPr="005D4226" w:rsidRDefault="002170BF" w:rsidP="00F03CE3">
      <w:pPr>
        <w:contextualSpacing/>
        <w:jc w:val="both"/>
        <w:rPr>
          <w:sz w:val="28"/>
        </w:rPr>
      </w:pPr>
    </w:p>
    <w:p w:rsidR="00664A29" w:rsidRPr="005D4226" w:rsidRDefault="00664A29" w:rsidP="00F03CE3">
      <w:pPr>
        <w:contextualSpacing/>
        <w:jc w:val="both"/>
        <w:rPr>
          <w:sz w:val="28"/>
        </w:rPr>
      </w:pPr>
    </w:p>
    <w:p w:rsidR="003A3A66" w:rsidRDefault="003A3A66" w:rsidP="00F03CE3">
      <w:pPr>
        <w:rPr>
          <w:sz w:val="28"/>
        </w:rPr>
      </w:pPr>
      <w:r>
        <w:rPr>
          <w:sz w:val="28"/>
        </w:rPr>
        <w:t>Заместитель Председателя</w:t>
      </w:r>
    </w:p>
    <w:p w:rsidR="00E102FF" w:rsidRDefault="003A3A66" w:rsidP="00F03CE3"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="00F03CE3">
        <w:t xml:space="preserve">          </w:t>
      </w:r>
      <w:r>
        <w:rPr>
          <w:sz w:val="28"/>
          <w:szCs w:val="28"/>
        </w:rPr>
        <w:t>И.В. Осипов</w:t>
      </w:r>
    </w:p>
    <w:sectPr w:rsidR="00E102FF" w:rsidSect="00F03CE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0EB" w:rsidRDefault="006E00EB">
      <w:r>
        <w:separator/>
      </w:r>
    </w:p>
  </w:endnote>
  <w:endnote w:type="continuationSeparator" w:id="0">
    <w:p w:rsidR="006E00EB" w:rsidRDefault="006E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0EB" w:rsidRDefault="006E00EB">
      <w:r>
        <w:separator/>
      </w:r>
    </w:p>
  </w:footnote>
  <w:footnote w:type="continuationSeparator" w:id="0">
    <w:p w:rsidR="006E00EB" w:rsidRDefault="006E0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3A2D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E71E9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A3A66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661B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3F80"/>
    <w:rsid w:val="00546E7B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E00EB"/>
    <w:rsid w:val="006F3DC0"/>
    <w:rsid w:val="00700E76"/>
    <w:rsid w:val="00713C79"/>
    <w:rsid w:val="00720DBB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373BD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D35FB"/>
    <w:rsid w:val="008E6CB0"/>
    <w:rsid w:val="008F54E2"/>
    <w:rsid w:val="009123C4"/>
    <w:rsid w:val="00936997"/>
    <w:rsid w:val="00942B4C"/>
    <w:rsid w:val="00951A52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43A2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03CE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4E380-4815-404A-A361-22EB4546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39</cp:revision>
  <cp:lastPrinted>2013-11-12T12:49:00Z</cp:lastPrinted>
  <dcterms:created xsi:type="dcterms:W3CDTF">2013-10-30T12:49:00Z</dcterms:created>
  <dcterms:modified xsi:type="dcterms:W3CDTF">2015-04-30T06:27:00Z</dcterms:modified>
</cp:coreProperties>
</file>