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410E4A" w:rsidRPr="00C51D01" w:rsidTr="00C51D01">
        <w:tc>
          <w:tcPr>
            <w:tcW w:w="709" w:type="dxa"/>
          </w:tcPr>
          <w:p w:rsidR="00410E4A" w:rsidRPr="00C51D01" w:rsidRDefault="00410E4A" w:rsidP="00C51D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C51D01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10E4A" w:rsidRPr="00C51D01" w:rsidRDefault="00410E4A" w:rsidP="00C51D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C51D01">
              <w:rPr>
                <w:rFonts w:ascii="Times New Roman" w:hAnsi="Times New Roman"/>
                <w:sz w:val="28"/>
              </w:rPr>
              <w:t>25.10.2011</w:t>
            </w:r>
          </w:p>
        </w:tc>
        <w:tc>
          <w:tcPr>
            <w:tcW w:w="3260" w:type="dxa"/>
          </w:tcPr>
          <w:p w:rsidR="00410E4A" w:rsidRPr="00C51D01" w:rsidRDefault="00410E4A" w:rsidP="00C51D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410E4A" w:rsidRPr="00C51D01" w:rsidRDefault="00410E4A" w:rsidP="00C51D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C51D01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10E4A" w:rsidRPr="00C51D01" w:rsidRDefault="00410E4A" w:rsidP="00C51D0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C51D01">
              <w:rPr>
                <w:rFonts w:ascii="Times New Roman" w:hAnsi="Times New Roman"/>
                <w:sz w:val="28"/>
              </w:rPr>
              <w:t>166</w:t>
            </w:r>
          </w:p>
        </w:tc>
      </w:tr>
    </w:tbl>
    <w:p w:rsidR="00410E4A" w:rsidRPr="00C51D01" w:rsidRDefault="00410E4A" w:rsidP="00C51D0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10E4A" w:rsidRPr="00C51D01" w:rsidRDefault="00410E4A" w:rsidP="00C51D0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10E4A" w:rsidRPr="00C51D01" w:rsidRDefault="00410E4A" w:rsidP="00C51D0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10E4A" w:rsidRPr="00C51D01" w:rsidRDefault="00410E4A" w:rsidP="00C51D0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1D01">
        <w:rPr>
          <w:rFonts w:ascii="Times New Roman" w:hAnsi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410E4A" w:rsidRPr="00C51D01" w:rsidRDefault="00410E4A" w:rsidP="00C51D01">
      <w:pPr>
        <w:widowControl w:val="0"/>
        <w:spacing w:after="0" w:line="240" w:lineRule="auto"/>
        <w:jc w:val="both"/>
        <w:rPr>
          <w:rFonts w:ascii="Times New Roman" w:hAnsi="Times New Roman"/>
          <w:spacing w:val="-5"/>
          <w:sz w:val="28"/>
          <w:szCs w:val="20"/>
          <w:lang w:eastAsia="ru-RU"/>
        </w:rPr>
      </w:pPr>
      <w:r w:rsidRPr="00C51D01">
        <w:rPr>
          <w:rFonts w:ascii="Times New Roman" w:hAnsi="Times New Roman"/>
          <w:spacing w:val="-5"/>
          <w:sz w:val="28"/>
          <w:szCs w:val="20"/>
          <w:lang w:eastAsia="ru-RU"/>
        </w:rPr>
        <w:t xml:space="preserve">«О внесении изменений в законодательные </w:t>
      </w:r>
    </w:p>
    <w:p w:rsidR="00410E4A" w:rsidRPr="00C51D01" w:rsidRDefault="00410E4A" w:rsidP="00C51D01">
      <w:pPr>
        <w:widowControl w:val="0"/>
        <w:spacing w:after="0" w:line="240" w:lineRule="auto"/>
        <w:jc w:val="both"/>
        <w:rPr>
          <w:rFonts w:ascii="Times New Roman" w:hAnsi="Times New Roman"/>
          <w:spacing w:val="-5"/>
          <w:sz w:val="28"/>
          <w:szCs w:val="20"/>
          <w:lang w:eastAsia="ru-RU"/>
        </w:rPr>
      </w:pPr>
      <w:r w:rsidRPr="00C51D01">
        <w:rPr>
          <w:rFonts w:ascii="Times New Roman" w:hAnsi="Times New Roman"/>
          <w:spacing w:val="-5"/>
          <w:sz w:val="28"/>
          <w:szCs w:val="20"/>
          <w:lang w:eastAsia="ru-RU"/>
        </w:rPr>
        <w:t xml:space="preserve">акты Ярославской области по вопросам </w:t>
      </w:r>
    </w:p>
    <w:p w:rsidR="00410E4A" w:rsidRPr="00C51D01" w:rsidRDefault="00410E4A" w:rsidP="00C51D01">
      <w:pPr>
        <w:widowControl w:val="0"/>
        <w:spacing w:after="0" w:line="240" w:lineRule="auto"/>
        <w:jc w:val="both"/>
        <w:rPr>
          <w:rFonts w:ascii="Times New Roman" w:hAnsi="Times New Roman"/>
          <w:spacing w:val="-5"/>
          <w:sz w:val="28"/>
          <w:szCs w:val="20"/>
          <w:lang w:eastAsia="ru-RU"/>
        </w:rPr>
      </w:pPr>
      <w:r w:rsidRPr="00C51D01">
        <w:rPr>
          <w:rFonts w:ascii="Times New Roman" w:hAnsi="Times New Roman"/>
          <w:spacing w:val="-5"/>
          <w:sz w:val="28"/>
          <w:szCs w:val="20"/>
          <w:lang w:eastAsia="ru-RU"/>
        </w:rPr>
        <w:t xml:space="preserve">приватизации государственного имущества, </w:t>
      </w:r>
    </w:p>
    <w:p w:rsidR="00410E4A" w:rsidRDefault="00410E4A" w:rsidP="008050ED">
      <w:pPr>
        <w:widowControl w:val="0"/>
        <w:spacing w:after="0" w:line="240" w:lineRule="auto"/>
        <w:jc w:val="both"/>
        <w:rPr>
          <w:rFonts w:ascii="Times New Roman" w:hAnsi="Times New Roman"/>
          <w:spacing w:val="-5"/>
          <w:sz w:val="28"/>
          <w:szCs w:val="20"/>
          <w:lang w:eastAsia="ru-RU"/>
        </w:rPr>
      </w:pPr>
      <w:r>
        <w:rPr>
          <w:rFonts w:ascii="Times New Roman" w:hAnsi="Times New Roman"/>
          <w:spacing w:val="-5"/>
          <w:sz w:val="28"/>
          <w:szCs w:val="20"/>
          <w:lang w:eastAsia="ru-RU"/>
        </w:rPr>
        <w:t>находящегося в собственности</w:t>
      </w:r>
      <w:r w:rsidRPr="00205ED0">
        <w:rPr>
          <w:rFonts w:ascii="Times New Roman" w:hAnsi="Times New Roman"/>
          <w:spacing w:val="-5"/>
          <w:sz w:val="28"/>
          <w:szCs w:val="20"/>
          <w:lang w:eastAsia="ru-RU"/>
        </w:rPr>
        <w:t xml:space="preserve"> </w:t>
      </w:r>
    </w:p>
    <w:p w:rsidR="00410E4A" w:rsidRPr="00B93A84" w:rsidRDefault="00410E4A" w:rsidP="008050ED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205ED0">
        <w:rPr>
          <w:rFonts w:ascii="Times New Roman" w:hAnsi="Times New Roman"/>
          <w:spacing w:val="-5"/>
          <w:sz w:val="28"/>
          <w:szCs w:val="20"/>
          <w:lang w:eastAsia="ru-RU"/>
        </w:rPr>
        <w:t>Ярославской области»</w:t>
      </w:r>
    </w:p>
    <w:p w:rsidR="00410E4A" w:rsidRPr="00B93A84" w:rsidRDefault="00410E4A" w:rsidP="008050E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410E4A" w:rsidRDefault="00410E4A" w:rsidP="008050E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410E4A" w:rsidRPr="00B93A84" w:rsidRDefault="00410E4A" w:rsidP="008050E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410E4A" w:rsidRPr="00B93A84" w:rsidRDefault="00410E4A" w:rsidP="008050E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410E4A" w:rsidRPr="00B93A84" w:rsidRDefault="00410E4A" w:rsidP="008050ED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410E4A" w:rsidRPr="00B93A84" w:rsidRDefault="00410E4A" w:rsidP="008050ED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410E4A" w:rsidRPr="00CA7BD6" w:rsidRDefault="00410E4A" w:rsidP="008050E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7BD6">
        <w:rPr>
          <w:rFonts w:ascii="Times New Roman" w:hAnsi="Times New Roman"/>
          <w:sz w:val="28"/>
          <w:szCs w:val="28"/>
        </w:rPr>
        <w:t xml:space="preserve">Принять в первом чтении проект закона Ярославской области </w:t>
      </w:r>
      <w:r w:rsidRPr="00205ED0">
        <w:rPr>
          <w:rFonts w:ascii="Times New Roman" w:hAnsi="Times New Roman"/>
          <w:spacing w:val="-5"/>
          <w:sz w:val="28"/>
          <w:szCs w:val="20"/>
          <w:lang w:eastAsia="ru-RU"/>
        </w:rPr>
        <w:t>«</w:t>
      </w:r>
      <w:r>
        <w:rPr>
          <w:rFonts w:ascii="Times New Roman" w:hAnsi="Times New Roman"/>
          <w:spacing w:val="-5"/>
          <w:sz w:val="28"/>
          <w:szCs w:val="20"/>
          <w:lang w:eastAsia="ru-RU"/>
        </w:rPr>
        <w:t>О вн</w:t>
      </w:r>
      <w:r>
        <w:rPr>
          <w:rFonts w:ascii="Times New Roman" w:hAnsi="Times New Roman"/>
          <w:spacing w:val="-5"/>
          <w:sz w:val="28"/>
          <w:szCs w:val="20"/>
          <w:lang w:eastAsia="ru-RU"/>
        </w:rPr>
        <w:t>е</w:t>
      </w:r>
      <w:r>
        <w:rPr>
          <w:rFonts w:ascii="Times New Roman" w:hAnsi="Times New Roman"/>
          <w:spacing w:val="-5"/>
          <w:sz w:val="28"/>
          <w:szCs w:val="20"/>
          <w:lang w:eastAsia="ru-RU"/>
        </w:rPr>
        <w:t>сении изменений в законодательные акты Ярославской области по вопросам приватизации государственного имущества, находящегося в собственности</w:t>
      </w:r>
      <w:r w:rsidRPr="00205ED0">
        <w:rPr>
          <w:rFonts w:ascii="Times New Roman" w:hAnsi="Times New Roman"/>
          <w:spacing w:val="-5"/>
          <w:sz w:val="28"/>
          <w:szCs w:val="20"/>
          <w:lang w:eastAsia="ru-RU"/>
        </w:rPr>
        <w:t xml:space="preserve"> Яр</w:t>
      </w:r>
      <w:r w:rsidRPr="00205ED0">
        <w:rPr>
          <w:rFonts w:ascii="Times New Roman" w:hAnsi="Times New Roman"/>
          <w:spacing w:val="-5"/>
          <w:sz w:val="28"/>
          <w:szCs w:val="20"/>
          <w:lang w:eastAsia="ru-RU"/>
        </w:rPr>
        <w:t>о</w:t>
      </w:r>
      <w:r w:rsidRPr="00205ED0">
        <w:rPr>
          <w:rFonts w:ascii="Times New Roman" w:hAnsi="Times New Roman"/>
          <w:spacing w:val="-5"/>
          <w:sz w:val="28"/>
          <w:szCs w:val="20"/>
          <w:lang w:eastAsia="ru-RU"/>
        </w:rPr>
        <w:t>славской области»</w:t>
      </w:r>
      <w:r w:rsidRPr="00CA7BD6">
        <w:rPr>
          <w:rFonts w:ascii="Times New Roman" w:hAnsi="Times New Roman"/>
          <w:sz w:val="28"/>
          <w:szCs w:val="28"/>
        </w:rPr>
        <w:t xml:space="preserve">, внесенный Губернатором Ярославской области. </w:t>
      </w:r>
    </w:p>
    <w:p w:rsidR="00410E4A" w:rsidRPr="00B93A84" w:rsidRDefault="00410E4A" w:rsidP="008050E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410E4A" w:rsidRPr="00B93A84" w:rsidRDefault="00410E4A" w:rsidP="008050E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410E4A" w:rsidRPr="00B93A84" w:rsidRDefault="00410E4A" w:rsidP="008050E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410E4A" w:rsidRPr="00B93A84" w:rsidRDefault="00410E4A" w:rsidP="008050E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410E4A" w:rsidRPr="00B93A84" w:rsidRDefault="00410E4A" w:rsidP="008050ED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Ярославской областной Думы                                                         В.В. Рогоцкий</w:t>
      </w:r>
    </w:p>
    <w:p w:rsidR="00410E4A" w:rsidRPr="00B93A84" w:rsidRDefault="00410E4A" w:rsidP="008050ED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410E4A" w:rsidRPr="00B93A84" w:rsidRDefault="00410E4A" w:rsidP="008050ED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410E4A" w:rsidRPr="00B93A84" w:rsidRDefault="00410E4A" w:rsidP="008050ED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410E4A" w:rsidRPr="00B93A84" w:rsidRDefault="00410E4A" w:rsidP="008050ED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410E4A" w:rsidRPr="00B93A84" w:rsidRDefault="00410E4A" w:rsidP="008050ED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410E4A" w:rsidRDefault="00410E4A" w:rsidP="008050ED"/>
    <w:p w:rsidR="00410E4A" w:rsidRDefault="00410E4A" w:rsidP="008050ED"/>
    <w:p w:rsidR="00410E4A" w:rsidRPr="00094A4B" w:rsidRDefault="00410E4A" w:rsidP="008050ED"/>
    <w:p w:rsidR="00410E4A" w:rsidRPr="008050ED" w:rsidRDefault="00410E4A" w:rsidP="008050ED"/>
    <w:sectPr w:rsidR="00410E4A" w:rsidRPr="008050ED" w:rsidSect="009C4BD0">
      <w:pgSz w:w="11906" w:h="16838"/>
      <w:pgMar w:top="396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10DD"/>
    <w:rsid w:val="00012408"/>
    <w:rsid w:val="0001540A"/>
    <w:rsid w:val="00016A33"/>
    <w:rsid w:val="000203F3"/>
    <w:rsid w:val="00032F4B"/>
    <w:rsid w:val="00043868"/>
    <w:rsid w:val="0005216E"/>
    <w:rsid w:val="00062939"/>
    <w:rsid w:val="00094A4B"/>
    <w:rsid w:val="000A5D77"/>
    <w:rsid w:val="000C387B"/>
    <w:rsid w:val="000D2FFA"/>
    <w:rsid w:val="00103045"/>
    <w:rsid w:val="00106FDD"/>
    <w:rsid w:val="001102B7"/>
    <w:rsid w:val="001145D2"/>
    <w:rsid w:val="00134A5B"/>
    <w:rsid w:val="0018510B"/>
    <w:rsid w:val="0018731E"/>
    <w:rsid w:val="001C5DAF"/>
    <w:rsid w:val="001C6259"/>
    <w:rsid w:val="001D5252"/>
    <w:rsid w:val="001F55AE"/>
    <w:rsid w:val="002021B5"/>
    <w:rsid w:val="00205ED0"/>
    <w:rsid w:val="00222047"/>
    <w:rsid w:val="002310BB"/>
    <w:rsid w:val="002926A2"/>
    <w:rsid w:val="002C168D"/>
    <w:rsid w:val="002C5BB7"/>
    <w:rsid w:val="002E5321"/>
    <w:rsid w:val="00301265"/>
    <w:rsid w:val="00345CD1"/>
    <w:rsid w:val="003A476B"/>
    <w:rsid w:val="003C1336"/>
    <w:rsid w:val="003D24C1"/>
    <w:rsid w:val="003E2092"/>
    <w:rsid w:val="004016D7"/>
    <w:rsid w:val="00402C83"/>
    <w:rsid w:val="00410AAD"/>
    <w:rsid w:val="00410E4A"/>
    <w:rsid w:val="004674BC"/>
    <w:rsid w:val="0047085B"/>
    <w:rsid w:val="00480FBA"/>
    <w:rsid w:val="00487FE0"/>
    <w:rsid w:val="00492C40"/>
    <w:rsid w:val="004930BF"/>
    <w:rsid w:val="004B32B7"/>
    <w:rsid w:val="004B5481"/>
    <w:rsid w:val="004D7122"/>
    <w:rsid w:val="004E7CBC"/>
    <w:rsid w:val="00511085"/>
    <w:rsid w:val="00573656"/>
    <w:rsid w:val="0057589D"/>
    <w:rsid w:val="005B781D"/>
    <w:rsid w:val="005D03D1"/>
    <w:rsid w:val="005E1CE0"/>
    <w:rsid w:val="00605198"/>
    <w:rsid w:val="006643AF"/>
    <w:rsid w:val="006943F3"/>
    <w:rsid w:val="006A4032"/>
    <w:rsid w:val="006D1F6A"/>
    <w:rsid w:val="006D627C"/>
    <w:rsid w:val="007279BC"/>
    <w:rsid w:val="00731FFA"/>
    <w:rsid w:val="007B3846"/>
    <w:rsid w:val="007C42C7"/>
    <w:rsid w:val="007D330F"/>
    <w:rsid w:val="007E19BF"/>
    <w:rsid w:val="007F7D42"/>
    <w:rsid w:val="008000D4"/>
    <w:rsid w:val="008050ED"/>
    <w:rsid w:val="008463FD"/>
    <w:rsid w:val="00856B06"/>
    <w:rsid w:val="00882AE6"/>
    <w:rsid w:val="008D5443"/>
    <w:rsid w:val="008F4D70"/>
    <w:rsid w:val="009B785D"/>
    <w:rsid w:val="009C4BD0"/>
    <w:rsid w:val="009D099B"/>
    <w:rsid w:val="009F38AA"/>
    <w:rsid w:val="00A05C5A"/>
    <w:rsid w:val="00A06ABF"/>
    <w:rsid w:val="00A334E8"/>
    <w:rsid w:val="00A6072F"/>
    <w:rsid w:val="00A8613D"/>
    <w:rsid w:val="00AC0553"/>
    <w:rsid w:val="00AC3E73"/>
    <w:rsid w:val="00B16308"/>
    <w:rsid w:val="00B21BC0"/>
    <w:rsid w:val="00B416B6"/>
    <w:rsid w:val="00B54B0A"/>
    <w:rsid w:val="00B62F94"/>
    <w:rsid w:val="00B71ACA"/>
    <w:rsid w:val="00B83B8F"/>
    <w:rsid w:val="00B93A84"/>
    <w:rsid w:val="00BC1741"/>
    <w:rsid w:val="00BD3D82"/>
    <w:rsid w:val="00BD65F9"/>
    <w:rsid w:val="00BD6AAE"/>
    <w:rsid w:val="00BF29C0"/>
    <w:rsid w:val="00C34C1C"/>
    <w:rsid w:val="00C42084"/>
    <w:rsid w:val="00C51D01"/>
    <w:rsid w:val="00C566B6"/>
    <w:rsid w:val="00C65249"/>
    <w:rsid w:val="00C8477C"/>
    <w:rsid w:val="00C910DD"/>
    <w:rsid w:val="00CA7BD6"/>
    <w:rsid w:val="00CD44A9"/>
    <w:rsid w:val="00D34893"/>
    <w:rsid w:val="00D37E44"/>
    <w:rsid w:val="00D63F5E"/>
    <w:rsid w:val="00D66CAA"/>
    <w:rsid w:val="00D774BE"/>
    <w:rsid w:val="00D81010"/>
    <w:rsid w:val="00D861B4"/>
    <w:rsid w:val="00D91382"/>
    <w:rsid w:val="00DA50F6"/>
    <w:rsid w:val="00DB1E95"/>
    <w:rsid w:val="00DB7D33"/>
    <w:rsid w:val="00DC0582"/>
    <w:rsid w:val="00DC767C"/>
    <w:rsid w:val="00E427E2"/>
    <w:rsid w:val="00E42F55"/>
    <w:rsid w:val="00E51266"/>
    <w:rsid w:val="00EB00AD"/>
    <w:rsid w:val="00EC4100"/>
    <w:rsid w:val="00EC64B2"/>
    <w:rsid w:val="00EC6943"/>
    <w:rsid w:val="00ED4ABC"/>
    <w:rsid w:val="00EE48A4"/>
    <w:rsid w:val="00F35689"/>
    <w:rsid w:val="00F502C0"/>
    <w:rsid w:val="00F57620"/>
    <w:rsid w:val="00FA05EA"/>
    <w:rsid w:val="00FA40F2"/>
    <w:rsid w:val="00FC10A2"/>
    <w:rsid w:val="00FC2E05"/>
    <w:rsid w:val="00FD112B"/>
    <w:rsid w:val="00FD2402"/>
    <w:rsid w:val="00FD7D6A"/>
    <w:rsid w:val="00FE5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0E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80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913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101</Words>
  <Characters>582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6</cp:revision>
  <dcterms:created xsi:type="dcterms:W3CDTF">2011-10-10T09:13:00Z</dcterms:created>
  <dcterms:modified xsi:type="dcterms:W3CDTF">2011-10-28T05:48:00Z</dcterms:modified>
</cp:coreProperties>
</file>