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4111"/>
        <w:gridCol w:w="425"/>
        <w:gridCol w:w="1843"/>
      </w:tblGrid>
      <w:tr w:rsidR="00A8407F" w:rsidTr="000A7773">
        <w:tc>
          <w:tcPr>
            <w:tcW w:w="709" w:type="dxa"/>
            <w:hideMark/>
          </w:tcPr>
          <w:p w:rsidR="00A8407F" w:rsidRDefault="00A8407F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8407F" w:rsidRDefault="00A8407F" w:rsidP="000A7773">
            <w:pPr>
              <w:jc w:val="both"/>
              <w:rPr>
                <w:sz w:val="28"/>
              </w:rPr>
            </w:pPr>
            <w:r>
              <w:rPr>
                <w:sz w:val="28"/>
              </w:rPr>
              <w:t>25.03.2014</w:t>
            </w:r>
          </w:p>
        </w:tc>
        <w:tc>
          <w:tcPr>
            <w:tcW w:w="4111" w:type="dxa"/>
          </w:tcPr>
          <w:p w:rsidR="00A8407F" w:rsidRDefault="00A8407F" w:rsidP="000A7773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425" w:type="dxa"/>
            <w:hideMark/>
          </w:tcPr>
          <w:p w:rsidR="00A8407F" w:rsidRDefault="00A8407F" w:rsidP="000A7773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A8407F" w:rsidRDefault="00A8407F" w:rsidP="000A7773">
            <w:pPr>
              <w:widowControl w:val="0"/>
              <w:ind w:left="175"/>
              <w:jc w:val="both"/>
              <w:rPr>
                <w:sz w:val="28"/>
              </w:rPr>
            </w:pPr>
            <w:r>
              <w:rPr>
                <w:sz w:val="28"/>
              </w:rPr>
              <w:t>46</w:t>
            </w:r>
            <w:bookmarkStart w:id="0" w:name="_GoBack"/>
            <w:bookmarkEnd w:id="0"/>
          </w:p>
        </w:tc>
      </w:tr>
    </w:tbl>
    <w:p w:rsidR="00820295" w:rsidRPr="00820295" w:rsidRDefault="00820295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20295" w:rsidRPr="00820295" w:rsidRDefault="00820295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820295" w:rsidRPr="00820295" w:rsidRDefault="00820295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534B3" w:rsidRPr="00820295" w:rsidRDefault="004534B3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0295">
        <w:rPr>
          <w:sz w:val="28"/>
          <w:szCs w:val="28"/>
        </w:rPr>
        <w:t xml:space="preserve">О </w:t>
      </w:r>
      <w:r w:rsidRPr="00820295">
        <w:rPr>
          <w:color w:val="000000"/>
          <w:sz w:val="28"/>
          <w:szCs w:val="28"/>
        </w:rPr>
        <w:t>Законе</w:t>
      </w:r>
      <w:r w:rsidRPr="00820295">
        <w:rPr>
          <w:sz w:val="28"/>
          <w:szCs w:val="28"/>
        </w:rPr>
        <w:t xml:space="preserve"> Ярославской области </w:t>
      </w:r>
    </w:p>
    <w:p w:rsidR="004534B3" w:rsidRPr="00820295" w:rsidRDefault="004534B3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0295">
        <w:rPr>
          <w:sz w:val="28"/>
          <w:szCs w:val="28"/>
        </w:rPr>
        <w:t xml:space="preserve">«О внесении изменений в Закон </w:t>
      </w:r>
    </w:p>
    <w:p w:rsidR="004534B3" w:rsidRPr="00820295" w:rsidRDefault="004534B3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0295">
        <w:rPr>
          <w:sz w:val="28"/>
          <w:szCs w:val="28"/>
        </w:rPr>
        <w:t xml:space="preserve">Ярославской области «О выборах </w:t>
      </w:r>
    </w:p>
    <w:p w:rsidR="004534B3" w:rsidRPr="00820295" w:rsidRDefault="004534B3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0295">
        <w:rPr>
          <w:sz w:val="28"/>
          <w:szCs w:val="28"/>
        </w:rPr>
        <w:t xml:space="preserve">в органы государственной власти </w:t>
      </w:r>
    </w:p>
    <w:p w:rsidR="004534B3" w:rsidRPr="00820295" w:rsidRDefault="004534B3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0295">
        <w:rPr>
          <w:sz w:val="28"/>
          <w:szCs w:val="28"/>
        </w:rPr>
        <w:t xml:space="preserve">Ярославской области и органы </w:t>
      </w:r>
    </w:p>
    <w:p w:rsidR="004534B3" w:rsidRPr="00820295" w:rsidRDefault="004534B3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0295">
        <w:rPr>
          <w:sz w:val="28"/>
          <w:szCs w:val="28"/>
        </w:rPr>
        <w:t xml:space="preserve">местного самоуправления </w:t>
      </w:r>
    </w:p>
    <w:p w:rsidR="004534B3" w:rsidRPr="00820295" w:rsidRDefault="004534B3" w:rsidP="00820295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20295">
        <w:rPr>
          <w:sz w:val="28"/>
          <w:szCs w:val="28"/>
        </w:rPr>
        <w:t xml:space="preserve">муниципальных образований </w:t>
      </w:r>
    </w:p>
    <w:p w:rsidR="00871037" w:rsidRPr="00820295" w:rsidRDefault="004534B3" w:rsidP="00820295">
      <w:pPr>
        <w:jc w:val="both"/>
        <w:rPr>
          <w:sz w:val="28"/>
          <w:szCs w:val="28"/>
        </w:rPr>
      </w:pPr>
      <w:r w:rsidRPr="00820295">
        <w:rPr>
          <w:sz w:val="28"/>
          <w:szCs w:val="28"/>
        </w:rPr>
        <w:t>Ярославской области»</w:t>
      </w:r>
    </w:p>
    <w:p w:rsidR="004534B3" w:rsidRPr="00820295" w:rsidRDefault="004534B3" w:rsidP="00820295">
      <w:pPr>
        <w:ind w:firstLine="709"/>
        <w:jc w:val="both"/>
        <w:rPr>
          <w:sz w:val="28"/>
          <w:szCs w:val="28"/>
        </w:rPr>
      </w:pPr>
    </w:p>
    <w:p w:rsidR="0019226B" w:rsidRPr="00820295" w:rsidRDefault="0019226B" w:rsidP="00820295">
      <w:pPr>
        <w:ind w:firstLine="709"/>
        <w:jc w:val="both"/>
        <w:rPr>
          <w:sz w:val="28"/>
          <w:szCs w:val="28"/>
        </w:rPr>
      </w:pPr>
    </w:p>
    <w:p w:rsidR="009C296A" w:rsidRPr="00820295" w:rsidRDefault="009C296A" w:rsidP="00820295">
      <w:pPr>
        <w:ind w:firstLine="709"/>
        <w:jc w:val="both"/>
        <w:rPr>
          <w:sz w:val="28"/>
          <w:szCs w:val="28"/>
        </w:rPr>
      </w:pPr>
      <w:r w:rsidRPr="00820295">
        <w:rPr>
          <w:sz w:val="28"/>
          <w:szCs w:val="28"/>
        </w:rPr>
        <w:t>Ярославская областная Дума</w:t>
      </w:r>
    </w:p>
    <w:p w:rsidR="009C296A" w:rsidRPr="00820295" w:rsidRDefault="009C296A" w:rsidP="00820295">
      <w:pPr>
        <w:ind w:firstLine="709"/>
        <w:jc w:val="center"/>
        <w:rPr>
          <w:b/>
          <w:sz w:val="28"/>
          <w:szCs w:val="28"/>
        </w:rPr>
      </w:pPr>
    </w:p>
    <w:p w:rsidR="00E102FF" w:rsidRPr="00820295" w:rsidRDefault="00E102FF" w:rsidP="00820295">
      <w:pPr>
        <w:jc w:val="center"/>
        <w:rPr>
          <w:b/>
          <w:sz w:val="28"/>
          <w:szCs w:val="28"/>
        </w:rPr>
      </w:pPr>
      <w:proofErr w:type="gramStart"/>
      <w:r w:rsidRPr="00820295">
        <w:rPr>
          <w:b/>
          <w:sz w:val="28"/>
          <w:szCs w:val="28"/>
        </w:rPr>
        <w:t>П</w:t>
      </w:r>
      <w:proofErr w:type="gramEnd"/>
      <w:r w:rsidRPr="00820295">
        <w:rPr>
          <w:b/>
          <w:sz w:val="28"/>
          <w:szCs w:val="28"/>
        </w:rPr>
        <w:t xml:space="preserve"> О С Т А Н О В И Л А:</w:t>
      </w:r>
    </w:p>
    <w:p w:rsidR="00577599" w:rsidRPr="00820295" w:rsidRDefault="00577599" w:rsidP="00820295">
      <w:pPr>
        <w:ind w:firstLine="709"/>
        <w:jc w:val="center"/>
        <w:rPr>
          <w:b/>
          <w:sz w:val="28"/>
          <w:szCs w:val="28"/>
        </w:rPr>
      </w:pPr>
    </w:p>
    <w:p w:rsidR="00577599" w:rsidRPr="00820295" w:rsidRDefault="006054A2" w:rsidP="00820295">
      <w:pPr>
        <w:pStyle w:val="20"/>
        <w:widowControl/>
        <w:tabs>
          <w:tab w:val="clear" w:pos="0"/>
          <w:tab w:val="clear" w:pos="2552"/>
        </w:tabs>
        <w:spacing w:line="240" w:lineRule="auto"/>
        <w:ind w:firstLine="851"/>
        <w:rPr>
          <w:szCs w:val="28"/>
        </w:rPr>
      </w:pPr>
      <w:r w:rsidRPr="00820295">
        <w:rPr>
          <w:szCs w:val="28"/>
        </w:rPr>
        <w:t xml:space="preserve">1. </w:t>
      </w:r>
      <w:r w:rsidR="00577599" w:rsidRPr="00820295">
        <w:rPr>
          <w:szCs w:val="28"/>
        </w:rPr>
        <w:t xml:space="preserve">Принять Закон Ярославской области </w:t>
      </w:r>
      <w:r w:rsidR="001C764F" w:rsidRPr="00820295">
        <w:rPr>
          <w:szCs w:val="28"/>
        </w:rPr>
        <w:t>«О внесении изменений в З</w:t>
      </w:r>
      <w:r w:rsidR="001C764F" w:rsidRPr="00820295">
        <w:rPr>
          <w:szCs w:val="28"/>
        </w:rPr>
        <w:t>а</w:t>
      </w:r>
      <w:r w:rsidR="001C764F" w:rsidRPr="00820295">
        <w:rPr>
          <w:szCs w:val="28"/>
        </w:rPr>
        <w:t>кон Ярославской области «О выборах в органы государственной власти Яр</w:t>
      </w:r>
      <w:r w:rsidR="001C764F" w:rsidRPr="00820295">
        <w:rPr>
          <w:szCs w:val="28"/>
        </w:rPr>
        <w:t>о</w:t>
      </w:r>
      <w:r w:rsidR="001C764F" w:rsidRPr="00820295">
        <w:rPr>
          <w:szCs w:val="28"/>
        </w:rPr>
        <w:t>славской области и органы местного самоуправления муниципальных обр</w:t>
      </w:r>
      <w:r w:rsidR="001C764F" w:rsidRPr="00820295">
        <w:rPr>
          <w:szCs w:val="28"/>
        </w:rPr>
        <w:t>а</w:t>
      </w:r>
      <w:r w:rsidR="001C764F" w:rsidRPr="00820295">
        <w:rPr>
          <w:szCs w:val="28"/>
        </w:rPr>
        <w:t>зований Ярославской области»</w:t>
      </w:r>
      <w:r w:rsidR="0012005B" w:rsidRPr="00820295">
        <w:rPr>
          <w:szCs w:val="28"/>
        </w:rPr>
        <w:t>.</w:t>
      </w:r>
    </w:p>
    <w:p w:rsidR="00577599" w:rsidRPr="00820295" w:rsidRDefault="00577599" w:rsidP="00820295">
      <w:pPr>
        <w:pStyle w:val="210"/>
        <w:ind w:firstLine="851"/>
        <w:rPr>
          <w:szCs w:val="28"/>
        </w:rPr>
      </w:pPr>
      <w:r w:rsidRPr="00820295">
        <w:rPr>
          <w:szCs w:val="28"/>
        </w:rPr>
        <w:t xml:space="preserve">2. Направить указанный Закон Ярославской области Губернатору Ярославской области для подписания и официального опубликования. </w:t>
      </w:r>
    </w:p>
    <w:p w:rsidR="00E102FF" w:rsidRPr="00820295" w:rsidRDefault="00E102FF" w:rsidP="00820295">
      <w:pPr>
        <w:jc w:val="both"/>
        <w:rPr>
          <w:sz w:val="28"/>
          <w:szCs w:val="28"/>
        </w:rPr>
      </w:pPr>
    </w:p>
    <w:p w:rsidR="00E102FF" w:rsidRPr="00820295" w:rsidRDefault="00E102FF" w:rsidP="00820295">
      <w:pPr>
        <w:jc w:val="both"/>
        <w:rPr>
          <w:sz w:val="28"/>
          <w:szCs w:val="28"/>
        </w:rPr>
      </w:pPr>
    </w:p>
    <w:p w:rsidR="00B827E8" w:rsidRPr="00820295" w:rsidRDefault="00B827E8" w:rsidP="00820295">
      <w:pPr>
        <w:jc w:val="both"/>
        <w:rPr>
          <w:sz w:val="28"/>
          <w:szCs w:val="28"/>
        </w:rPr>
      </w:pPr>
    </w:p>
    <w:p w:rsidR="00093AC8" w:rsidRPr="00820295" w:rsidRDefault="00093AC8" w:rsidP="00820295">
      <w:pPr>
        <w:pStyle w:val="3"/>
        <w:rPr>
          <w:szCs w:val="28"/>
        </w:rPr>
      </w:pPr>
      <w:r w:rsidRPr="00820295">
        <w:rPr>
          <w:szCs w:val="28"/>
        </w:rPr>
        <w:t>Председатель</w:t>
      </w:r>
    </w:p>
    <w:p w:rsidR="00093AC8" w:rsidRPr="00820295" w:rsidRDefault="00093AC8" w:rsidP="00820295">
      <w:pPr>
        <w:jc w:val="both"/>
        <w:rPr>
          <w:sz w:val="28"/>
          <w:szCs w:val="28"/>
        </w:rPr>
      </w:pPr>
      <w:r w:rsidRPr="00820295">
        <w:rPr>
          <w:sz w:val="28"/>
          <w:szCs w:val="28"/>
        </w:rPr>
        <w:t>Ярославской областной Думы</w:t>
      </w:r>
      <w:r w:rsidRPr="00820295">
        <w:rPr>
          <w:sz w:val="28"/>
          <w:szCs w:val="28"/>
        </w:rPr>
        <w:tab/>
      </w:r>
      <w:r w:rsidRPr="00820295">
        <w:rPr>
          <w:sz w:val="28"/>
          <w:szCs w:val="28"/>
        </w:rPr>
        <w:tab/>
      </w:r>
      <w:r w:rsidRPr="00820295">
        <w:rPr>
          <w:sz w:val="28"/>
          <w:szCs w:val="28"/>
        </w:rPr>
        <w:tab/>
      </w:r>
      <w:r w:rsidRPr="00820295">
        <w:rPr>
          <w:sz w:val="28"/>
          <w:szCs w:val="28"/>
        </w:rPr>
        <w:tab/>
        <w:t xml:space="preserve">          </w:t>
      </w:r>
      <w:r w:rsidR="00B5428D" w:rsidRPr="00820295">
        <w:rPr>
          <w:sz w:val="28"/>
          <w:szCs w:val="28"/>
        </w:rPr>
        <w:t>М.В. Боровицкий</w:t>
      </w:r>
    </w:p>
    <w:p w:rsidR="00E102FF" w:rsidRPr="00820295" w:rsidRDefault="00E102FF" w:rsidP="00820295">
      <w:pPr>
        <w:pStyle w:val="3"/>
        <w:rPr>
          <w:szCs w:val="28"/>
        </w:rPr>
      </w:pPr>
    </w:p>
    <w:sectPr w:rsidR="00E102FF" w:rsidRPr="00820295" w:rsidSect="00820295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382" w:rsidRDefault="002A0382">
      <w:r>
        <w:separator/>
      </w:r>
    </w:p>
  </w:endnote>
  <w:endnote w:type="continuationSeparator" w:id="0">
    <w:p w:rsidR="002A0382" w:rsidRDefault="002A03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382" w:rsidRDefault="002A0382">
      <w:r>
        <w:separator/>
      </w:r>
    </w:p>
  </w:footnote>
  <w:footnote w:type="continuationSeparator" w:id="0">
    <w:p w:rsidR="002A0382" w:rsidRDefault="002A03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C1FBD"/>
    <w:rsid w:val="00115679"/>
    <w:rsid w:val="0011582D"/>
    <w:rsid w:val="00116929"/>
    <w:rsid w:val="0012005B"/>
    <w:rsid w:val="00131CAC"/>
    <w:rsid w:val="00152566"/>
    <w:rsid w:val="0016564F"/>
    <w:rsid w:val="00184A1C"/>
    <w:rsid w:val="0019226B"/>
    <w:rsid w:val="00197B01"/>
    <w:rsid w:val="001B1C0F"/>
    <w:rsid w:val="001C2E7D"/>
    <w:rsid w:val="001C48BE"/>
    <w:rsid w:val="001C5686"/>
    <w:rsid w:val="001C6783"/>
    <w:rsid w:val="001C764F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A0382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534B3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504A"/>
    <w:rsid w:val="005013A0"/>
    <w:rsid w:val="00512A09"/>
    <w:rsid w:val="00514D2D"/>
    <w:rsid w:val="0051638F"/>
    <w:rsid w:val="005314D4"/>
    <w:rsid w:val="00553835"/>
    <w:rsid w:val="0055501C"/>
    <w:rsid w:val="00566394"/>
    <w:rsid w:val="00577599"/>
    <w:rsid w:val="00584345"/>
    <w:rsid w:val="00597EBA"/>
    <w:rsid w:val="005B25DE"/>
    <w:rsid w:val="005C0900"/>
    <w:rsid w:val="005C78F9"/>
    <w:rsid w:val="005D033B"/>
    <w:rsid w:val="006054A2"/>
    <w:rsid w:val="00622C12"/>
    <w:rsid w:val="00667BB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0295"/>
    <w:rsid w:val="0082312E"/>
    <w:rsid w:val="008344C5"/>
    <w:rsid w:val="0084771E"/>
    <w:rsid w:val="008617EB"/>
    <w:rsid w:val="008634E1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9E6BA0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407F"/>
    <w:rsid w:val="00A97A21"/>
    <w:rsid w:val="00AB0954"/>
    <w:rsid w:val="00AB585B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B42F4"/>
    <w:rsid w:val="00CC6928"/>
    <w:rsid w:val="00CD3BB4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character" w:customStyle="1" w:styleId="21">
    <w:name w:val="Основной текст с отступом 2 Знак"/>
    <w:basedOn w:val="a0"/>
    <w:link w:val="20"/>
    <w:rsid w:val="0012005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46C42-E024-4C08-8CF7-D661A599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19</cp:revision>
  <cp:lastPrinted>2013-11-12T12:50:00Z</cp:lastPrinted>
  <dcterms:created xsi:type="dcterms:W3CDTF">2013-10-30T12:54:00Z</dcterms:created>
  <dcterms:modified xsi:type="dcterms:W3CDTF">2014-03-28T09:34:00Z</dcterms:modified>
</cp:coreProperties>
</file>