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D7" w:rsidRPr="00B07E73" w:rsidRDefault="00054ED7" w:rsidP="00B07E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73">
        <w:rPr>
          <w:rFonts w:ascii="Times New Roman" w:hAnsi="Times New Roman" w:cs="Times New Roman"/>
          <w:b/>
          <w:sz w:val="28"/>
          <w:szCs w:val="28"/>
        </w:rPr>
        <w:t>Обоснование поправок</w:t>
      </w:r>
      <w:r w:rsidRPr="00B07E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07E73">
        <w:rPr>
          <w:rFonts w:ascii="Times New Roman" w:hAnsi="Times New Roman" w:cs="Times New Roman"/>
          <w:b/>
          <w:sz w:val="28"/>
          <w:szCs w:val="28"/>
        </w:rPr>
        <w:t>к проекту федерального закона № 280796-6</w:t>
      </w:r>
    </w:p>
    <w:p w:rsidR="00037569" w:rsidRDefault="00054ED7" w:rsidP="00B07E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73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Федеральный закон </w:t>
      </w:r>
      <w:r w:rsidR="00037569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B07E7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07E73">
        <w:rPr>
          <w:rFonts w:ascii="Times New Roman" w:hAnsi="Times New Roman" w:cs="Times New Roman"/>
          <w:b/>
          <w:sz w:val="28"/>
          <w:szCs w:val="28"/>
        </w:rPr>
        <w:t xml:space="preserve"> государственном </w:t>
      </w:r>
    </w:p>
    <w:p w:rsidR="00037569" w:rsidRDefault="00054ED7" w:rsidP="00B07E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73">
        <w:rPr>
          <w:rFonts w:ascii="Times New Roman" w:hAnsi="Times New Roman" w:cs="Times New Roman"/>
          <w:b/>
          <w:sz w:val="28"/>
          <w:szCs w:val="28"/>
        </w:rPr>
        <w:t>рег</w:t>
      </w:r>
      <w:r w:rsidRPr="00B07E73">
        <w:rPr>
          <w:rFonts w:ascii="Times New Roman" w:hAnsi="Times New Roman" w:cs="Times New Roman"/>
          <w:b/>
          <w:sz w:val="28"/>
          <w:szCs w:val="28"/>
        </w:rPr>
        <w:t>у</w:t>
      </w:r>
      <w:r w:rsidRPr="00B07E73">
        <w:rPr>
          <w:rFonts w:ascii="Times New Roman" w:hAnsi="Times New Roman" w:cs="Times New Roman"/>
          <w:b/>
          <w:sz w:val="28"/>
          <w:szCs w:val="28"/>
        </w:rPr>
        <w:t xml:space="preserve">лировании производства и оборота этилового спирта, </w:t>
      </w:r>
      <w:proofErr w:type="gramStart"/>
      <w:r w:rsidRPr="00B07E73">
        <w:rPr>
          <w:rFonts w:ascii="Times New Roman" w:hAnsi="Times New Roman" w:cs="Times New Roman"/>
          <w:b/>
          <w:sz w:val="28"/>
          <w:szCs w:val="28"/>
        </w:rPr>
        <w:t>алкогольной</w:t>
      </w:r>
      <w:proofErr w:type="gramEnd"/>
      <w:r w:rsidRPr="00B07E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7569" w:rsidRDefault="00054ED7" w:rsidP="00B07E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73">
        <w:rPr>
          <w:rFonts w:ascii="Times New Roman" w:hAnsi="Times New Roman" w:cs="Times New Roman"/>
          <w:b/>
          <w:sz w:val="28"/>
          <w:szCs w:val="28"/>
        </w:rPr>
        <w:t>и спиртосодержащей продукции и об ограничении потребления</w:t>
      </w:r>
    </w:p>
    <w:p w:rsidR="00054ED7" w:rsidRPr="00B07E73" w:rsidRDefault="00054ED7" w:rsidP="00B07E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73">
        <w:rPr>
          <w:rFonts w:ascii="Times New Roman" w:hAnsi="Times New Roman" w:cs="Times New Roman"/>
          <w:b/>
          <w:sz w:val="28"/>
          <w:szCs w:val="28"/>
        </w:rPr>
        <w:t xml:space="preserve"> (расп</w:t>
      </w:r>
      <w:r w:rsidRPr="00B07E73">
        <w:rPr>
          <w:rFonts w:ascii="Times New Roman" w:hAnsi="Times New Roman" w:cs="Times New Roman"/>
          <w:b/>
          <w:sz w:val="28"/>
          <w:szCs w:val="28"/>
        </w:rPr>
        <w:t>и</w:t>
      </w:r>
      <w:r w:rsidRPr="00B07E73">
        <w:rPr>
          <w:rFonts w:ascii="Times New Roman" w:hAnsi="Times New Roman" w:cs="Times New Roman"/>
          <w:b/>
          <w:sz w:val="28"/>
          <w:szCs w:val="28"/>
        </w:rPr>
        <w:t>тия)</w:t>
      </w:r>
      <w:r w:rsidR="00037569">
        <w:rPr>
          <w:rFonts w:ascii="Times New Roman" w:hAnsi="Times New Roman" w:cs="Times New Roman"/>
          <w:b/>
          <w:sz w:val="28"/>
          <w:szCs w:val="28"/>
        </w:rPr>
        <w:t xml:space="preserve"> алкогольной продукции»</w:t>
      </w:r>
    </w:p>
    <w:p w:rsidR="00054ED7" w:rsidRDefault="00054ED7" w:rsidP="00B07E7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2020" w:rsidRDefault="00BB2020" w:rsidP="00B07E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20">
        <w:rPr>
          <w:rFonts w:ascii="Times New Roman" w:hAnsi="Times New Roman" w:cs="Times New Roman"/>
          <w:sz w:val="28"/>
          <w:szCs w:val="28"/>
        </w:rPr>
        <w:t>Поправками предусматривается поэтапное снижение</w:t>
      </w:r>
      <w:r w:rsidR="00296C5E" w:rsidRPr="00296C5E">
        <w:rPr>
          <w:rFonts w:ascii="Times New Roman" w:hAnsi="Times New Roman" w:cs="Times New Roman"/>
          <w:sz w:val="28"/>
          <w:szCs w:val="28"/>
        </w:rPr>
        <w:t xml:space="preserve"> </w:t>
      </w:r>
      <w:r w:rsidR="00296C5E">
        <w:rPr>
          <w:rFonts w:ascii="Times New Roman" w:hAnsi="Times New Roman" w:cs="Times New Roman"/>
          <w:sz w:val="28"/>
          <w:szCs w:val="28"/>
        </w:rPr>
        <w:t xml:space="preserve">производства, оборота, розничной продажи </w:t>
      </w:r>
      <w:r w:rsidRPr="00BB2020">
        <w:rPr>
          <w:rFonts w:ascii="Times New Roman" w:hAnsi="Times New Roman" w:cs="Times New Roman"/>
          <w:sz w:val="28"/>
          <w:szCs w:val="28"/>
        </w:rPr>
        <w:t>алкогольной продукции в полимерной потреб</w:t>
      </w:r>
      <w:r w:rsidRPr="00BB2020">
        <w:rPr>
          <w:rFonts w:ascii="Times New Roman" w:hAnsi="Times New Roman" w:cs="Times New Roman"/>
          <w:sz w:val="28"/>
          <w:szCs w:val="28"/>
        </w:rPr>
        <w:t>и</w:t>
      </w:r>
      <w:r w:rsidRPr="00BB2020">
        <w:rPr>
          <w:rFonts w:ascii="Times New Roman" w:hAnsi="Times New Roman" w:cs="Times New Roman"/>
          <w:sz w:val="28"/>
          <w:szCs w:val="28"/>
        </w:rPr>
        <w:t>тельской таре.</w:t>
      </w:r>
    </w:p>
    <w:p w:rsidR="00BB2020" w:rsidRPr="00054ED7" w:rsidRDefault="00296C5E" w:rsidP="00B07E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6C5E">
        <w:rPr>
          <w:rFonts w:ascii="Times New Roman" w:hAnsi="Times New Roman" w:cs="Times New Roman"/>
          <w:sz w:val="28"/>
          <w:szCs w:val="28"/>
        </w:rPr>
        <w:t>По итогам совещания «О развитии производств высоких переделов в чёрной и цветной металлургии» при Председателе Правительства РФ 30.03.2016 органам исполнительной власти РФ дано поручение совместно с профильным комитетом Государственной Думы РФ рассмотреть вопрос пр</w:t>
      </w:r>
      <w:r w:rsidRPr="00296C5E">
        <w:rPr>
          <w:rFonts w:ascii="Times New Roman" w:hAnsi="Times New Roman" w:cs="Times New Roman"/>
          <w:sz w:val="28"/>
          <w:szCs w:val="28"/>
        </w:rPr>
        <w:t>и</w:t>
      </w:r>
      <w:r w:rsidRPr="00296C5E">
        <w:rPr>
          <w:rFonts w:ascii="Times New Roman" w:hAnsi="Times New Roman" w:cs="Times New Roman"/>
          <w:sz w:val="28"/>
          <w:szCs w:val="28"/>
        </w:rPr>
        <w:t>нятия в весеннюю сессию 2016 года законопроекта о поэтапном снижении производства и оборота алкогольной продукции в потребительской таре (упаковке), изготовленной</w:t>
      </w:r>
      <w:r w:rsidR="00037569">
        <w:rPr>
          <w:rFonts w:ascii="Times New Roman" w:hAnsi="Times New Roman" w:cs="Times New Roman"/>
          <w:sz w:val="28"/>
          <w:szCs w:val="28"/>
        </w:rPr>
        <w:t xml:space="preserve"> из полимерных материалов, с уче</w:t>
      </w:r>
      <w:r w:rsidRPr="00296C5E">
        <w:rPr>
          <w:rFonts w:ascii="Times New Roman" w:hAnsi="Times New Roman" w:cs="Times New Roman"/>
          <w:sz w:val="28"/>
          <w:szCs w:val="28"/>
        </w:rPr>
        <w:t>том позиции Правительства</w:t>
      </w:r>
      <w:proofErr w:type="gramEnd"/>
      <w:r w:rsidRPr="00296C5E">
        <w:rPr>
          <w:rFonts w:ascii="Times New Roman" w:hAnsi="Times New Roman" w:cs="Times New Roman"/>
          <w:sz w:val="28"/>
          <w:szCs w:val="28"/>
        </w:rPr>
        <w:t xml:space="preserve"> Российской Федерации, отражённой в официальном отзыве на з</w:t>
      </w:r>
      <w:r w:rsidRPr="00296C5E">
        <w:rPr>
          <w:rFonts w:ascii="Times New Roman" w:hAnsi="Times New Roman" w:cs="Times New Roman"/>
          <w:sz w:val="28"/>
          <w:szCs w:val="28"/>
        </w:rPr>
        <w:t>а</w:t>
      </w:r>
      <w:r w:rsidRPr="00296C5E">
        <w:rPr>
          <w:rFonts w:ascii="Times New Roman" w:hAnsi="Times New Roman" w:cs="Times New Roman"/>
          <w:sz w:val="28"/>
          <w:szCs w:val="28"/>
        </w:rPr>
        <w:t>конопроект №</w:t>
      </w:r>
      <w:r w:rsidR="0003756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96C5E">
        <w:rPr>
          <w:rFonts w:ascii="Times New Roman" w:hAnsi="Times New Roman" w:cs="Times New Roman"/>
          <w:sz w:val="28"/>
          <w:szCs w:val="28"/>
        </w:rPr>
        <w:t>280796-6. Срок исполнения данного поручения – до 1 июня 2016 года.</w:t>
      </w:r>
    </w:p>
    <w:sectPr w:rsidR="00BB2020" w:rsidRPr="0005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D7"/>
    <w:rsid w:val="00014192"/>
    <w:rsid w:val="00037569"/>
    <w:rsid w:val="00054ED7"/>
    <w:rsid w:val="00133744"/>
    <w:rsid w:val="0017549E"/>
    <w:rsid w:val="001D7897"/>
    <w:rsid w:val="001E369D"/>
    <w:rsid w:val="002630B7"/>
    <w:rsid w:val="00272898"/>
    <w:rsid w:val="00296C5E"/>
    <w:rsid w:val="004201F8"/>
    <w:rsid w:val="004215DA"/>
    <w:rsid w:val="00456CBE"/>
    <w:rsid w:val="004905E5"/>
    <w:rsid w:val="00493E5A"/>
    <w:rsid w:val="004B3CBD"/>
    <w:rsid w:val="004B7C54"/>
    <w:rsid w:val="0050156B"/>
    <w:rsid w:val="00530E86"/>
    <w:rsid w:val="005A4FF2"/>
    <w:rsid w:val="00606191"/>
    <w:rsid w:val="0061222A"/>
    <w:rsid w:val="00624D16"/>
    <w:rsid w:val="00630119"/>
    <w:rsid w:val="006A2354"/>
    <w:rsid w:val="0070164C"/>
    <w:rsid w:val="00772C7C"/>
    <w:rsid w:val="00931A48"/>
    <w:rsid w:val="00995534"/>
    <w:rsid w:val="009D0F9A"/>
    <w:rsid w:val="00A71822"/>
    <w:rsid w:val="00AA7132"/>
    <w:rsid w:val="00AE05A5"/>
    <w:rsid w:val="00B07E73"/>
    <w:rsid w:val="00BB2020"/>
    <w:rsid w:val="00BC00A7"/>
    <w:rsid w:val="00BC61BF"/>
    <w:rsid w:val="00C27B1F"/>
    <w:rsid w:val="00C37F03"/>
    <w:rsid w:val="00C61D34"/>
    <w:rsid w:val="00C85B8D"/>
    <w:rsid w:val="00CB76FB"/>
    <w:rsid w:val="00CF70FE"/>
    <w:rsid w:val="00D2545F"/>
    <w:rsid w:val="00E903EC"/>
    <w:rsid w:val="00F40E20"/>
    <w:rsid w:val="00F934ED"/>
    <w:rsid w:val="00FB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2016-04-20T07:31:00Z</dcterms:created>
  <dcterms:modified xsi:type="dcterms:W3CDTF">2016-04-27T07:51:00Z</dcterms:modified>
</cp:coreProperties>
</file>