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1457C7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1457C7" w:rsidRDefault="009B7F41">
            <w:pPr>
              <w:rPr>
                <w:sz w:val="26"/>
                <w:szCs w:val="26"/>
                <w:lang w:val="en-US"/>
              </w:rPr>
            </w:pPr>
          </w:p>
          <w:p w:rsidR="001457C7" w:rsidRPr="00E27858" w:rsidRDefault="001457C7" w:rsidP="001457C7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457C7" w:rsidRPr="00E27858" w:rsidRDefault="001457C7" w:rsidP="001457C7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457C7" w:rsidRPr="00E27858" w:rsidRDefault="001457C7" w:rsidP="001457C7">
            <w:pPr>
              <w:ind w:firstLine="342"/>
              <w:rPr>
                <w:szCs w:val="28"/>
              </w:rPr>
            </w:pPr>
          </w:p>
          <w:p w:rsidR="006A74E1" w:rsidRPr="00500AF5" w:rsidRDefault="001457C7" w:rsidP="001457C7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E126F2">
              <w:t xml:space="preserve"> </w:t>
            </w:r>
          </w:p>
          <w:p w:rsidR="00F23348" w:rsidRPr="00500AF5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4E1E7A" w:rsidP="00E9164F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1457C7" w:rsidRPr="001457C7">
              <w:rPr>
                <w:szCs w:val="24"/>
              </w:rPr>
              <w:t>О законодательной</w:t>
            </w:r>
            <w:r w:rsidR="001457C7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1457C7" w:rsidRPr="008C3062" w:rsidRDefault="001457C7" w:rsidP="001457C7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457C7" w:rsidRDefault="001457C7" w:rsidP="001457C7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457C7" w:rsidRPr="00833384" w:rsidRDefault="001457C7" w:rsidP="001457C7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Pr="00E126F2">
        <w:rPr>
          <w:rFonts w:ascii="Times New Roman" w:hAnsi="Times New Roman" w:cs="Times New Roman"/>
          <w:bCs/>
          <w:sz w:val="28"/>
          <w:szCs w:val="28"/>
        </w:rPr>
        <w:t>«О внесении изменений в статьи 2 и 13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Закона Ярославской области «Об </w:t>
      </w:r>
      <w:r w:rsidRPr="00E126F2">
        <w:rPr>
          <w:rFonts w:ascii="Times New Roman" w:hAnsi="Times New Roman" w:cs="Times New Roman"/>
          <w:bCs/>
          <w:sz w:val="28"/>
          <w:szCs w:val="28"/>
        </w:rPr>
        <w:t>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457C7" w:rsidRPr="00B4052A" w:rsidRDefault="001457C7" w:rsidP="001457C7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Неженец В.С</w:t>
      </w:r>
      <w:r w:rsidRPr="00BC38AD">
        <w:rPr>
          <w:szCs w:val="28"/>
        </w:rPr>
        <w:t>.</w:t>
      </w:r>
    </w:p>
    <w:p w:rsidR="001457C7" w:rsidRPr="00E4364B" w:rsidRDefault="001457C7" w:rsidP="001457C7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7C7" w:rsidRPr="00631F91" w:rsidRDefault="001457C7" w:rsidP="001457C7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1457C7" w:rsidRDefault="001457C7" w:rsidP="001457C7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7C7" w:rsidRDefault="001457C7" w:rsidP="001457C7">
      <w:pPr>
        <w:pStyle w:val="ConsPlusNormal"/>
        <w:widowControl w:val="0"/>
        <w:outlineLvl w:val="0"/>
        <w:rPr>
          <w:sz w:val="28"/>
          <w:szCs w:val="28"/>
        </w:rPr>
      </w:pPr>
    </w:p>
    <w:p w:rsidR="001457C7" w:rsidRDefault="001457C7" w:rsidP="001457C7">
      <w:pPr>
        <w:pStyle w:val="ConsPlusNormal"/>
        <w:widowControl w:val="0"/>
        <w:outlineLvl w:val="0"/>
        <w:rPr>
          <w:sz w:val="28"/>
          <w:szCs w:val="28"/>
        </w:rPr>
      </w:pPr>
    </w:p>
    <w:p w:rsidR="00500AF5" w:rsidRDefault="00500AF5" w:rsidP="001457C7">
      <w:pPr>
        <w:pStyle w:val="ConsPlusNormal"/>
        <w:widowControl w:val="0"/>
        <w:outlineLvl w:val="0"/>
        <w:rPr>
          <w:sz w:val="28"/>
          <w:szCs w:val="28"/>
        </w:rPr>
      </w:pPr>
    </w:p>
    <w:p w:rsidR="001457C7" w:rsidRPr="004D0568" w:rsidRDefault="00500AF5" w:rsidP="001457C7">
      <w:pPr>
        <w:jc w:val="both"/>
        <w:rPr>
          <w:szCs w:val="28"/>
        </w:rPr>
      </w:pPr>
      <w:r>
        <w:rPr>
          <w:szCs w:val="28"/>
        </w:rPr>
        <w:t xml:space="preserve">     </w:t>
      </w:r>
      <w:r w:rsidR="001457C7">
        <w:rPr>
          <w:szCs w:val="28"/>
        </w:rPr>
        <w:tab/>
      </w:r>
      <w:r w:rsidR="001457C7">
        <w:rPr>
          <w:szCs w:val="28"/>
        </w:rPr>
        <w:tab/>
      </w:r>
      <w:r w:rsidR="001457C7">
        <w:rPr>
          <w:szCs w:val="28"/>
        </w:rPr>
        <w:tab/>
      </w:r>
      <w:r w:rsidR="001457C7">
        <w:rPr>
          <w:szCs w:val="28"/>
        </w:rPr>
        <w:tab/>
      </w:r>
      <w:r w:rsidR="001457C7">
        <w:rPr>
          <w:szCs w:val="28"/>
        </w:rPr>
        <w:tab/>
      </w:r>
      <w:r w:rsidR="001457C7">
        <w:rPr>
          <w:szCs w:val="28"/>
        </w:rPr>
        <w:tab/>
      </w:r>
      <w:r w:rsidR="001457C7">
        <w:rPr>
          <w:szCs w:val="28"/>
        </w:rPr>
        <w:tab/>
      </w:r>
      <w:r w:rsidR="001457C7" w:rsidRPr="00E126F2">
        <w:rPr>
          <w:szCs w:val="28"/>
        </w:rPr>
        <w:t xml:space="preserve"> </w:t>
      </w:r>
      <w:r>
        <w:rPr>
          <w:szCs w:val="28"/>
        </w:rPr>
        <w:t xml:space="preserve">                           </w:t>
      </w:r>
      <w:r w:rsidR="001457C7" w:rsidRPr="00E126F2">
        <w:rPr>
          <w:szCs w:val="28"/>
        </w:rPr>
        <w:t xml:space="preserve">      </w:t>
      </w:r>
      <w:r w:rsidR="001457C7">
        <w:rPr>
          <w:szCs w:val="28"/>
        </w:rPr>
        <w:t xml:space="preserve"> М</w:t>
      </w:r>
      <w:r w:rsidR="001457C7" w:rsidRPr="004D0568">
        <w:rPr>
          <w:szCs w:val="28"/>
        </w:rPr>
        <w:t>.</w:t>
      </w:r>
      <w:r w:rsidR="001457C7">
        <w:rPr>
          <w:szCs w:val="28"/>
        </w:rPr>
        <w:t>Я</w:t>
      </w:r>
      <w:r w:rsidR="001457C7" w:rsidRPr="004D0568">
        <w:rPr>
          <w:szCs w:val="28"/>
        </w:rPr>
        <w:t xml:space="preserve">. </w:t>
      </w:r>
      <w:proofErr w:type="spellStart"/>
      <w:r w:rsidR="001457C7">
        <w:rPr>
          <w:szCs w:val="28"/>
        </w:rPr>
        <w:t>Евраев</w:t>
      </w:r>
      <w:proofErr w:type="spellEnd"/>
    </w:p>
    <w:p w:rsidR="001457C7" w:rsidRDefault="001457C7" w:rsidP="001457C7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7C7" w:rsidRPr="00E4364B" w:rsidRDefault="001457C7" w:rsidP="001457C7">
      <w:pPr>
        <w:pStyle w:val="ConsNormal"/>
        <w:tabs>
          <w:tab w:val="left" w:pos="7088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7C7" w:rsidRPr="00E4364B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7C7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7C7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7C7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7C7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57C7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457C7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457C7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457C7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457C7" w:rsidRPr="00C118F5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457C7" w:rsidP="001457C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8C78F8">
      <w:head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E7A" w:rsidRDefault="004E1E7A">
      <w:r>
        <w:separator/>
      </w:r>
    </w:p>
  </w:endnote>
  <w:endnote w:type="continuationSeparator" w:id="0">
    <w:p w:rsidR="004E1E7A" w:rsidRDefault="004E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4E1E7A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500AF5" w:rsidRPr="00500AF5">
      <w:rPr>
        <w:sz w:val="16"/>
      </w:rPr>
      <w:t>18524930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500AF5" w:rsidRPr="00500AF5">
      <w:rPr>
        <w:sz w:val="16"/>
      </w:rPr>
      <w:t>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4E1E7A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500AF5" w:rsidRPr="00500AF5">
      <w:rPr>
        <w:sz w:val="18"/>
        <w:szCs w:val="18"/>
      </w:rPr>
      <w:t>18524930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500AF5" w:rsidRPr="00500AF5"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E7A" w:rsidRDefault="004E1E7A">
      <w:r>
        <w:separator/>
      </w:r>
    </w:p>
  </w:footnote>
  <w:footnote w:type="continuationSeparator" w:id="0">
    <w:p w:rsidR="004E1E7A" w:rsidRDefault="004E1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35AED"/>
    <w:rsid w:val="001412D6"/>
    <w:rsid w:val="00143CA1"/>
    <w:rsid w:val="00143E74"/>
    <w:rsid w:val="001457C7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E1E7A"/>
    <w:rsid w:val="004F0BA6"/>
    <w:rsid w:val="00500AF5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A6CAB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90D22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623F4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457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1457C7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457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1457C7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D8D72-884A-4A19-8513-210402D9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3</cp:revision>
  <cp:lastPrinted>2022-09-16T15:42:00Z</cp:lastPrinted>
  <dcterms:created xsi:type="dcterms:W3CDTF">2022-10-18T08:02:00Z</dcterms:created>
  <dcterms:modified xsi:type="dcterms:W3CDTF">2022-10-18T08:03:00Z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18524930</vt:lpwstr>
  </property>
  <property fmtid="{D5CDD505-2E9C-101B-9397-08002B2CF9AE}" pid="13" name="INSTALL_ID">
    <vt:lpwstr>34115</vt:lpwstr>
  </property>
</Properties>
</file>