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7E1BE9" w:rsidRDefault="00460AEE" w:rsidP="00460AE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60AEE">
        <w:rPr>
          <w:rFonts w:ascii="Times New Roman" w:hAnsi="Times New Roman"/>
          <w:bCs/>
          <w:sz w:val="28"/>
          <w:szCs w:val="28"/>
        </w:rPr>
        <w:t>«О порядке опубликовани</w:t>
      </w:r>
      <w:r w:rsidR="00084390">
        <w:rPr>
          <w:rFonts w:ascii="Times New Roman" w:hAnsi="Times New Roman"/>
          <w:bCs/>
          <w:sz w:val="28"/>
          <w:szCs w:val="28"/>
        </w:rPr>
        <w:t>я</w:t>
      </w:r>
      <w:r w:rsidRPr="00460AEE">
        <w:rPr>
          <w:rFonts w:ascii="Times New Roman" w:hAnsi="Times New Roman"/>
          <w:bCs/>
          <w:sz w:val="28"/>
          <w:szCs w:val="28"/>
        </w:rPr>
        <w:t xml:space="preserve"> соглашений </w:t>
      </w:r>
    </w:p>
    <w:p w:rsidR="00460AEE" w:rsidRPr="00460AEE" w:rsidRDefault="00460AEE" w:rsidP="00460AE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60AEE">
        <w:rPr>
          <w:rFonts w:ascii="Times New Roman" w:hAnsi="Times New Roman"/>
          <w:bCs/>
          <w:sz w:val="28"/>
          <w:szCs w:val="28"/>
        </w:rPr>
        <w:t>об осуществлении</w:t>
      </w:r>
      <w:r w:rsidR="007E1BE9">
        <w:rPr>
          <w:rFonts w:ascii="Times New Roman" w:hAnsi="Times New Roman"/>
          <w:bCs/>
          <w:sz w:val="28"/>
          <w:szCs w:val="28"/>
        </w:rPr>
        <w:t xml:space="preserve"> </w:t>
      </w:r>
      <w:r w:rsidRPr="00460AEE">
        <w:rPr>
          <w:rFonts w:ascii="Times New Roman" w:hAnsi="Times New Roman"/>
          <w:bCs/>
          <w:sz w:val="28"/>
          <w:szCs w:val="28"/>
        </w:rPr>
        <w:t>международных и внешнеэкономических связей,</w:t>
      </w:r>
    </w:p>
    <w:p w:rsidR="00D45917" w:rsidRPr="001836CA" w:rsidRDefault="00460AEE" w:rsidP="00460AE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60AEE">
        <w:rPr>
          <w:rFonts w:ascii="Times New Roman" w:hAnsi="Times New Roman"/>
          <w:bCs/>
          <w:sz w:val="28"/>
          <w:szCs w:val="28"/>
        </w:rPr>
        <w:t>заключенных органами государственной власти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0AEE" w:rsidRDefault="009B7D24" w:rsidP="00460A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4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Pr="001836CA">
        <w:rPr>
          <w:rFonts w:ascii="Times New Roman" w:hAnsi="Times New Roman"/>
          <w:sz w:val="28"/>
          <w:szCs w:val="28"/>
        </w:rPr>
        <w:t xml:space="preserve">области </w:t>
      </w:r>
      <w:r w:rsidR="00460AEE" w:rsidRPr="00460AEE">
        <w:rPr>
          <w:rFonts w:ascii="Times New Roman" w:hAnsi="Times New Roman"/>
          <w:sz w:val="28"/>
          <w:szCs w:val="28"/>
        </w:rPr>
        <w:t>«</w:t>
      </w:r>
      <w:r w:rsidR="00460AEE" w:rsidRPr="00460AEE">
        <w:rPr>
          <w:rFonts w:ascii="Times New Roman" w:hAnsi="Times New Roman"/>
          <w:bCs/>
          <w:sz w:val="28"/>
          <w:szCs w:val="28"/>
        </w:rPr>
        <w:t>О порядке опубликовани</w:t>
      </w:r>
      <w:r w:rsidR="00084390">
        <w:rPr>
          <w:rFonts w:ascii="Times New Roman" w:hAnsi="Times New Roman"/>
          <w:bCs/>
          <w:sz w:val="28"/>
          <w:szCs w:val="28"/>
        </w:rPr>
        <w:t>я</w:t>
      </w:r>
      <w:r w:rsidR="00460AEE" w:rsidRPr="00460AEE">
        <w:rPr>
          <w:rFonts w:ascii="Times New Roman" w:hAnsi="Times New Roman"/>
          <w:bCs/>
          <w:sz w:val="28"/>
          <w:szCs w:val="28"/>
        </w:rPr>
        <w:t xml:space="preserve"> соглашений об осуществлении международных и внешнеэкономических связей, заключенных органами государственной власти Ярославской области»</w:t>
      </w:r>
      <w:r w:rsidRPr="001836CA">
        <w:rPr>
          <w:rFonts w:ascii="Times New Roman" w:hAnsi="Times New Roman"/>
          <w:sz w:val="28"/>
          <w:szCs w:val="28"/>
        </w:rPr>
        <w:t xml:space="preserve"> (далее – проект закона, законопроект) </w:t>
      </w:r>
      <w:r w:rsidR="00C635DA" w:rsidRPr="001836CA">
        <w:rPr>
          <w:rFonts w:ascii="Times New Roman" w:hAnsi="Times New Roman"/>
          <w:sz w:val="28"/>
          <w:szCs w:val="28"/>
        </w:rPr>
        <w:t xml:space="preserve">разработан </w:t>
      </w:r>
      <w:r w:rsidR="00460AEE">
        <w:rPr>
          <w:rFonts w:ascii="Times New Roman" w:hAnsi="Times New Roman"/>
          <w:sz w:val="28"/>
          <w:szCs w:val="28"/>
        </w:rPr>
        <w:t>на основании положений Федерального</w:t>
      </w:r>
      <w:r w:rsidR="00460AEE" w:rsidRPr="00460AEE">
        <w:rPr>
          <w:rFonts w:ascii="Times New Roman" w:hAnsi="Times New Roman"/>
          <w:sz w:val="28"/>
          <w:szCs w:val="28"/>
        </w:rPr>
        <w:t xml:space="preserve"> закон</w:t>
      </w:r>
      <w:r w:rsidR="00460AEE">
        <w:rPr>
          <w:rFonts w:ascii="Times New Roman" w:hAnsi="Times New Roman"/>
          <w:sz w:val="28"/>
          <w:szCs w:val="28"/>
        </w:rPr>
        <w:t>а от 04.01.1999 № 4-ФЗ «</w:t>
      </w:r>
      <w:r w:rsidR="00460AEE" w:rsidRPr="00460AEE">
        <w:rPr>
          <w:rFonts w:ascii="Times New Roman" w:hAnsi="Times New Roman"/>
          <w:sz w:val="28"/>
          <w:szCs w:val="28"/>
        </w:rPr>
        <w:t>О координации международных и внешнеэкономических связей субъектов Российской Федерации</w:t>
      </w:r>
      <w:r w:rsidR="00460AEE">
        <w:rPr>
          <w:rFonts w:ascii="Times New Roman" w:hAnsi="Times New Roman"/>
          <w:sz w:val="28"/>
          <w:szCs w:val="28"/>
        </w:rPr>
        <w:t>».</w:t>
      </w:r>
    </w:p>
    <w:p w:rsidR="00460AEE" w:rsidRDefault="00460AEE" w:rsidP="00460A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Пунктом 2 статьи 6 указанного Федерального закона предусматривается, что п</w:t>
      </w:r>
      <w:r w:rsidRPr="00460AEE">
        <w:rPr>
          <w:rFonts w:ascii="Times New Roman" w:hAnsi="Times New Roman"/>
          <w:sz w:val="28"/>
          <w:szCs w:val="28"/>
        </w:rPr>
        <w:t>оря</w:t>
      </w:r>
      <w:r>
        <w:rPr>
          <w:rFonts w:ascii="Times New Roman" w:hAnsi="Times New Roman"/>
          <w:sz w:val="28"/>
          <w:szCs w:val="28"/>
        </w:rPr>
        <w:t>док опубликования соглашений об </w:t>
      </w:r>
      <w:r w:rsidRPr="00460AEE">
        <w:rPr>
          <w:rFonts w:ascii="Times New Roman" w:hAnsi="Times New Roman"/>
          <w:sz w:val="28"/>
          <w:szCs w:val="28"/>
        </w:rPr>
        <w:t>осуществлении международных и внешнеэкономических связей устанавливается законами и иными нормативными правовыми актами субъектов Российской Федерации.</w:t>
      </w:r>
    </w:p>
    <w:p w:rsidR="00460AEE" w:rsidRPr="00460AEE" w:rsidRDefault="00460AEE" w:rsidP="00460A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закона предлагается установить соответствующий порядок, </w:t>
      </w:r>
      <w:r w:rsidR="002C2ECD">
        <w:rPr>
          <w:rFonts w:ascii="Times New Roman" w:hAnsi="Times New Roman"/>
          <w:sz w:val="28"/>
          <w:szCs w:val="28"/>
        </w:rPr>
        <w:t>определив</w:t>
      </w:r>
      <w:r>
        <w:rPr>
          <w:rFonts w:ascii="Times New Roman" w:hAnsi="Times New Roman"/>
          <w:sz w:val="28"/>
          <w:szCs w:val="28"/>
        </w:rPr>
        <w:t xml:space="preserve">, что </w:t>
      </w:r>
      <w:r>
        <w:rPr>
          <w:rFonts w:ascii="Times New Roman" w:hAnsi="Times New Roman"/>
          <w:bCs/>
          <w:sz w:val="28"/>
          <w:szCs w:val="28"/>
        </w:rPr>
        <w:t>о</w:t>
      </w:r>
      <w:r w:rsidRPr="00460AEE">
        <w:rPr>
          <w:rFonts w:ascii="Times New Roman" w:hAnsi="Times New Roman"/>
          <w:bCs/>
          <w:sz w:val="28"/>
          <w:szCs w:val="28"/>
        </w:rPr>
        <w:t>публикование текстов соглашений об осуществлении международных и внешнеэкономических связей</w:t>
      </w:r>
      <w:r w:rsidRPr="004D2AC1">
        <w:rPr>
          <w:rFonts w:ascii="Times New Roman" w:hAnsi="Times New Roman"/>
          <w:bCs/>
          <w:sz w:val="28"/>
          <w:szCs w:val="28"/>
        </w:rPr>
        <w:t xml:space="preserve">, </w:t>
      </w:r>
      <w:r w:rsidR="004D2AC1" w:rsidRPr="004D2AC1">
        <w:rPr>
          <w:rFonts w:ascii="Times New Roman" w:hAnsi="Times New Roman"/>
          <w:bCs/>
          <w:sz w:val="28"/>
          <w:szCs w:val="28"/>
        </w:rPr>
        <w:t xml:space="preserve">заключенных органами государственной власти Ярославской области, </w:t>
      </w:r>
      <w:r w:rsidR="00ED0879" w:rsidRPr="004D2AC1">
        <w:rPr>
          <w:rFonts w:ascii="Times New Roman" w:hAnsi="Times New Roman"/>
          <w:bCs/>
          <w:sz w:val="28"/>
          <w:szCs w:val="28"/>
        </w:rPr>
        <w:t>будет осуществляться</w:t>
      </w:r>
      <w:r w:rsidRPr="004D2AC1">
        <w:rPr>
          <w:rFonts w:ascii="Times New Roman" w:hAnsi="Times New Roman"/>
          <w:bCs/>
          <w:sz w:val="28"/>
          <w:szCs w:val="28"/>
        </w:rPr>
        <w:t xml:space="preserve"> </w:t>
      </w:r>
      <w:r w:rsidR="00ED0879" w:rsidRPr="004D2AC1">
        <w:rPr>
          <w:rFonts w:ascii="Times New Roman" w:hAnsi="Times New Roman"/>
          <w:bCs/>
          <w:sz w:val="28"/>
          <w:szCs w:val="28"/>
        </w:rPr>
        <w:t xml:space="preserve">в газете «Документ-Регион» </w:t>
      </w:r>
      <w:r w:rsidR="004D2AC1" w:rsidRPr="004D2AC1">
        <w:rPr>
          <w:rFonts w:ascii="Times New Roman" w:hAnsi="Times New Roman"/>
          <w:bCs/>
          <w:sz w:val="28"/>
          <w:szCs w:val="28"/>
        </w:rPr>
        <w:t xml:space="preserve">и </w:t>
      </w:r>
      <w:r w:rsidRPr="004D2AC1">
        <w:rPr>
          <w:rFonts w:ascii="Times New Roman" w:hAnsi="Times New Roman"/>
          <w:bCs/>
          <w:sz w:val="28"/>
          <w:szCs w:val="28"/>
        </w:rPr>
        <w:t>на официальных</w:t>
      </w:r>
      <w:r>
        <w:rPr>
          <w:rFonts w:ascii="Times New Roman" w:hAnsi="Times New Roman"/>
          <w:bCs/>
          <w:sz w:val="28"/>
          <w:szCs w:val="28"/>
        </w:rPr>
        <w:t xml:space="preserve"> ресурсах </w:t>
      </w:r>
      <w:r w:rsidR="002C2ECD">
        <w:rPr>
          <w:rFonts w:ascii="Times New Roman" w:hAnsi="Times New Roman"/>
          <w:bCs/>
          <w:sz w:val="28"/>
          <w:szCs w:val="28"/>
        </w:rPr>
        <w:t xml:space="preserve">органов </w:t>
      </w:r>
      <w:r w:rsidR="004D2AC1">
        <w:rPr>
          <w:rFonts w:ascii="Times New Roman" w:hAnsi="Times New Roman"/>
          <w:bCs/>
          <w:sz w:val="28"/>
          <w:szCs w:val="28"/>
        </w:rPr>
        <w:t xml:space="preserve">государственной власти Ярославской области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460AEE">
        <w:rPr>
          <w:rFonts w:ascii="Times New Roman" w:hAnsi="Times New Roman"/>
          <w:bCs/>
          <w:sz w:val="28"/>
          <w:szCs w:val="28"/>
        </w:rPr>
        <w:t>информационно-телекоммуникационной сети «Интернет»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4D2AC1">
        <w:rPr>
          <w:rFonts w:ascii="Times New Roman" w:hAnsi="Times New Roman"/>
          <w:bCs/>
          <w:sz w:val="28"/>
          <w:szCs w:val="28"/>
        </w:rPr>
        <w:t>в течение 10</w:t>
      </w:r>
      <w:r w:rsidRPr="00460AEE">
        <w:rPr>
          <w:rFonts w:ascii="Times New Roman" w:hAnsi="Times New Roman"/>
          <w:bCs/>
          <w:sz w:val="28"/>
          <w:szCs w:val="28"/>
        </w:rPr>
        <w:t xml:space="preserve"> </w:t>
      </w:r>
      <w:r w:rsidR="00084390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460AEE">
        <w:rPr>
          <w:rFonts w:ascii="Times New Roman" w:hAnsi="Times New Roman"/>
          <w:bCs/>
          <w:sz w:val="28"/>
          <w:szCs w:val="28"/>
        </w:rPr>
        <w:t xml:space="preserve">дней </w:t>
      </w:r>
      <w:r w:rsidR="00B54A73">
        <w:rPr>
          <w:rFonts w:ascii="Times New Roman" w:hAnsi="Times New Roman"/>
          <w:bCs/>
          <w:sz w:val="28"/>
          <w:szCs w:val="28"/>
        </w:rPr>
        <w:t>со </w:t>
      </w:r>
      <w:r w:rsidRPr="00460AEE">
        <w:rPr>
          <w:rFonts w:ascii="Times New Roman" w:hAnsi="Times New Roman"/>
          <w:bCs/>
          <w:sz w:val="28"/>
          <w:szCs w:val="28"/>
        </w:rPr>
        <w:t xml:space="preserve">дня получения </w:t>
      </w:r>
      <w:r w:rsidR="004D2AC1">
        <w:rPr>
          <w:rFonts w:ascii="Times New Roman" w:hAnsi="Times New Roman"/>
          <w:bCs/>
          <w:sz w:val="28"/>
          <w:szCs w:val="28"/>
        </w:rPr>
        <w:t xml:space="preserve">указанных </w:t>
      </w:r>
      <w:bookmarkStart w:id="0" w:name="_GoBack"/>
      <w:bookmarkEnd w:id="0"/>
      <w:r w:rsidRPr="00460AEE">
        <w:rPr>
          <w:rFonts w:ascii="Times New Roman" w:hAnsi="Times New Roman"/>
          <w:bCs/>
          <w:sz w:val="28"/>
          <w:szCs w:val="28"/>
        </w:rPr>
        <w:t xml:space="preserve">соглашений </w:t>
      </w:r>
      <w:r w:rsidR="002C2ECD">
        <w:rPr>
          <w:rFonts w:ascii="Times New Roman" w:hAnsi="Times New Roman"/>
          <w:bCs/>
          <w:sz w:val="28"/>
          <w:szCs w:val="28"/>
        </w:rPr>
        <w:t xml:space="preserve">из </w:t>
      </w:r>
      <w:r w:rsidR="002C2ECD" w:rsidRPr="00460AEE">
        <w:rPr>
          <w:rFonts w:ascii="Times New Roman" w:hAnsi="Times New Roman"/>
          <w:bCs/>
          <w:sz w:val="28"/>
          <w:szCs w:val="28"/>
        </w:rPr>
        <w:t>Министерств</w:t>
      </w:r>
      <w:r w:rsidR="002C2ECD">
        <w:rPr>
          <w:rFonts w:ascii="Times New Roman" w:hAnsi="Times New Roman"/>
          <w:bCs/>
          <w:sz w:val="28"/>
          <w:szCs w:val="28"/>
        </w:rPr>
        <w:t>а юстиции Российской Федерации, осуществляющего их</w:t>
      </w:r>
      <w:r w:rsidR="002C2ECD" w:rsidRPr="00460AEE">
        <w:rPr>
          <w:rFonts w:ascii="Times New Roman" w:hAnsi="Times New Roman"/>
          <w:bCs/>
          <w:sz w:val="28"/>
          <w:szCs w:val="28"/>
        </w:rPr>
        <w:t xml:space="preserve"> </w:t>
      </w:r>
      <w:r w:rsidR="002C2ECD">
        <w:rPr>
          <w:rFonts w:ascii="Times New Roman" w:hAnsi="Times New Roman"/>
          <w:bCs/>
          <w:sz w:val="28"/>
          <w:szCs w:val="28"/>
        </w:rPr>
        <w:t>регистрацию</w:t>
      </w:r>
      <w:r w:rsidRPr="00460AEE">
        <w:rPr>
          <w:rFonts w:ascii="Times New Roman" w:hAnsi="Times New Roman"/>
          <w:bCs/>
          <w:sz w:val="28"/>
          <w:szCs w:val="28"/>
        </w:rPr>
        <w:t>.</w:t>
      </w:r>
    </w:p>
    <w:p w:rsidR="009541B6" w:rsidRPr="00D45917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RPr="00D45917" w:rsidSect="00E21C00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381CD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97A"/>
    <w:rsid w:val="0000514D"/>
    <w:rsid w:val="000055F1"/>
    <w:rsid w:val="00021B0C"/>
    <w:rsid w:val="00022190"/>
    <w:rsid w:val="000235E8"/>
    <w:rsid w:val="00031B79"/>
    <w:rsid w:val="00032EC3"/>
    <w:rsid w:val="00035C72"/>
    <w:rsid w:val="00036DF6"/>
    <w:rsid w:val="000553EB"/>
    <w:rsid w:val="00066110"/>
    <w:rsid w:val="00067E48"/>
    <w:rsid w:val="00071726"/>
    <w:rsid w:val="00084390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4B83"/>
    <w:rsid w:val="000F4BF3"/>
    <w:rsid w:val="00102317"/>
    <w:rsid w:val="00107269"/>
    <w:rsid w:val="0012009D"/>
    <w:rsid w:val="001213BE"/>
    <w:rsid w:val="00130BB9"/>
    <w:rsid w:val="00136857"/>
    <w:rsid w:val="00146C7D"/>
    <w:rsid w:val="00160FDB"/>
    <w:rsid w:val="00165136"/>
    <w:rsid w:val="001669FC"/>
    <w:rsid w:val="00175A66"/>
    <w:rsid w:val="00177B36"/>
    <w:rsid w:val="001826E5"/>
    <w:rsid w:val="001836CA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14EA"/>
    <w:rsid w:val="001D5686"/>
    <w:rsid w:val="001D6289"/>
    <w:rsid w:val="001D7C52"/>
    <w:rsid w:val="001E5872"/>
    <w:rsid w:val="001F1D4E"/>
    <w:rsid w:val="00206FF1"/>
    <w:rsid w:val="0021223F"/>
    <w:rsid w:val="00213558"/>
    <w:rsid w:val="00220735"/>
    <w:rsid w:val="00220936"/>
    <w:rsid w:val="00226041"/>
    <w:rsid w:val="00226EA0"/>
    <w:rsid w:val="00231630"/>
    <w:rsid w:val="00234805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63B"/>
    <w:rsid w:val="002B7B7C"/>
    <w:rsid w:val="002C2ECD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1CD7"/>
    <w:rsid w:val="00385385"/>
    <w:rsid w:val="00390E3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0AEE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D2AC1"/>
    <w:rsid w:val="004E5CDF"/>
    <w:rsid w:val="004E7071"/>
    <w:rsid w:val="004E77F5"/>
    <w:rsid w:val="00502D58"/>
    <w:rsid w:val="00503378"/>
    <w:rsid w:val="005046E0"/>
    <w:rsid w:val="00512A12"/>
    <w:rsid w:val="00512BDA"/>
    <w:rsid w:val="00513585"/>
    <w:rsid w:val="00517702"/>
    <w:rsid w:val="00532C16"/>
    <w:rsid w:val="005357BB"/>
    <w:rsid w:val="00545893"/>
    <w:rsid w:val="00562E4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69F0"/>
    <w:rsid w:val="006A01BF"/>
    <w:rsid w:val="006A093F"/>
    <w:rsid w:val="006B1508"/>
    <w:rsid w:val="006C1583"/>
    <w:rsid w:val="006C655E"/>
    <w:rsid w:val="006D3A55"/>
    <w:rsid w:val="006D412B"/>
    <w:rsid w:val="006E5878"/>
    <w:rsid w:val="006F075A"/>
    <w:rsid w:val="006F3036"/>
    <w:rsid w:val="006F5D74"/>
    <w:rsid w:val="007015BD"/>
    <w:rsid w:val="0070413D"/>
    <w:rsid w:val="007062AE"/>
    <w:rsid w:val="007112F4"/>
    <w:rsid w:val="00712677"/>
    <w:rsid w:val="00731A74"/>
    <w:rsid w:val="007323F8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1BE9"/>
    <w:rsid w:val="007F12DB"/>
    <w:rsid w:val="007F14EF"/>
    <w:rsid w:val="007F176C"/>
    <w:rsid w:val="007F6FF2"/>
    <w:rsid w:val="008048D1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2230"/>
    <w:rsid w:val="00877DF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B7CE0"/>
    <w:rsid w:val="009B7D24"/>
    <w:rsid w:val="009C2F2B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2395E"/>
    <w:rsid w:val="00A30264"/>
    <w:rsid w:val="00A32BF7"/>
    <w:rsid w:val="00A32F32"/>
    <w:rsid w:val="00A3674E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4A73"/>
    <w:rsid w:val="00B5617A"/>
    <w:rsid w:val="00B56580"/>
    <w:rsid w:val="00B66143"/>
    <w:rsid w:val="00B66286"/>
    <w:rsid w:val="00B733AB"/>
    <w:rsid w:val="00B95FBF"/>
    <w:rsid w:val="00BA32DF"/>
    <w:rsid w:val="00BA62D6"/>
    <w:rsid w:val="00BB4E43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30306"/>
    <w:rsid w:val="00C366A5"/>
    <w:rsid w:val="00C424EF"/>
    <w:rsid w:val="00C43D42"/>
    <w:rsid w:val="00C60214"/>
    <w:rsid w:val="00C61608"/>
    <w:rsid w:val="00C635DA"/>
    <w:rsid w:val="00C735E7"/>
    <w:rsid w:val="00C7456D"/>
    <w:rsid w:val="00C74FA3"/>
    <w:rsid w:val="00C80E26"/>
    <w:rsid w:val="00C8436A"/>
    <w:rsid w:val="00C86863"/>
    <w:rsid w:val="00CA0737"/>
    <w:rsid w:val="00CA0DA1"/>
    <w:rsid w:val="00CA1BA2"/>
    <w:rsid w:val="00CA20B6"/>
    <w:rsid w:val="00CA4592"/>
    <w:rsid w:val="00CB23F7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93308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189"/>
    <w:rsid w:val="00E07D5E"/>
    <w:rsid w:val="00E11537"/>
    <w:rsid w:val="00E13BC0"/>
    <w:rsid w:val="00E1634B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0879"/>
    <w:rsid w:val="00ED2159"/>
    <w:rsid w:val="00ED4A6B"/>
    <w:rsid w:val="00ED7575"/>
    <w:rsid w:val="00EE0845"/>
    <w:rsid w:val="00EE25A1"/>
    <w:rsid w:val="00EE2CC5"/>
    <w:rsid w:val="00EF7FB6"/>
    <w:rsid w:val="00F055AB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13A7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0F7A9"/>
  <w15:docId w15:val="{A0521901-8BA7-4FF2-BF87-14454051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49699-A600-4872-A873-4521CCAD8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113</cp:revision>
  <cp:lastPrinted>2022-09-07T13:50:00Z</cp:lastPrinted>
  <dcterms:created xsi:type="dcterms:W3CDTF">2020-02-18T08:31:00Z</dcterms:created>
  <dcterms:modified xsi:type="dcterms:W3CDTF">2024-11-13T11:27:00Z</dcterms:modified>
</cp:coreProperties>
</file>