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8C6F2A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E81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70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F13218" w:rsidRPr="008C6F2A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8C6F2A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07196" w:rsidRPr="00A071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E612F9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Default="00F6293C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</w:t>
      </w:r>
    </w:p>
    <w:p w:rsidR="00F13218" w:rsidRPr="00E612F9" w:rsidRDefault="007C6BC6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бюджетам муниципальных образований Ярославской области</w:t>
      </w:r>
      <w:r w:rsidR="00F13218"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CB67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F132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394"/>
        <w:gridCol w:w="2977"/>
      </w:tblGrid>
      <w:tr w:rsidR="00CB67E8" w:rsidRPr="00CB67E8" w:rsidTr="008B15F3">
        <w:trPr>
          <w:trHeight w:val="795"/>
          <w:tblHeader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CB67E8" w:rsidRPr="00CB67E8" w:rsidTr="008B15F3">
        <w:trPr>
          <w:trHeight w:val="9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B67E8" w:rsidRPr="00CB67E8" w:rsidTr="008B15F3">
        <w:trPr>
          <w:trHeight w:val="7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Межбюджетные трансферты на создание модельных муниципальных библиотек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B67E8" w:rsidRPr="00CB67E8" w:rsidTr="008B15F3">
        <w:trPr>
          <w:trHeight w:val="156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36 938 214,74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11 590 947,09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6 833 703,40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810 086,00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813 271,00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110 935,00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332 770,00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583 581,69</w:t>
            </w:r>
          </w:p>
        </w:tc>
      </w:tr>
      <w:tr w:rsidR="00CB67E8" w:rsidRPr="00CB67E8" w:rsidTr="008B15F3">
        <w:trPr>
          <w:trHeight w:val="98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4 857 335,76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2 967 843,36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1 889 492,40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34 425 358,89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17 407 351,22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281 298,98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17 126 052,24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106 875 000,00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83 125 000,00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Рыбинск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285 944 663,18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FFC" w:rsidRPr="00CB67E8" w:rsidRDefault="00EB1FFC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  <w:r w:rsidRPr="00EB1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1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Ярославской области, осуществлявшим конвертацию и подготовку к передаче записей актов гражданского состояния в Единый государственный реестр записей актов гражданского состояния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4 829 755,50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Ярославль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1 763 909,53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 Рыбинск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552 066,74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 Переславль-Залесский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276 040,00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220 832,00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84 630,00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110 413,23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110 416,00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165 624,00</w:t>
            </w:r>
          </w:p>
        </w:tc>
      </w:tr>
      <w:tr w:rsidR="00CB67E8" w:rsidRPr="00CB67E8" w:rsidTr="008B15F3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7E8" w:rsidRPr="00CB67E8" w:rsidRDefault="00CB67E8" w:rsidP="00CB67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67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1 936 843 626,38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8B15F3">
      <w:headerReference w:type="default" r:id="rId8"/>
      <w:pgSz w:w="11906" w:h="16838"/>
      <w:pgMar w:top="1134" w:right="850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B5" w:rsidRDefault="006E4BB5" w:rsidP="00952372">
      <w:pPr>
        <w:spacing w:after="0" w:line="240" w:lineRule="auto"/>
      </w:pPr>
      <w:r>
        <w:separator/>
      </w:r>
    </w:p>
  </w:endnote>
  <w:endnote w:type="continuationSeparator" w:id="0">
    <w:p w:rsidR="006E4BB5" w:rsidRDefault="006E4BB5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B5" w:rsidRDefault="006E4BB5" w:rsidP="00952372">
      <w:pPr>
        <w:spacing w:after="0" w:line="240" w:lineRule="auto"/>
      </w:pPr>
      <w:r>
        <w:separator/>
      </w:r>
    </w:p>
  </w:footnote>
  <w:footnote w:type="continuationSeparator" w:id="0">
    <w:p w:rsidR="006E4BB5" w:rsidRDefault="006E4BB5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878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73F8B" w:rsidRPr="00952372" w:rsidRDefault="00B73F8B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719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4D3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5E80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26657"/>
    <w:rsid w:val="00330C12"/>
    <w:rsid w:val="0033396B"/>
    <w:rsid w:val="00333F30"/>
    <w:rsid w:val="003354BF"/>
    <w:rsid w:val="003367B4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371B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4BB5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C6BC6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563A"/>
    <w:rsid w:val="00856BAC"/>
    <w:rsid w:val="00856E25"/>
    <w:rsid w:val="00860EDC"/>
    <w:rsid w:val="008620BF"/>
    <w:rsid w:val="00865AAE"/>
    <w:rsid w:val="0086608E"/>
    <w:rsid w:val="0086626E"/>
    <w:rsid w:val="00866CBE"/>
    <w:rsid w:val="008767E8"/>
    <w:rsid w:val="00882D6D"/>
    <w:rsid w:val="00882ED3"/>
    <w:rsid w:val="00883BC9"/>
    <w:rsid w:val="008852A3"/>
    <w:rsid w:val="00891476"/>
    <w:rsid w:val="00894A0F"/>
    <w:rsid w:val="008957BA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5F3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70F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49EE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D7FDC"/>
    <w:rsid w:val="009E3126"/>
    <w:rsid w:val="009F2FAF"/>
    <w:rsid w:val="009F7E3C"/>
    <w:rsid w:val="00A01CDD"/>
    <w:rsid w:val="00A03193"/>
    <w:rsid w:val="00A039AB"/>
    <w:rsid w:val="00A07196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45C9"/>
    <w:rsid w:val="00B70F9F"/>
    <w:rsid w:val="00B71357"/>
    <w:rsid w:val="00B71ABB"/>
    <w:rsid w:val="00B71DE7"/>
    <w:rsid w:val="00B72D0F"/>
    <w:rsid w:val="00B73F8B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67E8"/>
    <w:rsid w:val="00CB7DFE"/>
    <w:rsid w:val="00CC2F7C"/>
    <w:rsid w:val="00CC6F4D"/>
    <w:rsid w:val="00CD620E"/>
    <w:rsid w:val="00CE32DD"/>
    <w:rsid w:val="00CE55EF"/>
    <w:rsid w:val="00CE5D66"/>
    <w:rsid w:val="00CE734F"/>
    <w:rsid w:val="00CE73EC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F63"/>
    <w:rsid w:val="00D60898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0A5F"/>
    <w:rsid w:val="00DD1582"/>
    <w:rsid w:val="00DD2875"/>
    <w:rsid w:val="00DD6238"/>
    <w:rsid w:val="00DE03F2"/>
    <w:rsid w:val="00DE513D"/>
    <w:rsid w:val="00DE5EFA"/>
    <w:rsid w:val="00DE5F62"/>
    <w:rsid w:val="00DE62FD"/>
    <w:rsid w:val="00DE784A"/>
    <w:rsid w:val="00DF12C7"/>
    <w:rsid w:val="00DF24DF"/>
    <w:rsid w:val="00DF4379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1F0C"/>
    <w:rsid w:val="00E8480E"/>
    <w:rsid w:val="00E872A7"/>
    <w:rsid w:val="00E93DC2"/>
    <w:rsid w:val="00E94B1F"/>
    <w:rsid w:val="00EA3687"/>
    <w:rsid w:val="00EA685A"/>
    <w:rsid w:val="00EA7783"/>
    <w:rsid w:val="00EB0C91"/>
    <w:rsid w:val="00EB1FFC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062DE"/>
    <w:rsid w:val="00F10F63"/>
    <w:rsid w:val="00F13218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063"/>
    <w:rsid w:val="00F61DB8"/>
    <w:rsid w:val="00F6293C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0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C5D47-6A49-4F07-837F-0989E60C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2021-06-23T09:13:00Z</cp:lastPrinted>
  <dcterms:created xsi:type="dcterms:W3CDTF">2021-06-23T09:14:00Z</dcterms:created>
  <dcterms:modified xsi:type="dcterms:W3CDTF">2021-07-05T08:49:00Z</dcterms:modified>
</cp:coreProperties>
</file>