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218" w:rsidRPr="008C6F2A" w:rsidRDefault="00F13218" w:rsidP="00F13218">
      <w:pPr>
        <w:spacing w:after="0" w:line="240" w:lineRule="auto"/>
        <w:ind w:left="1680"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1D2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10</w:t>
      </w:r>
      <w:r w:rsidR="00C718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13218" w:rsidRPr="008C6F2A" w:rsidRDefault="00F13218" w:rsidP="00F13218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36340D" w:rsidRPr="008C6F2A" w:rsidRDefault="0036340D" w:rsidP="0036340D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01.07.2022 № 30-з</w:t>
      </w:r>
    </w:p>
    <w:p w:rsidR="00F13218" w:rsidRPr="00E612F9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F13218" w:rsidRPr="00E612F9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3218" w:rsidRDefault="00F6293C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Исполнение</w:t>
      </w:r>
    </w:p>
    <w:p w:rsidR="00F13218" w:rsidRPr="00E612F9" w:rsidRDefault="00733C9F" w:rsidP="00733C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33C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дотаций на поддержку мер по обеспечению сбалансированности бюджетов муниципальных 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бразований Ярославской области </w:t>
      </w:r>
      <w:r w:rsidRPr="00733C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иных дотаций бюдж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етам муниципальных образований </w:t>
      </w:r>
      <w:r w:rsidRPr="00733C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Ярославской области за </w:t>
      </w:r>
      <w:r w:rsidR="00F132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CB6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933D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F132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F13218" w:rsidRPr="008C6F2A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13218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9422" w:type="dxa"/>
        <w:tblInd w:w="93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7427"/>
        <w:gridCol w:w="1995"/>
      </w:tblGrid>
      <w:tr w:rsidR="00DE3B20" w:rsidRPr="00DE3B20" w:rsidTr="00A404AA">
        <w:trPr>
          <w:trHeight w:val="690"/>
          <w:tblHeader/>
        </w:trPr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527 937 000,00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13 287 000,00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27 871 000,00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65 562 000,00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59 891 000,00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72 428 000,00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20 168 000,00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24 137 000,00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11 172 000,00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36 046 000,00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38 904 000,00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Любимский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26 225 000,00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20 165 000,00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28 001 000,00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27 846 000,00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26 444 000,00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28 588 000,00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1 202 000,00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304 335 324,00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29 610 574,00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23 501 970,00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90 010 972,00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15 702 981,00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gram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Поречье-Рыбное</w:t>
            </w:r>
            <w:proofErr w:type="gramEnd"/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55 326 557,00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Отрадновское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1 099 990,00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3 949 440,00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6 645 979,00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572 190,00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2 682 459,00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1 449 303,00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3 636 029,00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Высоковское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219 999,00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1 012 240,00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Гореловское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11 128 656,00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2 681 888,00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454 400,00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2 921 703,00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299 846,00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840 745,00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212 575,00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городское поселение Любим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12 168 812,00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Охотинское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906 980,00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2 798 356,00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30 703,00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478 996,00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1 144 000,00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58 548,00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445 512,00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1 075 324,00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14 023 987,00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Белосельское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12 892 610,00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50 000 000,00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Гаврилов-</w:t>
            </w: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Дотации на реализацию приоритетных проектов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208 767 233,01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11 973 880,00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38 013 035,52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2 802 317,98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8 707 365,12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11 910 570,67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gram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Поречье-Рыбное</w:t>
            </w:r>
            <w:proofErr w:type="gramEnd"/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4 352 372,19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803 757,90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4 754 373,51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911 404,65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970 276,07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17 834 100,38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6 084 307,26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17 767 735,74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3 990 153,31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Андреевское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4 178 281,00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Брейтовское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1 654 001,87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1 580 372,05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4 899 923,29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8 853 685,85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2 785 884,98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798 717,46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4 880 428,64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8 290 338,80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4 626 897,88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Охотинское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2 996 743,00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</w:t>
            </w:r>
            <w:proofErr w:type="spellEnd"/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4 725 347,84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3 302 303,60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1 211 790,00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4 577 123,29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4 071 850,71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3 457 892,45</w:t>
            </w:r>
          </w:p>
        </w:tc>
      </w:tr>
      <w:tr w:rsidR="00DE3B20" w:rsidRPr="00DE3B20" w:rsidTr="00A404AA">
        <w:trPr>
          <w:trHeight w:val="284"/>
        </w:trPr>
        <w:tc>
          <w:tcPr>
            <w:tcW w:w="7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20" w:rsidRPr="00DE3B20" w:rsidRDefault="00DE3B20" w:rsidP="00DE3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1 091 039 557,01</w:t>
            </w:r>
          </w:p>
        </w:tc>
      </w:tr>
    </w:tbl>
    <w:p w:rsidR="00F13218" w:rsidRPr="008C6F2A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sectPr w:rsidR="00F13218" w:rsidRPr="008C6F2A" w:rsidSect="00A404AA">
      <w:headerReference w:type="default" r:id="rId8"/>
      <w:pgSz w:w="11906" w:h="16838"/>
      <w:pgMar w:top="1134" w:right="850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64C" w:rsidRDefault="00D3664C" w:rsidP="00952372">
      <w:pPr>
        <w:spacing w:after="0" w:line="240" w:lineRule="auto"/>
      </w:pPr>
      <w:r>
        <w:separator/>
      </w:r>
    </w:p>
  </w:endnote>
  <w:endnote w:type="continuationSeparator" w:id="0">
    <w:p w:rsidR="00D3664C" w:rsidRDefault="00D3664C" w:rsidP="00952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64C" w:rsidRDefault="00D3664C" w:rsidP="00952372">
      <w:pPr>
        <w:spacing w:after="0" w:line="240" w:lineRule="auto"/>
      </w:pPr>
      <w:r>
        <w:separator/>
      </w:r>
    </w:p>
  </w:footnote>
  <w:footnote w:type="continuationSeparator" w:id="0">
    <w:p w:rsidR="00D3664C" w:rsidRDefault="00D3664C" w:rsidP="00952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48782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73F8B" w:rsidRPr="00952372" w:rsidRDefault="00B73F8B" w:rsidP="0095237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5237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5237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6340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F12"/>
    <w:rsid w:val="000073E0"/>
    <w:rsid w:val="00007C35"/>
    <w:rsid w:val="00010495"/>
    <w:rsid w:val="00010984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4D3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0E8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6F5A"/>
    <w:rsid w:val="00110985"/>
    <w:rsid w:val="00110B37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B3D"/>
    <w:rsid w:val="001B4AB2"/>
    <w:rsid w:val="001B7CB6"/>
    <w:rsid w:val="001C387C"/>
    <w:rsid w:val="001C526A"/>
    <w:rsid w:val="001C7096"/>
    <w:rsid w:val="001C74F2"/>
    <w:rsid w:val="001D2034"/>
    <w:rsid w:val="001D2696"/>
    <w:rsid w:val="001D31E3"/>
    <w:rsid w:val="001D5AA4"/>
    <w:rsid w:val="001D6AE6"/>
    <w:rsid w:val="001E3019"/>
    <w:rsid w:val="001E5E80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20CD"/>
    <w:rsid w:val="00243F17"/>
    <w:rsid w:val="002441E0"/>
    <w:rsid w:val="00246B9D"/>
    <w:rsid w:val="002502C7"/>
    <w:rsid w:val="00253D6A"/>
    <w:rsid w:val="002624C0"/>
    <w:rsid w:val="00264AB6"/>
    <w:rsid w:val="00267B26"/>
    <w:rsid w:val="00270847"/>
    <w:rsid w:val="002731C5"/>
    <w:rsid w:val="002747FC"/>
    <w:rsid w:val="00282B53"/>
    <w:rsid w:val="00282DC1"/>
    <w:rsid w:val="00284376"/>
    <w:rsid w:val="00284BB3"/>
    <w:rsid w:val="00286096"/>
    <w:rsid w:val="00287414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47F"/>
    <w:rsid w:val="002D07E7"/>
    <w:rsid w:val="002D30B9"/>
    <w:rsid w:val="002D4E9C"/>
    <w:rsid w:val="002D4EB7"/>
    <w:rsid w:val="002E3BD7"/>
    <w:rsid w:val="002E5CF0"/>
    <w:rsid w:val="002E61A6"/>
    <w:rsid w:val="002F3CD6"/>
    <w:rsid w:val="002F5669"/>
    <w:rsid w:val="003009B4"/>
    <w:rsid w:val="00302161"/>
    <w:rsid w:val="003101A2"/>
    <w:rsid w:val="00315272"/>
    <w:rsid w:val="00317257"/>
    <w:rsid w:val="00317C6A"/>
    <w:rsid w:val="00323682"/>
    <w:rsid w:val="003242E8"/>
    <w:rsid w:val="003254E6"/>
    <w:rsid w:val="00326657"/>
    <w:rsid w:val="00330C12"/>
    <w:rsid w:val="0033396B"/>
    <w:rsid w:val="00333F30"/>
    <w:rsid w:val="003354BF"/>
    <w:rsid w:val="003367B4"/>
    <w:rsid w:val="00342406"/>
    <w:rsid w:val="0034257A"/>
    <w:rsid w:val="00344F92"/>
    <w:rsid w:val="003501A2"/>
    <w:rsid w:val="00350FAD"/>
    <w:rsid w:val="00352534"/>
    <w:rsid w:val="00352B3A"/>
    <w:rsid w:val="003559D8"/>
    <w:rsid w:val="00357B5B"/>
    <w:rsid w:val="0036021D"/>
    <w:rsid w:val="00360D50"/>
    <w:rsid w:val="0036340D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39E5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6C0F"/>
    <w:rsid w:val="003F78E7"/>
    <w:rsid w:val="00400D14"/>
    <w:rsid w:val="00405B88"/>
    <w:rsid w:val="00405E3D"/>
    <w:rsid w:val="004067DA"/>
    <w:rsid w:val="00410014"/>
    <w:rsid w:val="004101C5"/>
    <w:rsid w:val="0041387A"/>
    <w:rsid w:val="00414B23"/>
    <w:rsid w:val="00415794"/>
    <w:rsid w:val="00416A31"/>
    <w:rsid w:val="00423505"/>
    <w:rsid w:val="004241EB"/>
    <w:rsid w:val="004262E1"/>
    <w:rsid w:val="00426BEA"/>
    <w:rsid w:val="00426C5F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C7957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26D0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F2E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06E0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2EBF"/>
    <w:rsid w:val="00654319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377"/>
    <w:rsid w:val="006C5577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3C9F"/>
    <w:rsid w:val="00734DAF"/>
    <w:rsid w:val="00736917"/>
    <w:rsid w:val="007372B0"/>
    <w:rsid w:val="007428F5"/>
    <w:rsid w:val="00742C83"/>
    <w:rsid w:val="00743975"/>
    <w:rsid w:val="00744044"/>
    <w:rsid w:val="00751D03"/>
    <w:rsid w:val="00752F5C"/>
    <w:rsid w:val="00753054"/>
    <w:rsid w:val="0075664D"/>
    <w:rsid w:val="00756970"/>
    <w:rsid w:val="0076202D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A23AF"/>
    <w:rsid w:val="007A3A96"/>
    <w:rsid w:val="007A4114"/>
    <w:rsid w:val="007A6D88"/>
    <w:rsid w:val="007A779B"/>
    <w:rsid w:val="007B26A7"/>
    <w:rsid w:val="007B3EC1"/>
    <w:rsid w:val="007B52E0"/>
    <w:rsid w:val="007C1CE6"/>
    <w:rsid w:val="007C3E7E"/>
    <w:rsid w:val="007C6BC6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6BAC"/>
    <w:rsid w:val="00856E25"/>
    <w:rsid w:val="00860EDC"/>
    <w:rsid w:val="008620BF"/>
    <w:rsid w:val="00865AAE"/>
    <w:rsid w:val="0086608E"/>
    <w:rsid w:val="0086626E"/>
    <w:rsid w:val="00866CBE"/>
    <w:rsid w:val="008767E8"/>
    <w:rsid w:val="00882D6D"/>
    <w:rsid w:val="00882ED3"/>
    <w:rsid w:val="00883BC9"/>
    <w:rsid w:val="008852A3"/>
    <w:rsid w:val="00891476"/>
    <w:rsid w:val="00894A0F"/>
    <w:rsid w:val="008957BA"/>
    <w:rsid w:val="00895AD3"/>
    <w:rsid w:val="008960EA"/>
    <w:rsid w:val="00896D59"/>
    <w:rsid w:val="00897DCC"/>
    <w:rsid w:val="00897E8D"/>
    <w:rsid w:val="008A1346"/>
    <w:rsid w:val="008A2C31"/>
    <w:rsid w:val="008A4125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1F2C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3DA1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372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49EE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D61FD"/>
    <w:rsid w:val="009E3126"/>
    <w:rsid w:val="009F2FAF"/>
    <w:rsid w:val="009F7E3C"/>
    <w:rsid w:val="00A01CDD"/>
    <w:rsid w:val="00A03193"/>
    <w:rsid w:val="00A039AB"/>
    <w:rsid w:val="00A1169E"/>
    <w:rsid w:val="00A11C1A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04AA"/>
    <w:rsid w:val="00A43268"/>
    <w:rsid w:val="00A475BE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2D2"/>
    <w:rsid w:val="00AF57FF"/>
    <w:rsid w:val="00B01450"/>
    <w:rsid w:val="00B02E82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645C9"/>
    <w:rsid w:val="00B70F9F"/>
    <w:rsid w:val="00B71357"/>
    <w:rsid w:val="00B71ABB"/>
    <w:rsid w:val="00B71DE7"/>
    <w:rsid w:val="00B72D0F"/>
    <w:rsid w:val="00B73F8B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181A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67E8"/>
    <w:rsid w:val="00CB7DFE"/>
    <w:rsid w:val="00CC2F7C"/>
    <w:rsid w:val="00CC6F4D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5A5C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3664C"/>
    <w:rsid w:val="00D4029E"/>
    <w:rsid w:val="00D44593"/>
    <w:rsid w:val="00D44D12"/>
    <w:rsid w:val="00D46173"/>
    <w:rsid w:val="00D50319"/>
    <w:rsid w:val="00D52248"/>
    <w:rsid w:val="00D53A47"/>
    <w:rsid w:val="00D540A1"/>
    <w:rsid w:val="00D55548"/>
    <w:rsid w:val="00D557C2"/>
    <w:rsid w:val="00D57F63"/>
    <w:rsid w:val="00D60898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95331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3B20"/>
    <w:rsid w:val="00DE5EFA"/>
    <w:rsid w:val="00DE5F62"/>
    <w:rsid w:val="00DE62FD"/>
    <w:rsid w:val="00DE784A"/>
    <w:rsid w:val="00DF12C7"/>
    <w:rsid w:val="00DF24DF"/>
    <w:rsid w:val="00DF4379"/>
    <w:rsid w:val="00DF5AA7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75F12"/>
    <w:rsid w:val="00E81F0C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C6E"/>
    <w:rsid w:val="00EC787F"/>
    <w:rsid w:val="00ED0565"/>
    <w:rsid w:val="00ED3DAD"/>
    <w:rsid w:val="00ED6FF0"/>
    <w:rsid w:val="00EE0713"/>
    <w:rsid w:val="00EE46A3"/>
    <w:rsid w:val="00EF357F"/>
    <w:rsid w:val="00EF7C19"/>
    <w:rsid w:val="00F02AAA"/>
    <w:rsid w:val="00F04489"/>
    <w:rsid w:val="00F048DA"/>
    <w:rsid w:val="00F0588C"/>
    <w:rsid w:val="00F05D09"/>
    <w:rsid w:val="00F062DE"/>
    <w:rsid w:val="00F10F63"/>
    <w:rsid w:val="00F13218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61DB8"/>
    <w:rsid w:val="00F6293C"/>
    <w:rsid w:val="00F66155"/>
    <w:rsid w:val="00F6754F"/>
    <w:rsid w:val="00F72042"/>
    <w:rsid w:val="00F72406"/>
    <w:rsid w:val="00F72787"/>
    <w:rsid w:val="00F734B6"/>
    <w:rsid w:val="00F74F2A"/>
    <w:rsid w:val="00F75BE6"/>
    <w:rsid w:val="00F76CDC"/>
    <w:rsid w:val="00F77449"/>
    <w:rsid w:val="00F81D16"/>
    <w:rsid w:val="00F8435E"/>
    <w:rsid w:val="00F84988"/>
    <w:rsid w:val="00F84D8C"/>
    <w:rsid w:val="00F92243"/>
    <w:rsid w:val="00F929C0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372"/>
  </w:style>
  <w:style w:type="paragraph" w:styleId="a5">
    <w:name w:val="footer"/>
    <w:basedOn w:val="a"/>
    <w:link w:val="a6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3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372"/>
  </w:style>
  <w:style w:type="paragraph" w:styleId="a5">
    <w:name w:val="footer"/>
    <w:basedOn w:val="a"/>
    <w:link w:val="a6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3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6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FFD31-5011-4018-AC11-13D12C345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1210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8097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4</cp:revision>
  <cp:lastPrinted>2021-05-12T10:43:00Z</cp:lastPrinted>
  <dcterms:created xsi:type="dcterms:W3CDTF">2022-05-18T08:05:00Z</dcterms:created>
  <dcterms:modified xsi:type="dcterms:W3CDTF">2022-07-04T08:14:00Z</dcterms:modified>
</cp:coreProperties>
</file>