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BB026A" w:rsidRDefault="00FA5A6C" w:rsidP="0060448D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>
        <w:rPr>
          <w:szCs w:val="28"/>
        </w:rPr>
        <w:t>В соответствии со статьями</w:t>
      </w:r>
      <w:r w:rsidR="00A11205" w:rsidRPr="00BB026A">
        <w:rPr>
          <w:szCs w:val="28"/>
        </w:rPr>
        <w:t xml:space="preserve"> </w:t>
      </w:r>
      <w:r w:rsidRPr="00FA5A6C">
        <w:rPr>
          <w:szCs w:val="28"/>
        </w:rPr>
        <w:t>27 и 41 Устава Ярославской области, распоря</w:t>
      </w:r>
      <w:r>
        <w:rPr>
          <w:szCs w:val="28"/>
        </w:rPr>
        <w:t xml:space="preserve">жением Губернатора </w:t>
      </w:r>
      <w:r w:rsidR="00917123" w:rsidRPr="00917123">
        <w:rPr>
          <w:szCs w:val="28"/>
        </w:rPr>
        <w:t xml:space="preserve">Ярославской </w:t>
      </w:r>
      <w:r>
        <w:rPr>
          <w:szCs w:val="28"/>
        </w:rPr>
        <w:t>области от 09.06</w:t>
      </w:r>
      <w:r w:rsidRPr="00FA5A6C">
        <w:rPr>
          <w:szCs w:val="28"/>
        </w:rPr>
        <w:t>.</w:t>
      </w:r>
      <w:r>
        <w:rPr>
          <w:szCs w:val="28"/>
        </w:rPr>
        <w:t>2025</w:t>
      </w:r>
      <w:r w:rsidRPr="00FA5A6C">
        <w:rPr>
          <w:szCs w:val="28"/>
        </w:rPr>
        <w:t xml:space="preserve"> № </w:t>
      </w:r>
      <w:r>
        <w:rPr>
          <w:szCs w:val="28"/>
        </w:rPr>
        <w:t>156</w:t>
      </w:r>
      <w:r w:rsidRPr="00FA5A6C">
        <w:rPr>
          <w:szCs w:val="28"/>
        </w:rPr>
        <w:t xml:space="preserve">-рлс </w:t>
      </w:r>
      <w:r w:rsidR="00A11205" w:rsidRPr="00BB026A">
        <w:rPr>
          <w:szCs w:val="28"/>
        </w:rPr>
        <w:t>вношу в Ярославскую областную Думу проект закона Ярославской области</w:t>
      </w:r>
      <w:r w:rsidR="00A11205" w:rsidRPr="00BB026A">
        <w:rPr>
          <w:bCs/>
          <w:szCs w:val="28"/>
        </w:rPr>
        <w:t xml:space="preserve"> </w:t>
      </w:r>
      <w:r w:rsidR="006502AF" w:rsidRPr="006502AF">
        <w:rPr>
          <w:bCs/>
          <w:szCs w:val="28"/>
        </w:rPr>
        <w:t>«</w:t>
      </w:r>
      <w:r w:rsidR="006502AF">
        <w:rPr>
          <w:bCs/>
          <w:szCs w:val="28"/>
        </w:rPr>
        <w:t>О </w:t>
      </w:r>
      <w:r w:rsidR="006502AF" w:rsidRPr="006502AF">
        <w:rPr>
          <w:bCs/>
          <w:szCs w:val="28"/>
        </w:rPr>
        <w:t>порядке назначения и проведения публичных слушаний в муниципальных образованиях Ярославской области»</w:t>
      </w:r>
      <w:r w:rsidR="00A11205" w:rsidRPr="00BB026A">
        <w:rPr>
          <w:bCs/>
          <w:szCs w:val="28"/>
        </w:rPr>
        <w:t>.</w:t>
      </w:r>
    </w:p>
    <w:p w:rsidR="006502AF" w:rsidRPr="006502AF" w:rsidRDefault="00A11205" w:rsidP="006502A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6502AF" w:rsidRPr="006502AF">
        <w:rPr>
          <w:bCs/>
          <w:szCs w:val="28"/>
        </w:rPr>
        <w:t>министр регионального развития Ярославской области Чуркин Е.Ю.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6502A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Default="00FA5A6C" w:rsidP="006975C5">
            <w:pPr>
              <w:keepNext/>
              <w:keepLines/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</w:t>
            </w:r>
          </w:p>
          <w:p w:rsidR="00FA5A6C" w:rsidRPr="009C5E08" w:rsidRDefault="00FA5A6C" w:rsidP="006975C5">
            <w:pPr>
              <w:keepNext/>
              <w:keepLines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Губернатора Ярославской области</w:t>
            </w:r>
          </w:p>
        </w:tc>
        <w:tc>
          <w:tcPr>
            <w:tcW w:w="4650" w:type="dxa"/>
          </w:tcPr>
          <w:p w:rsidR="00FA5A6C" w:rsidRDefault="00FA5A6C" w:rsidP="006975C5">
            <w:pPr>
              <w:keepNext/>
              <w:keepLines/>
              <w:ind w:left="107"/>
              <w:jc w:val="right"/>
              <w:rPr>
                <w:szCs w:val="28"/>
              </w:rPr>
            </w:pPr>
          </w:p>
          <w:p w:rsidR="00A84DCE" w:rsidRDefault="00FA5A6C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А.М. </w:t>
            </w:r>
            <w:proofErr w:type="spellStart"/>
            <w:r>
              <w:rPr>
                <w:szCs w:val="28"/>
              </w:rPr>
              <w:t>Колядин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15" w:rsidRDefault="00612815">
      <w:r>
        <w:separator/>
      </w:r>
    </w:p>
  </w:endnote>
  <w:endnote w:type="continuationSeparator" w:id="0">
    <w:p w:rsidR="00612815" w:rsidRDefault="0061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15" w:rsidRDefault="00612815">
      <w:r>
        <w:separator/>
      </w:r>
    </w:p>
  </w:footnote>
  <w:footnote w:type="continuationSeparator" w:id="0">
    <w:p w:rsidR="00612815" w:rsidRDefault="00612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36BA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48D"/>
    <w:rsid w:val="0061137B"/>
    <w:rsid w:val="00611BBA"/>
    <w:rsid w:val="00612815"/>
    <w:rsid w:val="00613792"/>
    <w:rsid w:val="00616E1B"/>
    <w:rsid w:val="006342D8"/>
    <w:rsid w:val="00635EE6"/>
    <w:rsid w:val="00643CED"/>
    <w:rsid w:val="00646696"/>
    <w:rsid w:val="006502AF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036CC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47FD"/>
    <w:rsid w:val="007D0EB4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17123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026A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A5A6C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51F7-F2E7-4BA8-9ED2-BE240734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2025-06-19T14:38:00Z</dcterms:created>
  <dcterms:modified xsi:type="dcterms:W3CDTF">2025-06-19T14:38:00Z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