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C6D71" w14:textId="77777777" w:rsidR="00A15960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91638E">
        <w:rPr>
          <w:rFonts w:eastAsia="Calibri"/>
          <w:b/>
          <w:sz w:val="20"/>
        </w:rPr>
        <w:t>Проект вносит</w:t>
      </w:r>
    </w:p>
    <w:p w14:paraId="24995011" w14:textId="0D2F8EF9" w:rsidR="00DC118B" w:rsidRDefault="00A15960" w:rsidP="00DC118B">
      <w:pPr>
        <w:keepNext/>
        <w:jc w:val="right"/>
        <w:outlineLvl w:val="2"/>
        <w:rPr>
          <w:rFonts w:eastAsia="Calibri"/>
          <w:b/>
          <w:sz w:val="20"/>
        </w:rPr>
      </w:pPr>
      <w:r>
        <w:rPr>
          <w:rFonts w:eastAsia="Calibri"/>
          <w:b/>
          <w:sz w:val="20"/>
        </w:rPr>
        <w:t>прокурор Ярославской области</w:t>
      </w:r>
    </w:p>
    <w:p w14:paraId="748CAA1D" w14:textId="56526B44" w:rsidR="00A15960" w:rsidRPr="0091638E" w:rsidRDefault="00A15960" w:rsidP="00DC118B">
      <w:pPr>
        <w:keepNext/>
        <w:jc w:val="right"/>
        <w:outlineLvl w:val="2"/>
        <w:rPr>
          <w:rFonts w:eastAsia="Calibri"/>
          <w:b/>
          <w:sz w:val="20"/>
        </w:rPr>
      </w:pPr>
      <w:proofErr w:type="spellStart"/>
      <w:r>
        <w:rPr>
          <w:rFonts w:eastAsia="Calibri"/>
          <w:b/>
          <w:sz w:val="20"/>
        </w:rPr>
        <w:t>Юрздицкий</w:t>
      </w:r>
      <w:proofErr w:type="spellEnd"/>
      <w:r>
        <w:rPr>
          <w:rFonts w:eastAsia="Calibri"/>
          <w:b/>
          <w:sz w:val="20"/>
        </w:rPr>
        <w:t xml:space="preserve"> К.А.</w:t>
      </w:r>
    </w:p>
    <w:p w14:paraId="6126FC4B" w14:textId="77777777" w:rsidR="00EC5316" w:rsidRPr="0091638E" w:rsidRDefault="00EC5316" w:rsidP="00A15960">
      <w:pPr>
        <w:pStyle w:val="3"/>
        <w:jc w:val="center"/>
      </w:pPr>
    </w:p>
    <w:p w14:paraId="2FA9BD9C" w14:textId="77777777" w:rsidR="000B41F0" w:rsidRPr="0091638E" w:rsidRDefault="000B41F0" w:rsidP="000B41F0"/>
    <w:p w14:paraId="1DDBE6E3" w14:textId="77777777" w:rsidR="007B4179" w:rsidRPr="0091638E" w:rsidRDefault="001B07A6">
      <w:pPr>
        <w:jc w:val="center"/>
      </w:pPr>
      <w:r w:rsidRPr="0091638E">
        <w:rPr>
          <w:noProof/>
          <w:sz w:val="20"/>
          <w:szCs w:val="20"/>
        </w:rPr>
        <w:drawing>
          <wp:inline distT="0" distB="0" distL="0" distR="0" wp14:anchorId="4B3A8F19" wp14:editId="20907F09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354472" w14:textId="77777777" w:rsidR="007B4179" w:rsidRPr="0091638E" w:rsidRDefault="007B4179">
      <w:pPr>
        <w:jc w:val="center"/>
        <w:rPr>
          <w:sz w:val="20"/>
        </w:rPr>
      </w:pPr>
    </w:p>
    <w:p w14:paraId="4E8F82CF" w14:textId="77777777" w:rsidR="002C371A" w:rsidRPr="00FC0A19" w:rsidRDefault="002C371A" w:rsidP="002C371A">
      <w:pPr>
        <w:jc w:val="center"/>
        <w:rPr>
          <w:b/>
          <w:bCs/>
          <w:sz w:val="28"/>
          <w:szCs w:val="28"/>
        </w:rPr>
      </w:pPr>
      <w:r w:rsidRPr="00FC0A19">
        <w:rPr>
          <w:b/>
          <w:bCs/>
          <w:sz w:val="28"/>
          <w:szCs w:val="28"/>
        </w:rPr>
        <w:t>З А К О Н</w:t>
      </w:r>
    </w:p>
    <w:p w14:paraId="729A1E48" w14:textId="77777777" w:rsidR="002C371A" w:rsidRPr="00FC0A19" w:rsidRDefault="002C371A" w:rsidP="002C371A">
      <w:pPr>
        <w:jc w:val="center"/>
        <w:rPr>
          <w:b/>
          <w:bCs/>
          <w:sz w:val="28"/>
          <w:szCs w:val="28"/>
        </w:rPr>
      </w:pPr>
      <w:r w:rsidRPr="00FC0A19">
        <w:rPr>
          <w:b/>
          <w:bCs/>
          <w:sz w:val="28"/>
          <w:szCs w:val="28"/>
        </w:rPr>
        <w:t>ЯРОСЛАВСКОЙ ОБЛАСТИ</w:t>
      </w:r>
    </w:p>
    <w:p w14:paraId="1D889D41" w14:textId="77777777" w:rsidR="00EC5316" w:rsidRPr="00FC0A19" w:rsidRDefault="00EC5316" w:rsidP="00EC5316">
      <w:pPr>
        <w:jc w:val="center"/>
        <w:rPr>
          <w:b/>
          <w:sz w:val="28"/>
          <w:szCs w:val="28"/>
        </w:rPr>
      </w:pPr>
    </w:p>
    <w:p w14:paraId="1D058C13" w14:textId="77777777" w:rsidR="009B7293" w:rsidRPr="00FC0A19" w:rsidRDefault="009B7293" w:rsidP="00EC5316">
      <w:pPr>
        <w:jc w:val="center"/>
        <w:rPr>
          <w:b/>
          <w:sz w:val="28"/>
          <w:szCs w:val="28"/>
        </w:rPr>
      </w:pPr>
    </w:p>
    <w:p w14:paraId="58D0E37D" w14:textId="61AA671D" w:rsidR="00563621" w:rsidRPr="00FC0A19" w:rsidRDefault="00993F22" w:rsidP="00455DFD">
      <w:pPr>
        <w:pStyle w:val="1"/>
        <w:ind w:left="0"/>
        <w:jc w:val="center"/>
        <w:rPr>
          <w:b/>
          <w:bCs/>
          <w:szCs w:val="28"/>
        </w:rPr>
      </w:pPr>
      <w:r w:rsidRPr="00FC0A19">
        <w:rPr>
          <w:b/>
          <w:bCs/>
          <w:szCs w:val="28"/>
        </w:rPr>
        <w:t xml:space="preserve">О внесении изменений в </w:t>
      </w:r>
      <w:r w:rsidR="007669A0" w:rsidRPr="00FC0A19">
        <w:rPr>
          <w:b/>
          <w:bCs/>
          <w:szCs w:val="28"/>
        </w:rPr>
        <w:t>Закон</w:t>
      </w:r>
      <w:r w:rsidR="00455DFD" w:rsidRPr="00FC0A19">
        <w:rPr>
          <w:b/>
          <w:bCs/>
          <w:szCs w:val="28"/>
        </w:rPr>
        <w:t xml:space="preserve"> </w:t>
      </w:r>
      <w:r w:rsidR="00C235E1" w:rsidRPr="00FC0A19">
        <w:rPr>
          <w:b/>
          <w:bCs/>
          <w:szCs w:val="28"/>
        </w:rPr>
        <w:t>Ярославской области</w:t>
      </w:r>
    </w:p>
    <w:p w14:paraId="3FBDD97B" w14:textId="77777777" w:rsidR="00955F34" w:rsidRPr="00FC0A19" w:rsidRDefault="007669A0" w:rsidP="00455DFD">
      <w:pPr>
        <w:pStyle w:val="1"/>
        <w:ind w:left="0"/>
        <w:jc w:val="center"/>
        <w:rPr>
          <w:b/>
          <w:bCs/>
          <w:szCs w:val="28"/>
        </w:rPr>
      </w:pPr>
      <w:r w:rsidRPr="00FC0A19">
        <w:rPr>
          <w:b/>
          <w:bCs/>
          <w:szCs w:val="28"/>
        </w:rPr>
        <w:t>«</w:t>
      </w:r>
      <w:r w:rsidR="00C235E1" w:rsidRPr="00FC0A19">
        <w:rPr>
          <w:b/>
          <w:bCs/>
          <w:szCs w:val="28"/>
        </w:rPr>
        <w:t>О порядке учета граждан в качестве нуждающихся</w:t>
      </w:r>
    </w:p>
    <w:p w14:paraId="5EC951D6" w14:textId="77777777" w:rsidR="00955F34" w:rsidRPr="00FC0A19" w:rsidRDefault="00C235E1" w:rsidP="00455DFD">
      <w:pPr>
        <w:pStyle w:val="1"/>
        <w:ind w:left="0"/>
        <w:jc w:val="center"/>
        <w:rPr>
          <w:b/>
          <w:bCs/>
          <w:szCs w:val="28"/>
        </w:rPr>
      </w:pPr>
      <w:r w:rsidRPr="00FC0A19">
        <w:rPr>
          <w:b/>
          <w:bCs/>
          <w:szCs w:val="28"/>
        </w:rPr>
        <w:t>в жилых помещениях, предоставляемых</w:t>
      </w:r>
    </w:p>
    <w:p w14:paraId="7B2AC6C9" w14:textId="38A2F622" w:rsidR="002771BF" w:rsidRPr="00FC0A19" w:rsidRDefault="00C235E1" w:rsidP="00455DFD">
      <w:pPr>
        <w:pStyle w:val="1"/>
        <w:ind w:left="0"/>
        <w:jc w:val="center"/>
        <w:rPr>
          <w:b/>
          <w:szCs w:val="28"/>
        </w:rPr>
      </w:pPr>
      <w:r w:rsidRPr="00FC0A19">
        <w:rPr>
          <w:b/>
          <w:bCs/>
          <w:szCs w:val="28"/>
        </w:rPr>
        <w:t>по договорам социального найма»</w:t>
      </w:r>
    </w:p>
    <w:p w14:paraId="331904E8" w14:textId="77777777" w:rsidR="007B579C" w:rsidRPr="00FC0A19" w:rsidRDefault="007B579C" w:rsidP="007B579C">
      <w:pPr>
        <w:rPr>
          <w:sz w:val="28"/>
          <w:szCs w:val="28"/>
        </w:rPr>
      </w:pPr>
    </w:p>
    <w:p w14:paraId="61DE03BB" w14:textId="77777777" w:rsidR="00EB5501" w:rsidRPr="00FC0A19" w:rsidRDefault="00EB5501" w:rsidP="002771BF">
      <w:pPr>
        <w:pStyle w:val="ab"/>
        <w:rPr>
          <w:sz w:val="28"/>
          <w:szCs w:val="28"/>
        </w:rPr>
      </w:pPr>
    </w:p>
    <w:p w14:paraId="1D4219C4" w14:textId="1B12E3E5" w:rsidR="002771BF" w:rsidRPr="00FC0A19" w:rsidRDefault="002771BF" w:rsidP="006F1D55">
      <w:pPr>
        <w:pStyle w:val="ab"/>
        <w:jc w:val="left"/>
        <w:rPr>
          <w:sz w:val="28"/>
          <w:szCs w:val="28"/>
        </w:rPr>
      </w:pPr>
      <w:r w:rsidRPr="00FC0A19">
        <w:rPr>
          <w:sz w:val="28"/>
          <w:szCs w:val="28"/>
        </w:rPr>
        <w:t>Принят Ярославской областной Думой</w:t>
      </w:r>
    </w:p>
    <w:p w14:paraId="0BE33F36" w14:textId="20EC6607" w:rsidR="002771BF" w:rsidRPr="00FC0A19" w:rsidRDefault="00EB5501" w:rsidP="002771BF">
      <w:pPr>
        <w:pStyle w:val="ab"/>
        <w:rPr>
          <w:sz w:val="28"/>
          <w:szCs w:val="28"/>
        </w:rPr>
      </w:pPr>
      <w:r w:rsidRPr="00FC0A19">
        <w:rPr>
          <w:sz w:val="28"/>
          <w:szCs w:val="28"/>
        </w:rPr>
        <w:t>«___</w:t>
      </w:r>
      <w:proofErr w:type="gramStart"/>
      <w:r w:rsidRPr="00FC0A19">
        <w:rPr>
          <w:sz w:val="28"/>
          <w:szCs w:val="28"/>
        </w:rPr>
        <w:t>_»</w:t>
      </w:r>
      <w:r w:rsidR="002771BF" w:rsidRPr="00FC0A19">
        <w:rPr>
          <w:sz w:val="28"/>
          <w:szCs w:val="28"/>
        </w:rPr>
        <w:t>_</w:t>
      </w:r>
      <w:proofErr w:type="gramEnd"/>
      <w:r w:rsidR="002771BF" w:rsidRPr="00FC0A19">
        <w:rPr>
          <w:sz w:val="28"/>
          <w:szCs w:val="28"/>
        </w:rPr>
        <w:t>____________ 20</w:t>
      </w:r>
      <w:r w:rsidR="008B07E9" w:rsidRPr="00FC0A19">
        <w:rPr>
          <w:sz w:val="28"/>
          <w:szCs w:val="28"/>
        </w:rPr>
        <w:t>2</w:t>
      </w:r>
      <w:r w:rsidR="00653425" w:rsidRPr="00FC0A19">
        <w:rPr>
          <w:sz w:val="28"/>
          <w:szCs w:val="28"/>
        </w:rPr>
        <w:t>5</w:t>
      </w:r>
      <w:r w:rsidR="002771BF" w:rsidRPr="00FC0A19">
        <w:rPr>
          <w:sz w:val="28"/>
          <w:szCs w:val="28"/>
        </w:rPr>
        <w:t xml:space="preserve"> года</w:t>
      </w:r>
    </w:p>
    <w:p w14:paraId="27FCA747" w14:textId="77777777" w:rsidR="002771BF" w:rsidRPr="00FC0A19" w:rsidRDefault="002771BF" w:rsidP="002771BF">
      <w:pPr>
        <w:ind w:firstLine="720"/>
        <w:rPr>
          <w:sz w:val="28"/>
          <w:szCs w:val="28"/>
        </w:rPr>
      </w:pPr>
    </w:p>
    <w:p w14:paraId="22AA0C29" w14:textId="119EE102" w:rsidR="00D86A0E" w:rsidRPr="00FC0A19" w:rsidRDefault="00D86A0E" w:rsidP="002771BF">
      <w:pPr>
        <w:ind w:firstLine="720"/>
        <w:rPr>
          <w:sz w:val="28"/>
          <w:szCs w:val="28"/>
        </w:rPr>
      </w:pPr>
    </w:p>
    <w:p w14:paraId="4C2769F8" w14:textId="1EE53471" w:rsidR="00597B56" w:rsidRPr="00A15960" w:rsidRDefault="005323CD" w:rsidP="00597B56">
      <w:pPr>
        <w:ind w:firstLine="705"/>
        <w:jc w:val="both"/>
        <w:rPr>
          <w:sz w:val="28"/>
          <w:szCs w:val="28"/>
        </w:rPr>
      </w:pPr>
      <w:r w:rsidRPr="00A15960">
        <w:rPr>
          <w:bCs/>
          <w:sz w:val="28"/>
          <w:szCs w:val="28"/>
        </w:rPr>
        <w:t>Внести в Закон Ярославской области от</w:t>
      </w:r>
      <w:r w:rsidR="00487F24" w:rsidRPr="00A15960">
        <w:rPr>
          <w:bCs/>
          <w:sz w:val="28"/>
          <w:szCs w:val="28"/>
        </w:rPr>
        <w:t xml:space="preserve"> </w:t>
      </w:r>
      <w:r w:rsidR="00F84EE5" w:rsidRPr="00A15960">
        <w:rPr>
          <w:bCs/>
          <w:sz w:val="28"/>
          <w:szCs w:val="28"/>
        </w:rPr>
        <w:t>27</w:t>
      </w:r>
      <w:r w:rsidRPr="00A15960">
        <w:rPr>
          <w:bCs/>
          <w:sz w:val="28"/>
          <w:szCs w:val="28"/>
        </w:rPr>
        <w:t>.0</w:t>
      </w:r>
      <w:r w:rsidR="00F84EE5" w:rsidRPr="00A15960">
        <w:rPr>
          <w:bCs/>
          <w:sz w:val="28"/>
          <w:szCs w:val="28"/>
        </w:rPr>
        <w:t>6</w:t>
      </w:r>
      <w:r w:rsidRPr="00A15960">
        <w:rPr>
          <w:bCs/>
          <w:sz w:val="28"/>
          <w:szCs w:val="28"/>
        </w:rPr>
        <w:t>.200</w:t>
      </w:r>
      <w:r w:rsidR="00F84EE5" w:rsidRPr="00A15960">
        <w:rPr>
          <w:bCs/>
          <w:sz w:val="28"/>
          <w:szCs w:val="28"/>
        </w:rPr>
        <w:t>7</w:t>
      </w:r>
      <w:r w:rsidRPr="00A15960">
        <w:rPr>
          <w:bCs/>
          <w:sz w:val="28"/>
          <w:szCs w:val="28"/>
        </w:rPr>
        <w:t xml:space="preserve"> №</w:t>
      </w:r>
      <w:r w:rsidR="00487F24" w:rsidRPr="00A15960">
        <w:rPr>
          <w:bCs/>
          <w:sz w:val="28"/>
          <w:szCs w:val="28"/>
        </w:rPr>
        <w:t xml:space="preserve"> </w:t>
      </w:r>
      <w:r w:rsidR="00F84EE5" w:rsidRPr="00A15960">
        <w:rPr>
          <w:bCs/>
          <w:sz w:val="28"/>
          <w:szCs w:val="28"/>
        </w:rPr>
        <w:t>5</w:t>
      </w:r>
      <w:r w:rsidRPr="00A15960">
        <w:rPr>
          <w:bCs/>
          <w:sz w:val="28"/>
          <w:szCs w:val="28"/>
        </w:rPr>
        <w:t>0-з «О</w:t>
      </w:r>
      <w:r w:rsidR="00F84EE5" w:rsidRPr="00A15960">
        <w:rPr>
          <w:bCs/>
          <w:sz w:val="28"/>
          <w:szCs w:val="28"/>
        </w:rPr>
        <w:t xml:space="preserve"> порядке учета граждан в качестве нуждающихся в жилых помещениях, предоставляемых по договорам социального найма»</w:t>
      </w:r>
      <w:r w:rsidRPr="00A15960">
        <w:rPr>
          <w:bCs/>
          <w:sz w:val="28"/>
          <w:szCs w:val="28"/>
        </w:rPr>
        <w:t xml:space="preserve"> </w:t>
      </w:r>
      <w:r w:rsidR="00597B56" w:rsidRPr="00A15960">
        <w:rPr>
          <w:bCs/>
          <w:sz w:val="28"/>
          <w:szCs w:val="28"/>
        </w:rPr>
        <w:t>(Губернские вести, 2007, 29 июня, № 44-б; Документ</w:t>
      </w:r>
      <w:r w:rsidR="00051E11" w:rsidRPr="00A15960">
        <w:rPr>
          <w:bCs/>
          <w:sz w:val="28"/>
          <w:szCs w:val="28"/>
        </w:rPr>
        <w:t xml:space="preserve"> </w:t>
      </w:r>
      <w:r w:rsidR="00C30EC2">
        <w:rPr>
          <w:bCs/>
          <w:sz w:val="28"/>
          <w:szCs w:val="28"/>
        </w:rPr>
        <w:t>–</w:t>
      </w:r>
      <w:r w:rsidR="00051E11" w:rsidRPr="00A15960">
        <w:rPr>
          <w:bCs/>
          <w:sz w:val="28"/>
          <w:szCs w:val="28"/>
        </w:rPr>
        <w:t xml:space="preserve"> </w:t>
      </w:r>
      <w:r w:rsidR="00597B56" w:rsidRPr="00A15960">
        <w:rPr>
          <w:bCs/>
          <w:sz w:val="28"/>
          <w:szCs w:val="28"/>
        </w:rPr>
        <w:t xml:space="preserve">Регион, 2011, 8 апреля, № 26; 2012, 4 мая, № 35; </w:t>
      </w:r>
      <w:r w:rsidR="00113791" w:rsidRPr="00A15960">
        <w:rPr>
          <w:bCs/>
          <w:sz w:val="28"/>
          <w:szCs w:val="28"/>
        </w:rPr>
        <w:t xml:space="preserve">26 декабря, № 108; </w:t>
      </w:r>
      <w:r w:rsidR="00597B56" w:rsidRPr="00A15960">
        <w:rPr>
          <w:bCs/>
          <w:sz w:val="28"/>
          <w:szCs w:val="28"/>
        </w:rPr>
        <w:t>2016, 14 июня, № 51; 6 декабря, № 106; 2017,</w:t>
      </w:r>
      <w:r w:rsidR="00FC0A19" w:rsidRPr="00A15960">
        <w:rPr>
          <w:bCs/>
          <w:sz w:val="28"/>
          <w:szCs w:val="28"/>
        </w:rPr>
        <w:t xml:space="preserve"> </w:t>
      </w:r>
      <w:r w:rsidR="00597B56" w:rsidRPr="00A15960">
        <w:rPr>
          <w:bCs/>
          <w:sz w:val="28"/>
          <w:szCs w:val="28"/>
        </w:rPr>
        <w:t>12 мая, № 35)</w:t>
      </w:r>
      <w:r w:rsidRPr="00A15960">
        <w:rPr>
          <w:sz w:val="28"/>
          <w:szCs w:val="28"/>
        </w:rPr>
        <w:t xml:space="preserve"> следующие изменения:</w:t>
      </w:r>
    </w:p>
    <w:p w14:paraId="31F1F06C" w14:textId="52FC3A21" w:rsidR="0046065A" w:rsidRPr="00A15960" w:rsidRDefault="00975418" w:rsidP="00597B56">
      <w:pPr>
        <w:ind w:firstLine="705"/>
        <w:jc w:val="both"/>
        <w:rPr>
          <w:sz w:val="28"/>
          <w:szCs w:val="28"/>
        </w:rPr>
      </w:pPr>
      <w:r w:rsidRPr="00A15960">
        <w:rPr>
          <w:sz w:val="28"/>
          <w:szCs w:val="28"/>
        </w:rPr>
        <w:t>1</w:t>
      </w:r>
      <w:r w:rsidR="0046065A" w:rsidRPr="00A15960">
        <w:rPr>
          <w:sz w:val="28"/>
          <w:szCs w:val="28"/>
        </w:rPr>
        <w:t>) часть 2 статьи 1 признать утратившей силу;</w:t>
      </w:r>
    </w:p>
    <w:p w14:paraId="3BD83A67" w14:textId="6262E60E" w:rsidR="0046065A" w:rsidRPr="00A15960" w:rsidRDefault="00975418" w:rsidP="00597B56">
      <w:pPr>
        <w:ind w:firstLine="705"/>
        <w:jc w:val="both"/>
        <w:rPr>
          <w:sz w:val="28"/>
          <w:szCs w:val="28"/>
        </w:rPr>
      </w:pPr>
      <w:r w:rsidRPr="00A15960">
        <w:rPr>
          <w:sz w:val="28"/>
          <w:szCs w:val="28"/>
        </w:rPr>
        <w:t>2</w:t>
      </w:r>
      <w:r w:rsidR="0046065A" w:rsidRPr="00A15960">
        <w:rPr>
          <w:sz w:val="28"/>
          <w:szCs w:val="28"/>
        </w:rPr>
        <w:t>) статью 3 изложить в следующей редакции:</w:t>
      </w:r>
    </w:p>
    <w:p w14:paraId="5ABBF11E" w14:textId="18DD3D87" w:rsidR="0046065A" w:rsidRPr="00A15960" w:rsidRDefault="0046065A" w:rsidP="00597B56">
      <w:pPr>
        <w:ind w:firstLine="705"/>
        <w:jc w:val="both"/>
        <w:rPr>
          <w:b/>
          <w:bCs/>
          <w:sz w:val="28"/>
          <w:szCs w:val="28"/>
        </w:rPr>
      </w:pPr>
      <w:r w:rsidRPr="00A15960">
        <w:rPr>
          <w:sz w:val="28"/>
          <w:szCs w:val="28"/>
        </w:rPr>
        <w:t>«Статья 3.</w:t>
      </w:r>
      <w:r w:rsidRPr="00A15960">
        <w:rPr>
          <w:b/>
          <w:bCs/>
          <w:sz w:val="28"/>
          <w:szCs w:val="28"/>
        </w:rPr>
        <w:t xml:space="preserve"> Категории граждан, подлежащих учету в качестве нуждающихся в жилых помещениях</w:t>
      </w:r>
    </w:p>
    <w:p w14:paraId="14D79936" w14:textId="77777777" w:rsidR="0098029C" w:rsidRPr="00A15960" w:rsidRDefault="0046065A" w:rsidP="0046065A">
      <w:pPr>
        <w:ind w:firstLine="705"/>
        <w:jc w:val="both"/>
        <w:rPr>
          <w:sz w:val="28"/>
          <w:szCs w:val="28"/>
        </w:rPr>
      </w:pPr>
      <w:r w:rsidRPr="00A15960">
        <w:rPr>
          <w:sz w:val="28"/>
          <w:szCs w:val="28"/>
        </w:rPr>
        <w:t>Учету в соответствии с настоящим Законом подлежат</w:t>
      </w:r>
      <w:r w:rsidR="0098029C" w:rsidRPr="00A15960">
        <w:rPr>
          <w:sz w:val="28"/>
          <w:szCs w:val="28"/>
        </w:rPr>
        <w:t>:</w:t>
      </w:r>
    </w:p>
    <w:p w14:paraId="1CBD6EB5" w14:textId="78FBC2D9" w:rsidR="0098029C" w:rsidRPr="00A15960" w:rsidRDefault="0098029C" w:rsidP="0046065A">
      <w:pPr>
        <w:ind w:firstLine="705"/>
        <w:jc w:val="both"/>
        <w:rPr>
          <w:sz w:val="28"/>
          <w:szCs w:val="28"/>
        </w:rPr>
      </w:pPr>
      <w:r w:rsidRPr="00A15960">
        <w:rPr>
          <w:sz w:val="28"/>
          <w:szCs w:val="28"/>
        </w:rPr>
        <w:t xml:space="preserve">1) </w:t>
      </w:r>
      <w:r w:rsidR="0046065A" w:rsidRPr="00A15960">
        <w:rPr>
          <w:sz w:val="28"/>
          <w:szCs w:val="28"/>
        </w:rPr>
        <w:t xml:space="preserve">малоимущие граждане, признанные </w:t>
      </w:r>
      <w:r w:rsidR="009633B1" w:rsidRPr="00A15960">
        <w:rPr>
          <w:sz w:val="28"/>
          <w:szCs w:val="28"/>
        </w:rPr>
        <w:t xml:space="preserve">в соответствии с федеральным законодательством и законодательством Ярославской области </w:t>
      </w:r>
      <w:r w:rsidR="0046065A" w:rsidRPr="00A15960">
        <w:rPr>
          <w:sz w:val="28"/>
          <w:szCs w:val="28"/>
        </w:rPr>
        <w:t>нуждающимися в жилых помещениях, предоставляемых по договорам социального найма</w:t>
      </w:r>
      <w:r w:rsidRPr="00A15960">
        <w:rPr>
          <w:sz w:val="28"/>
          <w:szCs w:val="28"/>
        </w:rPr>
        <w:t>;</w:t>
      </w:r>
    </w:p>
    <w:p w14:paraId="3FC78357" w14:textId="1E432E83" w:rsidR="009633B1" w:rsidRPr="00A15960" w:rsidRDefault="0098029C" w:rsidP="00597B56">
      <w:pPr>
        <w:ind w:firstLine="705"/>
        <w:jc w:val="both"/>
        <w:rPr>
          <w:sz w:val="28"/>
          <w:szCs w:val="28"/>
        </w:rPr>
      </w:pPr>
      <w:r w:rsidRPr="00A15960">
        <w:rPr>
          <w:sz w:val="28"/>
          <w:szCs w:val="28"/>
        </w:rPr>
        <w:t xml:space="preserve">2) </w:t>
      </w:r>
      <w:r w:rsidR="0046065A" w:rsidRPr="00A15960">
        <w:rPr>
          <w:sz w:val="28"/>
          <w:szCs w:val="28"/>
        </w:rPr>
        <w:t>иные категории граждан, определенные федеральным законом, указом Президента Российской Федерации или законом Ярославской области</w:t>
      </w:r>
      <w:r w:rsidR="006E0BF6" w:rsidRPr="00A15960">
        <w:rPr>
          <w:sz w:val="28"/>
          <w:szCs w:val="28"/>
        </w:rPr>
        <w:t xml:space="preserve">, признанные по установленным </w:t>
      </w:r>
      <w:r w:rsidR="00113791" w:rsidRPr="00A15960">
        <w:rPr>
          <w:sz w:val="28"/>
          <w:szCs w:val="28"/>
        </w:rPr>
        <w:t>Жилищным кодексом Российской Федерации</w:t>
      </w:r>
      <w:r w:rsidR="00FC0A19" w:rsidRPr="00A15960">
        <w:rPr>
          <w:sz w:val="28"/>
          <w:szCs w:val="28"/>
        </w:rPr>
        <w:t xml:space="preserve"> </w:t>
      </w:r>
      <w:r w:rsidR="00A15960">
        <w:rPr>
          <w:sz w:val="28"/>
          <w:szCs w:val="28"/>
        </w:rPr>
        <w:t xml:space="preserve">              </w:t>
      </w:r>
      <w:r w:rsidR="00113791" w:rsidRPr="00A15960">
        <w:rPr>
          <w:sz w:val="28"/>
          <w:szCs w:val="28"/>
        </w:rPr>
        <w:t xml:space="preserve">и (или) </w:t>
      </w:r>
      <w:r w:rsidR="006E0BF6" w:rsidRPr="00A15960">
        <w:rPr>
          <w:sz w:val="28"/>
          <w:szCs w:val="28"/>
        </w:rPr>
        <w:t xml:space="preserve">федеральным законом, указом Президента Российской Федерации </w:t>
      </w:r>
      <w:r w:rsidR="00A15960">
        <w:rPr>
          <w:sz w:val="28"/>
          <w:szCs w:val="28"/>
        </w:rPr>
        <w:t xml:space="preserve">                </w:t>
      </w:r>
      <w:r w:rsidR="006E0BF6" w:rsidRPr="00A15960">
        <w:rPr>
          <w:sz w:val="28"/>
          <w:szCs w:val="28"/>
        </w:rPr>
        <w:t>или</w:t>
      </w:r>
      <w:r w:rsidR="00FC0A19" w:rsidRPr="00A15960">
        <w:rPr>
          <w:sz w:val="28"/>
          <w:szCs w:val="28"/>
        </w:rPr>
        <w:t xml:space="preserve"> </w:t>
      </w:r>
      <w:r w:rsidR="006E0BF6" w:rsidRPr="00A15960">
        <w:rPr>
          <w:sz w:val="28"/>
          <w:szCs w:val="28"/>
        </w:rPr>
        <w:t>законом Яро</w:t>
      </w:r>
      <w:r w:rsidRPr="00A15960">
        <w:rPr>
          <w:sz w:val="28"/>
          <w:szCs w:val="28"/>
        </w:rPr>
        <w:t>славской области</w:t>
      </w:r>
      <w:r w:rsidR="006E0BF6" w:rsidRPr="00A15960">
        <w:rPr>
          <w:sz w:val="28"/>
          <w:szCs w:val="28"/>
        </w:rPr>
        <w:t xml:space="preserve"> основаниям нуждающимися в жилых помещениях</w:t>
      </w:r>
      <w:r w:rsidR="009633B1" w:rsidRPr="00A15960">
        <w:rPr>
          <w:sz w:val="28"/>
          <w:szCs w:val="28"/>
        </w:rPr>
        <w:t>, предоставляемых по договорам социального найма</w:t>
      </w:r>
      <w:r w:rsidR="003D34F6" w:rsidRPr="00A15960">
        <w:rPr>
          <w:sz w:val="28"/>
          <w:szCs w:val="28"/>
        </w:rPr>
        <w:t>.</w:t>
      </w:r>
      <w:r w:rsidR="0046065A" w:rsidRPr="00A15960">
        <w:rPr>
          <w:sz w:val="28"/>
          <w:szCs w:val="28"/>
        </w:rPr>
        <w:t>»;</w:t>
      </w:r>
    </w:p>
    <w:p w14:paraId="05084ABC" w14:textId="3D3BF234" w:rsidR="00597B56" w:rsidRPr="00A15960" w:rsidRDefault="00783E9E" w:rsidP="00597B56">
      <w:pPr>
        <w:ind w:firstLine="705"/>
        <w:jc w:val="both"/>
        <w:rPr>
          <w:sz w:val="28"/>
          <w:szCs w:val="28"/>
        </w:rPr>
      </w:pPr>
      <w:r w:rsidRPr="00A15960">
        <w:rPr>
          <w:sz w:val="28"/>
          <w:szCs w:val="28"/>
        </w:rPr>
        <w:lastRenderedPageBreak/>
        <w:t>3</w:t>
      </w:r>
      <w:r w:rsidR="00DE2493" w:rsidRPr="00A15960">
        <w:rPr>
          <w:sz w:val="28"/>
          <w:szCs w:val="28"/>
        </w:rPr>
        <w:t>)</w:t>
      </w:r>
      <w:r w:rsidR="00597B56" w:rsidRPr="00A15960">
        <w:rPr>
          <w:sz w:val="28"/>
          <w:szCs w:val="28"/>
        </w:rPr>
        <w:t xml:space="preserve"> </w:t>
      </w:r>
      <w:r w:rsidR="00C11B72" w:rsidRPr="00A15960">
        <w:rPr>
          <w:sz w:val="28"/>
          <w:szCs w:val="28"/>
        </w:rPr>
        <w:t>в стать</w:t>
      </w:r>
      <w:r w:rsidR="00523831" w:rsidRPr="00A15960">
        <w:rPr>
          <w:sz w:val="28"/>
          <w:szCs w:val="28"/>
        </w:rPr>
        <w:t>е</w:t>
      </w:r>
      <w:r w:rsidR="00C11B72" w:rsidRPr="00A15960">
        <w:rPr>
          <w:sz w:val="28"/>
          <w:szCs w:val="28"/>
        </w:rPr>
        <w:t xml:space="preserve"> 4:</w:t>
      </w:r>
    </w:p>
    <w:p w14:paraId="49413461" w14:textId="1F40838D" w:rsidR="00523831" w:rsidRPr="00A15960" w:rsidRDefault="00523831" w:rsidP="00523831">
      <w:pPr>
        <w:ind w:firstLine="705"/>
        <w:jc w:val="both"/>
        <w:rPr>
          <w:sz w:val="28"/>
          <w:szCs w:val="28"/>
        </w:rPr>
      </w:pPr>
      <w:r w:rsidRPr="00A15960">
        <w:rPr>
          <w:sz w:val="28"/>
          <w:szCs w:val="28"/>
        </w:rPr>
        <w:t xml:space="preserve">а) </w:t>
      </w:r>
      <w:r w:rsidR="00E80295" w:rsidRPr="00A15960">
        <w:rPr>
          <w:sz w:val="28"/>
          <w:szCs w:val="28"/>
        </w:rPr>
        <w:t xml:space="preserve">абзац первый </w:t>
      </w:r>
      <w:r w:rsidRPr="00A15960">
        <w:rPr>
          <w:sz w:val="28"/>
          <w:szCs w:val="28"/>
        </w:rPr>
        <w:t>част</w:t>
      </w:r>
      <w:r w:rsidR="00E80295" w:rsidRPr="00A15960">
        <w:rPr>
          <w:sz w:val="28"/>
          <w:szCs w:val="28"/>
        </w:rPr>
        <w:t>и</w:t>
      </w:r>
      <w:r w:rsidRPr="00A15960">
        <w:rPr>
          <w:sz w:val="28"/>
          <w:szCs w:val="28"/>
        </w:rPr>
        <w:t xml:space="preserve"> 1 изложить в следующей редакции:</w:t>
      </w:r>
    </w:p>
    <w:p w14:paraId="7313E5C5" w14:textId="5766A685" w:rsidR="00E80295" w:rsidRPr="00A15960" w:rsidRDefault="00E80295" w:rsidP="00E80295">
      <w:pPr>
        <w:ind w:firstLine="705"/>
        <w:jc w:val="both"/>
        <w:rPr>
          <w:sz w:val="28"/>
          <w:szCs w:val="28"/>
        </w:rPr>
      </w:pPr>
      <w:r w:rsidRPr="00A15960">
        <w:rPr>
          <w:sz w:val="28"/>
          <w:szCs w:val="28"/>
        </w:rPr>
        <w:t>«1. Принятие граждан на учет в качестве нуждающихся в жилых помещениях</w:t>
      </w:r>
      <w:r w:rsidR="00ED1B14" w:rsidRPr="00A15960">
        <w:rPr>
          <w:sz w:val="28"/>
          <w:szCs w:val="28"/>
        </w:rPr>
        <w:t>, предоставляемых по договорам социального найма</w:t>
      </w:r>
      <w:r w:rsidR="00CC3F78" w:rsidRPr="00A15960">
        <w:rPr>
          <w:sz w:val="28"/>
          <w:szCs w:val="28"/>
        </w:rPr>
        <w:t xml:space="preserve"> </w:t>
      </w:r>
      <w:r w:rsidR="00E91912" w:rsidRPr="00A15960">
        <w:rPr>
          <w:sz w:val="28"/>
          <w:szCs w:val="28"/>
        </w:rPr>
        <w:t xml:space="preserve">                      </w:t>
      </w:r>
      <w:proofErr w:type="gramStart"/>
      <w:r w:rsidR="00E91912" w:rsidRPr="00A15960">
        <w:rPr>
          <w:sz w:val="28"/>
          <w:szCs w:val="28"/>
        </w:rPr>
        <w:t xml:space="preserve">   </w:t>
      </w:r>
      <w:r w:rsidR="00CC3F78" w:rsidRPr="00A15960">
        <w:rPr>
          <w:sz w:val="28"/>
          <w:szCs w:val="28"/>
        </w:rPr>
        <w:t>(</w:t>
      </w:r>
      <w:proofErr w:type="gramEnd"/>
      <w:r w:rsidR="00CC3F78" w:rsidRPr="00A15960">
        <w:rPr>
          <w:sz w:val="28"/>
          <w:szCs w:val="28"/>
        </w:rPr>
        <w:t>далее</w:t>
      </w:r>
      <w:r w:rsidR="007037D8" w:rsidRPr="00A15960">
        <w:rPr>
          <w:sz w:val="28"/>
          <w:szCs w:val="28"/>
        </w:rPr>
        <w:t xml:space="preserve"> </w:t>
      </w:r>
      <w:r w:rsidR="001824C1">
        <w:rPr>
          <w:sz w:val="28"/>
          <w:szCs w:val="28"/>
        </w:rPr>
        <w:t>–</w:t>
      </w:r>
      <w:r w:rsidR="00CC3F78" w:rsidRPr="00A15960">
        <w:rPr>
          <w:sz w:val="28"/>
          <w:szCs w:val="28"/>
        </w:rPr>
        <w:t xml:space="preserve"> принятие на учет)</w:t>
      </w:r>
      <w:r w:rsidR="00ED1B14" w:rsidRPr="00A15960">
        <w:rPr>
          <w:sz w:val="28"/>
          <w:szCs w:val="28"/>
        </w:rPr>
        <w:t>,</w:t>
      </w:r>
      <w:r w:rsidRPr="00A15960">
        <w:rPr>
          <w:sz w:val="28"/>
          <w:szCs w:val="28"/>
        </w:rPr>
        <w:t xml:space="preserve"> осуществляется на основании заявления гражданина, поданного в орган учета. Заявление о принятии на </w:t>
      </w:r>
      <w:r w:rsidR="008D08E8" w:rsidRPr="00A15960">
        <w:rPr>
          <w:sz w:val="28"/>
          <w:szCs w:val="28"/>
        </w:rPr>
        <w:t>учет</w:t>
      </w:r>
      <w:r w:rsidR="00AB2336" w:rsidRPr="00A15960">
        <w:rPr>
          <w:sz w:val="28"/>
          <w:szCs w:val="28"/>
        </w:rPr>
        <w:t xml:space="preserve"> </w:t>
      </w:r>
      <w:r w:rsidR="00E15375" w:rsidRPr="00A15960">
        <w:rPr>
          <w:sz w:val="28"/>
          <w:szCs w:val="28"/>
        </w:rPr>
        <w:t>подается</w:t>
      </w:r>
      <w:r w:rsidRPr="00A15960">
        <w:rPr>
          <w:sz w:val="28"/>
          <w:szCs w:val="28"/>
        </w:rPr>
        <w:t xml:space="preserve"> гражданином</w:t>
      </w:r>
      <w:r w:rsidR="00487F24" w:rsidRPr="00A15960">
        <w:rPr>
          <w:sz w:val="28"/>
          <w:szCs w:val="28"/>
        </w:rPr>
        <w:t xml:space="preserve"> </w:t>
      </w:r>
      <w:r w:rsidR="00975418" w:rsidRPr="00A15960">
        <w:rPr>
          <w:sz w:val="28"/>
          <w:szCs w:val="28"/>
        </w:rPr>
        <w:t xml:space="preserve">(далее также </w:t>
      </w:r>
      <w:r w:rsidR="001824C1">
        <w:rPr>
          <w:sz w:val="28"/>
          <w:szCs w:val="28"/>
        </w:rPr>
        <w:t>–</w:t>
      </w:r>
      <w:r w:rsidR="00975418" w:rsidRPr="00A15960">
        <w:rPr>
          <w:sz w:val="28"/>
          <w:szCs w:val="28"/>
        </w:rPr>
        <w:t xml:space="preserve"> заявитель) </w:t>
      </w:r>
      <w:r w:rsidRPr="00A15960">
        <w:rPr>
          <w:sz w:val="28"/>
          <w:szCs w:val="28"/>
        </w:rPr>
        <w:t>в орган учета по месту своего жительства.</w:t>
      </w:r>
      <w:r w:rsidR="00E15375" w:rsidRPr="00A15960">
        <w:rPr>
          <w:sz w:val="28"/>
          <w:szCs w:val="28"/>
        </w:rPr>
        <w:t xml:space="preserve"> </w:t>
      </w:r>
      <w:r w:rsidR="00ED1B14" w:rsidRPr="00A15960">
        <w:rPr>
          <w:sz w:val="28"/>
          <w:szCs w:val="28"/>
        </w:rPr>
        <w:t xml:space="preserve">В случаях и в порядке, которые установлены законодательством, гражданин может подать заявление о принятии на учет не по месту своего жительства. </w:t>
      </w:r>
      <w:r w:rsidR="00E15375" w:rsidRPr="00A15960">
        <w:rPr>
          <w:sz w:val="28"/>
          <w:szCs w:val="28"/>
        </w:rPr>
        <w:t xml:space="preserve">Принятие на </w:t>
      </w:r>
      <w:r w:rsidR="008D08E8" w:rsidRPr="00A15960">
        <w:rPr>
          <w:sz w:val="28"/>
          <w:szCs w:val="28"/>
        </w:rPr>
        <w:t xml:space="preserve">учет </w:t>
      </w:r>
      <w:r w:rsidR="00E15375" w:rsidRPr="00A15960">
        <w:rPr>
          <w:sz w:val="28"/>
          <w:szCs w:val="28"/>
        </w:rPr>
        <w:t xml:space="preserve">недееспособных граждан осуществляется </w:t>
      </w:r>
      <w:r w:rsidR="001824C1">
        <w:rPr>
          <w:sz w:val="28"/>
          <w:szCs w:val="28"/>
        </w:rPr>
        <w:t xml:space="preserve">                    </w:t>
      </w:r>
      <w:r w:rsidR="00E15375" w:rsidRPr="00A15960">
        <w:rPr>
          <w:sz w:val="28"/>
          <w:szCs w:val="28"/>
        </w:rPr>
        <w:t>на основании заявлений о принятии на учет, поданных их законными представителями</w:t>
      </w:r>
      <w:r w:rsidRPr="00A15960">
        <w:rPr>
          <w:sz w:val="28"/>
          <w:szCs w:val="28"/>
        </w:rPr>
        <w:t>.»;</w:t>
      </w:r>
    </w:p>
    <w:p w14:paraId="512C6CC8" w14:textId="3DA63093" w:rsidR="00523831" w:rsidRPr="00A15960" w:rsidRDefault="00523831" w:rsidP="00523831">
      <w:pPr>
        <w:ind w:firstLine="705"/>
        <w:jc w:val="both"/>
        <w:rPr>
          <w:sz w:val="28"/>
          <w:szCs w:val="28"/>
        </w:rPr>
      </w:pPr>
      <w:r w:rsidRPr="00A15960">
        <w:rPr>
          <w:sz w:val="28"/>
          <w:szCs w:val="28"/>
        </w:rPr>
        <w:t>б) части 2 и 2</w:t>
      </w:r>
      <w:r w:rsidRPr="00A15960">
        <w:rPr>
          <w:sz w:val="28"/>
          <w:szCs w:val="28"/>
          <w:vertAlign w:val="superscript"/>
        </w:rPr>
        <w:t>1</w:t>
      </w:r>
      <w:r w:rsidRPr="00A15960">
        <w:rPr>
          <w:sz w:val="28"/>
          <w:szCs w:val="28"/>
        </w:rPr>
        <w:t xml:space="preserve"> изложить в следующей редакции:</w:t>
      </w:r>
    </w:p>
    <w:p w14:paraId="1FAF77B2" w14:textId="5B907D59" w:rsidR="008C7354" w:rsidRPr="00A15960" w:rsidRDefault="00523831" w:rsidP="008C7354">
      <w:pPr>
        <w:ind w:firstLine="705"/>
        <w:jc w:val="both"/>
        <w:rPr>
          <w:sz w:val="28"/>
          <w:szCs w:val="28"/>
        </w:rPr>
      </w:pPr>
      <w:r w:rsidRPr="00A15960">
        <w:rPr>
          <w:sz w:val="28"/>
          <w:szCs w:val="28"/>
        </w:rPr>
        <w:t>«</w:t>
      </w:r>
      <w:r w:rsidR="008C7354" w:rsidRPr="00A15960">
        <w:rPr>
          <w:sz w:val="28"/>
          <w:szCs w:val="28"/>
        </w:rPr>
        <w:t>2. Одновременно с заявлением о принятии на учет</w:t>
      </w:r>
      <w:r w:rsidR="00AB2336" w:rsidRPr="00A15960">
        <w:rPr>
          <w:sz w:val="28"/>
          <w:szCs w:val="28"/>
        </w:rPr>
        <w:t xml:space="preserve"> </w:t>
      </w:r>
      <w:r w:rsidR="008C7354" w:rsidRPr="00A15960">
        <w:rPr>
          <w:sz w:val="28"/>
          <w:szCs w:val="28"/>
        </w:rPr>
        <w:t xml:space="preserve">гражданин </w:t>
      </w:r>
      <w:r w:rsidR="006D24E5" w:rsidRPr="00A15960">
        <w:rPr>
          <w:sz w:val="28"/>
          <w:szCs w:val="28"/>
        </w:rPr>
        <w:t>представляет</w:t>
      </w:r>
      <w:r w:rsidR="008C7354" w:rsidRPr="00A15960">
        <w:rPr>
          <w:sz w:val="28"/>
          <w:szCs w:val="28"/>
        </w:rPr>
        <w:t xml:space="preserve"> следующие документы:</w:t>
      </w:r>
    </w:p>
    <w:p w14:paraId="71F5E003" w14:textId="690A003A" w:rsidR="008D08E8" w:rsidRPr="00A15960" w:rsidRDefault="00302EA8" w:rsidP="008D08E8">
      <w:pPr>
        <w:ind w:firstLine="705"/>
        <w:jc w:val="both"/>
        <w:rPr>
          <w:sz w:val="28"/>
          <w:szCs w:val="28"/>
        </w:rPr>
      </w:pPr>
      <w:r w:rsidRPr="00A15960">
        <w:rPr>
          <w:sz w:val="28"/>
          <w:szCs w:val="28"/>
        </w:rPr>
        <w:t>1</w:t>
      </w:r>
      <w:r w:rsidR="008D08E8" w:rsidRPr="00A15960">
        <w:rPr>
          <w:sz w:val="28"/>
          <w:szCs w:val="28"/>
        </w:rPr>
        <w:t>)</w:t>
      </w:r>
      <w:r w:rsidR="008C7354" w:rsidRPr="00A15960">
        <w:rPr>
          <w:sz w:val="28"/>
          <w:szCs w:val="28"/>
        </w:rPr>
        <w:t xml:space="preserve"> документы, удостоверяющие личность гражданина </w:t>
      </w:r>
      <w:r w:rsidR="006C05CD" w:rsidRPr="00A15960">
        <w:rPr>
          <w:sz w:val="28"/>
          <w:szCs w:val="28"/>
        </w:rPr>
        <w:t xml:space="preserve">и </w:t>
      </w:r>
      <w:r w:rsidR="008C7354" w:rsidRPr="00A15960">
        <w:rPr>
          <w:sz w:val="28"/>
          <w:szCs w:val="28"/>
        </w:rPr>
        <w:t>членов его семьи;</w:t>
      </w:r>
    </w:p>
    <w:p w14:paraId="050DF98A" w14:textId="404DA937" w:rsidR="00086083" w:rsidRPr="00A15960" w:rsidRDefault="00086083" w:rsidP="00E246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5960">
        <w:rPr>
          <w:sz w:val="28"/>
          <w:szCs w:val="28"/>
        </w:rPr>
        <w:t>2</w:t>
      </w:r>
      <w:r w:rsidR="002805F4" w:rsidRPr="00A15960">
        <w:rPr>
          <w:sz w:val="28"/>
          <w:szCs w:val="28"/>
        </w:rPr>
        <w:t xml:space="preserve">) </w:t>
      </w:r>
      <w:r w:rsidRPr="00A15960">
        <w:rPr>
          <w:sz w:val="28"/>
          <w:szCs w:val="28"/>
        </w:rPr>
        <w:t xml:space="preserve">документ, удостоверяющий личность представителя </w:t>
      </w:r>
      <w:proofErr w:type="gramStart"/>
      <w:r w:rsidRPr="00A15960">
        <w:rPr>
          <w:sz w:val="28"/>
          <w:szCs w:val="28"/>
        </w:rPr>
        <w:t xml:space="preserve">заявителя, </w:t>
      </w:r>
      <w:r w:rsidR="00A15960">
        <w:rPr>
          <w:sz w:val="28"/>
          <w:szCs w:val="28"/>
        </w:rPr>
        <w:t xml:space="preserve">  </w:t>
      </w:r>
      <w:proofErr w:type="gramEnd"/>
      <w:r w:rsidR="00A15960">
        <w:rPr>
          <w:sz w:val="28"/>
          <w:szCs w:val="28"/>
        </w:rPr>
        <w:t xml:space="preserve">                    </w:t>
      </w:r>
      <w:r w:rsidR="0078152B" w:rsidRPr="00A15960">
        <w:rPr>
          <w:sz w:val="28"/>
          <w:szCs w:val="28"/>
        </w:rPr>
        <w:t xml:space="preserve">и </w:t>
      </w:r>
      <w:r w:rsidRPr="00A15960">
        <w:rPr>
          <w:sz w:val="28"/>
          <w:szCs w:val="28"/>
        </w:rPr>
        <w:t>документ, подтверждающий полномочия представителя</w:t>
      </w:r>
      <w:r w:rsidR="0078152B" w:rsidRPr="00A15960">
        <w:rPr>
          <w:sz w:val="28"/>
          <w:szCs w:val="28"/>
        </w:rPr>
        <w:t xml:space="preserve"> заявителя</w:t>
      </w:r>
      <w:r w:rsidR="00A15960">
        <w:rPr>
          <w:sz w:val="28"/>
          <w:szCs w:val="28"/>
        </w:rPr>
        <w:t>,</w:t>
      </w:r>
      <w:r w:rsidRPr="00A15960">
        <w:rPr>
          <w:sz w:val="28"/>
          <w:szCs w:val="28"/>
        </w:rPr>
        <w:t xml:space="preserve"> </w:t>
      </w:r>
      <w:r w:rsidR="00A15960">
        <w:rPr>
          <w:sz w:val="28"/>
          <w:szCs w:val="28"/>
        </w:rPr>
        <w:t>–</w:t>
      </w:r>
      <w:r w:rsidRPr="00A15960">
        <w:rPr>
          <w:sz w:val="28"/>
          <w:szCs w:val="28"/>
        </w:rPr>
        <w:t xml:space="preserve"> </w:t>
      </w:r>
      <w:r w:rsidR="00A15960">
        <w:rPr>
          <w:sz w:val="28"/>
          <w:szCs w:val="28"/>
        </w:rPr>
        <w:t xml:space="preserve">в </w:t>
      </w:r>
      <w:r w:rsidR="000F5063" w:rsidRPr="00A15960">
        <w:rPr>
          <w:sz w:val="28"/>
          <w:szCs w:val="28"/>
        </w:rPr>
        <w:t>случае подачи заявления о принятии на учет через представителя</w:t>
      </w:r>
      <w:r w:rsidRPr="00A15960">
        <w:rPr>
          <w:sz w:val="28"/>
          <w:szCs w:val="28"/>
        </w:rPr>
        <w:t>;</w:t>
      </w:r>
    </w:p>
    <w:p w14:paraId="5E040251" w14:textId="3680E711" w:rsidR="00E24666" w:rsidRPr="00A15960" w:rsidRDefault="00086083" w:rsidP="00E246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5960">
        <w:rPr>
          <w:sz w:val="28"/>
          <w:szCs w:val="28"/>
        </w:rPr>
        <w:t xml:space="preserve">3) </w:t>
      </w:r>
      <w:r w:rsidR="002805F4" w:rsidRPr="00A15960">
        <w:rPr>
          <w:sz w:val="28"/>
          <w:szCs w:val="28"/>
        </w:rPr>
        <w:t xml:space="preserve">документы, подтверждающие наличие или отсутствие жилых помещений на праве собственности </w:t>
      </w:r>
      <w:r w:rsidR="00A15960">
        <w:rPr>
          <w:sz w:val="28"/>
          <w:szCs w:val="28"/>
        </w:rPr>
        <w:t xml:space="preserve">у гражданина и членов его </w:t>
      </w:r>
      <w:proofErr w:type="gramStart"/>
      <w:r w:rsidR="00A15960">
        <w:rPr>
          <w:sz w:val="28"/>
          <w:szCs w:val="28"/>
        </w:rPr>
        <w:t>семьи,</w:t>
      </w:r>
      <w:r w:rsidR="002805F4" w:rsidRPr="00A15960">
        <w:rPr>
          <w:sz w:val="28"/>
          <w:szCs w:val="28"/>
        </w:rPr>
        <w:t xml:space="preserve"> </w:t>
      </w:r>
      <w:r w:rsidR="00A15960">
        <w:rPr>
          <w:sz w:val="28"/>
          <w:szCs w:val="28"/>
        </w:rPr>
        <w:t xml:space="preserve">  </w:t>
      </w:r>
      <w:proofErr w:type="gramEnd"/>
      <w:r w:rsidR="00A15960">
        <w:rPr>
          <w:sz w:val="28"/>
          <w:szCs w:val="28"/>
        </w:rPr>
        <w:t xml:space="preserve">                             –</w:t>
      </w:r>
      <w:r w:rsidR="0078152B" w:rsidRPr="00A15960">
        <w:rPr>
          <w:sz w:val="28"/>
          <w:szCs w:val="28"/>
        </w:rPr>
        <w:t xml:space="preserve"> </w:t>
      </w:r>
      <w:r w:rsidR="00A15960">
        <w:rPr>
          <w:sz w:val="28"/>
          <w:szCs w:val="28"/>
        </w:rPr>
        <w:t xml:space="preserve">в </w:t>
      </w:r>
      <w:r w:rsidR="002805F4" w:rsidRPr="00A15960">
        <w:rPr>
          <w:sz w:val="28"/>
          <w:szCs w:val="28"/>
        </w:rPr>
        <w:t>случае</w:t>
      </w:r>
      <w:r w:rsidR="0068178E" w:rsidRPr="00A15960">
        <w:rPr>
          <w:sz w:val="28"/>
          <w:szCs w:val="28"/>
        </w:rPr>
        <w:t>,</w:t>
      </w:r>
      <w:r w:rsidR="002805F4" w:rsidRPr="00A15960">
        <w:rPr>
          <w:sz w:val="28"/>
          <w:szCs w:val="28"/>
        </w:rPr>
        <w:t xml:space="preserve"> если право собственности не зарегистрировано в Едином государственном реестре недвижимости</w:t>
      </w:r>
      <w:bookmarkStart w:id="0" w:name="Par51"/>
      <w:bookmarkEnd w:id="0"/>
      <w:r w:rsidR="00053EE0" w:rsidRPr="00A15960">
        <w:rPr>
          <w:sz w:val="28"/>
          <w:szCs w:val="28"/>
        </w:rPr>
        <w:t>;</w:t>
      </w:r>
    </w:p>
    <w:p w14:paraId="6490D747" w14:textId="74BB4A9F" w:rsidR="004D4C3E" w:rsidRPr="00A15960" w:rsidRDefault="000F5063" w:rsidP="000F5063">
      <w:pPr>
        <w:ind w:firstLine="705"/>
        <w:jc w:val="both"/>
        <w:rPr>
          <w:sz w:val="28"/>
          <w:szCs w:val="28"/>
        </w:rPr>
      </w:pPr>
      <w:bookmarkStart w:id="1" w:name="Par56"/>
      <w:bookmarkStart w:id="2" w:name="Par66"/>
      <w:bookmarkEnd w:id="1"/>
      <w:bookmarkEnd w:id="2"/>
      <w:r w:rsidRPr="00A15960">
        <w:rPr>
          <w:sz w:val="28"/>
          <w:szCs w:val="28"/>
        </w:rPr>
        <w:t xml:space="preserve">4) </w:t>
      </w:r>
      <w:r w:rsidR="004D4C3E" w:rsidRPr="00A15960">
        <w:rPr>
          <w:sz w:val="28"/>
          <w:szCs w:val="28"/>
        </w:rPr>
        <w:t xml:space="preserve">свидетельства о государственной регистрации актов гражданского состояния, выданные компетентными органами иностранного </w:t>
      </w:r>
      <w:proofErr w:type="gramStart"/>
      <w:r w:rsidR="004D4C3E" w:rsidRPr="00A15960">
        <w:rPr>
          <w:sz w:val="28"/>
          <w:szCs w:val="28"/>
        </w:rPr>
        <w:t xml:space="preserve">государства, </w:t>
      </w:r>
      <w:r w:rsidR="00A15960">
        <w:rPr>
          <w:sz w:val="28"/>
          <w:szCs w:val="28"/>
        </w:rPr>
        <w:t xml:space="preserve">  </w:t>
      </w:r>
      <w:proofErr w:type="gramEnd"/>
      <w:r w:rsidR="00A15960">
        <w:rPr>
          <w:sz w:val="28"/>
          <w:szCs w:val="28"/>
        </w:rPr>
        <w:t xml:space="preserve">      </w:t>
      </w:r>
      <w:r w:rsidR="004D4C3E" w:rsidRPr="00A15960">
        <w:rPr>
          <w:sz w:val="28"/>
          <w:szCs w:val="28"/>
        </w:rPr>
        <w:t>и их нотариально удостоверенный перевод на русский язык;</w:t>
      </w:r>
    </w:p>
    <w:p w14:paraId="18C04B75" w14:textId="3969C529" w:rsidR="000F5063" w:rsidRPr="00A15960" w:rsidRDefault="004D4C3E" w:rsidP="000F5063">
      <w:pPr>
        <w:ind w:firstLine="705"/>
        <w:jc w:val="both"/>
        <w:rPr>
          <w:sz w:val="28"/>
          <w:szCs w:val="28"/>
        </w:rPr>
      </w:pPr>
      <w:r w:rsidRPr="00A15960">
        <w:rPr>
          <w:sz w:val="28"/>
          <w:szCs w:val="28"/>
        </w:rPr>
        <w:t xml:space="preserve">5) </w:t>
      </w:r>
      <w:r w:rsidR="000F5063" w:rsidRPr="00A15960">
        <w:rPr>
          <w:sz w:val="28"/>
          <w:szCs w:val="28"/>
        </w:rPr>
        <w:t>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14:paraId="241B8087" w14:textId="088B92C1" w:rsidR="000F5063" w:rsidRPr="00A15960" w:rsidRDefault="004D4C3E" w:rsidP="000F50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5960">
        <w:rPr>
          <w:sz w:val="28"/>
          <w:szCs w:val="28"/>
        </w:rPr>
        <w:t>6</w:t>
      </w:r>
      <w:r w:rsidR="000F5063" w:rsidRPr="00A15960">
        <w:rPr>
          <w:sz w:val="28"/>
          <w:szCs w:val="28"/>
        </w:rPr>
        <w:t>) решени</w:t>
      </w:r>
      <w:r w:rsidR="007A0EFB" w:rsidRPr="00A15960">
        <w:rPr>
          <w:sz w:val="28"/>
          <w:szCs w:val="28"/>
        </w:rPr>
        <w:t>е</w:t>
      </w:r>
      <w:r w:rsidR="000F5063" w:rsidRPr="00A15960">
        <w:rPr>
          <w:sz w:val="28"/>
          <w:szCs w:val="28"/>
        </w:rPr>
        <w:t xml:space="preserve"> суда о признании лица членом семьи гражданина;</w:t>
      </w:r>
    </w:p>
    <w:p w14:paraId="188EC38C" w14:textId="56D9D348" w:rsidR="00C11DC6" w:rsidRPr="00A15960" w:rsidRDefault="004D4C3E" w:rsidP="009158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5960">
        <w:rPr>
          <w:sz w:val="28"/>
          <w:szCs w:val="28"/>
        </w:rPr>
        <w:t>7</w:t>
      </w:r>
      <w:r w:rsidR="000F5063" w:rsidRPr="00A15960">
        <w:rPr>
          <w:sz w:val="28"/>
          <w:szCs w:val="28"/>
        </w:rPr>
        <w:t xml:space="preserve">) </w:t>
      </w:r>
      <w:r w:rsidR="00053EE0" w:rsidRPr="00A15960">
        <w:rPr>
          <w:sz w:val="28"/>
          <w:szCs w:val="28"/>
        </w:rPr>
        <w:t>решени</w:t>
      </w:r>
      <w:r w:rsidR="007A0EFB" w:rsidRPr="00A15960">
        <w:rPr>
          <w:sz w:val="28"/>
          <w:szCs w:val="28"/>
        </w:rPr>
        <w:t xml:space="preserve">е </w:t>
      </w:r>
      <w:r w:rsidR="000F5063" w:rsidRPr="00A15960">
        <w:rPr>
          <w:sz w:val="28"/>
          <w:szCs w:val="28"/>
        </w:rPr>
        <w:t xml:space="preserve">суда об установлении факта </w:t>
      </w:r>
      <w:r w:rsidR="009E25B4" w:rsidRPr="00A15960">
        <w:rPr>
          <w:sz w:val="28"/>
          <w:szCs w:val="28"/>
        </w:rPr>
        <w:t>проживания или</w:t>
      </w:r>
      <w:r w:rsidR="00053EE0" w:rsidRPr="00A15960">
        <w:rPr>
          <w:sz w:val="28"/>
          <w:szCs w:val="28"/>
        </w:rPr>
        <w:t xml:space="preserve"> </w:t>
      </w:r>
      <w:r w:rsidR="000F5063" w:rsidRPr="00A15960">
        <w:rPr>
          <w:sz w:val="28"/>
          <w:szCs w:val="28"/>
        </w:rPr>
        <w:t>об определении места жительства гражданина (члена его семьи) на территории Ярославской области;</w:t>
      </w:r>
    </w:p>
    <w:p w14:paraId="5B8AA8EC" w14:textId="595621E5" w:rsidR="00C11DC6" w:rsidRPr="00A15960" w:rsidRDefault="004D4C3E" w:rsidP="00C11D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5960">
        <w:rPr>
          <w:sz w:val="28"/>
          <w:szCs w:val="28"/>
        </w:rPr>
        <w:t>8</w:t>
      </w:r>
      <w:r w:rsidR="00C11DC6" w:rsidRPr="00A15960">
        <w:rPr>
          <w:sz w:val="28"/>
          <w:szCs w:val="28"/>
        </w:rPr>
        <w:t>) документ, подтверждающи</w:t>
      </w:r>
      <w:r w:rsidR="00053EE0" w:rsidRPr="00A15960">
        <w:rPr>
          <w:sz w:val="28"/>
          <w:szCs w:val="28"/>
        </w:rPr>
        <w:t>й</w:t>
      </w:r>
      <w:r w:rsidR="00C11DC6" w:rsidRPr="00A15960">
        <w:rPr>
          <w:sz w:val="28"/>
          <w:szCs w:val="28"/>
        </w:rPr>
        <w:t xml:space="preserve"> наличие у гражданина (члена его семьи) тяжелой формы хронического заболевания, предусмотренно</w:t>
      </w:r>
      <w:r w:rsidR="009E5979" w:rsidRPr="00A15960">
        <w:rPr>
          <w:sz w:val="28"/>
          <w:szCs w:val="28"/>
        </w:rPr>
        <w:t>го</w:t>
      </w:r>
      <w:r w:rsidR="00C11DC6" w:rsidRPr="00A15960">
        <w:rPr>
          <w:sz w:val="28"/>
          <w:szCs w:val="28"/>
        </w:rPr>
        <w:t xml:space="preserve"> перечнем, устанавливаемым уполномоченным Правительством Российской Федерации федеральным органом исполнительной власти, при которой совместное проживание с боль</w:t>
      </w:r>
      <w:r w:rsidR="00E91912" w:rsidRPr="00A15960">
        <w:rPr>
          <w:sz w:val="28"/>
          <w:szCs w:val="28"/>
        </w:rPr>
        <w:t>ным в одной квартире невозможно</w:t>
      </w:r>
      <w:r w:rsidR="00C11DC6" w:rsidRPr="00A15960">
        <w:rPr>
          <w:sz w:val="28"/>
          <w:szCs w:val="28"/>
        </w:rPr>
        <w:t xml:space="preserve"> (для граждан, признаваемых нуждающимися в жилых помещениях, предоставляемых </w:t>
      </w:r>
      <w:r w:rsidR="00A15960">
        <w:rPr>
          <w:sz w:val="28"/>
          <w:szCs w:val="28"/>
        </w:rPr>
        <w:t xml:space="preserve">                      </w:t>
      </w:r>
      <w:r w:rsidR="00C11DC6" w:rsidRPr="00A15960">
        <w:rPr>
          <w:sz w:val="28"/>
          <w:szCs w:val="28"/>
        </w:rPr>
        <w:t>по договорам социального найма, в соответствии с пунктом 4 части 1 статьи 51 Жилищного кодекса Российской Федерации</w:t>
      </w:r>
      <w:r w:rsidR="00C146CD" w:rsidRPr="00A15960">
        <w:rPr>
          <w:sz w:val="28"/>
          <w:szCs w:val="28"/>
        </w:rPr>
        <w:t>)</w:t>
      </w:r>
      <w:r w:rsidR="00053EE0" w:rsidRPr="00A15960">
        <w:rPr>
          <w:sz w:val="28"/>
          <w:szCs w:val="28"/>
        </w:rPr>
        <w:t>.</w:t>
      </w:r>
    </w:p>
    <w:p w14:paraId="5C8DCD01" w14:textId="6890CE68" w:rsidR="00B138D2" w:rsidRPr="00A15960" w:rsidRDefault="008D08E8" w:rsidP="008C7354">
      <w:pPr>
        <w:ind w:firstLine="705"/>
        <w:jc w:val="both"/>
        <w:rPr>
          <w:sz w:val="28"/>
          <w:szCs w:val="28"/>
        </w:rPr>
      </w:pPr>
      <w:r w:rsidRPr="00A15960">
        <w:rPr>
          <w:sz w:val="28"/>
          <w:szCs w:val="28"/>
        </w:rPr>
        <w:t>2</w:t>
      </w:r>
      <w:r w:rsidRPr="00A15960">
        <w:rPr>
          <w:sz w:val="28"/>
          <w:szCs w:val="28"/>
          <w:vertAlign w:val="superscript"/>
        </w:rPr>
        <w:t>1</w:t>
      </w:r>
      <w:r w:rsidR="008C7354" w:rsidRPr="00A15960">
        <w:rPr>
          <w:sz w:val="28"/>
          <w:szCs w:val="28"/>
        </w:rPr>
        <w:t xml:space="preserve">. Гражданин вправе по собственной инициативе представить одновременно с заявлением о принятии на </w:t>
      </w:r>
      <w:r w:rsidRPr="00A15960">
        <w:rPr>
          <w:sz w:val="28"/>
          <w:szCs w:val="28"/>
        </w:rPr>
        <w:t xml:space="preserve">учет </w:t>
      </w:r>
      <w:r w:rsidR="008C7354" w:rsidRPr="00A15960">
        <w:rPr>
          <w:sz w:val="28"/>
          <w:szCs w:val="28"/>
        </w:rPr>
        <w:t>следующие документы:</w:t>
      </w:r>
    </w:p>
    <w:p w14:paraId="0EC1AAED" w14:textId="7995A3B5" w:rsidR="0098029C" w:rsidRPr="00A15960" w:rsidRDefault="00302EA8" w:rsidP="009802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5960">
        <w:rPr>
          <w:sz w:val="28"/>
          <w:szCs w:val="28"/>
        </w:rPr>
        <w:lastRenderedPageBreak/>
        <w:t>1</w:t>
      </w:r>
      <w:r w:rsidR="006E0BF6" w:rsidRPr="00A15960">
        <w:rPr>
          <w:sz w:val="28"/>
          <w:szCs w:val="28"/>
        </w:rPr>
        <w:t xml:space="preserve">) документы, подтверждающие </w:t>
      </w:r>
      <w:r w:rsidR="0098029C" w:rsidRPr="00A15960">
        <w:rPr>
          <w:sz w:val="28"/>
          <w:szCs w:val="28"/>
        </w:rPr>
        <w:t>факт отнесения гражданина (членов его семьи) к категориям, указанным в статье 3 настоящего Закона;</w:t>
      </w:r>
    </w:p>
    <w:p w14:paraId="269E9918" w14:textId="5B657BA7" w:rsidR="00E84175" w:rsidRPr="00A15960" w:rsidRDefault="00C25ABB" w:rsidP="00E841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5960">
        <w:rPr>
          <w:sz w:val="28"/>
          <w:szCs w:val="28"/>
        </w:rPr>
        <w:t>2</w:t>
      </w:r>
      <w:r w:rsidR="00E84175" w:rsidRPr="00A15960">
        <w:rPr>
          <w:sz w:val="28"/>
          <w:szCs w:val="28"/>
        </w:rPr>
        <w:t>) иные документы, подтверждающие состав семьи гражданина</w:t>
      </w:r>
      <w:r w:rsidR="004D218C" w:rsidRPr="00A15960">
        <w:rPr>
          <w:sz w:val="28"/>
          <w:szCs w:val="28"/>
        </w:rPr>
        <w:t xml:space="preserve"> </w:t>
      </w:r>
      <w:r w:rsidR="00A15960">
        <w:rPr>
          <w:sz w:val="28"/>
          <w:szCs w:val="28"/>
        </w:rPr>
        <w:t xml:space="preserve">                            </w:t>
      </w:r>
      <w:r w:rsidR="004D218C" w:rsidRPr="00A15960">
        <w:rPr>
          <w:sz w:val="28"/>
          <w:szCs w:val="28"/>
        </w:rPr>
        <w:t>и родственные отношения гражданина и членов его семьи</w:t>
      </w:r>
      <w:r w:rsidR="00E84175" w:rsidRPr="00A15960">
        <w:rPr>
          <w:sz w:val="28"/>
          <w:szCs w:val="28"/>
        </w:rPr>
        <w:t>, помимо документов, указанных в пункт</w:t>
      </w:r>
      <w:r w:rsidR="003F4673" w:rsidRPr="00A15960">
        <w:rPr>
          <w:sz w:val="28"/>
          <w:szCs w:val="28"/>
        </w:rPr>
        <w:t>ах</w:t>
      </w:r>
      <w:r w:rsidR="00E84175" w:rsidRPr="00A15960">
        <w:rPr>
          <w:sz w:val="28"/>
          <w:szCs w:val="28"/>
        </w:rPr>
        <w:t xml:space="preserve"> </w:t>
      </w:r>
      <w:r w:rsidR="00915893" w:rsidRPr="00A15960">
        <w:rPr>
          <w:sz w:val="28"/>
          <w:szCs w:val="28"/>
        </w:rPr>
        <w:t>4</w:t>
      </w:r>
      <w:r w:rsidR="00C30EC2">
        <w:rPr>
          <w:sz w:val="28"/>
          <w:szCs w:val="28"/>
        </w:rPr>
        <w:t>–</w:t>
      </w:r>
      <w:r w:rsidR="0025214E" w:rsidRPr="00A15960">
        <w:rPr>
          <w:sz w:val="28"/>
          <w:szCs w:val="28"/>
        </w:rPr>
        <w:t>7</w:t>
      </w:r>
      <w:r w:rsidR="0068178E" w:rsidRPr="00A15960">
        <w:rPr>
          <w:sz w:val="28"/>
          <w:szCs w:val="28"/>
        </w:rPr>
        <w:t xml:space="preserve"> </w:t>
      </w:r>
      <w:r w:rsidR="00E84175" w:rsidRPr="00A15960">
        <w:rPr>
          <w:sz w:val="28"/>
          <w:szCs w:val="28"/>
        </w:rPr>
        <w:t>части 2 настоящей статьи;</w:t>
      </w:r>
    </w:p>
    <w:p w14:paraId="2AE4F985" w14:textId="5C603CD9" w:rsidR="00B138D2" w:rsidRPr="00A15960" w:rsidRDefault="004E4E1E" w:rsidP="008C7354">
      <w:pPr>
        <w:ind w:firstLine="705"/>
        <w:jc w:val="both"/>
        <w:rPr>
          <w:sz w:val="28"/>
          <w:szCs w:val="28"/>
        </w:rPr>
      </w:pPr>
      <w:r w:rsidRPr="00A15960">
        <w:rPr>
          <w:sz w:val="28"/>
          <w:szCs w:val="28"/>
        </w:rPr>
        <w:t>3</w:t>
      </w:r>
      <w:r w:rsidR="00B138D2" w:rsidRPr="00A15960">
        <w:rPr>
          <w:sz w:val="28"/>
          <w:szCs w:val="28"/>
        </w:rPr>
        <w:t>) документы в отношении жилых помещений гражданина и членов его семьи, содержащие сведения о наличии или отсутствии зарегистрированных прав либо переходе прав на объекты недвижимого имущества, расположенные на территории Российской Федерации;</w:t>
      </w:r>
    </w:p>
    <w:p w14:paraId="044841DF" w14:textId="7CE2B2D2" w:rsidR="00B138D2" w:rsidRPr="00A15960" w:rsidRDefault="004E4E1E" w:rsidP="008C7354">
      <w:pPr>
        <w:ind w:firstLine="705"/>
        <w:jc w:val="both"/>
        <w:rPr>
          <w:sz w:val="28"/>
          <w:szCs w:val="28"/>
        </w:rPr>
      </w:pPr>
      <w:r w:rsidRPr="00A15960">
        <w:rPr>
          <w:sz w:val="28"/>
          <w:szCs w:val="28"/>
        </w:rPr>
        <w:t>4</w:t>
      </w:r>
      <w:r w:rsidR="00B138D2" w:rsidRPr="00A15960">
        <w:rPr>
          <w:sz w:val="28"/>
          <w:szCs w:val="28"/>
        </w:rPr>
        <w:t xml:space="preserve">) документы, подтверждающие технические характеристики жилого помещения, в том числе документы, подтверждающие, что занимаемое </w:t>
      </w:r>
      <w:r w:rsidR="000A57CA" w:rsidRPr="00A15960">
        <w:rPr>
          <w:sz w:val="28"/>
          <w:szCs w:val="28"/>
        </w:rPr>
        <w:t>гражданином</w:t>
      </w:r>
      <w:r w:rsidR="00B138D2" w:rsidRPr="00A15960">
        <w:rPr>
          <w:sz w:val="28"/>
          <w:szCs w:val="28"/>
        </w:rPr>
        <w:t xml:space="preserve"> и членами его семьи жилое помещение не отвечает установленным для жилых помещений требованиям;</w:t>
      </w:r>
    </w:p>
    <w:p w14:paraId="4EFD9936" w14:textId="173AF8B5" w:rsidR="00B138D2" w:rsidRPr="00A15960" w:rsidRDefault="004E4E1E" w:rsidP="00B138D2">
      <w:pPr>
        <w:ind w:firstLine="705"/>
        <w:jc w:val="both"/>
        <w:rPr>
          <w:sz w:val="28"/>
          <w:szCs w:val="28"/>
        </w:rPr>
      </w:pPr>
      <w:r w:rsidRPr="00A15960">
        <w:rPr>
          <w:sz w:val="28"/>
          <w:szCs w:val="28"/>
        </w:rPr>
        <w:t>5</w:t>
      </w:r>
      <w:r w:rsidR="00B138D2" w:rsidRPr="00A15960">
        <w:rPr>
          <w:sz w:val="28"/>
          <w:szCs w:val="28"/>
        </w:rPr>
        <w:t>) документы, подтверждающие право пользования жилым помещением, занимаемым гражданином и членами его семьи (договор, ордер, решение</w:t>
      </w:r>
      <w:r w:rsidR="00A15960">
        <w:rPr>
          <w:sz w:val="28"/>
          <w:szCs w:val="28"/>
        </w:rPr>
        <w:t xml:space="preserve">                      </w:t>
      </w:r>
      <w:r w:rsidR="00B138D2" w:rsidRPr="00A15960">
        <w:rPr>
          <w:sz w:val="28"/>
          <w:szCs w:val="28"/>
        </w:rPr>
        <w:t xml:space="preserve"> о предоставлении жилого помещения, иные документы, подтверждающие право пользования жилым помещением);</w:t>
      </w:r>
    </w:p>
    <w:p w14:paraId="14266A47" w14:textId="237289FE" w:rsidR="004E4E1E" w:rsidRPr="00A15960" w:rsidRDefault="004E4E1E" w:rsidP="00B138D2">
      <w:pPr>
        <w:ind w:firstLine="705"/>
        <w:jc w:val="both"/>
        <w:rPr>
          <w:sz w:val="28"/>
          <w:szCs w:val="28"/>
        </w:rPr>
      </w:pPr>
      <w:r w:rsidRPr="00A15960">
        <w:rPr>
          <w:sz w:val="28"/>
          <w:szCs w:val="28"/>
        </w:rPr>
        <w:t>6) иные документы, подтверждающие постоянное или преимущественное проживание гражданина (члена его семьи) на</w:t>
      </w:r>
      <w:r w:rsidR="00C30EC2">
        <w:rPr>
          <w:sz w:val="28"/>
          <w:szCs w:val="28"/>
        </w:rPr>
        <w:t xml:space="preserve"> территории Ярославской области,</w:t>
      </w:r>
      <w:bookmarkStart w:id="3" w:name="_GoBack"/>
      <w:bookmarkEnd w:id="3"/>
      <w:r w:rsidR="00C30EC2">
        <w:rPr>
          <w:sz w:val="28"/>
          <w:szCs w:val="28"/>
        </w:rPr>
        <w:t xml:space="preserve"> – в </w:t>
      </w:r>
      <w:r w:rsidRPr="00A15960">
        <w:rPr>
          <w:sz w:val="28"/>
          <w:szCs w:val="28"/>
        </w:rPr>
        <w:t>случае, если в документе, удостоверяющем личность гражданина (члена его семьи), отсутствуют сведения, подтверждающие регистрацию по месту жительства на территории Ярославской области, и отсутствуют документы, указанные</w:t>
      </w:r>
      <w:r w:rsidR="00A15960">
        <w:rPr>
          <w:sz w:val="28"/>
          <w:szCs w:val="28"/>
        </w:rPr>
        <w:t xml:space="preserve"> </w:t>
      </w:r>
      <w:r w:rsidRPr="00A15960">
        <w:rPr>
          <w:sz w:val="28"/>
          <w:szCs w:val="28"/>
        </w:rPr>
        <w:t>в пункте 5 настоящей части, в пункте 7 части 2 настоящей статьи;</w:t>
      </w:r>
    </w:p>
    <w:p w14:paraId="1A657976" w14:textId="49B9E74D" w:rsidR="001E77BA" w:rsidRPr="00A15960" w:rsidRDefault="00113791" w:rsidP="00C11D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5960">
        <w:rPr>
          <w:sz w:val="28"/>
          <w:szCs w:val="28"/>
        </w:rPr>
        <w:t>7</w:t>
      </w:r>
      <w:r w:rsidR="007B6D93" w:rsidRPr="00A15960">
        <w:rPr>
          <w:sz w:val="28"/>
          <w:szCs w:val="28"/>
        </w:rPr>
        <w:t xml:space="preserve">) документы, подтверждающие право гражданина (членов его </w:t>
      </w:r>
      <w:proofErr w:type="gramStart"/>
      <w:r w:rsidR="007B6D93" w:rsidRPr="00A15960">
        <w:rPr>
          <w:sz w:val="28"/>
          <w:szCs w:val="28"/>
        </w:rPr>
        <w:t xml:space="preserve">семьи) </w:t>
      </w:r>
      <w:r w:rsidR="00A15960">
        <w:rPr>
          <w:sz w:val="28"/>
          <w:szCs w:val="28"/>
        </w:rPr>
        <w:t xml:space="preserve">  </w:t>
      </w:r>
      <w:proofErr w:type="gramEnd"/>
      <w:r w:rsidR="00A15960">
        <w:rPr>
          <w:sz w:val="28"/>
          <w:szCs w:val="28"/>
        </w:rPr>
        <w:t xml:space="preserve">            </w:t>
      </w:r>
      <w:r w:rsidR="007B6D93" w:rsidRPr="00A15960">
        <w:rPr>
          <w:sz w:val="28"/>
          <w:szCs w:val="28"/>
        </w:rPr>
        <w:t>на внеочередное получение жилого помещения по договору социального найма (при наличии соответствующего права)</w:t>
      </w:r>
      <w:r w:rsidR="00C51BE6" w:rsidRPr="00A15960">
        <w:rPr>
          <w:sz w:val="28"/>
          <w:szCs w:val="28"/>
        </w:rPr>
        <w:t>.»;</w:t>
      </w:r>
    </w:p>
    <w:p w14:paraId="4A0A28C8" w14:textId="77777777" w:rsidR="00866809" w:rsidRPr="00A15960" w:rsidRDefault="00866809" w:rsidP="008115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5960">
        <w:rPr>
          <w:sz w:val="28"/>
          <w:szCs w:val="28"/>
        </w:rPr>
        <w:t>в) дополнить частью 2</w:t>
      </w:r>
      <w:r w:rsidRPr="00A15960">
        <w:rPr>
          <w:sz w:val="28"/>
          <w:szCs w:val="28"/>
          <w:vertAlign w:val="superscript"/>
        </w:rPr>
        <w:t>2</w:t>
      </w:r>
      <w:r w:rsidRPr="00A15960">
        <w:rPr>
          <w:sz w:val="28"/>
          <w:szCs w:val="28"/>
        </w:rPr>
        <w:t xml:space="preserve"> следующего содержания:</w:t>
      </w:r>
    </w:p>
    <w:p w14:paraId="35C192C2" w14:textId="06B88344" w:rsidR="0081152E" w:rsidRPr="00A15960" w:rsidRDefault="00866809" w:rsidP="008115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5960">
        <w:rPr>
          <w:sz w:val="28"/>
          <w:szCs w:val="28"/>
        </w:rPr>
        <w:t>«2</w:t>
      </w:r>
      <w:r w:rsidRPr="00A15960">
        <w:rPr>
          <w:sz w:val="28"/>
          <w:szCs w:val="28"/>
          <w:vertAlign w:val="superscript"/>
        </w:rPr>
        <w:t>2</w:t>
      </w:r>
      <w:r w:rsidRPr="00A15960">
        <w:rPr>
          <w:sz w:val="28"/>
          <w:szCs w:val="28"/>
        </w:rPr>
        <w:t xml:space="preserve">. </w:t>
      </w:r>
      <w:r w:rsidR="008C7354" w:rsidRPr="00A15960">
        <w:rPr>
          <w:sz w:val="28"/>
          <w:szCs w:val="28"/>
        </w:rPr>
        <w:t xml:space="preserve">Орган учета самостоятельно запрашивает документы (их копии </w:t>
      </w:r>
      <w:r w:rsidR="00A15960">
        <w:rPr>
          <w:sz w:val="28"/>
          <w:szCs w:val="28"/>
        </w:rPr>
        <w:t xml:space="preserve">                 </w:t>
      </w:r>
      <w:r w:rsidR="008C7354" w:rsidRPr="00A15960">
        <w:rPr>
          <w:sz w:val="28"/>
          <w:szCs w:val="28"/>
        </w:rPr>
        <w:t xml:space="preserve">или содержащиеся в них сведения), необходимые для принятия гражданина </w:t>
      </w:r>
      <w:r w:rsidR="00A15960">
        <w:rPr>
          <w:sz w:val="28"/>
          <w:szCs w:val="28"/>
        </w:rPr>
        <w:t xml:space="preserve">              </w:t>
      </w:r>
      <w:r w:rsidR="008C7354" w:rsidRPr="00A15960">
        <w:rPr>
          <w:sz w:val="28"/>
          <w:szCs w:val="28"/>
        </w:rPr>
        <w:t xml:space="preserve">на </w:t>
      </w:r>
      <w:r w:rsidR="008D08E8" w:rsidRPr="00A15960">
        <w:rPr>
          <w:sz w:val="28"/>
          <w:szCs w:val="28"/>
        </w:rPr>
        <w:t>учет</w:t>
      </w:r>
      <w:r w:rsidR="008C7354" w:rsidRPr="00A15960">
        <w:rPr>
          <w:sz w:val="28"/>
          <w:szCs w:val="28"/>
        </w:rPr>
        <w:t xml:space="preserve">, </w:t>
      </w:r>
      <w:r w:rsidRPr="00A15960">
        <w:rPr>
          <w:sz w:val="28"/>
          <w:szCs w:val="28"/>
        </w:rPr>
        <w:t>указанные в части 2</w:t>
      </w:r>
      <w:r w:rsidRPr="00A15960">
        <w:rPr>
          <w:sz w:val="28"/>
          <w:szCs w:val="28"/>
          <w:vertAlign w:val="superscript"/>
        </w:rPr>
        <w:t>1</w:t>
      </w:r>
      <w:r w:rsidRPr="00A15960">
        <w:rPr>
          <w:sz w:val="28"/>
          <w:szCs w:val="28"/>
        </w:rPr>
        <w:t xml:space="preserve"> настоящей статьи, </w:t>
      </w:r>
      <w:r w:rsidR="008C7354" w:rsidRPr="00A15960">
        <w:rPr>
          <w:sz w:val="28"/>
          <w:szCs w:val="28"/>
        </w:rPr>
        <w:t xml:space="preserve">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данные документы (их копии или содержащиеся в них сведения) в соответствии с действующим законодательством, если такие документы не были представлены </w:t>
      </w:r>
      <w:r w:rsidR="00487F24" w:rsidRPr="00A15960">
        <w:rPr>
          <w:sz w:val="28"/>
          <w:szCs w:val="28"/>
        </w:rPr>
        <w:t xml:space="preserve">гражданином </w:t>
      </w:r>
      <w:r w:rsidR="008C7354" w:rsidRPr="00A15960">
        <w:rPr>
          <w:sz w:val="28"/>
          <w:szCs w:val="28"/>
        </w:rPr>
        <w:t>по собственной инициативе.</w:t>
      </w:r>
      <w:r w:rsidR="000A7A06" w:rsidRPr="00A15960">
        <w:rPr>
          <w:sz w:val="28"/>
          <w:szCs w:val="28"/>
        </w:rPr>
        <w:t>»</w:t>
      </w:r>
      <w:r w:rsidR="008D08E8" w:rsidRPr="00A15960">
        <w:rPr>
          <w:sz w:val="28"/>
          <w:szCs w:val="28"/>
        </w:rPr>
        <w:t>;</w:t>
      </w:r>
    </w:p>
    <w:p w14:paraId="7E2B5DD0" w14:textId="209FA6FA" w:rsidR="0081152E" w:rsidRPr="00A15960" w:rsidRDefault="00866809" w:rsidP="008115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5960">
        <w:rPr>
          <w:sz w:val="28"/>
          <w:szCs w:val="28"/>
        </w:rPr>
        <w:t>г</w:t>
      </w:r>
      <w:r w:rsidR="00523831" w:rsidRPr="00A15960">
        <w:rPr>
          <w:sz w:val="28"/>
          <w:szCs w:val="28"/>
        </w:rPr>
        <w:t xml:space="preserve">) </w:t>
      </w:r>
      <w:r w:rsidR="008240A6" w:rsidRPr="00A15960">
        <w:rPr>
          <w:sz w:val="28"/>
          <w:szCs w:val="28"/>
        </w:rPr>
        <w:t>часть</w:t>
      </w:r>
      <w:r w:rsidR="00523831" w:rsidRPr="00A15960">
        <w:rPr>
          <w:sz w:val="28"/>
          <w:szCs w:val="28"/>
        </w:rPr>
        <w:t xml:space="preserve"> 3 </w:t>
      </w:r>
      <w:r w:rsidR="0081152E" w:rsidRPr="00A15960">
        <w:rPr>
          <w:sz w:val="28"/>
          <w:szCs w:val="28"/>
        </w:rPr>
        <w:t>дополнить абзацем следующего содержания:</w:t>
      </w:r>
    </w:p>
    <w:p w14:paraId="14DB20B7" w14:textId="63FF5D47" w:rsidR="0081152E" w:rsidRPr="00A15960" w:rsidRDefault="0081152E" w:rsidP="0081152E">
      <w:pPr>
        <w:ind w:firstLine="705"/>
        <w:jc w:val="both"/>
        <w:rPr>
          <w:sz w:val="28"/>
          <w:szCs w:val="28"/>
        </w:rPr>
      </w:pPr>
      <w:r w:rsidRPr="00A15960">
        <w:rPr>
          <w:sz w:val="28"/>
          <w:szCs w:val="28"/>
        </w:rPr>
        <w:t>«В случае невозможности представления оригиналов документов гражданин вправе представить копии</w:t>
      </w:r>
      <w:r w:rsidR="00975418" w:rsidRPr="00A15960">
        <w:rPr>
          <w:sz w:val="28"/>
          <w:szCs w:val="28"/>
        </w:rPr>
        <w:t xml:space="preserve"> документов</w:t>
      </w:r>
      <w:r w:rsidRPr="00A15960">
        <w:rPr>
          <w:sz w:val="28"/>
          <w:szCs w:val="28"/>
        </w:rPr>
        <w:t>, заверенные в установленном порядке</w:t>
      </w:r>
      <w:r w:rsidR="00113791" w:rsidRPr="00A15960">
        <w:rPr>
          <w:sz w:val="28"/>
          <w:szCs w:val="28"/>
        </w:rPr>
        <w:t>.»</w:t>
      </w:r>
      <w:r w:rsidR="00E91912" w:rsidRPr="00A15960">
        <w:rPr>
          <w:sz w:val="28"/>
          <w:szCs w:val="28"/>
        </w:rPr>
        <w:t>;</w:t>
      </w:r>
    </w:p>
    <w:p w14:paraId="5C44574C" w14:textId="2FA42CD0" w:rsidR="004E4E1E" w:rsidRPr="00A15960" w:rsidRDefault="00866809" w:rsidP="00866809">
      <w:pPr>
        <w:ind w:firstLine="705"/>
        <w:jc w:val="both"/>
        <w:rPr>
          <w:sz w:val="28"/>
          <w:szCs w:val="28"/>
        </w:rPr>
      </w:pPr>
      <w:r w:rsidRPr="00A15960">
        <w:rPr>
          <w:sz w:val="28"/>
          <w:szCs w:val="28"/>
        </w:rPr>
        <w:t>д</w:t>
      </w:r>
      <w:r w:rsidR="004E4E1E" w:rsidRPr="00A15960">
        <w:rPr>
          <w:sz w:val="28"/>
          <w:szCs w:val="28"/>
        </w:rPr>
        <w:t xml:space="preserve">) </w:t>
      </w:r>
      <w:r w:rsidRPr="00A15960">
        <w:rPr>
          <w:sz w:val="28"/>
          <w:szCs w:val="28"/>
        </w:rPr>
        <w:t xml:space="preserve">абзац первый </w:t>
      </w:r>
      <w:r w:rsidR="00E70251" w:rsidRPr="00A15960">
        <w:rPr>
          <w:sz w:val="28"/>
          <w:szCs w:val="28"/>
        </w:rPr>
        <w:t>части 3</w:t>
      </w:r>
      <w:r w:rsidR="00E70251" w:rsidRPr="00A15960">
        <w:rPr>
          <w:sz w:val="28"/>
          <w:szCs w:val="28"/>
          <w:vertAlign w:val="superscript"/>
        </w:rPr>
        <w:t>1</w:t>
      </w:r>
      <w:r w:rsidRPr="00A15960">
        <w:rPr>
          <w:sz w:val="28"/>
          <w:szCs w:val="28"/>
        </w:rPr>
        <w:t xml:space="preserve"> </w:t>
      </w:r>
      <w:r w:rsidR="004E4E1E" w:rsidRPr="00A15960">
        <w:rPr>
          <w:sz w:val="28"/>
          <w:szCs w:val="28"/>
        </w:rPr>
        <w:t>после слова «непосредственно»</w:t>
      </w:r>
      <w:r w:rsidR="00E70251" w:rsidRPr="00A15960">
        <w:rPr>
          <w:sz w:val="28"/>
          <w:szCs w:val="28"/>
        </w:rPr>
        <w:t xml:space="preserve"> дополнить словами «или через многофункциональный центр предоставления государственных и муниципальных услуг (далее </w:t>
      </w:r>
      <w:r w:rsidR="00A15960">
        <w:rPr>
          <w:sz w:val="28"/>
          <w:szCs w:val="28"/>
        </w:rPr>
        <w:t>–</w:t>
      </w:r>
      <w:r w:rsidR="00E70251" w:rsidRPr="00A15960">
        <w:rPr>
          <w:sz w:val="28"/>
          <w:szCs w:val="28"/>
        </w:rPr>
        <w:t xml:space="preserve"> многофункциональный </w:t>
      </w:r>
      <w:r w:rsidR="00E70251" w:rsidRPr="00A15960">
        <w:rPr>
          <w:sz w:val="28"/>
          <w:szCs w:val="28"/>
        </w:rPr>
        <w:lastRenderedPageBreak/>
        <w:t>центр) в соответствии с заключенным ими в установленном Правительством Российской Федерации порядке соглашением о взаимодействии»;</w:t>
      </w:r>
    </w:p>
    <w:p w14:paraId="13096611" w14:textId="46FF0A4E" w:rsidR="000A6FFC" w:rsidRPr="00A15960" w:rsidRDefault="00783E9E" w:rsidP="00B055E2">
      <w:pPr>
        <w:ind w:firstLine="705"/>
        <w:jc w:val="both"/>
        <w:rPr>
          <w:sz w:val="28"/>
          <w:szCs w:val="28"/>
        </w:rPr>
      </w:pPr>
      <w:r w:rsidRPr="00A15960">
        <w:rPr>
          <w:sz w:val="28"/>
          <w:szCs w:val="28"/>
        </w:rPr>
        <w:t>4</w:t>
      </w:r>
      <w:r w:rsidR="00DE2493" w:rsidRPr="00A15960">
        <w:rPr>
          <w:sz w:val="28"/>
          <w:szCs w:val="28"/>
        </w:rPr>
        <w:t xml:space="preserve">) </w:t>
      </w:r>
      <w:r w:rsidR="00E70251" w:rsidRPr="00A15960">
        <w:rPr>
          <w:sz w:val="28"/>
          <w:szCs w:val="28"/>
        </w:rPr>
        <w:t>в статье</w:t>
      </w:r>
      <w:r w:rsidR="00DE2493" w:rsidRPr="00A15960">
        <w:rPr>
          <w:sz w:val="28"/>
          <w:szCs w:val="28"/>
        </w:rPr>
        <w:t xml:space="preserve"> 5 </w:t>
      </w:r>
      <w:r w:rsidR="00B055E2" w:rsidRPr="00A15960">
        <w:rPr>
          <w:sz w:val="28"/>
          <w:szCs w:val="28"/>
        </w:rPr>
        <w:t xml:space="preserve">слова «Гражданину может быть отказано в принятии на учет» заменить словами </w:t>
      </w:r>
      <w:r w:rsidR="00E70251" w:rsidRPr="00A15960">
        <w:rPr>
          <w:sz w:val="28"/>
          <w:szCs w:val="28"/>
        </w:rPr>
        <w:t>«</w:t>
      </w:r>
      <w:r w:rsidR="008240A6" w:rsidRPr="00A15960">
        <w:rPr>
          <w:sz w:val="28"/>
          <w:szCs w:val="28"/>
        </w:rPr>
        <w:t>Решение об отказе в принятии</w:t>
      </w:r>
      <w:r w:rsidR="007636B2" w:rsidRPr="00A15960">
        <w:rPr>
          <w:sz w:val="28"/>
          <w:szCs w:val="28"/>
        </w:rPr>
        <w:t xml:space="preserve"> граждан</w:t>
      </w:r>
      <w:r w:rsidR="00C51BE6" w:rsidRPr="00A15960">
        <w:rPr>
          <w:sz w:val="28"/>
          <w:szCs w:val="28"/>
        </w:rPr>
        <w:t>ина</w:t>
      </w:r>
      <w:r w:rsidR="007636B2" w:rsidRPr="00A15960">
        <w:rPr>
          <w:sz w:val="28"/>
          <w:szCs w:val="28"/>
        </w:rPr>
        <w:t xml:space="preserve"> на </w:t>
      </w:r>
      <w:r w:rsidR="008D08E8" w:rsidRPr="00A15960">
        <w:rPr>
          <w:sz w:val="28"/>
          <w:szCs w:val="28"/>
        </w:rPr>
        <w:t xml:space="preserve">учет </w:t>
      </w:r>
      <w:r w:rsidR="008240A6" w:rsidRPr="00A15960">
        <w:rPr>
          <w:sz w:val="28"/>
          <w:szCs w:val="28"/>
        </w:rPr>
        <w:t>принимается органом учета</w:t>
      </w:r>
      <w:r w:rsidR="00B055E2" w:rsidRPr="00A15960">
        <w:rPr>
          <w:sz w:val="28"/>
          <w:szCs w:val="28"/>
        </w:rPr>
        <w:t>».</w:t>
      </w:r>
    </w:p>
    <w:p w14:paraId="2DAA495C" w14:textId="77777777" w:rsidR="004C661E" w:rsidRPr="00A15960" w:rsidRDefault="004C661E" w:rsidP="004C661E">
      <w:pPr>
        <w:rPr>
          <w:sz w:val="28"/>
          <w:szCs w:val="28"/>
        </w:rPr>
      </w:pPr>
    </w:p>
    <w:p w14:paraId="5C3DC875" w14:textId="51CFE879" w:rsidR="002E6E72" w:rsidRPr="00A15960" w:rsidRDefault="002E6E72" w:rsidP="004C661E">
      <w:pPr>
        <w:rPr>
          <w:sz w:val="28"/>
          <w:szCs w:val="28"/>
        </w:rPr>
      </w:pPr>
    </w:p>
    <w:p w14:paraId="78CD1CA5" w14:textId="77777777" w:rsidR="0005129E" w:rsidRPr="00A15960" w:rsidRDefault="0005129E" w:rsidP="0005129E">
      <w:pPr>
        <w:pStyle w:val="2"/>
        <w:rPr>
          <w:b w:val="0"/>
          <w:szCs w:val="28"/>
        </w:rPr>
      </w:pPr>
      <w:r w:rsidRPr="00A15960">
        <w:rPr>
          <w:b w:val="0"/>
          <w:szCs w:val="28"/>
        </w:rPr>
        <w:t>Губернатор</w:t>
      </w:r>
    </w:p>
    <w:p w14:paraId="6FD0D80E" w14:textId="11AFD0CC" w:rsidR="0005129E" w:rsidRPr="00A15960" w:rsidRDefault="0005129E" w:rsidP="0005129E">
      <w:pPr>
        <w:pStyle w:val="2"/>
        <w:rPr>
          <w:b w:val="0"/>
          <w:szCs w:val="28"/>
        </w:rPr>
      </w:pPr>
      <w:r w:rsidRPr="00A15960">
        <w:rPr>
          <w:b w:val="0"/>
          <w:szCs w:val="28"/>
        </w:rPr>
        <w:t xml:space="preserve">Ярославской области </w:t>
      </w:r>
      <w:r w:rsidR="00051E11" w:rsidRPr="00A15960">
        <w:rPr>
          <w:b w:val="0"/>
          <w:szCs w:val="28"/>
        </w:rPr>
        <w:t xml:space="preserve">     </w:t>
      </w:r>
      <w:r w:rsidR="008761E7" w:rsidRPr="00A15960">
        <w:rPr>
          <w:b w:val="0"/>
          <w:szCs w:val="28"/>
        </w:rPr>
        <w:t xml:space="preserve">   </w:t>
      </w:r>
      <w:r w:rsidRPr="00A15960">
        <w:rPr>
          <w:b w:val="0"/>
          <w:szCs w:val="28"/>
        </w:rPr>
        <w:t xml:space="preserve">             </w:t>
      </w:r>
      <w:r w:rsidR="00C11B72" w:rsidRPr="00A15960">
        <w:rPr>
          <w:b w:val="0"/>
          <w:szCs w:val="28"/>
        </w:rPr>
        <w:t xml:space="preserve">  </w:t>
      </w:r>
      <w:r w:rsidRPr="00A15960">
        <w:rPr>
          <w:b w:val="0"/>
          <w:szCs w:val="28"/>
        </w:rPr>
        <w:t xml:space="preserve">    </w:t>
      </w:r>
      <w:r w:rsidR="00563621" w:rsidRPr="00A15960">
        <w:rPr>
          <w:b w:val="0"/>
          <w:szCs w:val="28"/>
        </w:rPr>
        <w:t xml:space="preserve">     </w:t>
      </w:r>
      <w:r w:rsidRPr="00A15960">
        <w:rPr>
          <w:b w:val="0"/>
          <w:szCs w:val="28"/>
        </w:rPr>
        <w:t xml:space="preserve">               </w:t>
      </w:r>
      <w:r w:rsidR="00353AE9" w:rsidRPr="00A15960">
        <w:rPr>
          <w:b w:val="0"/>
          <w:szCs w:val="28"/>
        </w:rPr>
        <w:t xml:space="preserve"> </w:t>
      </w:r>
      <w:r w:rsidR="007E06C3" w:rsidRPr="00A15960">
        <w:rPr>
          <w:b w:val="0"/>
          <w:szCs w:val="28"/>
        </w:rPr>
        <w:t xml:space="preserve">   </w:t>
      </w:r>
      <w:r w:rsidRPr="00A15960">
        <w:rPr>
          <w:b w:val="0"/>
          <w:szCs w:val="28"/>
        </w:rPr>
        <w:t xml:space="preserve">                 </w:t>
      </w:r>
      <w:r w:rsidR="00A15960">
        <w:rPr>
          <w:b w:val="0"/>
          <w:szCs w:val="28"/>
        </w:rPr>
        <w:t xml:space="preserve">        </w:t>
      </w:r>
      <w:r w:rsidRPr="00A15960">
        <w:rPr>
          <w:b w:val="0"/>
          <w:szCs w:val="28"/>
        </w:rPr>
        <w:t xml:space="preserve">   М.Я. </w:t>
      </w:r>
      <w:proofErr w:type="spellStart"/>
      <w:r w:rsidRPr="00A15960">
        <w:rPr>
          <w:b w:val="0"/>
          <w:szCs w:val="28"/>
        </w:rPr>
        <w:t>Евраев</w:t>
      </w:r>
      <w:proofErr w:type="spellEnd"/>
    </w:p>
    <w:p w14:paraId="4DAAAD6D" w14:textId="491EEC19" w:rsidR="004C661E" w:rsidRDefault="004C661E" w:rsidP="004C661E">
      <w:pPr>
        <w:rPr>
          <w:sz w:val="28"/>
          <w:szCs w:val="28"/>
        </w:rPr>
      </w:pPr>
    </w:p>
    <w:p w14:paraId="42544DCE" w14:textId="77777777" w:rsidR="00A15960" w:rsidRPr="00A15960" w:rsidRDefault="00A15960" w:rsidP="004C661E">
      <w:pPr>
        <w:rPr>
          <w:sz w:val="28"/>
          <w:szCs w:val="28"/>
        </w:rPr>
      </w:pPr>
    </w:p>
    <w:p w14:paraId="27CC05F7" w14:textId="76F9E220" w:rsidR="0005129E" w:rsidRPr="00C51BE6" w:rsidRDefault="0005129E" w:rsidP="0005129E">
      <w:pPr>
        <w:pStyle w:val="2"/>
        <w:rPr>
          <w:b w:val="0"/>
          <w:szCs w:val="28"/>
        </w:rPr>
      </w:pPr>
      <w:r w:rsidRPr="00A15960">
        <w:rPr>
          <w:b w:val="0"/>
          <w:szCs w:val="28"/>
        </w:rPr>
        <w:t>«_</w:t>
      </w:r>
      <w:r w:rsidR="00A15960">
        <w:rPr>
          <w:b w:val="0"/>
          <w:szCs w:val="28"/>
        </w:rPr>
        <w:t>__</w:t>
      </w:r>
      <w:r w:rsidRPr="00A15960">
        <w:rPr>
          <w:b w:val="0"/>
          <w:szCs w:val="28"/>
        </w:rPr>
        <w:t>_»</w:t>
      </w:r>
      <w:r w:rsidR="0091638E" w:rsidRPr="00A15960">
        <w:rPr>
          <w:b w:val="0"/>
          <w:szCs w:val="28"/>
        </w:rPr>
        <w:t xml:space="preserve"> </w:t>
      </w:r>
      <w:r w:rsidRPr="00A15960">
        <w:rPr>
          <w:b w:val="0"/>
          <w:szCs w:val="28"/>
        </w:rPr>
        <w:t>_____________ 202</w:t>
      </w:r>
      <w:r w:rsidR="00653425" w:rsidRPr="00A15960">
        <w:rPr>
          <w:b w:val="0"/>
          <w:szCs w:val="28"/>
        </w:rPr>
        <w:t>5</w:t>
      </w:r>
      <w:r w:rsidR="00A15960">
        <w:rPr>
          <w:b w:val="0"/>
          <w:szCs w:val="28"/>
        </w:rPr>
        <w:t xml:space="preserve"> года</w:t>
      </w:r>
    </w:p>
    <w:p w14:paraId="590DA6A0" w14:textId="77777777" w:rsidR="0005129E" w:rsidRPr="00C51BE6" w:rsidRDefault="0005129E" w:rsidP="0005129E">
      <w:pPr>
        <w:pStyle w:val="2"/>
        <w:rPr>
          <w:b w:val="0"/>
          <w:szCs w:val="28"/>
        </w:rPr>
      </w:pPr>
    </w:p>
    <w:p w14:paraId="7BBE366B" w14:textId="77777777" w:rsidR="00F54AE7" w:rsidRPr="00C51BE6" w:rsidRDefault="0005129E" w:rsidP="0005129E">
      <w:pPr>
        <w:pStyle w:val="2"/>
        <w:rPr>
          <w:b w:val="0"/>
          <w:szCs w:val="28"/>
        </w:rPr>
      </w:pPr>
      <w:r w:rsidRPr="00C51BE6">
        <w:rPr>
          <w:b w:val="0"/>
          <w:szCs w:val="28"/>
        </w:rPr>
        <w:t>№ _______</w:t>
      </w:r>
    </w:p>
    <w:sectPr w:rsidR="00F54AE7" w:rsidRPr="00C51BE6" w:rsidSect="00A15960">
      <w:headerReference w:type="even" r:id="rId9"/>
      <w:headerReference w:type="default" r:id="rId10"/>
      <w:pgSz w:w="11906" w:h="16838" w:code="9"/>
      <w:pgMar w:top="993" w:right="849" w:bottom="1134" w:left="156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2D8DE4" w14:textId="77777777" w:rsidR="00F5328A" w:rsidRDefault="00F5328A">
      <w:r>
        <w:separator/>
      </w:r>
    </w:p>
  </w:endnote>
  <w:endnote w:type="continuationSeparator" w:id="0">
    <w:p w14:paraId="08A32DE9" w14:textId="77777777" w:rsidR="00F5328A" w:rsidRDefault="00F53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721229" w14:textId="77777777" w:rsidR="00F5328A" w:rsidRDefault="00F5328A">
      <w:r>
        <w:separator/>
      </w:r>
    </w:p>
  </w:footnote>
  <w:footnote w:type="continuationSeparator" w:id="0">
    <w:p w14:paraId="1675534B" w14:textId="77777777" w:rsidR="00F5328A" w:rsidRDefault="00F53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E0FE7" w14:textId="77777777"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14:paraId="7294E210" w14:textId="77777777"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81E07" w14:textId="5BB1B4BA"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30EC2">
      <w:rPr>
        <w:rStyle w:val="a5"/>
        <w:noProof/>
      </w:rPr>
      <w:t>4</w:t>
    </w:r>
    <w:r>
      <w:rPr>
        <w:rStyle w:val="a5"/>
      </w:rPr>
      <w:fldChar w:fldCharType="end"/>
    </w:r>
  </w:p>
  <w:p w14:paraId="01D4C99D" w14:textId="77777777" w:rsidR="0004123E" w:rsidRDefault="0004123E">
    <w:pPr>
      <w:pStyle w:val="a4"/>
      <w:ind w:right="360"/>
    </w:pPr>
  </w:p>
  <w:p w14:paraId="5B47420F" w14:textId="77777777"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467A5"/>
    <w:multiLevelType w:val="hybridMultilevel"/>
    <w:tmpl w:val="4E5EEBA2"/>
    <w:lvl w:ilvl="0" w:tplc="F7A8A812">
      <w:start w:val="1"/>
      <w:numFmt w:val="decimal"/>
      <w:lvlText w:val="%1)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A0906A7"/>
    <w:multiLevelType w:val="hybridMultilevel"/>
    <w:tmpl w:val="D316818A"/>
    <w:lvl w:ilvl="0" w:tplc="7A86CC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E210E69"/>
    <w:multiLevelType w:val="hybridMultilevel"/>
    <w:tmpl w:val="0360B140"/>
    <w:lvl w:ilvl="0" w:tplc="8FE4BD0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6135E08"/>
    <w:multiLevelType w:val="hybridMultilevel"/>
    <w:tmpl w:val="2F94917C"/>
    <w:lvl w:ilvl="0" w:tplc="7DBE5C3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7" w15:restartNumberingAfterBreak="0">
    <w:nsid w:val="67BE22B6"/>
    <w:multiLevelType w:val="hybridMultilevel"/>
    <w:tmpl w:val="0EB0BFEE"/>
    <w:lvl w:ilvl="0" w:tplc="28441A0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2"/>
  </w:num>
  <w:num w:numId="5">
    <w:abstractNumId w:val="8"/>
  </w:num>
  <w:num w:numId="6">
    <w:abstractNumId w:val="1"/>
  </w:num>
  <w:num w:numId="7">
    <w:abstractNumId w:val="0"/>
  </w:num>
  <w:num w:numId="8">
    <w:abstractNumId w:val="5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8B"/>
    <w:rsid w:val="000013F0"/>
    <w:rsid w:val="00013989"/>
    <w:rsid w:val="00016EE9"/>
    <w:rsid w:val="00030B8F"/>
    <w:rsid w:val="00031607"/>
    <w:rsid w:val="00035647"/>
    <w:rsid w:val="00035AE9"/>
    <w:rsid w:val="000378B8"/>
    <w:rsid w:val="0004123E"/>
    <w:rsid w:val="00041F77"/>
    <w:rsid w:val="00042078"/>
    <w:rsid w:val="000440D4"/>
    <w:rsid w:val="000441FF"/>
    <w:rsid w:val="0005129E"/>
    <w:rsid w:val="00051E11"/>
    <w:rsid w:val="00053EE0"/>
    <w:rsid w:val="000575D1"/>
    <w:rsid w:val="000600B6"/>
    <w:rsid w:val="0006055A"/>
    <w:rsid w:val="000716E3"/>
    <w:rsid w:val="000735B8"/>
    <w:rsid w:val="0007378A"/>
    <w:rsid w:val="000769AE"/>
    <w:rsid w:val="00080450"/>
    <w:rsid w:val="0008079F"/>
    <w:rsid w:val="00086083"/>
    <w:rsid w:val="000934E3"/>
    <w:rsid w:val="000A0815"/>
    <w:rsid w:val="000A57CA"/>
    <w:rsid w:val="000A6FFC"/>
    <w:rsid w:val="000A7A06"/>
    <w:rsid w:val="000B17BA"/>
    <w:rsid w:val="000B18F2"/>
    <w:rsid w:val="000B41F0"/>
    <w:rsid w:val="000B47E6"/>
    <w:rsid w:val="000B5138"/>
    <w:rsid w:val="000B52EE"/>
    <w:rsid w:val="000C076E"/>
    <w:rsid w:val="000C2277"/>
    <w:rsid w:val="000C3FD9"/>
    <w:rsid w:val="000C4773"/>
    <w:rsid w:val="000C542D"/>
    <w:rsid w:val="000C64A4"/>
    <w:rsid w:val="000C7242"/>
    <w:rsid w:val="000D05CD"/>
    <w:rsid w:val="000D09C3"/>
    <w:rsid w:val="000D2B50"/>
    <w:rsid w:val="000D68B4"/>
    <w:rsid w:val="000E12C1"/>
    <w:rsid w:val="000E5695"/>
    <w:rsid w:val="000F0B91"/>
    <w:rsid w:val="000F5063"/>
    <w:rsid w:val="00106F85"/>
    <w:rsid w:val="00113791"/>
    <w:rsid w:val="00117049"/>
    <w:rsid w:val="00131C59"/>
    <w:rsid w:val="00131CA1"/>
    <w:rsid w:val="00134B21"/>
    <w:rsid w:val="001469FF"/>
    <w:rsid w:val="0015069A"/>
    <w:rsid w:val="0015330A"/>
    <w:rsid w:val="00153B35"/>
    <w:rsid w:val="00156BAC"/>
    <w:rsid w:val="00163487"/>
    <w:rsid w:val="00165263"/>
    <w:rsid w:val="00172D75"/>
    <w:rsid w:val="00173031"/>
    <w:rsid w:val="001824C1"/>
    <w:rsid w:val="00195EC2"/>
    <w:rsid w:val="0019715E"/>
    <w:rsid w:val="001A5903"/>
    <w:rsid w:val="001B07A6"/>
    <w:rsid w:val="001B47A9"/>
    <w:rsid w:val="001B66AA"/>
    <w:rsid w:val="001C5443"/>
    <w:rsid w:val="001C6C9E"/>
    <w:rsid w:val="001C7AD8"/>
    <w:rsid w:val="001D5869"/>
    <w:rsid w:val="001E19C1"/>
    <w:rsid w:val="001E19D9"/>
    <w:rsid w:val="001E2A84"/>
    <w:rsid w:val="001E48B2"/>
    <w:rsid w:val="001E6D81"/>
    <w:rsid w:val="001E77BA"/>
    <w:rsid w:val="001F0AC4"/>
    <w:rsid w:val="001F3F8B"/>
    <w:rsid w:val="001F7550"/>
    <w:rsid w:val="001F7AF7"/>
    <w:rsid w:val="00202722"/>
    <w:rsid w:val="002105F7"/>
    <w:rsid w:val="00212714"/>
    <w:rsid w:val="002163B1"/>
    <w:rsid w:val="002216D0"/>
    <w:rsid w:val="00221EA7"/>
    <w:rsid w:val="002246BE"/>
    <w:rsid w:val="00224A02"/>
    <w:rsid w:val="00232335"/>
    <w:rsid w:val="002350DD"/>
    <w:rsid w:val="00235334"/>
    <w:rsid w:val="00237BF0"/>
    <w:rsid w:val="00237CD2"/>
    <w:rsid w:val="00240847"/>
    <w:rsid w:val="00241CAA"/>
    <w:rsid w:val="00242B2F"/>
    <w:rsid w:val="0024455E"/>
    <w:rsid w:val="0025214E"/>
    <w:rsid w:val="00252164"/>
    <w:rsid w:val="00271389"/>
    <w:rsid w:val="002728B5"/>
    <w:rsid w:val="00275131"/>
    <w:rsid w:val="002771BF"/>
    <w:rsid w:val="002805F4"/>
    <w:rsid w:val="0028081F"/>
    <w:rsid w:val="0028407E"/>
    <w:rsid w:val="00291880"/>
    <w:rsid w:val="002958BD"/>
    <w:rsid w:val="002A269C"/>
    <w:rsid w:val="002A4C1E"/>
    <w:rsid w:val="002A6139"/>
    <w:rsid w:val="002B32CB"/>
    <w:rsid w:val="002C371A"/>
    <w:rsid w:val="002D7C6A"/>
    <w:rsid w:val="002E0932"/>
    <w:rsid w:val="002E1654"/>
    <w:rsid w:val="002E35A6"/>
    <w:rsid w:val="002E6E72"/>
    <w:rsid w:val="002E7401"/>
    <w:rsid w:val="002F327C"/>
    <w:rsid w:val="002F438F"/>
    <w:rsid w:val="00301B0A"/>
    <w:rsid w:val="00302EA8"/>
    <w:rsid w:val="00316C48"/>
    <w:rsid w:val="00322FF8"/>
    <w:rsid w:val="0032394F"/>
    <w:rsid w:val="003252C3"/>
    <w:rsid w:val="0034010A"/>
    <w:rsid w:val="00341167"/>
    <w:rsid w:val="00345423"/>
    <w:rsid w:val="00353AE9"/>
    <w:rsid w:val="003652A1"/>
    <w:rsid w:val="00366858"/>
    <w:rsid w:val="00371283"/>
    <w:rsid w:val="003737F0"/>
    <w:rsid w:val="003841D1"/>
    <w:rsid w:val="00385516"/>
    <w:rsid w:val="00386ABD"/>
    <w:rsid w:val="00387C43"/>
    <w:rsid w:val="003900CC"/>
    <w:rsid w:val="00391B74"/>
    <w:rsid w:val="00394B98"/>
    <w:rsid w:val="003976EF"/>
    <w:rsid w:val="003A1196"/>
    <w:rsid w:val="003A17FB"/>
    <w:rsid w:val="003A7093"/>
    <w:rsid w:val="003A7D91"/>
    <w:rsid w:val="003B63BC"/>
    <w:rsid w:val="003C2D97"/>
    <w:rsid w:val="003C5B75"/>
    <w:rsid w:val="003C63AC"/>
    <w:rsid w:val="003C68BB"/>
    <w:rsid w:val="003D139B"/>
    <w:rsid w:val="003D34F6"/>
    <w:rsid w:val="003D3ED8"/>
    <w:rsid w:val="003D51EA"/>
    <w:rsid w:val="003D64F7"/>
    <w:rsid w:val="003E0204"/>
    <w:rsid w:val="003E39C8"/>
    <w:rsid w:val="003E3BBE"/>
    <w:rsid w:val="003E47B9"/>
    <w:rsid w:val="003E5A72"/>
    <w:rsid w:val="003F1E6F"/>
    <w:rsid w:val="003F4673"/>
    <w:rsid w:val="003F53E1"/>
    <w:rsid w:val="00400524"/>
    <w:rsid w:val="00402727"/>
    <w:rsid w:val="004062C6"/>
    <w:rsid w:val="00407876"/>
    <w:rsid w:val="004125C5"/>
    <w:rsid w:val="00413419"/>
    <w:rsid w:val="00414BBF"/>
    <w:rsid w:val="0041756E"/>
    <w:rsid w:val="004334EE"/>
    <w:rsid w:val="00436877"/>
    <w:rsid w:val="00442478"/>
    <w:rsid w:val="004455BF"/>
    <w:rsid w:val="00446EA6"/>
    <w:rsid w:val="00455DFD"/>
    <w:rsid w:val="0046065A"/>
    <w:rsid w:val="00476E3F"/>
    <w:rsid w:val="00476F65"/>
    <w:rsid w:val="00480662"/>
    <w:rsid w:val="004836C8"/>
    <w:rsid w:val="004872C6"/>
    <w:rsid w:val="00487F24"/>
    <w:rsid w:val="00495C6B"/>
    <w:rsid w:val="00495E48"/>
    <w:rsid w:val="00495E54"/>
    <w:rsid w:val="00497171"/>
    <w:rsid w:val="00497B6F"/>
    <w:rsid w:val="004A032D"/>
    <w:rsid w:val="004A0F38"/>
    <w:rsid w:val="004A5DB1"/>
    <w:rsid w:val="004B1487"/>
    <w:rsid w:val="004B708C"/>
    <w:rsid w:val="004B70D4"/>
    <w:rsid w:val="004C0BCE"/>
    <w:rsid w:val="004C1A93"/>
    <w:rsid w:val="004C5541"/>
    <w:rsid w:val="004C661E"/>
    <w:rsid w:val="004C71AC"/>
    <w:rsid w:val="004C7714"/>
    <w:rsid w:val="004D218C"/>
    <w:rsid w:val="004D4C3E"/>
    <w:rsid w:val="004D5FEC"/>
    <w:rsid w:val="004E4E1E"/>
    <w:rsid w:val="004F24C6"/>
    <w:rsid w:val="004F4DE5"/>
    <w:rsid w:val="004F5F50"/>
    <w:rsid w:val="004F6268"/>
    <w:rsid w:val="00502822"/>
    <w:rsid w:val="00503785"/>
    <w:rsid w:val="005224D5"/>
    <w:rsid w:val="005235CE"/>
    <w:rsid w:val="00523831"/>
    <w:rsid w:val="005323CD"/>
    <w:rsid w:val="00540626"/>
    <w:rsid w:val="0054198A"/>
    <w:rsid w:val="00541D28"/>
    <w:rsid w:val="0055400B"/>
    <w:rsid w:val="0055568B"/>
    <w:rsid w:val="0055747D"/>
    <w:rsid w:val="005576CB"/>
    <w:rsid w:val="005613F2"/>
    <w:rsid w:val="005622F8"/>
    <w:rsid w:val="00563621"/>
    <w:rsid w:val="00565C92"/>
    <w:rsid w:val="00570774"/>
    <w:rsid w:val="005730A9"/>
    <w:rsid w:val="0057626D"/>
    <w:rsid w:val="0058311F"/>
    <w:rsid w:val="00583C34"/>
    <w:rsid w:val="00585FB6"/>
    <w:rsid w:val="005864A7"/>
    <w:rsid w:val="00587A78"/>
    <w:rsid w:val="00593070"/>
    <w:rsid w:val="00595952"/>
    <w:rsid w:val="00597B56"/>
    <w:rsid w:val="005B339D"/>
    <w:rsid w:val="005B499E"/>
    <w:rsid w:val="005C03B1"/>
    <w:rsid w:val="005C334E"/>
    <w:rsid w:val="005C4A73"/>
    <w:rsid w:val="005C54D1"/>
    <w:rsid w:val="005D11D9"/>
    <w:rsid w:val="005D5050"/>
    <w:rsid w:val="005D7468"/>
    <w:rsid w:val="005E0B2D"/>
    <w:rsid w:val="005E3AA8"/>
    <w:rsid w:val="005E5CB8"/>
    <w:rsid w:val="0060254A"/>
    <w:rsid w:val="006077D3"/>
    <w:rsid w:val="00614928"/>
    <w:rsid w:val="00615B13"/>
    <w:rsid w:val="00616340"/>
    <w:rsid w:val="00620DD0"/>
    <w:rsid w:val="006348A3"/>
    <w:rsid w:val="00643249"/>
    <w:rsid w:val="00644003"/>
    <w:rsid w:val="00645A9E"/>
    <w:rsid w:val="00645CC9"/>
    <w:rsid w:val="00647C1B"/>
    <w:rsid w:val="00651F51"/>
    <w:rsid w:val="00653425"/>
    <w:rsid w:val="0066330E"/>
    <w:rsid w:val="0067162E"/>
    <w:rsid w:val="00675648"/>
    <w:rsid w:val="0068178E"/>
    <w:rsid w:val="006872EF"/>
    <w:rsid w:val="00690FD0"/>
    <w:rsid w:val="00695BCF"/>
    <w:rsid w:val="006B05FE"/>
    <w:rsid w:val="006B240E"/>
    <w:rsid w:val="006B4B9F"/>
    <w:rsid w:val="006C05CD"/>
    <w:rsid w:val="006C7538"/>
    <w:rsid w:val="006D24E5"/>
    <w:rsid w:val="006D40BB"/>
    <w:rsid w:val="006D4935"/>
    <w:rsid w:val="006D582D"/>
    <w:rsid w:val="006D6075"/>
    <w:rsid w:val="006E0BF6"/>
    <w:rsid w:val="006E2CA8"/>
    <w:rsid w:val="006E2FBC"/>
    <w:rsid w:val="006E5B2F"/>
    <w:rsid w:val="006F1D55"/>
    <w:rsid w:val="006F6F76"/>
    <w:rsid w:val="0070313E"/>
    <w:rsid w:val="007037D8"/>
    <w:rsid w:val="0070731E"/>
    <w:rsid w:val="00710B4B"/>
    <w:rsid w:val="00710EBB"/>
    <w:rsid w:val="00712195"/>
    <w:rsid w:val="00713250"/>
    <w:rsid w:val="0072236C"/>
    <w:rsid w:val="0072526F"/>
    <w:rsid w:val="007275AB"/>
    <w:rsid w:val="00736FFA"/>
    <w:rsid w:val="007432E9"/>
    <w:rsid w:val="00750B12"/>
    <w:rsid w:val="00753305"/>
    <w:rsid w:val="00754FD0"/>
    <w:rsid w:val="007572C6"/>
    <w:rsid w:val="007630D4"/>
    <w:rsid w:val="007636B2"/>
    <w:rsid w:val="00763DC2"/>
    <w:rsid w:val="007646F5"/>
    <w:rsid w:val="0076688D"/>
    <w:rsid w:val="007669A0"/>
    <w:rsid w:val="00772079"/>
    <w:rsid w:val="00774E70"/>
    <w:rsid w:val="0077525F"/>
    <w:rsid w:val="0077601F"/>
    <w:rsid w:val="00780749"/>
    <w:rsid w:val="0078152B"/>
    <w:rsid w:val="00782A5D"/>
    <w:rsid w:val="00782BBC"/>
    <w:rsid w:val="00783E9E"/>
    <w:rsid w:val="0079593F"/>
    <w:rsid w:val="007A0EFB"/>
    <w:rsid w:val="007A23AB"/>
    <w:rsid w:val="007B06CD"/>
    <w:rsid w:val="007B12D1"/>
    <w:rsid w:val="007B35F4"/>
    <w:rsid w:val="007B39A1"/>
    <w:rsid w:val="007B4179"/>
    <w:rsid w:val="007B579C"/>
    <w:rsid w:val="007B6D93"/>
    <w:rsid w:val="007C3762"/>
    <w:rsid w:val="007C633B"/>
    <w:rsid w:val="007D31AA"/>
    <w:rsid w:val="007D32A3"/>
    <w:rsid w:val="007D362C"/>
    <w:rsid w:val="007D6556"/>
    <w:rsid w:val="007D79B4"/>
    <w:rsid w:val="007E06C3"/>
    <w:rsid w:val="007E1BD4"/>
    <w:rsid w:val="007E2C1C"/>
    <w:rsid w:val="007E398B"/>
    <w:rsid w:val="007F1136"/>
    <w:rsid w:val="007F3298"/>
    <w:rsid w:val="007F67FC"/>
    <w:rsid w:val="007F7C40"/>
    <w:rsid w:val="0080271A"/>
    <w:rsid w:val="0080607D"/>
    <w:rsid w:val="0081152E"/>
    <w:rsid w:val="008155B6"/>
    <w:rsid w:val="008240A6"/>
    <w:rsid w:val="00830B2B"/>
    <w:rsid w:val="00831CFF"/>
    <w:rsid w:val="00832EC4"/>
    <w:rsid w:val="008370B2"/>
    <w:rsid w:val="00844B2D"/>
    <w:rsid w:val="0084512D"/>
    <w:rsid w:val="00851476"/>
    <w:rsid w:val="00853F5A"/>
    <w:rsid w:val="008555C7"/>
    <w:rsid w:val="00866809"/>
    <w:rsid w:val="00870482"/>
    <w:rsid w:val="008716CA"/>
    <w:rsid w:val="008761E7"/>
    <w:rsid w:val="00876E74"/>
    <w:rsid w:val="00877E12"/>
    <w:rsid w:val="00884A10"/>
    <w:rsid w:val="00891FEA"/>
    <w:rsid w:val="0089259E"/>
    <w:rsid w:val="00893D5F"/>
    <w:rsid w:val="00895192"/>
    <w:rsid w:val="008A5E89"/>
    <w:rsid w:val="008B05A5"/>
    <w:rsid w:val="008B07E9"/>
    <w:rsid w:val="008B74D7"/>
    <w:rsid w:val="008C1A54"/>
    <w:rsid w:val="008C483D"/>
    <w:rsid w:val="008C7354"/>
    <w:rsid w:val="008D08E8"/>
    <w:rsid w:val="008D0F5E"/>
    <w:rsid w:val="008D18AE"/>
    <w:rsid w:val="008D1903"/>
    <w:rsid w:val="008D30C9"/>
    <w:rsid w:val="008D3F7E"/>
    <w:rsid w:val="008D64A0"/>
    <w:rsid w:val="008D65E8"/>
    <w:rsid w:val="008E1F65"/>
    <w:rsid w:val="008E22C1"/>
    <w:rsid w:val="008E23D5"/>
    <w:rsid w:val="008E27BC"/>
    <w:rsid w:val="008E370E"/>
    <w:rsid w:val="008E5325"/>
    <w:rsid w:val="008F0126"/>
    <w:rsid w:val="008F4BBB"/>
    <w:rsid w:val="008F4BE4"/>
    <w:rsid w:val="00915893"/>
    <w:rsid w:val="0091638E"/>
    <w:rsid w:val="00916D51"/>
    <w:rsid w:val="00917702"/>
    <w:rsid w:val="00923276"/>
    <w:rsid w:val="00927657"/>
    <w:rsid w:val="00930B19"/>
    <w:rsid w:val="00933F64"/>
    <w:rsid w:val="00937632"/>
    <w:rsid w:val="0094433B"/>
    <w:rsid w:val="00946837"/>
    <w:rsid w:val="00950186"/>
    <w:rsid w:val="00955F34"/>
    <w:rsid w:val="00957508"/>
    <w:rsid w:val="009633B1"/>
    <w:rsid w:val="00970D8E"/>
    <w:rsid w:val="009713BB"/>
    <w:rsid w:val="00971C08"/>
    <w:rsid w:val="00975418"/>
    <w:rsid w:val="0098029C"/>
    <w:rsid w:val="009840DB"/>
    <w:rsid w:val="00985A30"/>
    <w:rsid w:val="00993F22"/>
    <w:rsid w:val="009B2AED"/>
    <w:rsid w:val="009B4BF8"/>
    <w:rsid w:val="009B6195"/>
    <w:rsid w:val="009B7293"/>
    <w:rsid w:val="009C5062"/>
    <w:rsid w:val="009C60A3"/>
    <w:rsid w:val="009D10EF"/>
    <w:rsid w:val="009D476D"/>
    <w:rsid w:val="009D49C0"/>
    <w:rsid w:val="009E108B"/>
    <w:rsid w:val="009E25B4"/>
    <w:rsid w:val="009E2D73"/>
    <w:rsid w:val="009E540E"/>
    <w:rsid w:val="009E5979"/>
    <w:rsid w:val="009E61B8"/>
    <w:rsid w:val="009F100C"/>
    <w:rsid w:val="009F476F"/>
    <w:rsid w:val="00A01CDE"/>
    <w:rsid w:val="00A15960"/>
    <w:rsid w:val="00A22E9B"/>
    <w:rsid w:val="00A317AE"/>
    <w:rsid w:val="00A346E0"/>
    <w:rsid w:val="00A41F5D"/>
    <w:rsid w:val="00A451C3"/>
    <w:rsid w:val="00A538A0"/>
    <w:rsid w:val="00A55A69"/>
    <w:rsid w:val="00A643BC"/>
    <w:rsid w:val="00A66D43"/>
    <w:rsid w:val="00A70AB6"/>
    <w:rsid w:val="00A73523"/>
    <w:rsid w:val="00A735D6"/>
    <w:rsid w:val="00A90A69"/>
    <w:rsid w:val="00A91DBB"/>
    <w:rsid w:val="00A97651"/>
    <w:rsid w:val="00AA15B6"/>
    <w:rsid w:val="00AA5CCD"/>
    <w:rsid w:val="00AB2336"/>
    <w:rsid w:val="00AB4643"/>
    <w:rsid w:val="00AB6646"/>
    <w:rsid w:val="00AB7A3B"/>
    <w:rsid w:val="00AC213E"/>
    <w:rsid w:val="00AC4C7B"/>
    <w:rsid w:val="00AD4020"/>
    <w:rsid w:val="00AD457D"/>
    <w:rsid w:val="00AD57C8"/>
    <w:rsid w:val="00AD653A"/>
    <w:rsid w:val="00AE3B34"/>
    <w:rsid w:val="00AF1D30"/>
    <w:rsid w:val="00AF72E2"/>
    <w:rsid w:val="00AF79E0"/>
    <w:rsid w:val="00AF7F09"/>
    <w:rsid w:val="00B01C39"/>
    <w:rsid w:val="00B0332E"/>
    <w:rsid w:val="00B055E2"/>
    <w:rsid w:val="00B138C6"/>
    <w:rsid w:val="00B138D2"/>
    <w:rsid w:val="00B14E4D"/>
    <w:rsid w:val="00B21E3D"/>
    <w:rsid w:val="00B30506"/>
    <w:rsid w:val="00B32630"/>
    <w:rsid w:val="00B3577C"/>
    <w:rsid w:val="00B37637"/>
    <w:rsid w:val="00B4052A"/>
    <w:rsid w:val="00B538EA"/>
    <w:rsid w:val="00B5792A"/>
    <w:rsid w:val="00B62AF7"/>
    <w:rsid w:val="00B74472"/>
    <w:rsid w:val="00B744D3"/>
    <w:rsid w:val="00B94420"/>
    <w:rsid w:val="00B951A8"/>
    <w:rsid w:val="00B95726"/>
    <w:rsid w:val="00B97E58"/>
    <w:rsid w:val="00BA25F4"/>
    <w:rsid w:val="00BA7F18"/>
    <w:rsid w:val="00BB19CA"/>
    <w:rsid w:val="00BB4EA1"/>
    <w:rsid w:val="00BB7BDF"/>
    <w:rsid w:val="00BC2AD4"/>
    <w:rsid w:val="00BD0B96"/>
    <w:rsid w:val="00BD1D4D"/>
    <w:rsid w:val="00BD704F"/>
    <w:rsid w:val="00BD7D97"/>
    <w:rsid w:val="00BE375A"/>
    <w:rsid w:val="00BE5CD6"/>
    <w:rsid w:val="00BF1250"/>
    <w:rsid w:val="00BF2479"/>
    <w:rsid w:val="00BF3CB5"/>
    <w:rsid w:val="00BF4C7C"/>
    <w:rsid w:val="00C11B72"/>
    <w:rsid w:val="00C11DC6"/>
    <w:rsid w:val="00C11E58"/>
    <w:rsid w:val="00C1315F"/>
    <w:rsid w:val="00C146CD"/>
    <w:rsid w:val="00C204F5"/>
    <w:rsid w:val="00C22BA7"/>
    <w:rsid w:val="00C235E1"/>
    <w:rsid w:val="00C2377A"/>
    <w:rsid w:val="00C24892"/>
    <w:rsid w:val="00C25ABB"/>
    <w:rsid w:val="00C2747F"/>
    <w:rsid w:val="00C27975"/>
    <w:rsid w:val="00C30EC2"/>
    <w:rsid w:val="00C31309"/>
    <w:rsid w:val="00C31A98"/>
    <w:rsid w:val="00C322F5"/>
    <w:rsid w:val="00C4113E"/>
    <w:rsid w:val="00C5189A"/>
    <w:rsid w:val="00C51BE6"/>
    <w:rsid w:val="00C56A19"/>
    <w:rsid w:val="00C60C59"/>
    <w:rsid w:val="00C62906"/>
    <w:rsid w:val="00C63420"/>
    <w:rsid w:val="00C6380C"/>
    <w:rsid w:val="00C65418"/>
    <w:rsid w:val="00C66043"/>
    <w:rsid w:val="00C71CFA"/>
    <w:rsid w:val="00C74F2D"/>
    <w:rsid w:val="00C777AB"/>
    <w:rsid w:val="00C81C0D"/>
    <w:rsid w:val="00C847A5"/>
    <w:rsid w:val="00C9312E"/>
    <w:rsid w:val="00CA4B87"/>
    <w:rsid w:val="00CB0FC2"/>
    <w:rsid w:val="00CB2025"/>
    <w:rsid w:val="00CB5BBB"/>
    <w:rsid w:val="00CC0BCB"/>
    <w:rsid w:val="00CC1846"/>
    <w:rsid w:val="00CC3F78"/>
    <w:rsid w:val="00CC5E97"/>
    <w:rsid w:val="00CC7C2F"/>
    <w:rsid w:val="00CD6C94"/>
    <w:rsid w:val="00CE0045"/>
    <w:rsid w:val="00CE451F"/>
    <w:rsid w:val="00CE4892"/>
    <w:rsid w:val="00CE4A0C"/>
    <w:rsid w:val="00CE4E91"/>
    <w:rsid w:val="00CF11B8"/>
    <w:rsid w:val="00D014E5"/>
    <w:rsid w:val="00D05064"/>
    <w:rsid w:val="00D07358"/>
    <w:rsid w:val="00D078F9"/>
    <w:rsid w:val="00D140FC"/>
    <w:rsid w:val="00D20F87"/>
    <w:rsid w:val="00D21A37"/>
    <w:rsid w:val="00D22853"/>
    <w:rsid w:val="00D25498"/>
    <w:rsid w:val="00D25BF7"/>
    <w:rsid w:val="00D25FFF"/>
    <w:rsid w:val="00D40119"/>
    <w:rsid w:val="00D42071"/>
    <w:rsid w:val="00D423F0"/>
    <w:rsid w:val="00D44E0F"/>
    <w:rsid w:val="00D451BD"/>
    <w:rsid w:val="00D46B32"/>
    <w:rsid w:val="00D503F0"/>
    <w:rsid w:val="00D50446"/>
    <w:rsid w:val="00D51357"/>
    <w:rsid w:val="00D54725"/>
    <w:rsid w:val="00D5659A"/>
    <w:rsid w:val="00D573D4"/>
    <w:rsid w:val="00D74CD5"/>
    <w:rsid w:val="00D74F3F"/>
    <w:rsid w:val="00D75462"/>
    <w:rsid w:val="00D756DF"/>
    <w:rsid w:val="00D80E99"/>
    <w:rsid w:val="00D82DB8"/>
    <w:rsid w:val="00D849A2"/>
    <w:rsid w:val="00D85B8E"/>
    <w:rsid w:val="00D86A0E"/>
    <w:rsid w:val="00D90639"/>
    <w:rsid w:val="00D93B57"/>
    <w:rsid w:val="00D96967"/>
    <w:rsid w:val="00DA1306"/>
    <w:rsid w:val="00DA3CC2"/>
    <w:rsid w:val="00DA6ED9"/>
    <w:rsid w:val="00DA722A"/>
    <w:rsid w:val="00DB137C"/>
    <w:rsid w:val="00DC00F8"/>
    <w:rsid w:val="00DC1001"/>
    <w:rsid w:val="00DC118B"/>
    <w:rsid w:val="00DC74EA"/>
    <w:rsid w:val="00DC7A14"/>
    <w:rsid w:val="00DD04E7"/>
    <w:rsid w:val="00DD2A8E"/>
    <w:rsid w:val="00DD3EB5"/>
    <w:rsid w:val="00DE2493"/>
    <w:rsid w:val="00DF2C8C"/>
    <w:rsid w:val="00DF77A2"/>
    <w:rsid w:val="00E008F2"/>
    <w:rsid w:val="00E12890"/>
    <w:rsid w:val="00E143EE"/>
    <w:rsid w:val="00E15375"/>
    <w:rsid w:val="00E16746"/>
    <w:rsid w:val="00E16E34"/>
    <w:rsid w:val="00E24666"/>
    <w:rsid w:val="00E266FD"/>
    <w:rsid w:val="00E2746F"/>
    <w:rsid w:val="00E3218F"/>
    <w:rsid w:val="00E343DC"/>
    <w:rsid w:val="00E40B21"/>
    <w:rsid w:val="00E41D2C"/>
    <w:rsid w:val="00E46EA7"/>
    <w:rsid w:val="00E46F3E"/>
    <w:rsid w:val="00E52A19"/>
    <w:rsid w:val="00E535E0"/>
    <w:rsid w:val="00E54166"/>
    <w:rsid w:val="00E543F4"/>
    <w:rsid w:val="00E61E53"/>
    <w:rsid w:val="00E61F23"/>
    <w:rsid w:val="00E66931"/>
    <w:rsid w:val="00E70251"/>
    <w:rsid w:val="00E80295"/>
    <w:rsid w:val="00E803FC"/>
    <w:rsid w:val="00E807F4"/>
    <w:rsid w:val="00E84175"/>
    <w:rsid w:val="00E841B2"/>
    <w:rsid w:val="00E87AAA"/>
    <w:rsid w:val="00E91912"/>
    <w:rsid w:val="00E9215C"/>
    <w:rsid w:val="00EA53C7"/>
    <w:rsid w:val="00EB439D"/>
    <w:rsid w:val="00EB5501"/>
    <w:rsid w:val="00EB5D3F"/>
    <w:rsid w:val="00EB7235"/>
    <w:rsid w:val="00EB7A28"/>
    <w:rsid w:val="00EC348B"/>
    <w:rsid w:val="00EC5316"/>
    <w:rsid w:val="00ED07B1"/>
    <w:rsid w:val="00ED0C39"/>
    <w:rsid w:val="00ED1B14"/>
    <w:rsid w:val="00ED2704"/>
    <w:rsid w:val="00ED3B03"/>
    <w:rsid w:val="00EE247B"/>
    <w:rsid w:val="00EE58C2"/>
    <w:rsid w:val="00F016AB"/>
    <w:rsid w:val="00F06371"/>
    <w:rsid w:val="00F10269"/>
    <w:rsid w:val="00F12EAA"/>
    <w:rsid w:val="00F14179"/>
    <w:rsid w:val="00F24EF5"/>
    <w:rsid w:val="00F25677"/>
    <w:rsid w:val="00F26D63"/>
    <w:rsid w:val="00F35268"/>
    <w:rsid w:val="00F35970"/>
    <w:rsid w:val="00F5217C"/>
    <w:rsid w:val="00F52BBC"/>
    <w:rsid w:val="00F5328A"/>
    <w:rsid w:val="00F5400C"/>
    <w:rsid w:val="00F54AE7"/>
    <w:rsid w:val="00F55DCB"/>
    <w:rsid w:val="00F617FF"/>
    <w:rsid w:val="00F80210"/>
    <w:rsid w:val="00F81077"/>
    <w:rsid w:val="00F84EE5"/>
    <w:rsid w:val="00F864FF"/>
    <w:rsid w:val="00FA7681"/>
    <w:rsid w:val="00FB3F1A"/>
    <w:rsid w:val="00FB5E74"/>
    <w:rsid w:val="00FC0A19"/>
    <w:rsid w:val="00FC6C26"/>
    <w:rsid w:val="00FC7781"/>
    <w:rsid w:val="00FD0E93"/>
    <w:rsid w:val="00FD43CC"/>
    <w:rsid w:val="00FE60E0"/>
    <w:rsid w:val="00FF4644"/>
    <w:rsid w:val="00FF4D72"/>
    <w:rsid w:val="00FF597D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BA74A0"/>
  <w15:docId w15:val="{96B92A8C-6F22-4F01-81E4-4D5A78DC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AA15B6"/>
    <w:pPr>
      <w:ind w:left="720"/>
      <w:contextualSpacing/>
    </w:pPr>
  </w:style>
  <w:style w:type="paragraph" w:styleId="ad">
    <w:name w:val="annotation text"/>
    <w:basedOn w:val="a"/>
    <w:link w:val="ae"/>
    <w:semiHidden/>
    <w:unhideWhenUsed/>
    <w:rsid w:val="00EB439D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EB439D"/>
  </w:style>
  <w:style w:type="paragraph" w:styleId="af">
    <w:name w:val="annotation subject"/>
    <w:basedOn w:val="ad"/>
    <w:next w:val="ad"/>
    <w:link w:val="af0"/>
    <w:semiHidden/>
    <w:unhideWhenUsed/>
    <w:rsid w:val="00EB439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EB439D"/>
    <w:rPr>
      <w:b/>
      <w:bCs/>
    </w:rPr>
  </w:style>
  <w:style w:type="character" w:styleId="af1">
    <w:name w:val="Hyperlink"/>
    <w:basedOn w:val="a0"/>
    <w:unhideWhenUsed/>
    <w:rsid w:val="00A643B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643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F0789-90FF-4351-A8B8-D630983EF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</Template>
  <TotalTime>25</TotalTime>
  <Pages>1</Pages>
  <Words>1100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7361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Пользователь</cp:lastModifiedBy>
  <cp:revision>6</cp:revision>
  <cp:lastPrinted>2024-12-26T06:42:00Z</cp:lastPrinted>
  <dcterms:created xsi:type="dcterms:W3CDTF">2024-12-25T08:04:00Z</dcterms:created>
  <dcterms:modified xsi:type="dcterms:W3CDTF">2024-12-26T06:42:00Z</dcterms:modified>
</cp:coreProperties>
</file>