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72D8" w:rsidRPr="00833384" w:rsidRDefault="001E72D8" w:rsidP="00FE65D1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FE65D1" w:rsidRPr="00FE65D1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</w:t>
      </w:r>
      <w:r w:rsidR="00FE65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65D1" w:rsidRPr="00FE65D1">
        <w:rPr>
          <w:rFonts w:ascii="Times New Roman" w:hAnsi="Times New Roman" w:cs="Times New Roman"/>
          <w:bCs/>
          <w:sz w:val="28"/>
          <w:szCs w:val="28"/>
        </w:rPr>
        <w:t>«О бюджете Территориального фонда обязательного медицинского страхования Ярославской области на 2023 год и на плановый период 20</w:t>
      </w:r>
      <w:r w:rsidR="00FE65D1">
        <w:rPr>
          <w:rFonts w:ascii="Times New Roman" w:hAnsi="Times New Roman" w:cs="Times New Roman"/>
          <w:bCs/>
          <w:sz w:val="28"/>
          <w:szCs w:val="28"/>
        </w:rPr>
        <w:t>24 и 2025 годов</w:t>
      </w:r>
      <w:r w:rsidR="00B55760" w:rsidRPr="00D451BD">
        <w:rPr>
          <w:rFonts w:ascii="Times New Roman" w:hAnsi="Times New Roman" w:cs="Times New Roman"/>
          <w:sz w:val="28"/>
          <w:szCs w:val="28"/>
        </w:rPr>
        <w:t>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E73EDC" w:rsidRPr="00E73EDC" w:rsidRDefault="00E73EDC" w:rsidP="00E73ED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E73EDC">
        <w:rPr>
          <w:szCs w:val="28"/>
        </w:rPr>
        <w:t xml:space="preserve">Официальным представителем Губернатора области по 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E73EDC">
        <w:rPr>
          <w:szCs w:val="28"/>
        </w:rPr>
        <w:t>Смыслова</w:t>
      </w:r>
      <w:proofErr w:type="spellEnd"/>
      <w:r w:rsidRPr="00E73EDC">
        <w:rPr>
          <w:szCs w:val="28"/>
        </w:rPr>
        <w:t xml:space="preserve"> Д.В.</w:t>
      </w:r>
    </w:p>
    <w:p w:rsidR="001E72D8" w:rsidRPr="00E4364B" w:rsidRDefault="001E72D8" w:rsidP="001E72D8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3E07" w:rsidRDefault="000D3E07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3E07" w:rsidRDefault="000D3E07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Pr="00C118F5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241EAE" w:rsidP="00A30239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52AF"/>
    <w:rsid w:val="000663B2"/>
    <w:rsid w:val="00095DA7"/>
    <w:rsid w:val="000C4C30"/>
    <w:rsid w:val="000D3E07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67835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33"/>
    <w:rsid w:val="00E67B15"/>
    <w:rsid w:val="00E70EE2"/>
    <w:rsid w:val="00E7377C"/>
    <w:rsid w:val="00E73EDC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1A26A-6776-46E9-841A-EE1A43FF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</TotalTime>
  <Pages>2</Pages>
  <Words>115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Кукина Ирина Васильевна</cp:lastModifiedBy>
  <cp:revision>4</cp:revision>
  <cp:lastPrinted>2011-10-12T07:15:00Z</cp:lastPrinted>
  <dcterms:created xsi:type="dcterms:W3CDTF">2023-01-20T12:13:00Z</dcterms:created>
  <dcterms:modified xsi:type="dcterms:W3CDTF">2023-01-23T06:52:00Z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