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E42D63">
              <w:rPr>
                <w:color w:val="000000"/>
                <w:sz w:val="28"/>
                <w:szCs w:val="28"/>
              </w:rPr>
              <w:t>4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34484A" w:rsidP="00EA0759">
      <w:pPr>
        <w:jc w:val="center"/>
      </w:pPr>
      <w:proofErr w:type="gramStart"/>
      <w:r>
        <w:rPr>
          <w:b/>
          <w:bCs/>
          <w:color w:val="000000"/>
          <w:sz w:val="28"/>
          <w:szCs w:val="28"/>
        </w:rPr>
        <w:t>Гаврилов-Ямского</w:t>
      </w:r>
      <w:proofErr w:type="gramEnd"/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0" w:name="__bookmark_1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Гаврилов-Ям</w:t>
            </w:r>
          </w:p>
        </w:tc>
      </w:tr>
      <w:tr w:rsidR="00941A7E" w:rsidTr="004D43F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34484A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4484A">
              <w:rPr>
                <w:bCs/>
                <w:sz w:val="28"/>
                <w:szCs w:val="28"/>
              </w:rPr>
              <w:t>Великосельский сельский округ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Великое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Горе-Грязь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Губино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Кондратово</w:t>
            </w:r>
            <w:proofErr w:type="spellEnd"/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Петроково</w:t>
            </w:r>
            <w:proofErr w:type="spellEnd"/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Поляна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Поповка</w:t>
            </w:r>
          </w:p>
        </w:tc>
      </w:tr>
      <w:tr w:rsidR="0034484A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Ярково</w:t>
            </w:r>
          </w:p>
        </w:tc>
      </w:tr>
      <w:tr w:rsidR="0034484A" w:rsidTr="00F40AF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Default="0034484A" w:rsidP="003448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34484A">
              <w:rPr>
                <w:sz w:val="28"/>
                <w:szCs w:val="28"/>
              </w:rPr>
              <w:t>Заячье-Холмский</w:t>
            </w:r>
            <w:proofErr w:type="gramEnd"/>
            <w:r w:rsidRPr="0034484A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Андрюшино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Вышеславское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Головино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Даниловка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Заморино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Заячий-Холм</w:t>
            </w:r>
            <w:proofErr w:type="gram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Иляково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Междуречье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Позобово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Прислон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Прошенино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Раменье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Смалево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Спасс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Тарусино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Унимерь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Федоровское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Хохлево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Чурилово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Шильково</w:t>
            </w:r>
            <w:proofErr w:type="spellEnd"/>
          </w:p>
        </w:tc>
      </w:tr>
      <w:tr w:rsidR="006D5021" w:rsidTr="00195A0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 w:rsidP="006D50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021">
              <w:rPr>
                <w:sz w:val="28"/>
                <w:szCs w:val="28"/>
              </w:rPr>
              <w:t>Ильинский сельский округ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Аморково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Берлюково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Гаврецово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Ершовка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Зелендеево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Ильинское-Урусово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Калитниково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Кощеево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Маланино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Малькино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Митьково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Настасьино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Нечайка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Новодубное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Староселово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Степанчиково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6D5021" w:rsidTr="000B5FC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 w:rsidP="006D50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D5021">
              <w:rPr>
                <w:sz w:val="28"/>
                <w:szCs w:val="28"/>
              </w:rPr>
              <w:t>Кузовковский</w:t>
            </w:r>
            <w:proofErr w:type="spellEnd"/>
            <w:r w:rsidRPr="006D502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Котово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Кощеево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Кузовково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Лахость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Никулино</w:t>
            </w:r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Пурлево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Рохмала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Строково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Цибаки</w:t>
            </w:r>
            <w:proofErr w:type="spellEnd"/>
          </w:p>
        </w:tc>
      </w:tr>
      <w:tr w:rsidR="006D502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Черная</w:t>
            </w:r>
          </w:p>
        </w:tc>
      </w:tr>
      <w:tr w:rsidR="006D5021" w:rsidTr="002F1FC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Default="006D5021" w:rsidP="006D50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proofErr w:type="spellStart"/>
            <w:r w:rsidRPr="006D5021">
              <w:rPr>
                <w:sz w:val="28"/>
                <w:szCs w:val="28"/>
              </w:rPr>
              <w:t>Митинский</w:t>
            </w:r>
            <w:proofErr w:type="spellEnd"/>
            <w:r w:rsidRPr="006D502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Балахнино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Бараки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Панино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Внуково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Воронино</w:t>
            </w:r>
          </w:p>
        </w:tc>
      </w:tr>
      <w:tr w:rsidR="007D3D79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Гришино</w:t>
            </w:r>
          </w:p>
        </w:tc>
      </w:tr>
      <w:tr w:rsidR="007D3D79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7D3D79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Панино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Мякшево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Насакино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Никитское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Новоселки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Пружинино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Семендяево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Сеньково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Слобода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Стрельниково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Холычево</w:t>
            </w:r>
            <w:proofErr w:type="spellEnd"/>
          </w:p>
        </w:tc>
      </w:tr>
      <w:tr w:rsidR="007D3D79" w:rsidTr="00EF66EA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 w:rsidP="007D3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3D79">
              <w:rPr>
                <w:sz w:val="28"/>
                <w:szCs w:val="28"/>
              </w:rPr>
              <w:t>Плотинский</w:t>
            </w:r>
            <w:proofErr w:type="spellEnd"/>
            <w:r w:rsidRPr="007D3D7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Аколово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Бели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Большая </w:t>
            </w:r>
            <w:proofErr w:type="spellStart"/>
            <w:r>
              <w:rPr>
                <w:sz w:val="28"/>
                <w:szCs w:val="28"/>
              </w:rPr>
              <w:t>Воехта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Вострицево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Дровнино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Дружная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Есипцево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Круглово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Кундринское</w:t>
            </w:r>
            <w:proofErr w:type="spellEnd"/>
          </w:p>
        </w:tc>
      </w:tr>
      <w:tr w:rsidR="007D3D7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Милитино</w:t>
            </w:r>
            <w:proofErr w:type="spellEnd"/>
          </w:p>
        </w:tc>
      </w:tr>
      <w:tr w:rsidR="007D3D7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Нарядово</w:t>
            </w:r>
            <w:proofErr w:type="spellEnd"/>
          </w:p>
        </w:tc>
      </w:tr>
      <w:tr w:rsidR="007D3D7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Осташкино</w:t>
            </w:r>
            <w:proofErr w:type="spellEnd"/>
          </w:p>
        </w:tc>
      </w:tr>
      <w:tr w:rsidR="007D3D7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Петрунино</w:t>
            </w:r>
            <w:proofErr w:type="spellEnd"/>
          </w:p>
        </w:tc>
      </w:tr>
      <w:tr w:rsidR="007D3D79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Плещеево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Плотина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Прилесье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Романцево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Романцево-</w:t>
            </w:r>
            <w:proofErr w:type="spellStart"/>
            <w:r>
              <w:rPr>
                <w:sz w:val="28"/>
                <w:szCs w:val="28"/>
              </w:rPr>
              <w:t>Дубиково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Седельница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Степанцево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Улыбино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Ханькино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Шалава</w:t>
            </w:r>
            <w:proofErr w:type="gramEnd"/>
          </w:p>
        </w:tc>
      </w:tr>
      <w:tr w:rsidR="007D3D79" w:rsidTr="00C10080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 w:rsidP="007D3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3D79">
              <w:rPr>
                <w:sz w:val="28"/>
                <w:szCs w:val="28"/>
              </w:rPr>
              <w:t>Ставотинский</w:t>
            </w:r>
            <w:proofErr w:type="spellEnd"/>
            <w:r w:rsidRPr="007D3D7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Бочевка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Волчково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Гора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Грудцино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Заря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Кобыльское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Кореньково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Курдумово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Милочево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Немерово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Овсяниково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Паньково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Плетилово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Ставотино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Тарасино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Юцкое</w:t>
            </w:r>
            <w:proofErr w:type="spellEnd"/>
          </w:p>
        </w:tc>
      </w:tr>
      <w:tr w:rsidR="007D3D79" w:rsidTr="00E62AC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 w:rsidP="007D3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3D79">
              <w:rPr>
                <w:sz w:val="28"/>
                <w:szCs w:val="28"/>
              </w:rPr>
              <w:t>Стогинский</w:t>
            </w:r>
            <w:proofErr w:type="spellEnd"/>
            <w:r w:rsidRPr="007D3D7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Абращиха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Алешково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Артемиха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Вакуриха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Высоцкое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Дружиниха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Ельчаниново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Жманка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Кадищи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Калюбаиха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Листопадка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Максимка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Матвейка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Меленки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-Пенье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Осенево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Путилово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Пыполово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Селищи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Стогинское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Тарусино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Федчиха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Чайкино</w:t>
            </w:r>
            <w:proofErr w:type="spellEnd"/>
          </w:p>
        </w:tc>
      </w:tr>
      <w:tr w:rsidR="007D3D79" w:rsidTr="008D7F65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 w:rsidP="007D3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D3D79">
              <w:rPr>
                <w:sz w:val="28"/>
                <w:szCs w:val="28"/>
              </w:rPr>
              <w:t>Шопшинский</w:t>
            </w:r>
            <w:proofErr w:type="spellEnd"/>
            <w:r w:rsidRPr="007D3D79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Величково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Воронково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Голузиново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Жабино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Ильцино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Конопляново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Коркино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Коромыслово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Коромыслово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Кудрявцево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Лисицино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Лихачево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Лычево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Мичуриха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Никульцино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Овинищи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Ратислово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Сотьма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Ступкино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Талица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Творино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Феденино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Филатово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Харнево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Хватково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Холм-Огарев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Цибирино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Чаново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Чернево</w:t>
            </w:r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Шалаево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Шопша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Щекотово</w:t>
            </w:r>
            <w:proofErr w:type="spellEnd"/>
          </w:p>
        </w:tc>
      </w:tr>
      <w:tr w:rsidR="007D3D7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Default="007D3D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Ясеневка</w:t>
            </w:r>
            <w:proofErr w:type="spellEnd"/>
          </w:p>
        </w:tc>
      </w:tr>
    </w:tbl>
    <w:p w:rsidR="00941A7E" w:rsidRDefault="00941A7E"/>
    <w:sectPr w:rsidR="00941A7E" w:rsidSect="00CE4BD6">
      <w:headerReference w:type="default" r:id="rId8"/>
      <w:footerReference w:type="default" r:id="rId9"/>
      <w:pgSz w:w="11905" w:h="16837"/>
      <w:pgMar w:top="396" w:right="566" w:bottom="1701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A0" w:rsidRDefault="002A01A0" w:rsidP="002A01A0">
      <w:r>
        <w:separator/>
      </w:r>
    </w:p>
  </w:endnote>
  <w:endnote w:type="continuationSeparator" w:id="0">
    <w:p w:rsidR="002A01A0" w:rsidRDefault="002A01A0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A0" w:rsidRDefault="002A01A0" w:rsidP="002A01A0">
      <w:r>
        <w:separator/>
      </w:r>
    </w:p>
  </w:footnote>
  <w:footnote w:type="continuationSeparator" w:id="0">
    <w:p w:rsidR="002A01A0" w:rsidRDefault="002A01A0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E4BD6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1371E"/>
    <w:rsid w:val="00060996"/>
    <w:rsid w:val="000A37DD"/>
    <w:rsid w:val="001C4647"/>
    <w:rsid w:val="00266615"/>
    <w:rsid w:val="002A01A0"/>
    <w:rsid w:val="002A6CAF"/>
    <w:rsid w:val="0034484A"/>
    <w:rsid w:val="00371654"/>
    <w:rsid w:val="003F331B"/>
    <w:rsid w:val="005F0668"/>
    <w:rsid w:val="005F0A2F"/>
    <w:rsid w:val="006777A1"/>
    <w:rsid w:val="006D5021"/>
    <w:rsid w:val="007462AB"/>
    <w:rsid w:val="007D3D79"/>
    <w:rsid w:val="00926EF5"/>
    <w:rsid w:val="00941A7E"/>
    <w:rsid w:val="00A94524"/>
    <w:rsid w:val="00B64BF6"/>
    <w:rsid w:val="00B85718"/>
    <w:rsid w:val="00BC3302"/>
    <w:rsid w:val="00CE4BD6"/>
    <w:rsid w:val="00D046A7"/>
    <w:rsid w:val="00DC717E"/>
    <w:rsid w:val="00DF7145"/>
    <w:rsid w:val="00E42D63"/>
    <w:rsid w:val="00EA0759"/>
    <w:rsid w:val="00EA5743"/>
    <w:rsid w:val="00EB375A"/>
    <w:rsid w:val="00F75FC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4645E-366B-48B4-A39C-68F6213E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4</cp:revision>
  <dcterms:created xsi:type="dcterms:W3CDTF">2024-08-28T07:31:00Z</dcterms:created>
  <dcterms:modified xsi:type="dcterms:W3CDTF">2024-09-23T13:11:00Z</dcterms:modified>
</cp:coreProperties>
</file>