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29C4" w:rsidRPr="008C6F2A" w:rsidRDefault="005A29C4" w:rsidP="005A29C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A29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060"/>
        <w:gridCol w:w="6177"/>
        <w:gridCol w:w="1984"/>
      </w:tblGrid>
      <w:tr w:rsidR="005A29C4" w:rsidRPr="005A29C4" w:rsidTr="005A29C4">
        <w:trPr>
          <w:trHeight w:val="713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5A29C4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5A2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2 790 048,71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24 906,13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34 782,58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</w:t>
            </w:r>
            <w:r w:rsidRPr="001E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232 200,00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02.0.00.00000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1 018 804 243,67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1 018 804 243,67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98 232 737,46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84 375 027,00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1 446 122,55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1 847 387,91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 xml:space="preserve">Денежная компенсация на обеспечение имуществом при </w:t>
            </w:r>
            <w:r w:rsidRPr="001E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9 210 600,00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02.1.02.00000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920 571 506,21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8 183 019,10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208 822 094,65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1E3E3F" w:rsidP="001E3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E3F">
              <w:rPr>
                <w:rFonts w:ascii="Times New Roman" w:hAnsi="Times New Roman" w:cs="Times New Roman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582 601 482,40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1E3E3F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1E3E3F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120 964 910,06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732446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5 576 096 159,96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732446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732446" w:rsidRDefault="00732446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732446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3 543 335 542,87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3 543 289 721,37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3 384 549,46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391 500 127,05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493 544 766,19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31 949 753,09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2 419 951 815,12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202 958 710,46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45 821,50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45 821,50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39 523 807,87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39 408 807,87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39 408 807,87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115 000,00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1 993 236 809,22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1 993 236 809,22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808 963 501,57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03.4.P1.5084F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AF7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DC">
              <w:rPr>
                <w:rFonts w:ascii="Times New Roman" w:hAnsi="Times New Roman" w:cs="Times New Roman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54 380 816,85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1 119 395 146,19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AF7BDC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AF7BDC" w:rsidRDefault="00AF7BDC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AF7BDC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10 497 344,61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208 042 903,00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131 846 814,71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76 196 088,29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1 389 055,41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1 276 927,00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13 872,00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19 496,41</w:t>
            </w:r>
          </w:p>
        </w:tc>
      </w:tr>
      <w:tr w:rsidR="005A29C4" w:rsidRPr="005A29C4" w:rsidTr="005A29C4">
        <w:trPr>
          <w:trHeight w:val="28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9C4" w:rsidRPr="004A6F7E" w:rsidRDefault="005A29C4" w:rsidP="005A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6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9C4" w:rsidRPr="004A6F7E" w:rsidRDefault="004A6F7E" w:rsidP="004A6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F7E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</w:tr>
      <w:tr w:rsidR="005A29C4" w:rsidRPr="005A29C4" w:rsidTr="005A29C4">
        <w:trPr>
          <w:trHeight w:val="284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9C4" w:rsidRPr="004A6F7E" w:rsidRDefault="005A29C4" w:rsidP="005A2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6 807 122 410,75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0A7FB1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FB1" w:rsidRDefault="000A7FB1" w:rsidP="000A7FB1">
      <w:pPr>
        <w:spacing w:after="0" w:line="240" w:lineRule="auto"/>
      </w:pPr>
      <w:r>
        <w:separator/>
      </w:r>
    </w:p>
  </w:endnote>
  <w:end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FB1" w:rsidRDefault="000A7FB1" w:rsidP="000A7FB1">
      <w:pPr>
        <w:spacing w:after="0" w:line="240" w:lineRule="auto"/>
      </w:pPr>
      <w:r>
        <w:separator/>
      </w:r>
    </w:p>
  </w:footnote>
  <w:footnote w:type="continuationSeparator" w:id="0">
    <w:p w:rsidR="000A7FB1" w:rsidRDefault="000A7FB1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08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2022-05-18T07:39:00Z</cp:lastPrinted>
  <dcterms:created xsi:type="dcterms:W3CDTF">2022-05-18T07:39:00Z</dcterms:created>
  <dcterms:modified xsi:type="dcterms:W3CDTF">2022-05-18T07:39:00Z</dcterms:modified>
</cp:coreProperties>
</file>