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20655C" w:rsidTr="0020655C">
        <w:tc>
          <w:tcPr>
            <w:tcW w:w="426" w:type="dxa"/>
            <w:vAlign w:val="bottom"/>
            <w:hideMark/>
          </w:tcPr>
          <w:p w:rsidR="0020655C" w:rsidRDefault="0020655C">
            <w:pPr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20655C" w:rsidRDefault="0020655C">
            <w:pPr>
              <w:overflowPunct w:val="0"/>
              <w:autoSpaceDE w:val="0"/>
              <w:autoSpaceDN w:val="0"/>
              <w:adjustRightInd w:val="0"/>
              <w:ind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11.12.2019</w:t>
            </w:r>
          </w:p>
        </w:tc>
        <w:tc>
          <w:tcPr>
            <w:tcW w:w="4111" w:type="dxa"/>
            <w:vAlign w:val="bottom"/>
          </w:tcPr>
          <w:p w:rsidR="0020655C" w:rsidRDefault="0020655C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20655C" w:rsidRDefault="0020655C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20655C" w:rsidRDefault="0020655C">
            <w:pPr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</w:rPr>
              <w:t>308</w:t>
            </w:r>
            <w:bookmarkStart w:id="0" w:name="_GoBack"/>
            <w:bookmarkEnd w:id="0"/>
          </w:p>
        </w:tc>
      </w:tr>
    </w:tbl>
    <w:p w:rsidR="005E673D" w:rsidRPr="005E673D" w:rsidRDefault="005E673D" w:rsidP="004B7224">
      <w:pPr>
        <w:rPr>
          <w:sz w:val="28"/>
          <w:szCs w:val="28"/>
        </w:rPr>
      </w:pPr>
    </w:p>
    <w:p w:rsidR="005E673D" w:rsidRPr="005E673D" w:rsidRDefault="005E673D" w:rsidP="004B7224">
      <w:pPr>
        <w:rPr>
          <w:sz w:val="28"/>
          <w:szCs w:val="28"/>
        </w:rPr>
      </w:pPr>
    </w:p>
    <w:p w:rsidR="004B7224" w:rsidRPr="005E673D" w:rsidRDefault="004B7224" w:rsidP="004B7224">
      <w:pPr>
        <w:rPr>
          <w:sz w:val="28"/>
          <w:szCs w:val="28"/>
        </w:rPr>
      </w:pPr>
      <w:r w:rsidRPr="005E673D">
        <w:rPr>
          <w:sz w:val="28"/>
          <w:szCs w:val="28"/>
        </w:rPr>
        <w:t xml:space="preserve">О назначении </w:t>
      </w:r>
    </w:p>
    <w:p w:rsidR="00D44E52" w:rsidRPr="005E673D" w:rsidRDefault="00D44E52" w:rsidP="004B7224">
      <w:pPr>
        <w:tabs>
          <w:tab w:val="left" w:pos="0"/>
          <w:tab w:val="left" w:pos="7938"/>
        </w:tabs>
        <w:rPr>
          <w:sz w:val="28"/>
          <w:szCs w:val="28"/>
        </w:rPr>
      </w:pPr>
      <w:proofErr w:type="spellStart"/>
      <w:r w:rsidRPr="005E673D">
        <w:rPr>
          <w:sz w:val="28"/>
          <w:szCs w:val="28"/>
        </w:rPr>
        <w:t>К</w:t>
      </w:r>
      <w:r w:rsidR="00B758C1" w:rsidRPr="005E673D">
        <w:rPr>
          <w:sz w:val="28"/>
          <w:szCs w:val="28"/>
        </w:rPr>
        <w:t>утенева</w:t>
      </w:r>
      <w:proofErr w:type="spellEnd"/>
      <w:r w:rsidRPr="005E673D">
        <w:rPr>
          <w:sz w:val="28"/>
          <w:szCs w:val="28"/>
        </w:rPr>
        <w:t xml:space="preserve"> </w:t>
      </w:r>
      <w:r w:rsidR="00B758C1" w:rsidRPr="005E673D">
        <w:rPr>
          <w:sz w:val="28"/>
          <w:szCs w:val="28"/>
        </w:rPr>
        <w:t>Леонида</w:t>
      </w:r>
      <w:r w:rsidRPr="005E673D">
        <w:rPr>
          <w:sz w:val="28"/>
          <w:szCs w:val="28"/>
        </w:rPr>
        <w:t xml:space="preserve"> </w:t>
      </w:r>
      <w:r w:rsidR="00B758C1" w:rsidRPr="005E673D">
        <w:rPr>
          <w:sz w:val="28"/>
          <w:szCs w:val="28"/>
        </w:rPr>
        <w:t>Сергеевича</w:t>
      </w:r>
      <w:r w:rsidRPr="005E673D">
        <w:rPr>
          <w:sz w:val="28"/>
          <w:szCs w:val="28"/>
        </w:rPr>
        <w:t xml:space="preserve"> </w:t>
      </w:r>
    </w:p>
    <w:p w:rsidR="004B7224" w:rsidRPr="005E673D" w:rsidRDefault="004B7224" w:rsidP="004B7224">
      <w:pPr>
        <w:tabs>
          <w:tab w:val="left" w:pos="0"/>
          <w:tab w:val="left" w:pos="7938"/>
        </w:tabs>
        <w:rPr>
          <w:sz w:val="28"/>
          <w:szCs w:val="28"/>
        </w:rPr>
      </w:pPr>
      <w:r w:rsidRPr="005E673D">
        <w:rPr>
          <w:sz w:val="28"/>
          <w:szCs w:val="28"/>
        </w:rPr>
        <w:t xml:space="preserve">на должность мирового судьи </w:t>
      </w:r>
    </w:p>
    <w:p w:rsidR="00D44E52" w:rsidRPr="005E673D" w:rsidRDefault="004B7224" w:rsidP="00D44E52">
      <w:pPr>
        <w:tabs>
          <w:tab w:val="left" w:pos="0"/>
          <w:tab w:val="left" w:pos="7938"/>
        </w:tabs>
        <w:rPr>
          <w:sz w:val="28"/>
          <w:szCs w:val="28"/>
        </w:rPr>
      </w:pPr>
      <w:r w:rsidRPr="005E673D">
        <w:rPr>
          <w:sz w:val="28"/>
          <w:szCs w:val="28"/>
        </w:rPr>
        <w:t xml:space="preserve">в </w:t>
      </w:r>
      <w:proofErr w:type="spellStart"/>
      <w:r w:rsidR="00220C96" w:rsidRPr="005E673D">
        <w:rPr>
          <w:sz w:val="28"/>
          <w:szCs w:val="28"/>
        </w:rPr>
        <w:t>Даниловский</w:t>
      </w:r>
      <w:proofErr w:type="spellEnd"/>
      <w:r w:rsidR="00D44E52" w:rsidRPr="005E673D">
        <w:rPr>
          <w:sz w:val="28"/>
          <w:szCs w:val="28"/>
        </w:rPr>
        <w:t xml:space="preserve"> судебный район </w:t>
      </w:r>
    </w:p>
    <w:p w:rsidR="00D44E52" w:rsidRPr="005E673D" w:rsidRDefault="00D44E52" w:rsidP="00D44E52">
      <w:pPr>
        <w:tabs>
          <w:tab w:val="left" w:pos="0"/>
          <w:tab w:val="left" w:pos="7938"/>
        </w:tabs>
        <w:rPr>
          <w:sz w:val="28"/>
          <w:szCs w:val="28"/>
        </w:rPr>
      </w:pPr>
      <w:r w:rsidRPr="005E673D">
        <w:rPr>
          <w:sz w:val="28"/>
          <w:szCs w:val="28"/>
        </w:rPr>
        <w:t xml:space="preserve">Ярославской области </w:t>
      </w:r>
    </w:p>
    <w:p w:rsidR="008A35B9" w:rsidRPr="005E673D" w:rsidRDefault="00D44E52" w:rsidP="00D44E52">
      <w:pPr>
        <w:tabs>
          <w:tab w:val="left" w:pos="0"/>
          <w:tab w:val="left" w:pos="7938"/>
        </w:tabs>
        <w:rPr>
          <w:sz w:val="28"/>
          <w:szCs w:val="28"/>
        </w:rPr>
      </w:pPr>
      <w:r w:rsidRPr="005E673D">
        <w:rPr>
          <w:sz w:val="28"/>
          <w:szCs w:val="28"/>
        </w:rPr>
        <w:t>на судебный участок № 1</w:t>
      </w:r>
    </w:p>
    <w:p w:rsidR="004B7224" w:rsidRPr="005E673D" w:rsidRDefault="004B7224" w:rsidP="00BE62D3">
      <w:pPr>
        <w:ind w:firstLine="709"/>
        <w:jc w:val="both"/>
        <w:rPr>
          <w:sz w:val="28"/>
          <w:szCs w:val="28"/>
        </w:rPr>
      </w:pPr>
    </w:p>
    <w:p w:rsidR="00D44E52" w:rsidRPr="005E673D" w:rsidRDefault="00D44E52" w:rsidP="00D44E52">
      <w:pPr>
        <w:ind w:firstLine="709"/>
        <w:jc w:val="both"/>
        <w:rPr>
          <w:sz w:val="28"/>
          <w:szCs w:val="28"/>
        </w:rPr>
      </w:pPr>
    </w:p>
    <w:p w:rsidR="00E87FD4" w:rsidRPr="005E673D" w:rsidRDefault="00D44E52" w:rsidP="00220C96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r w:rsidRPr="005E673D">
        <w:rPr>
          <w:sz w:val="28"/>
          <w:szCs w:val="28"/>
        </w:rPr>
        <w:t xml:space="preserve">Рассмотрев представление исполняющего обязанности председателя Ярославского областного суда Петровой Л.В. </w:t>
      </w:r>
      <w:r w:rsidR="00107D37" w:rsidRPr="005E673D">
        <w:rPr>
          <w:sz w:val="28"/>
          <w:szCs w:val="28"/>
        </w:rPr>
        <w:t xml:space="preserve">о назначении </w:t>
      </w:r>
      <w:proofErr w:type="spellStart"/>
      <w:r w:rsidR="00220C96" w:rsidRPr="005E673D">
        <w:rPr>
          <w:sz w:val="28"/>
          <w:szCs w:val="28"/>
        </w:rPr>
        <w:t>Кутенева</w:t>
      </w:r>
      <w:proofErr w:type="spellEnd"/>
      <w:r w:rsidR="00220C96" w:rsidRPr="005E673D">
        <w:rPr>
          <w:sz w:val="28"/>
          <w:szCs w:val="28"/>
        </w:rPr>
        <w:t xml:space="preserve"> Леон</w:t>
      </w:r>
      <w:r w:rsidR="00220C96" w:rsidRPr="005E673D">
        <w:rPr>
          <w:sz w:val="28"/>
          <w:szCs w:val="28"/>
        </w:rPr>
        <w:t>и</w:t>
      </w:r>
      <w:r w:rsidR="00220C96" w:rsidRPr="005E673D">
        <w:rPr>
          <w:sz w:val="28"/>
          <w:szCs w:val="28"/>
        </w:rPr>
        <w:t xml:space="preserve">да Сергеевича </w:t>
      </w:r>
      <w:r w:rsidR="00107D37" w:rsidRPr="005E673D">
        <w:rPr>
          <w:sz w:val="28"/>
          <w:szCs w:val="28"/>
        </w:rPr>
        <w:t>на должность мирового</w:t>
      </w:r>
      <w:r w:rsidR="004A69C6" w:rsidRPr="005E673D">
        <w:rPr>
          <w:sz w:val="28"/>
          <w:szCs w:val="28"/>
        </w:rPr>
        <w:t xml:space="preserve"> судьи в</w:t>
      </w:r>
      <w:r w:rsidR="00107D37" w:rsidRPr="005E673D">
        <w:rPr>
          <w:sz w:val="28"/>
          <w:szCs w:val="28"/>
        </w:rPr>
        <w:t xml:space="preserve"> </w:t>
      </w:r>
      <w:proofErr w:type="spellStart"/>
      <w:r w:rsidR="00220C96" w:rsidRPr="005E673D">
        <w:rPr>
          <w:sz w:val="28"/>
          <w:szCs w:val="28"/>
        </w:rPr>
        <w:t>Даниловский</w:t>
      </w:r>
      <w:proofErr w:type="spellEnd"/>
      <w:r w:rsidRPr="005E673D">
        <w:rPr>
          <w:sz w:val="28"/>
          <w:szCs w:val="28"/>
        </w:rPr>
        <w:t xml:space="preserve"> судебный район Ярославской области</w:t>
      </w:r>
      <w:r w:rsidR="00107D37" w:rsidRPr="005E673D">
        <w:rPr>
          <w:sz w:val="28"/>
          <w:szCs w:val="28"/>
        </w:rPr>
        <w:t xml:space="preserve"> на судебный участок № </w:t>
      </w:r>
      <w:r w:rsidRPr="005E673D">
        <w:rPr>
          <w:sz w:val="28"/>
          <w:szCs w:val="28"/>
        </w:rPr>
        <w:t>1</w:t>
      </w:r>
      <w:r w:rsidR="00107D37" w:rsidRPr="005E673D">
        <w:rPr>
          <w:sz w:val="28"/>
          <w:szCs w:val="28"/>
        </w:rPr>
        <w:t>, в соответствии с пунктом 6 статьи 26 Устава Ярославской области и статьей 7 Закона Ярославской обл</w:t>
      </w:r>
      <w:r w:rsidR="00107D37" w:rsidRPr="005E673D">
        <w:rPr>
          <w:sz w:val="28"/>
          <w:szCs w:val="28"/>
        </w:rPr>
        <w:t>а</w:t>
      </w:r>
      <w:r w:rsidR="00107D37" w:rsidRPr="005E673D">
        <w:rPr>
          <w:sz w:val="28"/>
          <w:szCs w:val="28"/>
        </w:rPr>
        <w:t>сти «О мировых судьях в Ярославской области»</w:t>
      </w:r>
      <w:r w:rsidR="00E87FD4" w:rsidRPr="005E673D">
        <w:rPr>
          <w:sz w:val="28"/>
          <w:szCs w:val="28"/>
        </w:rPr>
        <w:t xml:space="preserve"> Ярославская областная Дума</w:t>
      </w:r>
    </w:p>
    <w:p w:rsidR="003823F6" w:rsidRPr="005E673D" w:rsidRDefault="003823F6" w:rsidP="004256E0">
      <w:pPr>
        <w:ind w:firstLine="709"/>
        <w:jc w:val="both"/>
        <w:rPr>
          <w:sz w:val="28"/>
          <w:szCs w:val="28"/>
        </w:rPr>
      </w:pPr>
    </w:p>
    <w:p w:rsidR="00127523" w:rsidRPr="005E673D" w:rsidRDefault="00127523" w:rsidP="005E673D">
      <w:pPr>
        <w:ind w:firstLine="567"/>
        <w:jc w:val="center"/>
        <w:rPr>
          <w:b/>
          <w:sz w:val="28"/>
          <w:szCs w:val="28"/>
        </w:rPr>
      </w:pPr>
      <w:proofErr w:type="gramStart"/>
      <w:r w:rsidRPr="005E673D">
        <w:rPr>
          <w:b/>
          <w:sz w:val="28"/>
          <w:szCs w:val="28"/>
        </w:rPr>
        <w:t>П</w:t>
      </w:r>
      <w:proofErr w:type="gramEnd"/>
      <w:r w:rsidRPr="005E673D">
        <w:rPr>
          <w:b/>
          <w:sz w:val="28"/>
          <w:szCs w:val="28"/>
        </w:rPr>
        <w:t xml:space="preserve"> О С Т А Н О В И Л А:</w:t>
      </w:r>
    </w:p>
    <w:p w:rsidR="00127523" w:rsidRPr="005E673D" w:rsidRDefault="00127523" w:rsidP="00BC1DE9">
      <w:pPr>
        <w:ind w:firstLine="709"/>
        <w:jc w:val="center"/>
        <w:rPr>
          <w:sz w:val="28"/>
          <w:szCs w:val="28"/>
        </w:rPr>
      </w:pPr>
    </w:p>
    <w:p w:rsidR="00E87FD4" w:rsidRPr="005E673D" w:rsidRDefault="00E87FD4" w:rsidP="00220C96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r w:rsidRPr="005E673D">
        <w:rPr>
          <w:sz w:val="28"/>
          <w:szCs w:val="28"/>
        </w:rPr>
        <w:t xml:space="preserve">Назначить </w:t>
      </w:r>
      <w:proofErr w:type="spellStart"/>
      <w:r w:rsidR="00220C96" w:rsidRPr="005E673D">
        <w:rPr>
          <w:sz w:val="28"/>
          <w:szCs w:val="28"/>
        </w:rPr>
        <w:t>Кутенева</w:t>
      </w:r>
      <w:proofErr w:type="spellEnd"/>
      <w:r w:rsidR="00220C96" w:rsidRPr="005E673D">
        <w:rPr>
          <w:sz w:val="28"/>
          <w:szCs w:val="28"/>
        </w:rPr>
        <w:t xml:space="preserve"> Леонида Сергеевича </w:t>
      </w:r>
      <w:r w:rsidRPr="005E673D">
        <w:rPr>
          <w:sz w:val="28"/>
          <w:szCs w:val="28"/>
        </w:rPr>
        <w:t xml:space="preserve">на должность мирового судьи </w:t>
      </w:r>
      <w:r w:rsidR="00107D37" w:rsidRPr="005E673D">
        <w:rPr>
          <w:sz w:val="28"/>
          <w:szCs w:val="28"/>
        </w:rPr>
        <w:t xml:space="preserve">в </w:t>
      </w:r>
      <w:proofErr w:type="spellStart"/>
      <w:r w:rsidR="00220C96" w:rsidRPr="005E673D">
        <w:rPr>
          <w:sz w:val="28"/>
          <w:szCs w:val="28"/>
        </w:rPr>
        <w:t>Даниловский</w:t>
      </w:r>
      <w:proofErr w:type="spellEnd"/>
      <w:r w:rsidR="00D44E52" w:rsidRPr="005E673D">
        <w:rPr>
          <w:sz w:val="28"/>
          <w:szCs w:val="28"/>
        </w:rPr>
        <w:t xml:space="preserve"> судебный район Ярославск</w:t>
      </w:r>
      <w:r w:rsidR="00AD3862" w:rsidRPr="005E673D">
        <w:rPr>
          <w:sz w:val="28"/>
          <w:szCs w:val="28"/>
        </w:rPr>
        <w:t>ой области на судебный участок № </w:t>
      </w:r>
      <w:r w:rsidR="00D44E52" w:rsidRPr="005E673D">
        <w:rPr>
          <w:sz w:val="28"/>
          <w:szCs w:val="28"/>
        </w:rPr>
        <w:t xml:space="preserve">1 </w:t>
      </w:r>
      <w:r w:rsidRPr="005E673D">
        <w:rPr>
          <w:sz w:val="28"/>
          <w:szCs w:val="28"/>
        </w:rPr>
        <w:t xml:space="preserve">на </w:t>
      </w:r>
      <w:r w:rsidR="007B6A70" w:rsidRPr="005E673D">
        <w:rPr>
          <w:sz w:val="28"/>
          <w:szCs w:val="28"/>
        </w:rPr>
        <w:t>пятилетний</w:t>
      </w:r>
      <w:r w:rsidRPr="005E673D">
        <w:rPr>
          <w:sz w:val="28"/>
          <w:szCs w:val="28"/>
        </w:rPr>
        <w:t xml:space="preserve"> срок полномочий.</w:t>
      </w:r>
    </w:p>
    <w:p w:rsidR="00C967A3" w:rsidRPr="005E673D" w:rsidRDefault="00C967A3" w:rsidP="00C967A3">
      <w:pPr>
        <w:pStyle w:val="20"/>
        <w:rPr>
          <w:szCs w:val="28"/>
        </w:rPr>
      </w:pPr>
    </w:p>
    <w:p w:rsidR="00127523" w:rsidRPr="005E673D" w:rsidRDefault="00127523" w:rsidP="00BC1DE9">
      <w:pPr>
        <w:ind w:firstLine="709"/>
        <w:jc w:val="both"/>
        <w:rPr>
          <w:sz w:val="28"/>
          <w:szCs w:val="28"/>
        </w:rPr>
      </w:pPr>
    </w:p>
    <w:p w:rsidR="00127523" w:rsidRPr="005E673D" w:rsidRDefault="00127523" w:rsidP="00BC1DE9">
      <w:pPr>
        <w:ind w:firstLine="709"/>
        <w:jc w:val="both"/>
        <w:rPr>
          <w:sz w:val="28"/>
          <w:szCs w:val="28"/>
        </w:rPr>
      </w:pPr>
    </w:p>
    <w:p w:rsidR="00CF31BF" w:rsidRPr="005E673D" w:rsidRDefault="00CF31BF" w:rsidP="00CF31BF">
      <w:pPr>
        <w:jc w:val="both"/>
        <w:rPr>
          <w:sz w:val="28"/>
          <w:szCs w:val="28"/>
        </w:rPr>
      </w:pPr>
      <w:r w:rsidRPr="005E673D">
        <w:rPr>
          <w:sz w:val="28"/>
          <w:szCs w:val="28"/>
        </w:rPr>
        <w:t>Председатель</w:t>
      </w:r>
    </w:p>
    <w:p w:rsidR="00CF31BF" w:rsidRPr="005E673D" w:rsidRDefault="00CF31BF" w:rsidP="005E673D">
      <w:pPr>
        <w:jc w:val="both"/>
        <w:rPr>
          <w:sz w:val="28"/>
          <w:szCs w:val="28"/>
        </w:rPr>
      </w:pPr>
      <w:r w:rsidRPr="005E673D">
        <w:rPr>
          <w:sz w:val="28"/>
          <w:szCs w:val="28"/>
        </w:rPr>
        <w:t>Ярославской областной Думы</w:t>
      </w:r>
      <w:r w:rsidRPr="005E673D">
        <w:rPr>
          <w:sz w:val="28"/>
          <w:szCs w:val="28"/>
        </w:rPr>
        <w:tab/>
      </w:r>
      <w:r w:rsidRPr="005E673D">
        <w:rPr>
          <w:sz w:val="28"/>
          <w:szCs w:val="28"/>
        </w:rPr>
        <w:tab/>
      </w:r>
      <w:r w:rsidRPr="005E673D">
        <w:rPr>
          <w:sz w:val="28"/>
          <w:szCs w:val="28"/>
        </w:rPr>
        <w:tab/>
      </w:r>
      <w:r w:rsidR="00E5035C" w:rsidRPr="005E673D">
        <w:rPr>
          <w:sz w:val="28"/>
          <w:szCs w:val="28"/>
        </w:rPr>
        <w:t xml:space="preserve">               </w:t>
      </w:r>
      <w:r w:rsidR="00B40B03" w:rsidRPr="005E673D">
        <w:rPr>
          <w:sz w:val="28"/>
          <w:szCs w:val="28"/>
        </w:rPr>
        <w:t xml:space="preserve">   </w:t>
      </w:r>
      <w:r w:rsidR="00E5035C" w:rsidRPr="005E673D">
        <w:rPr>
          <w:sz w:val="28"/>
          <w:szCs w:val="28"/>
        </w:rPr>
        <w:t xml:space="preserve"> </w:t>
      </w:r>
      <w:r w:rsidR="006151CF" w:rsidRPr="005E673D">
        <w:rPr>
          <w:sz w:val="28"/>
          <w:szCs w:val="28"/>
        </w:rPr>
        <w:t>А.Д.</w:t>
      </w:r>
      <w:r w:rsidR="00E5035C" w:rsidRPr="005E673D">
        <w:rPr>
          <w:sz w:val="28"/>
          <w:szCs w:val="28"/>
        </w:rPr>
        <w:t xml:space="preserve"> </w:t>
      </w:r>
      <w:r w:rsidR="006151CF" w:rsidRPr="005E673D">
        <w:rPr>
          <w:sz w:val="28"/>
          <w:szCs w:val="28"/>
        </w:rPr>
        <w:t>Константинов</w:t>
      </w:r>
    </w:p>
    <w:sectPr w:rsidR="00CF31BF" w:rsidRPr="005E673D" w:rsidSect="005E673D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450C6"/>
    <w:rsid w:val="000507FA"/>
    <w:rsid w:val="00074D41"/>
    <w:rsid w:val="0007599C"/>
    <w:rsid w:val="00086790"/>
    <w:rsid w:val="000A2CE0"/>
    <w:rsid w:val="000B46BC"/>
    <w:rsid w:val="00107D37"/>
    <w:rsid w:val="00127523"/>
    <w:rsid w:val="00133A8F"/>
    <w:rsid w:val="00144387"/>
    <w:rsid w:val="00146713"/>
    <w:rsid w:val="001734D6"/>
    <w:rsid w:val="001939A4"/>
    <w:rsid w:val="001A6709"/>
    <w:rsid w:val="001C4D39"/>
    <w:rsid w:val="0020655C"/>
    <w:rsid w:val="00206785"/>
    <w:rsid w:val="00211740"/>
    <w:rsid w:val="00215119"/>
    <w:rsid w:val="00220C96"/>
    <w:rsid w:val="0022263D"/>
    <w:rsid w:val="00260523"/>
    <w:rsid w:val="00262580"/>
    <w:rsid w:val="00262760"/>
    <w:rsid w:val="002962F6"/>
    <w:rsid w:val="002A58A0"/>
    <w:rsid w:val="00313BEC"/>
    <w:rsid w:val="00317A46"/>
    <w:rsid w:val="0037176C"/>
    <w:rsid w:val="00371DA0"/>
    <w:rsid w:val="003823F6"/>
    <w:rsid w:val="003C14B6"/>
    <w:rsid w:val="00415D60"/>
    <w:rsid w:val="00417EA3"/>
    <w:rsid w:val="004256E0"/>
    <w:rsid w:val="00431913"/>
    <w:rsid w:val="00432478"/>
    <w:rsid w:val="00436AF7"/>
    <w:rsid w:val="004373DC"/>
    <w:rsid w:val="004609CD"/>
    <w:rsid w:val="00460EE8"/>
    <w:rsid w:val="004648E0"/>
    <w:rsid w:val="004657DF"/>
    <w:rsid w:val="00473E42"/>
    <w:rsid w:val="004851EF"/>
    <w:rsid w:val="00490516"/>
    <w:rsid w:val="00494382"/>
    <w:rsid w:val="004A4407"/>
    <w:rsid w:val="004A6139"/>
    <w:rsid w:val="004A69C6"/>
    <w:rsid w:val="004B0A92"/>
    <w:rsid w:val="004B7224"/>
    <w:rsid w:val="004F6B3D"/>
    <w:rsid w:val="005304CF"/>
    <w:rsid w:val="00543AC3"/>
    <w:rsid w:val="00552ED8"/>
    <w:rsid w:val="005614CC"/>
    <w:rsid w:val="00583C2A"/>
    <w:rsid w:val="005A192D"/>
    <w:rsid w:val="005E673D"/>
    <w:rsid w:val="005F3481"/>
    <w:rsid w:val="005F4B8A"/>
    <w:rsid w:val="005F7B3C"/>
    <w:rsid w:val="006151CF"/>
    <w:rsid w:val="00622602"/>
    <w:rsid w:val="0062681E"/>
    <w:rsid w:val="006417F8"/>
    <w:rsid w:val="006F4AF7"/>
    <w:rsid w:val="0071597C"/>
    <w:rsid w:val="007459DC"/>
    <w:rsid w:val="007B30A5"/>
    <w:rsid w:val="007B6A70"/>
    <w:rsid w:val="00800219"/>
    <w:rsid w:val="008006F8"/>
    <w:rsid w:val="008028E0"/>
    <w:rsid w:val="00802998"/>
    <w:rsid w:val="0080676A"/>
    <w:rsid w:val="00852D55"/>
    <w:rsid w:val="008817F5"/>
    <w:rsid w:val="00883129"/>
    <w:rsid w:val="008965B4"/>
    <w:rsid w:val="008A35B9"/>
    <w:rsid w:val="008B7A81"/>
    <w:rsid w:val="008C71F0"/>
    <w:rsid w:val="009532B0"/>
    <w:rsid w:val="00997E0D"/>
    <w:rsid w:val="00A1532D"/>
    <w:rsid w:val="00A34F28"/>
    <w:rsid w:val="00A6335A"/>
    <w:rsid w:val="00A74A54"/>
    <w:rsid w:val="00A86518"/>
    <w:rsid w:val="00AB084B"/>
    <w:rsid w:val="00AB08B2"/>
    <w:rsid w:val="00AB5DE6"/>
    <w:rsid w:val="00AC190A"/>
    <w:rsid w:val="00AD132A"/>
    <w:rsid w:val="00AD3862"/>
    <w:rsid w:val="00AD5705"/>
    <w:rsid w:val="00AF3E15"/>
    <w:rsid w:val="00B04CE7"/>
    <w:rsid w:val="00B40B03"/>
    <w:rsid w:val="00B424BA"/>
    <w:rsid w:val="00B758C1"/>
    <w:rsid w:val="00B837CC"/>
    <w:rsid w:val="00BC1DE9"/>
    <w:rsid w:val="00BE62D3"/>
    <w:rsid w:val="00C2329B"/>
    <w:rsid w:val="00C34EEC"/>
    <w:rsid w:val="00C4352E"/>
    <w:rsid w:val="00C56E9C"/>
    <w:rsid w:val="00C967A3"/>
    <w:rsid w:val="00CB6E42"/>
    <w:rsid w:val="00CF09AF"/>
    <w:rsid w:val="00CF31BF"/>
    <w:rsid w:val="00D1512C"/>
    <w:rsid w:val="00D26281"/>
    <w:rsid w:val="00D44E52"/>
    <w:rsid w:val="00D46786"/>
    <w:rsid w:val="00D659EC"/>
    <w:rsid w:val="00D701BA"/>
    <w:rsid w:val="00D812EA"/>
    <w:rsid w:val="00DB6464"/>
    <w:rsid w:val="00DC54E8"/>
    <w:rsid w:val="00E03801"/>
    <w:rsid w:val="00E07DDF"/>
    <w:rsid w:val="00E5035C"/>
    <w:rsid w:val="00E57CBB"/>
    <w:rsid w:val="00E67DA2"/>
    <w:rsid w:val="00E73527"/>
    <w:rsid w:val="00E87FD4"/>
    <w:rsid w:val="00EB071D"/>
    <w:rsid w:val="00EB39D0"/>
    <w:rsid w:val="00EC6C6D"/>
    <w:rsid w:val="00EE18B3"/>
    <w:rsid w:val="00EE46A6"/>
    <w:rsid w:val="00EF6C0A"/>
    <w:rsid w:val="00F10A35"/>
    <w:rsid w:val="00F16F52"/>
    <w:rsid w:val="00F67290"/>
    <w:rsid w:val="00F731C9"/>
    <w:rsid w:val="00F869EA"/>
    <w:rsid w:val="00FA3779"/>
    <w:rsid w:val="00FD0A34"/>
    <w:rsid w:val="00FE16B6"/>
    <w:rsid w:val="00FF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AC17CA-1B7B-4DA3-BB59-063710B76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59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Гос. Дума Ярославской обл.</Company>
  <LinksUpToDate>false</LinksUpToDate>
  <CharactersWithSpaces>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Samoilenko</dc:creator>
  <cp:lastModifiedBy>user</cp:lastModifiedBy>
  <cp:revision>27</cp:revision>
  <cp:lastPrinted>2014-02-07T08:03:00Z</cp:lastPrinted>
  <dcterms:created xsi:type="dcterms:W3CDTF">2015-04-08T08:46:00Z</dcterms:created>
  <dcterms:modified xsi:type="dcterms:W3CDTF">2019-12-12T05:51:00Z</dcterms:modified>
</cp:coreProperties>
</file>