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6213F" w:rsidRPr="0056213F" w:rsidTr="0056213F">
        <w:tc>
          <w:tcPr>
            <w:tcW w:w="426" w:type="dxa"/>
            <w:vAlign w:val="bottom"/>
            <w:hideMark/>
          </w:tcPr>
          <w:p w:rsidR="0056213F" w:rsidRPr="0056213F" w:rsidRDefault="0056213F" w:rsidP="005621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6213F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6213F" w:rsidRPr="0056213F" w:rsidRDefault="0056213F" w:rsidP="005621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6213F">
              <w:rPr>
                <w:rFonts w:ascii="Times New Roman" w:hAnsi="Times New Roman"/>
                <w:sz w:val="28"/>
                <w:szCs w:val="28"/>
              </w:rPr>
              <w:t>25.06.2019</w:t>
            </w:r>
          </w:p>
        </w:tc>
        <w:tc>
          <w:tcPr>
            <w:tcW w:w="4111" w:type="dxa"/>
            <w:vAlign w:val="bottom"/>
          </w:tcPr>
          <w:p w:rsidR="0056213F" w:rsidRPr="0056213F" w:rsidRDefault="0056213F" w:rsidP="005621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56213F" w:rsidRPr="0056213F" w:rsidRDefault="0056213F" w:rsidP="0056213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6213F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6213F" w:rsidRPr="0056213F" w:rsidRDefault="0056213F" w:rsidP="0056213F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</w:t>
            </w:r>
            <w:bookmarkStart w:id="0" w:name="_GoBack"/>
            <w:bookmarkEnd w:id="0"/>
          </w:p>
        </w:tc>
      </w:tr>
    </w:tbl>
    <w:p w:rsidR="00DE107C" w:rsidRPr="00DE107C" w:rsidRDefault="00DE107C" w:rsidP="00DE107C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107C" w:rsidRPr="00DE107C" w:rsidRDefault="00DE107C" w:rsidP="00DE107C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3C8C" w:rsidRPr="00DE107C" w:rsidRDefault="00F63C8C" w:rsidP="00DE107C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07C">
        <w:rPr>
          <w:rFonts w:ascii="Times New Roman" w:eastAsia="Times New Roman" w:hAnsi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F63C8C" w:rsidRPr="00DE107C" w:rsidRDefault="00F63C8C" w:rsidP="00DE107C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07C">
        <w:rPr>
          <w:rFonts w:ascii="Times New Roman" w:eastAsia="Times New Roman" w:hAnsi="Times New Roman"/>
          <w:sz w:val="28"/>
          <w:szCs w:val="28"/>
          <w:lang w:eastAsia="ru-RU"/>
        </w:rPr>
        <w:t xml:space="preserve">«О внесении изменений в Закон </w:t>
      </w:r>
    </w:p>
    <w:p w:rsidR="00F63C8C" w:rsidRPr="00DE107C" w:rsidRDefault="00F63C8C" w:rsidP="00DE107C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07C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области «Об </w:t>
      </w:r>
      <w:proofErr w:type="gramStart"/>
      <w:r w:rsidRPr="00DE107C">
        <w:rPr>
          <w:rFonts w:ascii="Times New Roman" w:eastAsia="Times New Roman" w:hAnsi="Times New Roman"/>
          <w:sz w:val="28"/>
          <w:szCs w:val="28"/>
          <w:lang w:eastAsia="ru-RU"/>
        </w:rPr>
        <w:t>отдельных</w:t>
      </w:r>
      <w:proofErr w:type="gramEnd"/>
      <w:r w:rsidRPr="00DE107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63C8C" w:rsidRPr="00DE107C" w:rsidRDefault="00F63C8C" w:rsidP="00DE107C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E107C">
        <w:rPr>
          <w:rFonts w:ascii="Times New Roman" w:eastAsia="Times New Roman" w:hAnsi="Times New Roman"/>
          <w:sz w:val="28"/>
          <w:szCs w:val="28"/>
          <w:lang w:eastAsia="ru-RU"/>
        </w:rPr>
        <w:t>вопросах</w:t>
      </w:r>
      <w:proofErr w:type="gramEnd"/>
      <w:r w:rsidRPr="00DE107C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поддержки граждан, </w:t>
      </w:r>
    </w:p>
    <w:p w:rsidR="00F63C8C" w:rsidRPr="00DE107C" w:rsidRDefault="00F63C8C" w:rsidP="00DE107C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07C">
        <w:rPr>
          <w:rFonts w:ascii="Times New Roman" w:eastAsia="Times New Roman" w:hAnsi="Times New Roman"/>
          <w:sz w:val="28"/>
          <w:szCs w:val="28"/>
          <w:lang w:eastAsia="ru-RU"/>
        </w:rPr>
        <w:t xml:space="preserve">чьи денежные средства привлечены </w:t>
      </w:r>
    </w:p>
    <w:p w:rsidR="00F63C8C" w:rsidRPr="00DE107C" w:rsidRDefault="00F63C8C" w:rsidP="00DE107C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07C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строительства многоквартирных домов </w:t>
      </w:r>
    </w:p>
    <w:p w:rsidR="00F63C8C" w:rsidRPr="00DE107C" w:rsidRDefault="00F63C8C" w:rsidP="00DE107C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07C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Ярославской области </w:t>
      </w:r>
    </w:p>
    <w:p w:rsidR="00F63C8C" w:rsidRPr="00DE107C" w:rsidRDefault="00F63C8C" w:rsidP="00DE107C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07C">
        <w:rPr>
          <w:rFonts w:ascii="Times New Roman" w:eastAsia="Times New Roman" w:hAnsi="Times New Roman"/>
          <w:sz w:val="28"/>
          <w:szCs w:val="28"/>
          <w:lang w:eastAsia="ru-RU"/>
        </w:rPr>
        <w:t>и чьи права нарушены»</w:t>
      </w:r>
    </w:p>
    <w:p w:rsidR="00F63C8C" w:rsidRPr="00DE107C" w:rsidRDefault="00F63C8C" w:rsidP="00DE107C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63C8C" w:rsidRPr="00DE107C" w:rsidRDefault="00F63C8C" w:rsidP="00DE107C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63C8C" w:rsidRPr="00DE107C" w:rsidRDefault="00F63C8C" w:rsidP="00DE107C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E10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63C8C" w:rsidRPr="00DE107C" w:rsidRDefault="00F63C8C" w:rsidP="00DE107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63C8C" w:rsidRPr="00DE107C" w:rsidRDefault="00F63C8C" w:rsidP="00DE107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DE107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DE107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О С Т А Н О В И Л А:</w:t>
      </w:r>
      <w:r w:rsidRPr="00DE10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F63C8C" w:rsidRPr="00DE107C" w:rsidRDefault="00F63C8C" w:rsidP="00DE10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63C8C" w:rsidRPr="00DE107C" w:rsidRDefault="00F63C8C" w:rsidP="00DE107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E10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Принять в первом чтении проект закона Ярославской области «О вн</w:t>
      </w:r>
      <w:r w:rsidRPr="00DE10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DE10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сении изменений в Закон Ярославской области «Об отдельных вопросах по</w:t>
      </w:r>
      <w:r w:rsidRPr="00DE10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Pr="00DE10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держки граждан, чьи денежные средства привлечены для строительства мн</w:t>
      </w:r>
      <w:r w:rsidRPr="00DE10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DE10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гоквартирных домов на территории Ярославской </w:t>
      </w:r>
      <w:proofErr w:type="gramStart"/>
      <w:r w:rsidRPr="00DE10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области</w:t>
      </w:r>
      <w:proofErr w:type="gramEnd"/>
      <w:r w:rsidRPr="00DE10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чьи права нар</w:t>
      </w:r>
      <w:r w:rsidRPr="00DE10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Pr="00DE10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шены», внесенный исполняющим обязанности Губернатора Ярославской о</w:t>
      </w:r>
      <w:r w:rsidRPr="00DE10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</w:t>
      </w:r>
      <w:r w:rsidRPr="00DE10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ласти Степаненко</w:t>
      </w:r>
      <w:r w:rsidR="00A20434" w:rsidRPr="00DE10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Д.А.</w:t>
      </w:r>
    </w:p>
    <w:p w:rsidR="00F63C8C" w:rsidRPr="00DE107C" w:rsidRDefault="00F63C8C" w:rsidP="00DE107C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63C8C" w:rsidRPr="00DE107C" w:rsidRDefault="00F63C8C" w:rsidP="00DE107C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63C8C" w:rsidRPr="00DE107C" w:rsidRDefault="00F63C8C" w:rsidP="00DE107C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63C8C" w:rsidRPr="00DE107C" w:rsidRDefault="00F63C8C" w:rsidP="00DE10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E10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Председатель</w:t>
      </w:r>
    </w:p>
    <w:p w:rsidR="00DE107C" w:rsidRPr="00DE107C" w:rsidRDefault="00F63C8C" w:rsidP="00DE10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10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Ярославской областной Думы                     </w:t>
      </w:r>
      <w:r w:rsidR="00DE10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E10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А.Д. Константинов</w:t>
      </w:r>
    </w:p>
    <w:sectPr w:rsidR="00DE107C" w:rsidRPr="00DE107C" w:rsidSect="00DE107C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96D06"/>
    <w:rsid w:val="000B15C1"/>
    <w:rsid w:val="00101E52"/>
    <w:rsid w:val="0011695D"/>
    <w:rsid w:val="00140A77"/>
    <w:rsid w:val="001461DF"/>
    <w:rsid w:val="001645A2"/>
    <w:rsid w:val="001E5FF6"/>
    <w:rsid w:val="00210594"/>
    <w:rsid w:val="00231AF6"/>
    <w:rsid w:val="00267EB0"/>
    <w:rsid w:val="00274EB9"/>
    <w:rsid w:val="002E29AF"/>
    <w:rsid w:val="00333E0D"/>
    <w:rsid w:val="003C2F43"/>
    <w:rsid w:val="004137C3"/>
    <w:rsid w:val="004D4E0E"/>
    <w:rsid w:val="00545F83"/>
    <w:rsid w:val="0056213F"/>
    <w:rsid w:val="00577FA0"/>
    <w:rsid w:val="005F2DEE"/>
    <w:rsid w:val="005F68B7"/>
    <w:rsid w:val="00612C2C"/>
    <w:rsid w:val="00644835"/>
    <w:rsid w:val="00655825"/>
    <w:rsid w:val="00662F06"/>
    <w:rsid w:val="00664AC1"/>
    <w:rsid w:val="00715D00"/>
    <w:rsid w:val="00726DCE"/>
    <w:rsid w:val="008B1DF0"/>
    <w:rsid w:val="0090601F"/>
    <w:rsid w:val="0091544F"/>
    <w:rsid w:val="00922023"/>
    <w:rsid w:val="009260D7"/>
    <w:rsid w:val="00946C4E"/>
    <w:rsid w:val="0095441F"/>
    <w:rsid w:val="00956445"/>
    <w:rsid w:val="00970C1D"/>
    <w:rsid w:val="00974DD9"/>
    <w:rsid w:val="00995460"/>
    <w:rsid w:val="009973B3"/>
    <w:rsid w:val="009B18D3"/>
    <w:rsid w:val="009E2956"/>
    <w:rsid w:val="009F32C7"/>
    <w:rsid w:val="00A20434"/>
    <w:rsid w:val="00A414F5"/>
    <w:rsid w:val="00A520F0"/>
    <w:rsid w:val="00A545DF"/>
    <w:rsid w:val="00A65318"/>
    <w:rsid w:val="00A708E0"/>
    <w:rsid w:val="00A8254A"/>
    <w:rsid w:val="00AB45EF"/>
    <w:rsid w:val="00AD45E0"/>
    <w:rsid w:val="00B4312F"/>
    <w:rsid w:val="00BB5280"/>
    <w:rsid w:val="00C201F2"/>
    <w:rsid w:val="00C2721C"/>
    <w:rsid w:val="00C83C88"/>
    <w:rsid w:val="00CF69B2"/>
    <w:rsid w:val="00D17BAE"/>
    <w:rsid w:val="00D26F40"/>
    <w:rsid w:val="00D56102"/>
    <w:rsid w:val="00D80713"/>
    <w:rsid w:val="00D81264"/>
    <w:rsid w:val="00DD4C76"/>
    <w:rsid w:val="00DE107C"/>
    <w:rsid w:val="00E1265B"/>
    <w:rsid w:val="00E37103"/>
    <w:rsid w:val="00E37F56"/>
    <w:rsid w:val="00E53261"/>
    <w:rsid w:val="00F6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8B672-737E-442C-8760-4091D3D51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78</cp:revision>
  <cp:lastPrinted>2017-11-09T06:25:00Z</cp:lastPrinted>
  <dcterms:created xsi:type="dcterms:W3CDTF">2014-01-31T07:50:00Z</dcterms:created>
  <dcterms:modified xsi:type="dcterms:W3CDTF">2019-06-26T07:07:00Z</dcterms:modified>
</cp:coreProperties>
</file>