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53B" w:rsidRPr="003C353B" w:rsidRDefault="003C353B" w:rsidP="003C353B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3C353B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Проект вносит</w:t>
      </w:r>
    </w:p>
    <w:p w:rsidR="003C353B" w:rsidRPr="003C353B" w:rsidRDefault="003C353B" w:rsidP="003C353B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3C353B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Губернатор Ярославской области</w:t>
      </w:r>
    </w:p>
    <w:p w:rsidR="003C353B" w:rsidRPr="003C353B" w:rsidRDefault="003C353B" w:rsidP="003C353B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ED3A46" w:rsidRDefault="004A6011" w:rsidP="003C35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Евраев</w:t>
      </w:r>
      <w:proofErr w:type="spellEnd"/>
      <w:r w:rsidR="00901666" w:rsidRPr="00901666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 xml:space="preserve"> </w:t>
      </w:r>
      <w:r w:rsidR="00901666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М</w:t>
      </w:r>
      <w:r w:rsidR="00901666" w:rsidRPr="003C353B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.</w:t>
      </w:r>
      <w:r w:rsidR="00901666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Я.</w:t>
      </w:r>
    </w:p>
    <w:p w:rsidR="003C353B" w:rsidRDefault="003C353B" w:rsidP="003C35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234E" w:rsidRPr="00ED3A46" w:rsidRDefault="00DD234E" w:rsidP="003C35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3A46" w:rsidRPr="00ED3A46" w:rsidRDefault="00ED3A46" w:rsidP="00ED3A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D3A4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Ярославская областная Дума</w:t>
      </w:r>
    </w:p>
    <w:p w:rsidR="00ED3A46" w:rsidRPr="00ED3A46" w:rsidRDefault="004A6011" w:rsidP="00ED3A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восьмого</w:t>
      </w:r>
      <w:r w:rsidR="00ED3A46" w:rsidRPr="00ED3A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созыва</w:t>
      </w:r>
    </w:p>
    <w:p w:rsidR="00ED3A46" w:rsidRPr="00DF492A" w:rsidRDefault="00ED3A46" w:rsidP="00ED3A4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2E2D"/>
          <w:sz w:val="24"/>
          <w:szCs w:val="24"/>
          <w:lang w:eastAsia="ru-RU"/>
        </w:rPr>
      </w:pPr>
    </w:p>
    <w:p w:rsidR="00ED3A46" w:rsidRPr="00ED3A46" w:rsidRDefault="00ED3A46" w:rsidP="00ED3A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D3A4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 О С Т А Н О В Л Е Н И Е</w:t>
      </w:r>
    </w:p>
    <w:p w:rsidR="00ED3A46" w:rsidRPr="00ED3A46" w:rsidRDefault="00ED3A46" w:rsidP="00ED3A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ED3A46" w:rsidRPr="00ED3A46" w:rsidTr="007B37A4">
        <w:tc>
          <w:tcPr>
            <w:tcW w:w="709" w:type="dxa"/>
            <w:hideMark/>
          </w:tcPr>
          <w:p w:rsidR="00ED3A46" w:rsidRPr="00ED3A46" w:rsidRDefault="00ED3A46" w:rsidP="00ED3A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D3A4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D3A46" w:rsidRPr="00ED3A46" w:rsidRDefault="00ED3A46" w:rsidP="00ED3A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ED3A46" w:rsidRPr="00ED3A46" w:rsidRDefault="00ED3A46" w:rsidP="00ED3A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779" w:type="dxa"/>
            <w:hideMark/>
          </w:tcPr>
          <w:p w:rsidR="00ED3A46" w:rsidRPr="00ED3A46" w:rsidRDefault="00ED3A46" w:rsidP="00ED3A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D3A4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D3A46" w:rsidRPr="00ED3A46" w:rsidRDefault="00ED3A46" w:rsidP="00ED3A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ED3A46" w:rsidRPr="00ED3A46" w:rsidRDefault="00ED3A46" w:rsidP="00ED3A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ED3A46" w:rsidRPr="00ED3A46" w:rsidRDefault="00ED3A46" w:rsidP="00ED3A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3A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Ярославль</w:t>
      </w:r>
    </w:p>
    <w:p w:rsidR="00ED3A46" w:rsidRPr="00DF492A" w:rsidRDefault="00ED3A46" w:rsidP="00ED3A4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C24" w:rsidRDefault="005558E3" w:rsidP="005558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58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перечня </w:t>
      </w:r>
    </w:p>
    <w:p w:rsidR="005558E3" w:rsidRPr="005558E3" w:rsidRDefault="005558E3" w:rsidP="005558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58E3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объектов культурного наследия,</w:t>
      </w:r>
    </w:p>
    <w:p w:rsidR="004C2C24" w:rsidRDefault="00191AC1" w:rsidP="005558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принимаемых</w:t>
      </w:r>
      <w:r w:rsidR="005558E3" w:rsidRPr="005558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государственную </w:t>
      </w:r>
    </w:p>
    <w:p w:rsidR="005558E3" w:rsidRPr="005558E3" w:rsidRDefault="005558E3" w:rsidP="005558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58E3">
        <w:rPr>
          <w:rFonts w:ascii="Times New Roman" w:eastAsia="Times New Roman" w:hAnsi="Times New Roman" w:cs="Times New Roman"/>
          <w:sz w:val="28"/>
          <w:szCs w:val="20"/>
          <w:lang w:eastAsia="ru-RU"/>
        </w:rPr>
        <w:t>собственность Ярославской области</w:t>
      </w:r>
    </w:p>
    <w:p w:rsidR="00ED3A46" w:rsidRPr="00DF492A" w:rsidRDefault="00ED3A46" w:rsidP="00ED3A4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DFA" w:rsidRDefault="00F22DFA" w:rsidP="00F22DF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22DFA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постановлени</w:t>
      </w:r>
      <w:r w:rsidR="00524CB6">
        <w:rPr>
          <w:rFonts w:ascii="Times New Roman" w:eastAsia="Times New Roman" w:hAnsi="Times New Roman" w:cs="Times New Roman"/>
          <w:sz w:val="28"/>
          <w:szCs w:val="20"/>
          <w:lang w:eastAsia="ru-RU"/>
        </w:rPr>
        <w:t>ем</w:t>
      </w:r>
      <w:r w:rsidRPr="00F22D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Верховного Совета Российской Федерации от 27 декабря 1991</w:t>
      </w:r>
      <w:r w:rsidR="00191A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77773">
        <w:rPr>
          <w:rFonts w:ascii="Times New Roman" w:eastAsia="Times New Roman" w:hAnsi="Times New Roman" w:cs="Times New Roman"/>
          <w:sz w:val="28"/>
          <w:szCs w:val="20"/>
          <w:lang w:eastAsia="ru-RU"/>
        </w:rPr>
        <w:t>года</w:t>
      </w:r>
      <w:bookmarkStart w:id="0" w:name="_GoBack"/>
      <w:bookmarkEnd w:id="0"/>
      <w:r w:rsidRPr="00F22D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3020-</w:t>
      </w:r>
      <w:r w:rsidR="00524CB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Pr="00F22D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 разграничении государственной собственности в Российской Федерации на федеральную собственность, государственную собственность республик в составе Российской Федерации, краев, областей, автономной области, автономных округов, городов Москвы, Санкт-Петербурга и муниципальную собственность»</w:t>
      </w:r>
      <w:r w:rsidR="00191AC1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F22D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постановлени</w:t>
      </w:r>
      <w:r w:rsidR="00524CB6">
        <w:rPr>
          <w:rFonts w:ascii="Times New Roman" w:eastAsia="Times New Roman" w:hAnsi="Times New Roman" w:cs="Times New Roman"/>
          <w:sz w:val="28"/>
          <w:szCs w:val="20"/>
          <w:lang w:eastAsia="ru-RU"/>
        </w:rPr>
        <w:t>ем</w:t>
      </w:r>
      <w:r w:rsidRPr="00F22D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Ярославской областной Думы от</w:t>
      </w:r>
      <w:r w:rsidR="00524CB6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19.04.2024 </w:t>
      </w:r>
      <w:r w:rsidRPr="00F22D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81</w:t>
      </w:r>
      <w:r w:rsidRPr="00F22D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 передаче</w:t>
      </w:r>
      <w:r w:rsidRPr="00F22D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объектов культурного наследия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 федеральной собственности</w:t>
      </w:r>
      <w:r w:rsidRPr="00F22D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государственную собственность Ярославской области»</w:t>
      </w:r>
    </w:p>
    <w:p w:rsidR="00F22DFA" w:rsidRDefault="00F22DFA" w:rsidP="00F22DF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3A46" w:rsidRPr="00F22DFA" w:rsidRDefault="00ED3A46" w:rsidP="00F22DF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D3A46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ED3A46" w:rsidRPr="00DF492A" w:rsidRDefault="00ED3A46" w:rsidP="00ED3A46">
      <w:pPr>
        <w:widowControl w:val="0"/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A46" w:rsidRPr="00ED3A46" w:rsidRDefault="00ED3A46" w:rsidP="00ED3A4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A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И Л А:</w:t>
      </w:r>
    </w:p>
    <w:p w:rsidR="00ED3A46" w:rsidRPr="00DF492A" w:rsidRDefault="00ED3A46" w:rsidP="00ED3A4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DFA" w:rsidRPr="00F22DFA" w:rsidRDefault="00F22DFA" w:rsidP="00F22DFA">
      <w:p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F22D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Утвердить прилагаемый </w:t>
      </w:r>
      <w:hyperlink w:anchor="sub_1000" w:history="1">
        <w:r w:rsidRPr="002F1E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Pr="002F1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Pr="00F22DFA">
        <w:rPr>
          <w:rFonts w:ascii="Times New Roman" w:eastAsia="Times New Roman" w:hAnsi="Times New Roman" w:cs="Times New Roman"/>
          <w:sz w:val="28"/>
          <w:szCs w:val="20"/>
          <w:lang w:eastAsia="ru-RU"/>
        </w:rPr>
        <w:t>ъектов культурного наследия, принимаемых в государственную собственность Ярославской области.</w:t>
      </w:r>
    </w:p>
    <w:p w:rsidR="00F22DFA" w:rsidRPr="00F22DFA" w:rsidRDefault="00F22DFA" w:rsidP="00F22DFA">
      <w:p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7B3355">
        <w:rPr>
          <w:rFonts w:ascii="Times New Roman" w:eastAsia="Times New Roman" w:hAnsi="Times New Roman" w:cs="Times New Roman"/>
          <w:sz w:val="28"/>
          <w:szCs w:val="20"/>
          <w:lang w:eastAsia="ru-RU"/>
        </w:rPr>
        <w:t>2.</w:t>
      </w:r>
      <w:r w:rsidRPr="00F22D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Настоящее Постановление подлежит официальному опубликованию в газете «Документ – Регион»</w:t>
      </w:r>
      <w:r w:rsidR="00F72C54" w:rsidRPr="00F72C5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на «Официальном интернет-портале правовой информации» (www.pravo.gov.ru)</w:t>
      </w:r>
      <w:r w:rsidRPr="00F22DFA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ED3A46" w:rsidRDefault="00ED3A46" w:rsidP="00DF492A">
      <w:pPr>
        <w:tabs>
          <w:tab w:val="left" w:pos="1134"/>
        </w:tabs>
        <w:spacing w:after="0" w:line="240" w:lineRule="auto"/>
        <w:ind w:left="72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7C3D" w:rsidRPr="00ED3A46" w:rsidRDefault="009A7C3D" w:rsidP="00DF492A">
      <w:pPr>
        <w:tabs>
          <w:tab w:val="left" w:pos="1134"/>
        </w:tabs>
        <w:spacing w:after="0" w:line="240" w:lineRule="auto"/>
        <w:ind w:left="72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3A46" w:rsidRPr="00ED3A46" w:rsidRDefault="00ED3A46" w:rsidP="00ED3A46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D3A46" w:rsidRPr="00ED3A46" w:rsidRDefault="00ED3A46" w:rsidP="00ED3A4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A4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C5148F" w:rsidRDefault="00ED3A46" w:rsidP="004A60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D3A46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Ярославской областной Думы</w:t>
      </w:r>
      <w:r w:rsidRPr="00ED3A4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ED3A4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ED3A4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ED3A4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ED3A4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М.В. Боровицкий</w:t>
      </w:r>
    </w:p>
    <w:sectPr w:rsidR="00C5148F" w:rsidSect="009A7C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624" w:bottom="993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266" w:rsidRDefault="00F62266">
      <w:pPr>
        <w:spacing w:after="0" w:line="240" w:lineRule="auto"/>
      </w:pPr>
      <w:r>
        <w:separator/>
      </w:r>
    </w:p>
  </w:endnote>
  <w:endnote w:type="continuationSeparator" w:id="0">
    <w:p w:rsidR="00F62266" w:rsidRDefault="00F62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92A" w:rsidRDefault="00FE392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47" w:rsidRPr="00D17F7D" w:rsidRDefault="00677773" w:rsidP="00D17F7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339" w:rsidRPr="00FE392A" w:rsidRDefault="00677773" w:rsidP="00FE392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266" w:rsidRDefault="00F62266">
      <w:pPr>
        <w:spacing w:after="0" w:line="240" w:lineRule="auto"/>
      </w:pPr>
      <w:r>
        <w:separator/>
      </w:r>
    </w:p>
  </w:footnote>
  <w:footnote w:type="continuationSeparator" w:id="0">
    <w:p w:rsidR="00F62266" w:rsidRDefault="00F62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60D" w:rsidRDefault="00C21B75" w:rsidP="008823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160D" w:rsidRDefault="0067777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6883384"/>
      <w:docPartObj>
        <w:docPartGallery w:val="Page Numbers (Top of Page)"/>
        <w:docPartUnique/>
      </w:docPartObj>
    </w:sdtPr>
    <w:sdtEndPr/>
    <w:sdtContent>
      <w:p w:rsidR="009A7C3D" w:rsidRDefault="009A7C3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2DFA">
          <w:rPr>
            <w:noProof/>
          </w:rPr>
          <w:t>2</w:t>
        </w:r>
        <w:r>
          <w:fldChar w:fldCharType="end"/>
        </w:r>
      </w:p>
    </w:sdtContent>
  </w:sdt>
  <w:p w:rsidR="00D7160D" w:rsidRDefault="0067777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47" w:rsidRPr="00352147" w:rsidRDefault="00677773" w:rsidP="009A7C3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F380B"/>
    <w:multiLevelType w:val="hybridMultilevel"/>
    <w:tmpl w:val="ACC82130"/>
    <w:lvl w:ilvl="0" w:tplc="A4F4CE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591C28"/>
    <w:multiLevelType w:val="hybridMultilevel"/>
    <w:tmpl w:val="A32664E0"/>
    <w:lvl w:ilvl="0" w:tplc="7472BA0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A46"/>
    <w:rsid w:val="00001C48"/>
    <w:rsid w:val="000028A1"/>
    <w:rsid w:val="00002CD9"/>
    <w:rsid w:val="00003A62"/>
    <w:rsid w:val="00004137"/>
    <w:rsid w:val="00004AA9"/>
    <w:rsid w:val="000067B1"/>
    <w:rsid w:val="0000684B"/>
    <w:rsid w:val="00007598"/>
    <w:rsid w:val="00007805"/>
    <w:rsid w:val="0000798C"/>
    <w:rsid w:val="00010CDC"/>
    <w:rsid w:val="00011A5F"/>
    <w:rsid w:val="0001245A"/>
    <w:rsid w:val="00013E23"/>
    <w:rsid w:val="00015104"/>
    <w:rsid w:val="00017138"/>
    <w:rsid w:val="00017280"/>
    <w:rsid w:val="00017999"/>
    <w:rsid w:val="00020195"/>
    <w:rsid w:val="000211B7"/>
    <w:rsid w:val="000235C0"/>
    <w:rsid w:val="00024402"/>
    <w:rsid w:val="000244BE"/>
    <w:rsid w:val="00024677"/>
    <w:rsid w:val="00024FE4"/>
    <w:rsid w:val="000250F4"/>
    <w:rsid w:val="000258C1"/>
    <w:rsid w:val="0002758F"/>
    <w:rsid w:val="000304EE"/>
    <w:rsid w:val="00031A09"/>
    <w:rsid w:val="00031B70"/>
    <w:rsid w:val="00034AA5"/>
    <w:rsid w:val="00034CC4"/>
    <w:rsid w:val="00035698"/>
    <w:rsid w:val="00035A33"/>
    <w:rsid w:val="000367CB"/>
    <w:rsid w:val="0004016E"/>
    <w:rsid w:val="00040E60"/>
    <w:rsid w:val="000423C3"/>
    <w:rsid w:val="00042C66"/>
    <w:rsid w:val="00045D0E"/>
    <w:rsid w:val="00046B6A"/>
    <w:rsid w:val="00046CCE"/>
    <w:rsid w:val="00047005"/>
    <w:rsid w:val="00047F0E"/>
    <w:rsid w:val="000516B2"/>
    <w:rsid w:val="00053F6C"/>
    <w:rsid w:val="00056730"/>
    <w:rsid w:val="00056935"/>
    <w:rsid w:val="00056C8B"/>
    <w:rsid w:val="0005741A"/>
    <w:rsid w:val="00057BB8"/>
    <w:rsid w:val="00061A5C"/>
    <w:rsid w:val="00062CF4"/>
    <w:rsid w:val="000643A6"/>
    <w:rsid w:val="00064AF7"/>
    <w:rsid w:val="00065BB9"/>
    <w:rsid w:val="000703AA"/>
    <w:rsid w:val="00070D83"/>
    <w:rsid w:val="0007206C"/>
    <w:rsid w:val="00072479"/>
    <w:rsid w:val="00072656"/>
    <w:rsid w:val="00074F3B"/>
    <w:rsid w:val="00075186"/>
    <w:rsid w:val="00077AF3"/>
    <w:rsid w:val="00080778"/>
    <w:rsid w:val="00081BE5"/>
    <w:rsid w:val="000821A8"/>
    <w:rsid w:val="0008557A"/>
    <w:rsid w:val="00085AC4"/>
    <w:rsid w:val="00086716"/>
    <w:rsid w:val="00087333"/>
    <w:rsid w:val="000879D0"/>
    <w:rsid w:val="000903E4"/>
    <w:rsid w:val="000911C6"/>
    <w:rsid w:val="000944C1"/>
    <w:rsid w:val="000959C9"/>
    <w:rsid w:val="00095C87"/>
    <w:rsid w:val="0009694F"/>
    <w:rsid w:val="000A04FB"/>
    <w:rsid w:val="000A07A3"/>
    <w:rsid w:val="000A0B31"/>
    <w:rsid w:val="000A2AA3"/>
    <w:rsid w:val="000A3302"/>
    <w:rsid w:val="000A36E8"/>
    <w:rsid w:val="000A53D3"/>
    <w:rsid w:val="000A5BE2"/>
    <w:rsid w:val="000A6358"/>
    <w:rsid w:val="000A7A20"/>
    <w:rsid w:val="000B091E"/>
    <w:rsid w:val="000B0CF1"/>
    <w:rsid w:val="000B2C43"/>
    <w:rsid w:val="000B40F0"/>
    <w:rsid w:val="000B4106"/>
    <w:rsid w:val="000B4C8A"/>
    <w:rsid w:val="000B53A7"/>
    <w:rsid w:val="000B630A"/>
    <w:rsid w:val="000B6458"/>
    <w:rsid w:val="000B65E0"/>
    <w:rsid w:val="000B700C"/>
    <w:rsid w:val="000C1459"/>
    <w:rsid w:val="000C15AF"/>
    <w:rsid w:val="000C2646"/>
    <w:rsid w:val="000C2D79"/>
    <w:rsid w:val="000D05FC"/>
    <w:rsid w:val="000D0A95"/>
    <w:rsid w:val="000D363E"/>
    <w:rsid w:val="000D3B0C"/>
    <w:rsid w:val="000D6BA6"/>
    <w:rsid w:val="000D70F4"/>
    <w:rsid w:val="000D77D5"/>
    <w:rsid w:val="000E0EBD"/>
    <w:rsid w:val="000E1589"/>
    <w:rsid w:val="000E206A"/>
    <w:rsid w:val="000E23EB"/>
    <w:rsid w:val="000E3E31"/>
    <w:rsid w:val="000E5977"/>
    <w:rsid w:val="000E5A4D"/>
    <w:rsid w:val="000E6030"/>
    <w:rsid w:val="000E640E"/>
    <w:rsid w:val="000E6675"/>
    <w:rsid w:val="000F0658"/>
    <w:rsid w:val="000F17D4"/>
    <w:rsid w:val="000F1C4E"/>
    <w:rsid w:val="000F1E08"/>
    <w:rsid w:val="000F2266"/>
    <w:rsid w:val="000F2CDE"/>
    <w:rsid w:val="000F2D71"/>
    <w:rsid w:val="000F6A5F"/>
    <w:rsid w:val="000F72BB"/>
    <w:rsid w:val="00100DB8"/>
    <w:rsid w:val="00101498"/>
    <w:rsid w:val="001014E7"/>
    <w:rsid w:val="00101FDD"/>
    <w:rsid w:val="0010301F"/>
    <w:rsid w:val="00103A33"/>
    <w:rsid w:val="00103EC3"/>
    <w:rsid w:val="001060DA"/>
    <w:rsid w:val="001125A3"/>
    <w:rsid w:val="00112A89"/>
    <w:rsid w:val="001132E9"/>
    <w:rsid w:val="00113756"/>
    <w:rsid w:val="00113CE8"/>
    <w:rsid w:val="00113D4C"/>
    <w:rsid w:val="001179C0"/>
    <w:rsid w:val="00117A18"/>
    <w:rsid w:val="00120701"/>
    <w:rsid w:val="0012238E"/>
    <w:rsid w:val="00122CD6"/>
    <w:rsid w:val="00123B81"/>
    <w:rsid w:val="00123CCC"/>
    <w:rsid w:val="00124E21"/>
    <w:rsid w:val="001260FA"/>
    <w:rsid w:val="00127E30"/>
    <w:rsid w:val="00130C01"/>
    <w:rsid w:val="00131E27"/>
    <w:rsid w:val="0013352C"/>
    <w:rsid w:val="00133A81"/>
    <w:rsid w:val="00133DF3"/>
    <w:rsid w:val="001342FA"/>
    <w:rsid w:val="0013699D"/>
    <w:rsid w:val="00137594"/>
    <w:rsid w:val="00140354"/>
    <w:rsid w:val="00141C7B"/>
    <w:rsid w:val="00141EF7"/>
    <w:rsid w:val="00142ED7"/>
    <w:rsid w:val="00145118"/>
    <w:rsid w:val="00145602"/>
    <w:rsid w:val="0014603A"/>
    <w:rsid w:val="00147C48"/>
    <w:rsid w:val="00150702"/>
    <w:rsid w:val="00154AB5"/>
    <w:rsid w:val="00156DFE"/>
    <w:rsid w:val="00157513"/>
    <w:rsid w:val="00157C3E"/>
    <w:rsid w:val="00160219"/>
    <w:rsid w:val="00161725"/>
    <w:rsid w:val="00161C9A"/>
    <w:rsid w:val="0016285E"/>
    <w:rsid w:val="00164610"/>
    <w:rsid w:val="00164816"/>
    <w:rsid w:val="00164BAE"/>
    <w:rsid w:val="001671E3"/>
    <w:rsid w:val="001672F2"/>
    <w:rsid w:val="00167996"/>
    <w:rsid w:val="00170D25"/>
    <w:rsid w:val="00170E56"/>
    <w:rsid w:val="0017251F"/>
    <w:rsid w:val="00172ABE"/>
    <w:rsid w:val="00173766"/>
    <w:rsid w:val="00174356"/>
    <w:rsid w:val="001747CD"/>
    <w:rsid w:val="0017491F"/>
    <w:rsid w:val="001754A4"/>
    <w:rsid w:val="00177F9C"/>
    <w:rsid w:val="00182D28"/>
    <w:rsid w:val="001840FE"/>
    <w:rsid w:val="001847A2"/>
    <w:rsid w:val="00185E55"/>
    <w:rsid w:val="001866CC"/>
    <w:rsid w:val="00187B77"/>
    <w:rsid w:val="00190247"/>
    <w:rsid w:val="0019042D"/>
    <w:rsid w:val="00191149"/>
    <w:rsid w:val="001917A0"/>
    <w:rsid w:val="00191AC1"/>
    <w:rsid w:val="0019364D"/>
    <w:rsid w:val="00194856"/>
    <w:rsid w:val="00194AB7"/>
    <w:rsid w:val="001961D2"/>
    <w:rsid w:val="00197289"/>
    <w:rsid w:val="0019731E"/>
    <w:rsid w:val="00197D9B"/>
    <w:rsid w:val="001A00D4"/>
    <w:rsid w:val="001A0B74"/>
    <w:rsid w:val="001A0F71"/>
    <w:rsid w:val="001A24C1"/>
    <w:rsid w:val="001A2535"/>
    <w:rsid w:val="001A276C"/>
    <w:rsid w:val="001A3E47"/>
    <w:rsid w:val="001A463A"/>
    <w:rsid w:val="001A46E5"/>
    <w:rsid w:val="001A4A1C"/>
    <w:rsid w:val="001A4BD1"/>
    <w:rsid w:val="001A57C0"/>
    <w:rsid w:val="001A62E9"/>
    <w:rsid w:val="001A6E30"/>
    <w:rsid w:val="001A762E"/>
    <w:rsid w:val="001B0511"/>
    <w:rsid w:val="001B11E8"/>
    <w:rsid w:val="001B14E7"/>
    <w:rsid w:val="001B1707"/>
    <w:rsid w:val="001B18FA"/>
    <w:rsid w:val="001B1FC6"/>
    <w:rsid w:val="001B2254"/>
    <w:rsid w:val="001B356F"/>
    <w:rsid w:val="001B472B"/>
    <w:rsid w:val="001B5830"/>
    <w:rsid w:val="001B589D"/>
    <w:rsid w:val="001B67BD"/>
    <w:rsid w:val="001C037D"/>
    <w:rsid w:val="001C09FC"/>
    <w:rsid w:val="001C1D1E"/>
    <w:rsid w:val="001C235F"/>
    <w:rsid w:val="001C44AB"/>
    <w:rsid w:val="001C5788"/>
    <w:rsid w:val="001C5F44"/>
    <w:rsid w:val="001C692C"/>
    <w:rsid w:val="001D1172"/>
    <w:rsid w:val="001D1A9D"/>
    <w:rsid w:val="001D3F37"/>
    <w:rsid w:val="001D4E39"/>
    <w:rsid w:val="001D60D7"/>
    <w:rsid w:val="001D689C"/>
    <w:rsid w:val="001D6A3B"/>
    <w:rsid w:val="001D749F"/>
    <w:rsid w:val="001E0B6D"/>
    <w:rsid w:val="001E140B"/>
    <w:rsid w:val="001E3296"/>
    <w:rsid w:val="001E4B74"/>
    <w:rsid w:val="001E55A4"/>
    <w:rsid w:val="001E5875"/>
    <w:rsid w:val="001E698A"/>
    <w:rsid w:val="001E79C1"/>
    <w:rsid w:val="001F0D23"/>
    <w:rsid w:val="001F176C"/>
    <w:rsid w:val="001F477E"/>
    <w:rsid w:val="001F51EC"/>
    <w:rsid w:val="001F6426"/>
    <w:rsid w:val="001F6A9D"/>
    <w:rsid w:val="001F6BC4"/>
    <w:rsid w:val="001F6CBA"/>
    <w:rsid w:val="001F77C0"/>
    <w:rsid w:val="00201BD7"/>
    <w:rsid w:val="002023D4"/>
    <w:rsid w:val="002027E1"/>
    <w:rsid w:val="0020465F"/>
    <w:rsid w:val="00205AE1"/>
    <w:rsid w:val="002108C4"/>
    <w:rsid w:val="002110B3"/>
    <w:rsid w:val="002110BD"/>
    <w:rsid w:val="00211EBF"/>
    <w:rsid w:val="002137F0"/>
    <w:rsid w:val="00214055"/>
    <w:rsid w:val="002143AE"/>
    <w:rsid w:val="0021491E"/>
    <w:rsid w:val="00214E6F"/>
    <w:rsid w:val="00216872"/>
    <w:rsid w:val="00217B5C"/>
    <w:rsid w:val="002207AB"/>
    <w:rsid w:val="00220F1E"/>
    <w:rsid w:val="00223206"/>
    <w:rsid w:val="00224331"/>
    <w:rsid w:val="0022513F"/>
    <w:rsid w:val="00225DF3"/>
    <w:rsid w:val="00230943"/>
    <w:rsid w:val="00230FBC"/>
    <w:rsid w:val="0023151C"/>
    <w:rsid w:val="00231674"/>
    <w:rsid w:val="002327D8"/>
    <w:rsid w:val="002329BE"/>
    <w:rsid w:val="002338F3"/>
    <w:rsid w:val="00235211"/>
    <w:rsid w:val="0023562C"/>
    <w:rsid w:val="00235A74"/>
    <w:rsid w:val="00235EAA"/>
    <w:rsid w:val="00240A58"/>
    <w:rsid w:val="00241305"/>
    <w:rsid w:val="00241A5B"/>
    <w:rsid w:val="00242BBC"/>
    <w:rsid w:val="00242CD4"/>
    <w:rsid w:val="00243169"/>
    <w:rsid w:val="00243C25"/>
    <w:rsid w:val="00244A7A"/>
    <w:rsid w:val="00245264"/>
    <w:rsid w:val="00245A8F"/>
    <w:rsid w:val="00245D1E"/>
    <w:rsid w:val="00251D45"/>
    <w:rsid w:val="002528C9"/>
    <w:rsid w:val="002533EB"/>
    <w:rsid w:val="00257428"/>
    <w:rsid w:val="00261226"/>
    <w:rsid w:val="002613FA"/>
    <w:rsid w:val="00262298"/>
    <w:rsid w:val="002636AD"/>
    <w:rsid w:val="00263AA0"/>
    <w:rsid w:val="00263BAD"/>
    <w:rsid w:val="00264C66"/>
    <w:rsid w:val="002650B5"/>
    <w:rsid w:val="0026522B"/>
    <w:rsid w:val="00266827"/>
    <w:rsid w:val="00266AF3"/>
    <w:rsid w:val="002700C9"/>
    <w:rsid w:val="00271256"/>
    <w:rsid w:val="002713DD"/>
    <w:rsid w:val="00271683"/>
    <w:rsid w:val="002734F1"/>
    <w:rsid w:val="00274188"/>
    <w:rsid w:val="00274CA4"/>
    <w:rsid w:val="00276386"/>
    <w:rsid w:val="00277925"/>
    <w:rsid w:val="002779EC"/>
    <w:rsid w:val="00280E5C"/>
    <w:rsid w:val="0028190C"/>
    <w:rsid w:val="00281D9C"/>
    <w:rsid w:val="002820A1"/>
    <w:rsid w:val="0028244D"/>
    <w:rsid w:val="00283B08"/>
    <w:rsid w:val="0028401F"/>
    <w:rsid w:val="002844BD"/>
    <w:rsid w:val="00284C34"/>
    <w:rsid w:val="0028523F"/>
    <w:rsid w:val="002858C8"/>
    <w:rsid w:val="0028658F"/>
    <w:rsid w:val="0028670B"/>
    <w:rsid w:val="00286BF1"/>
    <w:rsid w:val="002905DF"/>
    <w:rsid w:val="00290EE9"/>
    <w:rsid w:val="00291748"/>
    <w:rsid w:val="00292554"/>
    <w:rsid w:val="00294409"/>
    <w:rsid w:val="00295409"/>
    <w:rsid w:val="00296B82"/>
    <w:rsid w:val="002A02DB"/>
    <w:rsid w:val="002A13A5"/>
    <w:rsid w:val="002A19EA"/>
    <w:rsid w:val="002A1F26"/>
    <w:rsid w:val="002A2F3C"/>
    <w:rsid w:val="002A341A"/>
    <w:rsid w:val="002A40B5"/>
    <w:rsid w:val="002A44D5"/>
    <w:rsid w:val="002A6822"/>
    <w:rsid w:val="002A7227"/>
    <w:rsid w:val="002A73B3"/>
    <w:rsid w:val="002B01BF"/>
    <w:rsid w:val="002B1757"/>
    <w:rsid w:val="002B2CF0"/>
    <w:rsid w:val="002B3513"/>
    <w:rsid w:val="002B4B76"/>
    <w:rsid w:val="002B614E"/>
    <w:rsid w:val="002C2457"/>
    <w:rsid w:val="002C512A"/>
    <w:rsid w:val="002C51D9"/>
    <w:rsid w:val="002C574C"/>
    <w:rsid w:val="002D061D"/>
    <w:rsid w:val="002D142D"/>
    <w:rsid w:val="002D1DE3"/>
    <w:rsid w:val="002D225E"/>
    <w:rsid w:val="002D479E"/>
    <w:rsid w:val="002D685F"/>
    <w:rsid w:val="002E0024"/>
    <w:rsid w:val="002E0F7A"/>
    <w:rsid w:val="002E1604"/>
    <w:rsid w:val="002E2612"/>
    <w:rsid w:val="002E472A"/>
    <w:rsid w:val="002E70AB"/>
    <w:rsid w:val="002E7357"/>
    <w:rsid w:val="002E735C"/>
    <w:rsid w:val="002E7AAA"/>
    <w:rsid w:val="002E7C16"/>
    <w:rsid w:val="002F1E98"/>
    <w:rsid w:val="002F284F"/>
    <w:rsid w:val="002F2DD7"/>
    <w:rsid w:val="002F3AC1"/>
    <w:rsid w:val="002F4778"/>
    <w:rsid w:val="002F5B37"/>
    <w:rsid w:val="002F629F"/>
    <w:rsid w:val="002F6D66"/>
    <w:rsid w:val="00300EA0"/>
    <w:rsid w:val="003022E9"/>
    <w:rsid w:val="00303A0D"/>
    <w:rsid w:val="0030585D"/>
    <w:rsid w:val="00305C5D"/>
    <w:rsid w:val="00306955"/>
    <w:rsid w:val="00306E53"/>
    <w:rsid w:val="003100BF"/>
    <w:rsid w:val="003110D9"/>
    <w:rsid w:val="00311947"/>
    <w:rsid w:val="00312842"/>
    <w:rsid w:val="003131F8"/>
    <w:rsid w:val="003145E9"/>
    <w:rsid w:val="00314DCE"/>
    <w:rsid w:val="00315DA6"/>
    <w:rsid w:val="00317472"/>
    <w:rsid w:val="00317DE4"/>
    <w:rsid w:val="003201DF"/>
    <w:rsid w:val="0032024C"/>
    <w:rsid w:val="00322815"/>
    <w:rsid w:val="00323D2A"/>
    <w:rsid w:val="003245BD"/>
    <w:rsid w:val="00326C0F"/>
    <w:rsid w:val="003318C1"/>
    <w:rsid w:val="00332283"/>
    <w:rsid w:val="00335393"/>
    <w:rsid w:val="0033642D"/>
    <w:rsid w:val="003367D1"/>
    <w:rsid w:val="00336977"/>
    <w:rsid w:val="00336B3A"/>
    <w:rsid w:val="003371D8"/>
    <w:rsid w:val="00341E2B"/>
    <w:rsid w:val="003421F2"/>
    <w:rsid w:val="003426D8"/>
    <w:rsid w:val="003439F0"/>
    <w:rsid w:val="003445B5"/>
    <w:rsid w:val="00345D35"/>
    <w:rsid w:val="00346605"/>
    <w:rsid w:val="00347A8B"/>
    <w:rsid w:val="00350D51"/>
    <w:rsid w:val="00351BD7"/>
    <w:rsid w:val="00352772"/>
    <w:rsid w:val="003527D9"/>
    <w:rsid w:val="00353B91"/>
    <w:rsid w:val="0035470F"/>
    <w:rsid w:val="003547EB"/>
    <w:rsid w:val="00357A9C"/>
    <w:rsid w:val="003614CB"/>
    <w:rsid w:val="003625CE"/>
    <w:rsid w:val="003626AE"/>
    <w:rsid w:val="00365428"/>
    <w:rsid w:val="003674D1"/>
    <w:rsid w:val="00367895"/>
    <w:rsid w:val="00367DD1"/>
    <w:rsid w:val="003707A8"/>
    <w:rsid w:val="00370C55"/>
    <w:rsid w:val="00370C6C"/>
    <w:rsid w:val="00370E31"/>
    <w:rsid w:val="00370EC7"/>
    <w:rsid w:val="00370F10"/>
    <w:rsid w:val="003751C8"/>
    <w:rsid w:val="003762BB"/>
    <w:rsid w:val="003769B5"/>
    <w:rsid w:val="00377624"/>
    <w:rsid w:val="00382F3C"/>
    <w:rsid w:val="00383ED5"/>
    <w:rsid w:val="00384BFE"/>
    <w:rsid w:val="003853B2"/>
    <w:rsid w:val="00385843"/>
    <w:rsid w:val="00386C3D"/>
    <w:rsid w:val="00387F48"/>
    <w:rsid w:val="00390ECD"/>
    <w:rsid w:val="00391917"/>
    <w:rsid w:val="0039308B"/>
    <w:rsid w:val="003942BA"/>
    <w:rsid w:val="003953AC"/>
    <w:rsid w:val="0039690D"/>
    <w:rsid w:val="00396A2F"/>
    <w:rsid w:val="00396C37"/>
    <w:rsid w:val="003A0437"/>
    <w:rsid w:val="003A0ABC"/>
    <w:rsid w:val="003A15EC"/>
    <w:rsid w:val="003A16D4"/>
    <w:rsid w:val="003A184F"/>
    <w:rsid w:val="003A3A63"/>
    <w:rsid w:val="003A450E"/>
    <w:rsid w:val="003A79D7"/>
    <w:rsid w:val="003B13EE"/>
    <w:rsid w:val="003B19D2"/>
    <w:rsid w:val="003B6870"/>
    <w:rsid w:val="003B689F"/>
    <w:rsid w:val="003C0495"/>
    <w:rsid w:val="003C2160"/>
    <w:rsid w:val="003C353B"/>
    <w:rsid w:val="003C4415"/>
    <w:rsid w:val="003C52F7"/>
    <w:rsid w:val="003C558C"/>
    <w:rsid w:val="003C5F41"/>
    <w:rsid w:val="003C7988"/>
    <w:rsid w:val="003C7A58"/>
    <w:rsid w:val="003D0772"/>
    <w:rsid w:val="003D1D6A"/>
    <w:rsid w:val="003D31B0"/>
    <w:rsid w:val="003D5399"/>
    <w:rsid w:val="003D7056"/>
    <w:rsid w:val="003D7516"/>
    <w:rsid w:val="003D7D72"/>
    <w:rsid w:val="003E075E"/>
    <w:rsid w:val="003E2181"/>
    <w:rsid w:val="003E489B"/>
    <w:rsid w:val="003E4F72"/>
    <w:rsid w:val="003E6D87"/>
    <w:rsid w:val="003E7314"/>
    <w:rsid w:val="003E7D19"/>
    <w:rsid w:val="003F41B0"/>
    <w:rsid w:val="003F790A"/>
    <w:rsid w:val="00400B40"/>
    <w:rsid w:val="0040215B"/>
    <w:rsid w:val="00402179"/>
    <w:rsid w:val="00402E55"/>
    <w:rsid w:val="00403E9A"/>
    <w:rsid w:val="0040564A"/>
    <w:rsid w:val="00405A63"/>
    <w:rsid w:val="00406C2C"/>
    <w:rsid w:val="00407D30"/>
    <w:rsid w:val="00411CC8"/>
    <w:rsid w:val="004135C9"/>
    <w:rsid w:val="0041385C"/>
    <w:rsid w:val="0041404F"/>
    <w:rsid w:val="004147C9"/>
    <w:rsid w:val="0041770B"/>
    <w:rsid w:val="004177F2"/>
    <w:rsid w:val="00417D53"/>
    <w:rsid w:val="004208C5"/>
    <w:rsid w:val="004219BB"/>
    <w:rsid w:val="00421DA2"/>
    <w:rsid w:val="004239DC"/>
    <w:rsid w:val="00423EE2"/>
    <w:rsid w:val="004249C1"/>
    <w:rsid w:val="00426740"/>
    <w:rsid w:val="0042726F"/>
    <w:rsid w:val="00430022"/>
    <w:rsid w:val="00435228"/>
    <w:rsid w:val="00436BA3"/>
    <w:rsid w:val="00437A78"/>
    <w:rsid w:val="004403E2"/>
    <w:rsid w:val="0044226A"/>
    <w:rsid w:val="0044282A"/>
    <w:rsid w:val="00443DF5"/>
    <w:rsid w:val="00447B8B"/>
    <w:rsid w:val="0045065F"/>
    <w:rsid w:val="004508EC"/>
    <w:rsid w:val="00451DD5"/>
    <w:rsid w:val="0045225B"/>
    <w:rsid w:val="00453ACF"/>
    <w:rsid w:val="00454308"/>
    <w:rsid w:val="004545D8"/>
    <w:rsid w:val="00455BA8"/>
    <w:rsid w:val="00456B2A"/>
    <w:rsid w:val="00456C4E"/>
    <w:rsid w:val="004617CC"/>
    <w:rsid w:val="0046316A"/>
    <w:rsid w:val="00463511"/>
    <w:rsid w:val="0046360C"/>
    <w:rsid w:val="004644C4"/>
    <w:rsid w:val="00464816"/>
    <w:rsid w:val="00465811"/>
    <w:rsid w:val="004719BC"/>
    <w:rsid w:val="004727A8"/>
    <w:rsid w:val="00472E01"/>
    <w:rsid w:val="004756F6"/>
    <w:rsid w:val="00476F3E"/>
    <w:rsid w:val="00477492"/>
    <w:rsid w:val="004778C7"/>
    <w:rsid w:val="00477A03"/>
    <w:rsid w:val="0048102F"/>
    <w:rsid w:val="00481341"/>
    <w:rsid w:val="00481ABD"/>
    <w:rsid w:val="00482A34"/>
    <w:rsid w:val="00482DEF"/>
    <w:rsid w:val="0048329B"/>
    <w:rsid w:val="00487476"/>
    <w:rsid w:val="00493F44"/>
    <w:rsid w:val="0049665E"/>
    <w:rsid w:val="00496FFE"/>
    <w:rsid w:val="00497D6F"/>
    <w:rsid w:val="00497E71"/>
    <w:rsid w:val="004A000B"/>
    <w:rsid w:val="004A041E"/>
    <w:rsid w:val="004A3A23"/>
    <w:rsid w:val="004A4022"/>
    <w:rsid w:val="004A6011"/>
    <w:rsid w:val="004B1328"/>
    <w:rsid w:val="004B13C6"/>
    <w:rsid w:val="004B1E39"/>
    <w:rsid w:val="004B6A89"/>
    <w:rsid w:val="004B6F85"/>
    <w:rsid w:val="004B78B4"/>
    <w:rsid w:val="004C0B8F"/>
    <w:rsid w:val="004C0EFA"/>
    <w:rsid w:val="004C1989"/>
    <w:rsid w:val="004C2C24"/>
    <w:rsid w:val="004C2D26"/>
    <w:rsid w:val="004C318E"/>
    <w:rsid w:val="004C52EB"/>
    <w:rsid w:val="004C65DB"/>
    <w:rsid w:val="004C726F"/>
    <w:rsid w:val="004C7914"/>
    <w:rsid w:val="004D122D"/>
    <w:rsid w:val="004D181C"/>
    <w:rsid w:val="004D1C8F"/>
    <w:rsid w:val="004D2BE1"/>
    <w:rsid w:val="004D2E14"/>
    <w:rsid w:val="004D4A11"/>
    <w:rsid w:val="004D4FA2"/>
    <w:rsid w:val="004D571C"/>
    <w:rsid w:val="004D5CFD"/>
    <w:rsid w:val="004D63F6"/>
    <w:rsid w:val="004D63FC"/>
    <w:rsid w:val="004D688C"/>
    <w:rsid w:val="004E0755"/>
    <w:rsid w:val="004E1858"/>
    <w:rsid w:val="004E55C5"/>
    <w:rsid w:val="004F0354"/>
    <w:rsid w:val="004F0360"/>
    <w:rsid w:val="004F2870"/>
    <w:rsid w:val="004F4124"/>
    <w:rsid w:val="004F4543"/>
    <w:rsid w:val="004F4626"/>
    <w:rsid w:val="004F6A75"/>
    <w:rsid w:val="004F6A8F"/>
    <w:rsid w:val="004F7E11"/>
    <w:rsid w:val="00500DC5"/>
    <w:rsid w:val="0050106D"/>
    <w:rsid w:val="00501478"/>
    <w:rsid w:val="005017D6"/>
    <w:rsid w:val="00503E93"/>
    <w:rsid w:val="00505457"/>
    <w:rsid w:val="00505469"/>
    <w:rsid w:val="0050592D"/>
    <w:rsid w:val="00506340"/>
    <w:rsid w:val="005107BD"/>
    <w:rsid w:val="00510D2C"/>
    <w:rsid w:val="0051167B"/>
    <w:rsid w:val="00511912"/>
    <w:rsid w:val="00511E67"/>
    <w:rsid w:val="00512EB0"/>
    <w:rsid w:val="005138C8"/>
    <w:rsid w:val="0051453D"/>
    <w:rsid w:val="00514868"/>
    <w:rsid w:val="00514C8D"/>
    <w:rsid w:val="00515247"/>
    <w:rsid w:val="00516873"/>
    <w:rsid w:val="00521000"/>
    <w:rsid w:val="00521641"/>
    <w:rsid w:val="005234B4"/>
    <w:rsid w:val="00524CB6"/>
    <w:rsid w:val="0052597B"/>
    <w:rsid w:val="00525E98"/>
    <w:rsid w:val="00526B10"/>
    <w:rsid w:val="00527002"/>
    <w:rsid w:val="00527810"/>
    <w:rsid w:val="005279C7"/>
    <w:rsid w:val="0053076B"/>
    <w:rsid w:val="00530C5D"/>
    <w:rsid w:val="00532CCE"/>
    <w:rsid w:val="00534D11"/>
    <w:rsid w:val="00534F90"/>
    <w:rsid w:val="005351A3"/>
    <w:rsid w:val="00535387"/>
    <w:rsid w:val="00535665"/>
    <w:rsid w:val="005376D5"/>
    <w:rsid w:val="00537B76"/>
    <w:rsid w:val="005409BF"/>
    <w:rsid w:val="00540AA3"/>
    <w:rsid w:val="00540CCE"/>
    <w:rsid w:val="005410DC"/>
    <w:rsid w:val="0054121C"/>
    <w:rsid w:val="005426A2"/>
    <w:rsid w:val="005443E5"/>
    <w:rsid w:val="005448E4"/>
    <w:rsid w:val="00545387"/>
    <w:rsid w:val="00546C72"/>
    <w:rsid w:val="00547DA3"/>
    <w:rsid w:val="00550AEB"/>
    <w:rsid w:val="005520CE"/>
    <w:rsid w:val="00552ED8"/>
    <w:rsid w:val="00553B97"/>
    <w:rsid w:val="00553BBC"/>
    <w:rsid w:val="00553C21"/>
    <w:rsid w:val="00554377"/>
    <w:rsid w:val="00554C7A"/>
    <w:rsid w:val="00555806"/>
    <w:rsid w:val="005558E3"/>
    <w:rsid w:val="0055645D"/>
    <w:rsid w:val="00560423"/>
    <w:rsid w:val="00560D33"/>
    <w:rsid w:val="00560E43"/>
    <w:rsid w:val="0056224F"/>
    <w:rsid w:val="005622A1"/>
    <w:rsid w:val="0056630F"/>
    <w:rsid w:val="0056645A"/>
    <w:rsid w:val="00566971"/>
    <w:rsid w:val="00566B5A"/>
    <w:rsid w:val="005700F7"/>
    <w:rsid w:val="005702D7"/>
    <w:rsid w:val="00571CD1"/>
    <w:rsid w:val="005723A2"/>
    <w:rsid w:val="00572CE0"/>
    <w:rsid w:val="0057322A"/>
    <w:rsid w:val="0057718B"/>
    <w:rsid w:val="005776A8"/>
    <w:rsid w:val="00580A51"/>
    <w:rsid w:val="00582065"/>
    <w:rsid w:val="005820AC"/>
    <w:rsid w:val="00584A33"/>
    <w:rsid w:val="00584E07"/>
    <w:rsid w:val="005851FE"/>
    <w:rsid w:val="00585EDB"/>
    <w:rsid w:val="005871D8"/>
    <w:rsid w:val="00590A70"/>
    <w:rsid w:val="005913A4"/>
    <w:rsid w:val="00594163"/>
    <w:rsid w:val="00596099"/>
    <w:rsid w:val="00597D2E"/>
    <w:rsid w:val="005A0463"/>
    <w:rsid w:val="005A0BED"/>
    <w:rsid w:val="005A0E30"/>
    <w:rsid w:val="005A11CE"/>
    <w:rsid w:val="005A1BA6"/>
    <w:rsid w:val="005A4198"/>
    <w:rsid w:val="005A6E56"/>
    <w:rsid w:val="005A7BF3"/>
    <w:rsid w:val="005B00D3"/>
    <w:rsid w:val="005B201C"/>
    <w:rsid w:val="005B2BC4"/>
    <w:rsid w:val="005B359F"/>
    <w:rsid w:val="005B49A9"/>
    <w:rsid w:val="005B518D"/>
    <w:rsid w:val="005B682B"/>
    <w:rsid w:val="005B710A"/>
    <w:rsid w:val="005B7750"/>
    <w:rsid w:val="005C0AED"/>
    <w:rsid w:val="005C0BCB"/>
    <w:rsid w:val="005C1273"/>
    <w:rsid w:val="005C1714"/>
    <w:rsid w:val="005C296C"/>
    <w:rsid w:val="005C2B8F"/>
    <w:rsid w:val="005C44BC"/>
    <w:rsid w:val="005D1822"/>
    <w:rsid w:val="005D2A91"/>
    <w:rsid w:val="005D5931"/>
    <w:rsid w:val="005D64DA"/>
    <w:rsid w:val="005D7CCA"/>
    <w:rsid w:val="005D7E48"/>
    <w:rsid w:val="005E0DAD"/>
    <w:rsid w:val="005E2C5B"/>
    <w:rsid w:val="005E41E4"/>
    <w:rsid w:val="005E41F6"/>
    <w:rsid w:val="005E631D"/>
    <w:rsid w:val="005E71FE"/>
    <w:rsid w:val="005E7B1F"/>
    <w:rsid w:val="005F163B"/>
    <w:rsid w:val="005F3619"/>
    <w:rsid w:val="005F4B36"/>
    <w:rsid w:val="005F4D2B"/>
    <w:rsid w:val="005F4D7D"/>
    <w:rsid w:val="005F6604"/>
    <w:rsid w:val="006010FC"/>
    <w:rsid w:val="0060410A"/>
    <w:rsid w:val="00605D68"/>
    <w:rsid w:val="00605F35"/>
    <w:rsid w:val="00606423"/>
    <w:rsid w:val="00607DD0"/>
    <w:rsid w:val="0061023E"/>
    <w:rsid w:val="00610ED7"/>
    <w:rsid w:val="006111C6"/>
    <w:rsid w:val="00611787"/>
    <w:rsid w:val="00613A1F"/>
    <w:rsid w:val="00614A77"/>
    <w:rsid w:val="00615A94"/>
    <w:rsid w:val="00616E3C"/>
    <w:rsid w:val="00617CF9"/>
    <w:rsid w:val="006200F3"/>
    <w:rsid w:val="00621C69"/>
    <w:rsid w:val="00621D29"/>
    <w:rsid w:val="00622D81"/>
    <w:rsid w:val="006259BA"/>
    <w:rsid w:val="006268F5"/>
    <w:rsid w:val="0063246C"/>
    <w:rsid w:val="006355EB"/>
    <w:rsid w:val="00637112"/>
    <w:rsid w:val="006435B8"/>
    <w:rsid w:val="00644CA2"/>
    <w:rsid w:val="00646DC2"/>
    <w:rsid w:val="00647A3F"/>
    <w:rsid w:val="0065032B"/>
    <w:rsid w:val="00651685"/>
    <w:rsid w:val="0065174F"/>
    <w:rsid w:val="00652B77"/>
    <w:rsid w:val="0065338D"/>
    <w:rsid w:val="00653444"/>
    <w:rsid w:val="006567C7"/>
    <w:rsid w:val="00656FE4"/>
    <w:rsid w:val="00657A76"/>
    <w:rsid w:val="00660C7E"/>
    <w:rsid w:val="00660F17"/>
    <w:rsid w:val="00661682"/>
    <w:rsid w:val="0066300B"/>
    <w:rsid w:val="00663098"/>
    <w:rsid w:val="00663426"/>
    <w:rsid w:val="00663A59"/>
    <w:rsid w:val="00665017"/>
    <w:rsid w:val="00670B24"/>
    <w:rsid w:val="00671A0A"/>
    <w:rsid w:val="00672158"/>
    <w:rsid w:val="006721E9"/>
    <w:rsid w:val="00672B8E"/>
    <w:rsid w:val="00675315"/>
    <w:rsid w:val="00675723"/>
    <w:rsid w:val="00676C6F"/>
    <w:rsid w:val="00677163"/>
    <w:rsid w:val="00677720"/>
    <w:rsid w:val="00677773"/>
    <w:rsid w:val="00677937"/>
    <w:rsid w:val="00677A4E"/>
    <w:rsid w:val="0068258A"/>
    <w:rsid w:val="00682D6F"/>
    <w:rsid w:val="00683C7D"/>
    <w:rsid w:val="006860C1"/>
    <w:rsid w:val="006878FE"/>
    <w:rsid w:val="006904A7"/>
    <w:rsid w:val="006910DD"/>
    <w:rsid w:val="00691AD7"/>
    <w:rsid w:val="006932AD"/>
    <w:rsid w:val="006933DF"/>
    <w:rsid w:val="00696066"/>
    <w:rsid w:val="006A0474"/>
    <w:rsid w:val="006A2AC3"/>
    <w:rsid w:val="006A342C"/>
    <w:rsid w:val="006A37FE"/>
    <w:rsid w:val="006A3DF4"/>
    <w:rsid w:val="006A5664"/>
    <w:rsid w:val="006A5C7F"/>
    <w:rsid w:val="006A61F4"/>
    <w:rsid w:val="006B0911"/>
    <w:rsid w:val="006B0C6F"/>
    <w:rsid w:val="006B3522"/>
    <w:rsid w:val="006B397B"/>
    <w:rsid w:val="006B3BEA"/>
    <w:rsid w:val="006B3DEF"/>
    <w:rsid w:val="006B4042"/>
    <w:rsid w:val="006B638E"/>
    <w:rsid w:val="006C1009"/>
    <w:rsid w:val="006C2D21"/>
    <w:rsid w:val="006C353C"/>
    <w:rsid w:val="006C3986"/>
    <w:rsid w:val="006D04BC"/>
    <w:rsid w:val="006D0BDE"/>
    <w:rsid w:val="006D1407"/>
    <w:rsid w:val="006D3121"/>
    <w:rsid w:val="006D4209"/>
    <w:rsid w:val="006D4743"/>
    <w:rsid w:val="006D548B"/>
    <w:rsid w:val="006D7933"/>
    <w:rsid w:val="006D7D0B"/>
    <w:rsid w:val="006E0A3E"/>
    <w:rsid w:val="006E0C1C"/>
    <w:rsid w:val="006E1166"/>
    <w:rsid w:val="006E2857"/>
    <w:rsid w:val="006E2918"/>
    <w:rsid w:val="006E2E25"/>
    <w:rsid w:val="006E3846"/>
    <w:rsid w:val="006E439C"/>
    <w:rsid w:val="006E48B5"/>
    <w:rsid w:val="006E5913"/>
    <w:rsid w:val="006E6CDD"/>
    <w:rsid w:val="006E6DB2"/>
    <w:rsid w:val="006F00C6"/>
    <w:rsid w:val="006F1D58"/>
    <w:rsid w:val="006F23DB"/>
    <w:rsid w:val="006F3CF4"/>
    <w:rsid w:val="006F46C0"/>
    <w:rsid w:val="006F4917"/>
    <w:rsid w:val="006F6253"/>
    <w:rsid w:val="006F6F8B"/>
    <w:rsid w:val="006F7A90"/>
    <w:rsid w:val="006F7BA0"/>
    <w:rsid w:val="006F7F8D"/>
    <w:rsid w:val="00701A5C"/>
    <w:rsid w:val="00702002"/>
    <w:rsid w:val="00704A60"/>
    <w:rsid w:val="007051B6"/>
    <w:rsid w:val="007051CA"/>
    <w:rsid w:val="007063A3"/>
    <w:rsid w:val="007069D3"/>
    <w:rsid w:val="00710023"/>
    <w:rsid w:val="0071128E"/>
    <w:rsid w:val="007124F6"/>
    <w:rsid w:val="00713083"/>
    <w:rsid w:val="0071473B"/>
    <w:rsid w:val="00714EB1"/>
    <w:rsid w:val="00715A7D"/>
    <w:rsid w:val="0071676F"/>
    <w:rsid w:val="007170E7"/>
    <w:rsid w:val="00717FD8"/>
    <w:rsid w:val="00721EB8"/>
    <w:rsid w:val="00722C28"/>
    <w:rsid w:val="0072482F"/>
    <w:rsid w:val="00730093"/>
    <w:rsid w:val="0073069F"/>
    <w:rsid w:val="00730740"/>
    <w:rsid w:val="00730A72"/>
    <w:rsid w:val="0073373E"/>
    <w:rsid w:val="0073374D"/>
    <w:rsid w:val="00733FEF"/>
    <w:rsid w:val="007341FF"/>
    <w:rsid w:val="007359B7"/>
    <w:rsid w:val="00736D60"/>
    <w:rsid w:val="007371BF"/>
    <w:rsid w:val="00737C50"/>
    <w:rsid w:val="00741CD3"/>
    <w:rsid w:val="0074246D"/>
    <w:rsid w:val="00743148"/>
    <w:rsid w:val="00743D9E"/>
    <w:rsid w:val="00743FF2"/>
    <w:rsid w:val="0074596C"/>
    <w:rsid w:val="00745E7C"/>
    <w:rsid w:val="00745F06"/>
    <w:rsid w:val="007469A1"/>
    <w:rsid w:val="00746E2F"/>
    <w:rsid w:val="00747189"/>
    <w:rsid w:val="0074758D"/>
    <w:rsid w:val="007501F2"/>
    <w:rsid w:val="00751BFE"/>
    <w:rsid w:val="007522FB"/>
    <w:rsid w:val="0075320F"/>
    <w:rsid w:val="0075425B"/>
    <w:rsid w:val="007542AE"/>
    <w:rsid w:val="00754A8B"/>
    <w:rsid w:val="00754CB8"/>
    <w:rsid w:val="00755CDE"/>
    <w:rsid w:val="00760BB4"/>
    <w:rsid w:val="00761D9A"/>
    <w:rsid w:val="00762727"/>
    <w:rsid w:val="00762CBB"/>
    <w:rsid w:val="00763578"/>
    <w:rsid w:val="00763836"/>
    <w:rsid w:val="00765949"/>
    <w:rsid w:val="00765F4D"/>
    <w:rsid w:val="00766CFE"/>
    <w:rsid w:val="00767246"/>
    <w:rsid w:val="007677CE"/>
    <w:rsid w:val="007679A5"/>
    <w:rsid w:val="0077077F"/>
    <w:rsid w:val="00772450"/>
    <w:rsid w:val="0077335F"/>
    <w:rsid w:val="007735A2"/>
    <w:rsid w:val="00774635"/>
    <w:rsid w:val="00775954"/>
    <w:rsid w:val="0077647F"/>
    <w:rsid w:val="00776B0A"/>
    <w:rsid w:val="00776D40"/>
    <w:rsid w:val="00777628"/>
    <w:rsid w:val="007817F5"/>
    <w:rsid w:val="007821A6"/>
    <w:rsid w:val="00782D3D"/>
    <w:rsid w:val="00784C69"/>
    <w:rsid w:val="00784E6F"/>
    <w:rsid w:val="00787AB0"/>
    <w:rsid w:val="00790750"/>
    <w:rsid w:val="00792B07"/>
    <w:rsid w:val="00793732"/>
    <w:rsid w:val="007957CC"/>
    <w:rsid w:val="00795DCC"/>
    <w:rsid w:val="0079735F"/>
    <w:rsid w:val="00797528"/>
    <w:rsid w:val="007A05C1"/>
    <w:rsid w:val="007A0A3D"/>
    <w:rsid w:val="007A1B25"/>
    <w:rsid w:val="007A2462"/>
    <w:rsid w:val="007A30DD"/>
    <w:rsid w:val="007A4190"/>
    <w:rsid w:val="007A4EDD"/>
    <w:rsid w:val="007A5052"/>
    <w:rsid w:val="007A51A0"/>
    <w:rsid w:val="007B02EA"/>
    <w:rsid w:val="007B05DA"/>
    <w:rsid w:val="007B06C5"/>
    <w:rsid w:val="007B1F63"/>
    <w:rsid w:val="007B21E9"/>
    <w:rsid w:val="007B3355"/>
    <w:rsid w:val="007B3D04"/>
    <w:rsid w:val="007B45B3"/>
    <w:rsid w:val="007C08F4"/>
    <w:rsid w:val="007C0E73"/>
    <w:rsid w:val="007C18FE"/>
    <w:rsid w:val="007C7A8B"/>
    <w:rsid w:val="007C7BA7"/>
    <w:rsid w:val="007D08CA"/>
    <w:rsid w:val="007D1284"/>
    <w:rsid w:val="007D2E98"/>
    <w:rsid w:val="007D2F64"/>
    <w:rsid w:val="007D2FAF"/>
    <w:rsid w:val="007D3019"/>
    <w:rsid w:val="007D4005"/>
    <w:rsid w:val="007D4D5F"/>
    <w:rsid w:val="007D6C65"/>
    <w:rsid w:val="007D7288"/>
    <w:rsid w:val="007D797C"/>
    <w:rsid w:val="007E011D"/>
    <w:rsid w:val="007E1D39"/>
    <w:rsid w:val="007E2A9D"/>
    <w:rsid w:val="007E629C"/>
    <w:rsid w:val="007E6671"/>
    <w:rsid w:val="007E7596"/>
    <w:rsid w:val="007F082F"/>
    <w:rsid w:val="007F0FD3"/>
    <w:rsid w:val="007F1A83"/>
    <w:rsid w:val="007F79ED"/>
    <w:rsid w:val="0080049F"/>
    <w:rsid w:val="0080193B"/>
    <w:rsid w:val="008031CC"/>
    <w:rsid w:val="00803AB5"/>
    <w:rsid w:val="00803B8B"/>
    <w:rsid w:val="00804B6F"/>
    <w:rsid w:val="00806227"/>
    <w:rsid w:val="008076A3"/>
    <w:rsid w:val="008076FD"/>
    <w:rsid w:val="00810249"/>
    <w:rsid w:val="00811EA8"/>
    <w:rsid w:val="0081256A"/>
    <w:rsid w:val="008137D6"/>
    <w:rsid w:val="008155DF"/>
    <w:rsid w:val="00815AAE"/>
    <w:rsid w:val="00815D17"/>
    <w:rsid w:val="00815D33"/>
    <w:rsid w:val="0081669C"/>
    <w:rsid w:val="00817B90"/>
    <w:rsid w:val="00820DBE"/>
    <w:rsid w:val="0082199B"/>
    <w:rsid w:val="00823551"/>
    <w:rsid w:val="00827040"/>
    <w:rsid w:val="008274F5"/>
    <w:rsid w:val="00827BCE"/>
    <w:rsid w:val="00831504"/>
    <w:rsid w:val="008322A4"/>
    <w:rsid w:val="00832786"/>
    <w:rsid w:val="008334B6"/>
    <w:rsid w:val="0083393B"/>
    <w:rsid w:val="0083482A"/>
    <w:rsid w:val="00835D6B"/>
    <w:rsid w:val="0083653A"/>
    <w:rsid w:val="00837CFE"/>
    <w:rsid w:val="00837EC3"/>
    <w:rsid w:val="00843216"/>
    <w:rsid w:val="00843868"/>
    <w:rsid w:val="008443FE"/>
    <w:rsid w:val="008451BE"/>
    <w:rsid w:val="00845F46"/>
    <w:rsid w:val="008462BC"/>
    <w:rsid w:val="00847FF2"/>
    <w:rsid w:val="0085036C"/>
    <w:rsid w:val="00850914"/>
    <w:rsid w:val="00851936"/>
    <w:rsid w:val="00851994"/>
    <w:rsid w:val="00851A23"/>
    <w:rsid w:val="008538D3"/>
    <w:rsid w:val="008539A5"/>
    <w:rsid w:val="00853E66"/>
    <w:rsid w:val="00854172"/>
    <w:rsid w:val="0085603F"/>
    <w:rsid w:val="00857224"/>
    <w:rsid w:val="0085726E"/>
    <w:rsid w:val="0085753B"/>
    <w:rsid w:val="00861984"/>
    <w:rsid w:val="0086228A"/>
    <w:rsid w:val="00862A86"/>
    <w:rsid w:val="00862ABD"/>
    <w:rsid w:val="00863830"/>
    <w:rsid w:val="00864147"/>
    <w:rsid w:val="00865B77"/>
    <w:rsid w:val="0086613F"/>
    <w:rsid w:val="008720F4"/>
    <w:rsid w:val="00876C8C"/>
    <w:rsid w:val="00876E11"/>
    <w:rsid w:val="00880C7B"/>
    <w:rsid w:val="00882AD6"/>
    <w:rsid w:val="008834C8"/>
    <w:rsid w:val="0088374E"/>
    <w:rsid w:val="00885DF6"/>
    <w:rsid w:val="00886966"/>
    <w:rsid w:val="008915C1"/>
    <w:rsid w:val="0089173F"/>
    <w:rsid w:val="0089183D"/>
    <w:rsid w:val="00893D22"/>
    <w:rsid w:val="00893EF0"/>
    <w:rsid w:val="008940FB"/>
    <w:rsid w:val="00896DBE"/>
    <w:rsid w:val="0089709B"/>
    <w:rsid w:val="008974C3"/>
    <w:rsid w:val="008A07E1"/>
    <w:rsid w:val="008A3B73"/>
    <w:rsid w:val="008A3D11"/>
    <w:rsid w:val="008A3DD9"/>
    <w:rsid w:val="008A4082"/>
    <w:rsid w:val="008A76BA"/>
    <w:rsid w:val="008B0100"/>
    <w:rsid w:val="008B01F3"/>
    <w:rsid w:val="008B0ADF"/>
    <w:rsid w:val="008B2A1B"/>
    <w:rsid w:val="008B2A73"/>
    <w:rsid w:val="008B2B46"/>
    <w:rsid w:val="008B5ED8"/>
    <w:rsid w:val="008B62DA"/>
    <w:rsid w:val="008B69EE"/>
    <w:rsid w:val="008C2C2D"/>
    <w:rsid w:val="008C4229"/>
    <w:rsid w:val="008C5081"/>
    <w:rsid w:val="008D14CA"/>
    <w:rsid w:val="008D1C9B"/>
    <w:rsid w:val="008D2A49"/>
    <w:rsid w:val="008D30C3"/>
    <w:rsid w:val="008D3113"/>
    <w:rsid w:val="008D37C8"/>
    <w:rsid w:val="008D37E2"/>
    <w:rsid w:val="008D44A1"/>
    <w:rsid w:val="008D53F0"/>
    <w:rsid w:val="008D7026"/>
    <w:rsid w:val="008E0302"/>
    <w:rsid w:val="008E2692"/>
    <w:rsid w:val="008E2FCF"/>
    <w:rsid w:val="008E5878"/>
    <w:rsid w:val="008E6C70"/>
    <w:rsid w:val="008E7A52"/>
    <w:rsid w:val="008F02F1"/>
    <w:rsid w:val="008F03AE"/>
    <w:rsid w:val="008F11D6"/>
    <w:rsid w:val="008F263E"/>
    <w:rsid w:val="008F2778"/>
    <w:rsid w:val="008F2BAC"/>
    <w:rsid w:val="008F43F3"/>
    <w:rsid w:val="008F68A0"/>
    <w:rsid w:val="008F77D9"/>
    <w:rsid w:val="00901437"/>
    <w:rsid w:val="00901666"/>
    <w:rsid w:val="00902E9C"/>
    <w:rsid w:val="009038BA"/>
    <w:rsid w:val="009054D4"/>
    <w:rsid w:val="009079B2"/>
    <w:rsid w:val="00910087"/>
    <w:rsid w:val="009102CA"/>
    <w:rsid w:val="009120C8"/>
    <w:rsid w:val="009145D1"/>
    <w:rsid w:val="00914CA4"/>
    <w:rsid w:val="00915FAF"/>
    <w:rsid w:val="00916AF6"/>
    <w:rsid w:val="0091776B"/>
    <w:rsid w:val="00921928"/>
    <w:rsid w:val="009219C2"/>
    <w:rsid w:val="00923FA2"/>
    <w:rsid w:val="0092491F"/>
    <w:rsid w:val="00926280"/>
    <w:rsid w:val="00926799"/>
    <w:rsid w:val="00930786"/>
    <w:rsid w:val="00932F9E"/>
    <w:rsid w:val="0093387C"/>
    <w:rsid w:val="009348CC"/>
    <w:rsid w:val="00935630"/>
    <w:rsid w:val="00936467"/>
    <w:rsid w:val="00937CFE"/>
    <w:rsid w:val="00941690"/>
    <w:rsid w:val="009416AD"/>
    <w:rsid w:val="00941FA4"/>
    <w:rsid w:val="009422F5"/>
    <w:rsid w:val="00944273"/>
    <w:rsid w:val="00944A92"/>
    <w:rsid w:val="009455DC"/>
    <w:rsid w:val="009457A4"/>
    <w:rsid w:val="00945DBF"/>
    <w:rsid w:val="0094605B"/>
    <w:rsid w:val="00946E2C"/>
    <w:rsid w:val="00947382"/>
    <w:rsid w:val="00947A1E"/>
    <w:rsid w:val="00947C9B"/>
    <w:rsid w:val="00947D2A"/>
    <w:rsid w:val="009504C9"/>
    <w:rsid w:val="00950A97"/>
    <w:rsid w:val="00951102"/>
    <w:rsid w:val="00951A8A"/>
    <w:rsid w:val="00953FBE"/>
    <w:rsid w:val="009557D0"/>
    <w:rsid w:val="009560CB"/>
    <w:rsid w:val="0096093F"/>
    <w:rsid w:val="009629C8"/>
    <w:rsid w:val="00967F0D"/>
    <w:rsid w:val="009710F0"/>
    <w:rsid w:val="009733E3"/>
    <w:rsid w:val="00973585"/>
    <w:rsid w:val="00973CE6"/>
    <w:rsid w:val="00973E0B"/>
    <w:rsid w:val="00976D1D"/>
    <w:rsid w:val="00977EC3"/>
    <w:rsid w:val="00980D16"/>
    <w:rsid w:val="00980E8F"/>
    <w:rsid w:val="009814AB"/>
    <w:rsid w:val="00981502"/>
    <w:rsid w:val="00981556"/>
    <w:rsid w:val="009906AC"/>
    <w:rsid w:val="00991EA6"/>
    <w:rsid w:val="0099250C"/>
    <w:rsid w:val="00992788"/>
    <w:rsid w:val="009933A0"/>
    <w:rsid w:val="009958D3"/>
    <w:rsid w:val="00996380"/>
    <w:rsid w:val="00997DB0"/>
    <w:rsid w:val="009A07C6"/>
    <w:rsid w:val="009A0B25"/>
    <w:rsid w:val="009A647B"/>
    <w:rsid w:val="009A7C3D"/>
    <w:rsid w:val="009B0B91"/>
    <w:rsid w:val="009B2204"/>
    <w:rsid w:val="009B2349"/>
    <w:rsid w:val="009B2560"/>
    <w:rsid w:val="009B3530"/>
    <w:rsid w:val="009B3BA1"/>
    <w:rsid w:val="009B3DC4"/>
    <w:rsid w:val="009B5142"/>
    <w:rsid w:val="009C16C9"/>
    <w:rsid w:val="009C2332"/>
    <w:rsid w:val="009C3949"/>
    <w:rsid w:val="009C3AFF"/>
    <w:rsid w:val="009C671C"/>
    <w:rsid w:val="009D024A"/>
    <w:rsid w:val="009D039D"/>
    <w:rsid w:val="009D0EB9"/>
    <w:rsid w:val="009D2024"/>
    <w:rsid w:val="009D2942"/>
    <w:rsid w:val="009D2AD9"/>
    <w:rsid w:val="009D4511"/>
    <w:rsid w:val="009D4C51"/>
    <w:rsid w:val="009D5C00"/>
    <w:rsid w:val="009D6318"/>
    <w:rsid w:val="009D6D01"/>
    <w:rsid w:val="009D6FA4"/>
    <w:rsid w:val="009D7C02"/>
    <w:rsid w:val="009E066D"/>
    <w:rsid w:val="009E2167"/>
    <w:rsid w:val="009E39F7"/>
    <w:rsid w:val="009E3A1F"/>
    <w:rsid w:val="009E3DCA"/>
    <w:rsid w:val="009E3E9C"/>
    <w:rsid w:val="009E4490"/>
    <w:rsid w:val="009E639A"/>
    <w:rsid w:val="009E6572"/>
    <w:rsid w:val="009E67BC"/>
    <w:rsid w:val="009E6DA9"/>
    <w:rsid w:val="009E6E9E"/>
    <w:rsid w:val="009F0FC8"/>
    <w:rsid w:val="009F10DA"/>
    <w:rsid w:val="009F1CC0"/>
    <w:rsid w:val="009F2041"/>
    <w:rsid w:val="009F23AD"/>
    <w:rsid w:val="009F2508"/>
    <w:rsid w:val="009F3252"/>
    <w:rsid w:val="009F4149"/>
    <w:rsid w:val="009F5932"/>
    <w:rsid w:val="009F5934"/>
    <w:rsid w:val="009F799F"/>
    <w:rsid w:val="009F79BF"/>
    <w:rsid w:val="00A007D9"/>
    <w:rsid w:val="00A00D0B"/>
    <w:rsid w:val="00A0158A"/>
    <w:rsid w:val="00A01CDE"/>
    <w:rsid w:val="00A02F37"/>
    <w:rsid w:val="00A04EB8"/>
    <w:rsid w:val="00A0797A"/>
    <w:rsid w:val="00A10ED2"/>
    <w:rsid w:val="00A125E8"/>
    <w:rsid w:val="00A130CB"/>
    <w:rsid w:val="00A1331E"/>
    <w:rsid w:val="00A15215"/>
    <w:rsid w:val="00A16407"/>
    <w:rsid w:val="00A16FAA"/>
    <w:rsid w:val="00A17890"/>
    <w:rsid w:val="00A2009B"/>
    <w:rsid w:val="00A2189C"/>
    <w:rsid w:val="00A22165"/>
    <w:rsid w:val="00A2380F"/>
    <w:rsid w:val="00A23DFB"/>
    <w:rsid w:val="00A2453F"/>
    <w:rsid w:val="00A2517E"/>
    <w:rsid w:val="00A255B8"/>
    <w:rsid w:val="00A26AF8"/>
    <w:rsid w:val="00A26EEF"/>
    <w:rsid w:val="00A2792F"/>
    <w:rsid w:val="00A316D3"/>
    <w:rsid w:val="00A31BB6"/>
    <w:rsid w:val="00A33C2D"/>
    <w:rsid w:val="00A34E8A"/>
    <w:rsid w:val="00A35C78"/>
    <w:rsid w:val="00A364EF"/>
    <w:rsid w:val="00A425C4"/>
    <w:rsid w:val="00A43660"/>
    <w:rsid w:val="00A43C6B"/>
    <w:rsid w:val="00A45622"/>
    <w:rsid w:val="00A546DE"/>
    <w:rsid w:val="00A559DB"/>
    <w:rsid w:val="00A55C03"/>
    <w:rsid w:val="00A55E1E"/>
    <w:rsid w:val="00A56AEA"/>
    <w:rsid w:val="00A57976"/>
    <w:rsid w:val="00A6164B"/>
    <w:rsid w:val="00A62CC3"/>
    <w:rsid w:val="00A633A5"/>
    <w:rsid w:val="00A64F6A"/>
    <w:rsid w:val="00A65831"/>
    <w:rsid w:val="00A661AD"/>
    <w:rsid w:val="00A67F3D"/>
    <w:rsid w:val="00A70A09"/>
    <w:rsid w:val="00A70F24"/>
    <w:rsid w:val="00A7216D"/>
    <w:rsid w:val="00A72C3E"/>
    <w:rsid w:val="00A74DC2"/>
    <w:rsid w:val="00A76FA3"/>
    <w:rsid w:val="00A81798"/>
    <w:rsid w:val="00A8247D"/>
    <w:rsid w:val="00A84330"/>
    <w:rsid w:val="00A84F8D"/>
    <w:rsid w:val="00A85D4E"/>
    <w:rsid w:val="00A86CAB"/>
    <w:rsid w:val="00A903DD"/>
    <w:rsid w:val="00A91C10"/>
    <w:rsid w:val="00A92B22"/>
    <w:rsid w:val="00A935C8"/>
    <w:rsid w:val="00A9397E"/>
    <w:rsid w:val="00A94821"/>
    <w:rsid w:val="00A951AC"/>
    <w:rsid w:val="00A97A1A"/>
    <w:rsid w:val="00AA270D"/>
    <w:rsid w:val="00AA437A"/>
    <w:rsid w:val="00AA5510"/>
    <w:rsid w:val="00AB3050"/>
    <w:rsid w:val="00AB4157"/>
    <w:rsid w:val="00AC05B0"/>
    <w:rsid w:val="00AC08F9"/>
    <w:rsid w:val="00AC21E8"/>
    <w:rsid w:val="00AC28B4"/>
    <w:rsid w:val="00AC3ED7"/>
    <w:rsid w:val="00AC425A"/>
    <w:rsid w:val="00AC4F40"/>
    <w:rsid w:val="00AC52AF"/>
    <w:rsid w:val="00AC6575"/>
    <w:rsid w:val="00AC6AE4"/>
    <w:rsid w:val="00AC6C03"/>
    <w:rsid w:val="00AD0147"/>
    <w:rsid w:val="00AD01D5"/>
    <w:rsid w:val="00AD0A01"/>
    <w:rsid w:val="00AD12B6"/>
    <w:rsid w:val="00AD15FC"/>
    <w:rsid w:val="00AD2378"/>
    <w:rsid w:val="00AD2CAC"/>
    <w:rsid w:val="00AD34CB"/>
    <w:rsid w:val="00AD7906"/>
    <w:rsid w:val="00AD7E33"/>
    <w:rsid w:val="00AE016A"/>
    <w:rsid w:val="00AE03C9"/>
    <w:rsid w:val="00AE248A"/>
    <w:rsid w:val="00AE3019"/>
    <w:rsid w:val="00AE3130"/>
    <w:rsid w:val="00AE3174"/>
    <w:rsid w:val="00AE3336"/>
    <w:rsid w:val="00AE6592"/>
    <w:rsid w:val="00AE6CDB"/>
    <w:rsid w:val="00AE6E87"/>
    <w:rsid w:val="00AF0874"/>
    <w:rsid w:val="00AF2405"/>
    <w:rsid w:val="00B0008A"/>
    <w:rsid w:val="00B0355D"/>
    <w:rsid w:val="00B0424A"/>
    <w:rsid w:val="00B06B73"/>
    <w:rsid w:val="00B07316"/>
    <w:rsid w:val="00B07630"/>
    <w:rsid w:val="00B10BE1"/>
    <w:rsid w:val="00B16AA1"/>
    <w:rsid w:val="00B17F96"/>
    <w:rsid w:val="00B21420"/>
    <w:rsid w:val="00B25613"/>
    <w:rsid w:val="00B30A69"/>
    <w:rsid w:val="00B342B6"/>
    <w:rsid w:val="00B3516D"/>
    <w:rsid w:val="00B3573D"/>
    <w:rsid w:val="00B3671F"/>
    <w:rsid w:val="00B3771E"/>
    <w:rsid w:val="00B37F45"/>
    <w:rsid w:val="00B41166"/>
    <w:rsid w:val="00B41369"/>
    <w:rsid w:val="00B42700"/>
    <w:rsid w:val="00B4299F"/>
    <w:rsid w:val="00B45360"/>
    <w:rsid w:val="00B458E3"/>
    <w:rsid w:val="00B45C9F"/>
    <w:rsid w:val="00B45EC1"/>
    <w:rsid w:val="00B46FD5"/>
    <w:rsid w:val="00B516F4"/>
    <w:rsid w:val="00B52EF3"/>
    <w:rsid w:val="00B547D4"/>
    <w:rsid w:val="00B54834"/>
    <w:rsid w:val="00B548C8"/>
    <w:rsid w:val="00B55386"/>
    <w:rsid w:val="00B61061"/>
    <w:rsid w:val="00B61758"/>
    <w:rsid w:val="00B61EEF"/>
    <w:rsid w:val="00B62698"/>
    <w:rsid w:val="00B627D6"/>
    <w:rsid w:val="00B636DD"/>
    <w:rsid w:val="00B63CBA"/>
    <w:rsid w:val="00B645DB"/>
    <w:rsid w:val="00B65769"/>
    <w:rsid w:val="00B65E15"/>
    <w:rsid w:val="00B65F37"/>
    <w:rsid w:val="00B7064B"/>
    <w:rsid w:val="00B70C26"/>
    <w:rsid w:val="00B71060"/>
    <w:rsid w:val="00B72061"/>
    <w:rsid w:val="00B727BF"/>
    <w:rsid w:val="00B72A0E"/>
    <w:rsid w:val="00B72BF2"/>
    <w:rsid w:val="00B7418E"/>
    <w:rsid w:val="00B74ECC"/>
    <w:rsid w:val="00B76C2C"/>
    <w:rsid w:val="00B7718F"/>
    <w:rsid w:val="00B776D7"/>
    <w:rsid w:val="00B81A79"/>
    <w:rsid w:val="00B824CD"/>
    <w:rsid w:val="00B83E26"/>
    <w:rsid w:val="00B84D19"/>
    <w:rsid w:val="00B85641"/>
    <w:rsid w:val="00B85ABE"/>
    <w:rsid w:val="00B86005"/>
    <w:rsid w:val="00B861AC"/>
    <w:rsid w:val="00B92BB6"/>
    <w:rsid w:val="00B93F52"/>
    <w:rsid w:val="00B93FA7"/>
    <w:rsid w:val="00B94421"/>
    <w:rsid w:val="00B94C2C"/>
    <w:rsid w:val="00B96D1E"/>
    <w:rsid w:val="00B971BB"/>
    <w:rsid w:val="00BA1180"/>
    <w:rsid w:val="00BA67FB"/>
    <w:rsid w:val="00BB14DC"/>
    <w:rsid w:val="00BB4723"/>
    <w:rsid w:val="00BB4E5C"/>
    <w:rsid w:val="00BB6E06"/>
    <w:rsid w:val="00BB709B"/>
    <w:rsid w:val="00BC1D8C"/>
    <w:rsid w:val="00BC3DDF"/>
    <w:rsid w:val="00BC497D"/>
    <w:rsid w:val="00BC49AC"/>
    <w:rsid w:val="00BC64C8"/>
    <w:rsid w:val="00BC65A9"/>
    <w:rsid w:val="00BC67FC"/>
    <w:rsid w:val="00BC6902"/>
    <w:rsid w:val="00BC7633"/>
    <w:rsid w:val="00BD330C"/>
    <w:rsid w:val="00BD37C9"/>
    <w:rsid w:val="00BD51D6"/>
    <w:rsid w:val="00BD5721"/>
    <w:rsid w:val="00BD626D"/>
    <w:rsid w:val="00BD7342"/>
    <w:rsid w:val="00BD7E98"/>
    <w:rsid w:val="00BE061A"/>
    <w:rsid w:val="00BE1B52"/>
    <w:rsid w:val="00BE37EE"/>
    <w:rsid w:val="00BE4D14"/>
    <w:rsid w:val="00BE57D5"/>
    <w:rsid w:val="00BE6C1B"/>
    <w:rsid w:val="00BE6E18"/>
    <w:rsid w:val="00BE7688"/>
    <w:rsid w:val="00BF10E9"/>
    <w:rsid w:val="00BF262F"/>
    <w:rsid w:val="00BF2DBB"/>
    <w:rsid w:val="00BF3691"/>
    <w:rsid w:val="00BF529A"/>
    <w:rsid w:val="00BF625C"/>
    <w:rsid w:val="00BF7314"/>
    <w:rsid w:val="00C01749"/>
    <w:rsid w:val="00C0217C"/>
    <w:rsid w:val="00C021BF"/>
    <w:rsid w:val="00C02263"/>
    <w:rsid w:val="00C02995"/>
    <w:rsid w:val="00C03634"/>
    <w:rsid w:val="00C046BB"/>
    <w:rsid w:val="00C10911"/>
    <w:rsid w:val="00C11623"/>
    <w:rsid w:val="00C11D30"/>
    <w:rsid w:val="00C12EA9"/>
    <w:rsid w:val="00C13EDE"/>
    <w:rsid w:val="00C14120"/>
    <w:rsid w:val="00C142B5"/>
    <w:rsid w:val="00C15BB4"/>
    <w:rsid w:val="00C17483"/>
    <w:rsid w:val="00C213F2"/>
    <w:rsid w:val="00C21B75"/>
    <w:rsid w:val="00C225F9"/>
    <w:rsid w:val="00C2346F"/>
    <w:rsid w:val="00C23E47"/>
    <w:rsid w:val="00C277D4"/>
    <w:rsid w:val="00C3175B"/>
    <w:rsid w:val="00C31F9C"/>
    <w:rsid w:val="00C32AE7"/>
    <w:rsid w:val="00C32B21"/>
    <w:rsid w:val="00C338E6"/>
    <w:rsid w:val="00C37193"/>
    <w:rsid w:val="00C4033D"/>
    <w:rsid w:val="00C42FE3"/>
    <w:rsid w:val="00C43B25"/>
    <w:rsid w:val="00C44D9C"/>
    <w:rsid w:val="00C460B9"/>
    <w:rsid w:val="00C46CBC"/>
    <w:rsid w:val="00C46F27"/>
    <w:rsid w:val="00C50FA7"/>
    <w:rsid w:val="00C5148F"/>
    <w:rsid w:val="00C54C0F"/>
    <w:rsid w:val="00C5581D"/>
    <w:rsid w:val="00C55D25"/>
    <w:rsid w:val="00C563CF"/>
    <w:rsid w:val="00C57A72"/>
    <w:rsid w:val="00C60246"/>
    <w:rsid w:val="00C628E2"/>
    <w:rsid w:val="00C63E5C"/>
    <w:rsid w:val="00C64952"/>
    <w:rsid w:val="00C6585E"/>
    <w:rsid w:val="00C67664"/>
    <w:rsid w:val="00C6784D"/>
    <w:rsid w:val="00C70BF5"/>
    <w:rsid w:val="00C7612C"/>
    <w:rsid w:val="00C80596"/>
    <w:rsid w:val="00C811AB"/>
    <w:rsid w:val="00C81FCA"/>
    <w:rsid w:val="00C8515B"/>
    <w:rsid w:val="00C85766"/>
    <w:rsid w:val="00C86260"/>
    <w:rsid w:val="00C87DBF"/>
    <w:rsid w:val="00C90448"/>
    <w:rsid w:val="00C91C51"/>
    <w:rsid w:val="00C92660"/>
    <w:rsid w:val="00C95DE2"/>
    <w:rsid w:val="00C9601B"/>
    <w:rsid w:val="00C9674C"/>
    <w:rsid w:val="00CA15E9"/>
    <w:rsid w:val="00CA1F33"/>
    <w:rsid w:val="00CA2C32"/>
    <w:rsid w:val="00CA2C4F"/>
    <w:rsid w:val="00CA5E54"/>
    <w:rsid w:val="00CA639E"/>
    <w:rsid w:val="00CA760B"/>
    <w:rsid w:val="00CB1DC9"/>
    <w:rsid w:val="00CB235E"/>
    <w:rsid w:val="00CB2CE3"/>
    <w:rsid w:val="00CB4A97"/>
    <w:rsid w:val="00CB4BE6"/>
    <w:rsid w:val="00CB5AAC"/>
    <w:rsid w:val="00CB5F07"/>
    <w:rsid w:val="00CB658F"/>
    <w:rsid w:val="00CB6647"/>
    <w:rsid w:val="00CB7B0A"/>
    <w:rsid w:val="00CC131E"/>
    <w:rsid w:val="00CC13A7"/>
    <w:rsid w:val="00CC3B85"/>
    <w:rsid w:val="00CC54DF"/>
    <w:rsid w:val="00CC6666"/>
    <w:rsid w:val="00CD0285"/>
    <w:rsid w:val="00CD0A13"/>
    <w:rsid w:val="00CD25A2"/>
    <w:rsid w:val="00CD26A5"/>
    <w:rsid w:val="00CD2B5E"/>
    <w:rsid w:val="00CD3737"/>
    <w:rsid w:val="00CD410F"/>
    <w:rsid w:val="00CD49D0"/>
    <w:rsid w:val="00CE0218"/>
    <w:rsid w:val="00CE09CC"/>
    <w:rsid w:val="00CE2247"/>
    <w:rsid w:val="00CE3646"/>
    <w:rsid w:val="00CE3D98"/>
    <w:rsid w:val="00CE7BEB"/>
    <w:rsid w:val="00CF0117"/>
    <w:rsid w:val="00CF089E"/>
    <w:rsid w:val="00CF103E"/>
    <w:rsid w:val="00CF1144"/>
    <w:rsid w:val="00CF1196"/>
    <w:rsid w:val="00CF1A07"/>
    <w:rsid w:val="00CF4875"/>
    <w:rsid w:val="00CF5FD4"/>
    <w:rsid w:val="00CF6914"/>
    <w:rsid w:val="00D00BBD"/>
    <w:rsid w:val="00D00F39"/>
    <w:rsid w:val="00D0446D"/>
    <w:rsid w:val="00D046C4"/>
    <w:rsid w:val="00D04C35"/>
    <w:rsid w:val="00D051BB"/>
    <w:rsid w:val="00D054E3"/>
    <w:rsid w:val="00D07637"/>
    <w:rsid w:val="00D11EB0"/>
    <w:rsid w:val="00D12CDA"/>
    <w:rsid w:val="00D13839"/>
    <w:rsid w:val="00D13F2E"/>
    <w:rsid w:val="00D15329"/>
    <w:rsid w:val="00D15687"/>
    <w:rsid w:val="00D156F4"/>
    <w:rsid w:val="00D159E4"/>
    <w:rsid w:val="00D17E75"/>
    <w:rsid w:val="00D17F7D"/>
    <w:rsid w:val="00D2095D"/>
    <w:rsid w:val="00D23E31"/>
    <w:rsid w:val="00D25098"/>
    <w:rsid w:val="00D26322"/>
    <w:rsid w:val="00D27112"/>
    <w:rsid w:val="00D3032A"/>
    <w:rsid w:val="00D30D54"/>
    <w:rsid w:val="00D322C8"/>
    <w:rsid w:val="00D3313C"/>
    <w:rsid w:val="00D33E5A"/>
    <w:rsid w:val="00D403DD"/>
    <w:rsid w:val="00D42AB6"/>
    <w:rsid w:val="00D45932"/>
    <w:rsid w:val="00D45E81"/>
    <w:rsid w:val="00D4744E"/>
    <w:rsid w:val="00D504C7"/>
    <w:rsid w:val="00D50C0D"/>
    <w:rsid w:val="00D5151D"/>
    <w:rsid w:val="00D51B0C"/>
    <w:rsid w:val="00D54997"/>
    <w:rsid w:val="00D54CA6"/>
    <w:rsid w:val="00D56617"/>
    <w:rsid w:val="00D56808"/>
    <w:rsid w:val="00D5707A"/>
    <w:rsid w:val="00D60460"/>
    <w:rsid w:val="00D60C80"/>
    <w:rsid w:val="00D62642"/>
    <w:rsid w:val="00D62A25"/>
    <w:rsid w:val="00D63097"/>
    <w:rsid w:val="00D6581B"/>
    <w:rsid w:val="00D6743F"/>
    <w:rsid w:val="00D67628"/>
    <w:rsid w:val="00D67817"/>
    <w:rsid w:val="00D67880"/>
    <w:rsid w:val="00D678E9"/>
    <w:rsid w:val="00D70667"/>
    <w:rsid w:val="00D71132"/>
    <w:rsid w:val="00D72581"/>
    <w:rsid w:val="00D73188"/>
    <w:rsid w:val="00D7404B"/>
    <w:rsid w:val="00D756E5"/>
    <w:rsid w:val="00D80132"/>
    <w:rsid w:val="00D8060E"/>
    <w:rsid w:val="00D81319"/>
    <w:rsid w:val="00D82B6B"/>
    <w:rsid w:val="00D84E7D"/>
    <w:rsid w:val="00D85441"/>
    <w:rsid w:val="00D90BDA"/>
    <w:rsid w:val="00D90CE1"/>
    <w:rsid w:val="00D90D33"/>
    <w:rsid w:val="00D91525"/>
    <w:rsid w:val="00D93564"/>
    <w:rsid w:val="00D935A1"/>
    <w:rsid w:val="00D9362E"/>
    <w:rsid w:val="00D94AA3"/>
    <w:rsid w:val="00D97078"/>
    <w:rsid w:val="00D9782D"/>
    <w:rsid w:val="00DA0404"/>
    <w:rsid w:val="00DA1963"/>
    <w:rsid w:val="00DA1F45"/>
    <w:rsid w:val="00DA20F7"/>
    <w:rsid w:val="00DA3095"/>
    <w:rsid w:val="00DA3640"/>
    <w:rsid w:val="00DA4CA2"/>
    <w:rsid w:val="00DA6B84"/>
    <w:rsid w:val="00DA6BF7"/>
    <w:rsid w:val="00DB15E6"/>
    <w:rsid w:val="00DB4C47"/>
    <w:rsid w:val="00DB672D"/>
    <w:rsid w:val="00DB78E7"/>
    <w:rsid w:val="00DB7BA6"/>
    <w:rsid w:val="00DC0122"/>
    <w:rsid w:val="00DC1161"/>
    <w:rsid w:val="00DC126A"/>
    <w:rsid w:val="00DC12F4"/>
    <w:rsid w:val="00DC178F"/>
    <w:rsid w:val="00DC2317"/>
    <w:rsid w:val="00DC3008"/>
    <w:rsid w:val="00DC4537"/>
    <w:rsid w:val="00DC574E"/>
    <w:rsid w:val="00DC5D2C"/>
    <w:rsid w:val="00DC633A"/>
    <w:rsid w:val="00DC7165"/>
    <w:rsid w:val="00DC770F"/>
    <w:rsid w:val="00DC7F5E"/>
    <w:rsid w:val="00DD1A95"/>
    <w:rsid w:val="00DD234E"/>
    <w:rsid w:val="00DD2A8E"/>
    <w:rsid w:val="00DD4C98"/>
    <w:rsid w:val="00DD553B"/>
    <w:rsid w:val="00DD6274"/>
    <w:rsid w:val="00DD66A4"/>
    <w:rsid w:val="00DD7145"/>
    <w:rsid w:val="00DE0E62"/>
    <w:rsid w:val="00DE173C"/>
    <w:rsid w:val="00DE2344"/>
    <w:rsid w:val="00DE3967"/>
    <w:rsid w:val="00DE44B1"/>
    <w:rsid w:val="00DE569D"/>
    <w:rsid w:val="00DE7A53"/>
    <w:rsid w:val="00DF0EC3"/>
    <w:rsid w:val="00DF14AD"/>
    <w:rsid w:val="00DF3B2B"/>
    <w:rsid w:val="00DF492A"/>
    <w:rsid w:val="00DF56A5"/>
    <w:rsid w:val="00DF7575"/>
    <w:rsid w:val="00DF7902"/>
    <w:rsid w:val="00E024D3"/>
    <w:rsid w:val="00E0252F"/>
    <w:rsid w:val="00E033A3"/>
    <w:rsid w:val="00E03B53"/>
    <w:rsid w:val="00E04C2C"/>
    <w:rsid w:val="00E0614A"/>
    <w:rsid w:val="00E0615E"/>
    <w:rsid w:val="00E0689E"/>
    <w:rsid w:val="00E07CA2"/>
    <w:rsid w:val="00E105E7"/>
    <w:rsid w:val="00E130F3"/>
    <w:rsid w:val="00E13602"/>
    <w:rsid w:val="00E14FC8"/>
    <w:rsid w:val="00E1608C"/>
    <w:rsid w:val="00E1678E"/>
    <w:rsid w:val="00E17E13"/>
    <w:rsid w:val="00E2015E"/>
    <w:rsid w:val="00E25040"/>
    <w:rsid w:val="00E263AB"/>
    <w:rsid w:val="00E27318"/>
    <w:rsid w:val="00E27D1A"/>
    <w:rsid w:val="00E3120C"/>
    <w:rsid w:val="00E313FD"/>
    <w:rsid w:val="00E318BC"/>
    <w:rsid w:val="00E31ED5"/>
    <w:rsid w:val="00E32BED"/>
    <w:rsid w:val="00E35E2D"/>
    <w:rsid w:val="00E35ED7"/>
    <w:rsid w:val="00E36B1E"/>
    <w:rsid w:val="00E412FD"/>
    <w:rsid w:val="00E4362F"/>
    <w:rsid w:val="00E44012"/>
    <w:rsid w:val="00E46238"/>
    <w:rsid w:val="00E46673"/>
    <w:rsid w:val="00E46870"/>
    <w:rsid w:val="00E47223"/>
    <w:rsid w:val="00E5098D"/>
    <w:rsid w:val="00E524E2"/>
    <w:rsid w:val="00E53BA6"/>
    <w:rsid w:val="00E54003"/>
    <w:rsid w:val="00E542A6"/>
    <w:rsid w:val="00E5573C"/>
    <w:rsid w:val="00E56063"/>
    <w:rsid w:val="00E6091D"/>
    <w:rsid w:val="00E60932"/>
    <w:rsid w:val="00E61F3C"/>
    <w:rsid w:val="00E627C2"/>
    <w:rsid w:val="00E64BBB"/>
    <w:rsid w:val="00E6590F"/>
    <w:rsid w:val="00E66115"/>
    <w:rsid w:val="00E668E9"/>
    <w:rsid w:val="00E672DD"/>
    <w:rsid w:val="00E67E65"/>
    <w:rsid w:val="00E70765"/>
    <w:rsid w:val="00E70ACB"/>
    <w:rsid w:val="00E72627"/>
    <w:rsid w:val="00E73321"/>
    <w:rsid w:val="00E75D6A"/>
    <w:rsid w:val="00E76C28"/>
    <w:rsid w:val="00E76D4D"/>
    <w:rsid w:val="00E81011"/>
    <w:rsid w:val="00E82E47"/>
    <w:rsid w:val="00E84368"/>
    <w:rsid w:val="00E84EC3"/>
    <w:rsid w:val="00E85D1E"/>
    <w:rsid w:val="00E90D9F"/>
    <w:rsid w:val="00E90DC3"/>
    <w:rsid w:val="00E92B56"/>
    <w:rsid w:val="00E92DEE"/>
    <w:rsid w:val="00E93594"/>
    <w:rsid w:val="00E95FA5"/>
    <w:rsid w:val="00E96312"/>
    <w:rsid w:val="00E96D7D"/>
    <w:rsid w:val="00E97868"/>
    <w:rsid w:val="00E97E15"/>
    <w:rsid w:val="00EA0372"/>
    <w:rsid w:val="00EA124A"/>
    <w:rsid w:val="00EA2300"/>
    <w:rsid w:val="00EA33D9"/>
    <w:rsid w:val="00EA4685"/>
    <w:rsid w:val="00EA6A8F"/>
    <w:rsid w:val="00EA78A7"/>
    <w:rsid w:val="00EB0F67"/>
    <w:rsid w:val="00EB1F0E"/>
    <w:rsid w:val="00EB25EE"/>
    <w:rsid w:val="00EB7DFC"/>
    <w:rsid w:val="00EC03F2"/>
    <w:rsid w:val="00EC0445"/>
    <w:rsid w:val="00EC0540"/>
    <w:rsid w:val="00EC1296"/>
    <w:rsid w:val="00EC1EDB"/>
    <w:rsid w:val="00EC31A8"/>
    <w:rsid w:val="00EC37EC"/>
    <w:rsid w:val="00EC3CB3"/>
    <w:rsid w:val="00EC6927"/>
    <w:rsid w:val="00ED049A"/>
    <w:rsid w:val="00ED0D66"/>
    <w:rsid w:val="00ED0FBA"/>
    <w:rsid w:val="00ED2122"/>
    <w:rsid w:val="00ED236B"/>
    <w:rsid w:val="00ED2C73"/>
    <w:rsid w:val="00ED3424"/>
    <w:rsid w:val="00ED35A0"/>
    <w:rsid w:val="00ED3A46"/>
    <w:rsid w:val="00ED3BD8"/>
    <w:rsid w:val="00ED4C35"/>
    <w:rsid w:val="00ED5442"/>
    <w:rsid w:val="00ED5810"/>
    <w:rsid w:val="00ED5C66"/>
    <w:rsid w:val="00ED609F"/>
    <w:rsid w:val="00EE1AD4"/>
    <w:rsid w:val="00EE26BF"/>
    <w:rsid w:val="00EE2949"/>
    <w:rsid w:val="00EE2A64"/>
    <w:rsid w:val="00EE5FF5"/>
    <w:rsid w:val="00EE62CB"/>
    <w:rsid w:val="00EF0022"/>
    <w:rsid w:val="00EF09C8"/>
    <w:rsid w:val="00EF0ABC"/>
    <w:rsid w:val="00EF154D"/>
    <w:rsid w:val="00EF18EF"/>
    <w:rsid w:val="00EF1ABD"/>
    <w:rsid w:val="00EF2847"/>
    <w:rsid w:val="00EF4457"/>
    <w:rsid w:val="00EF4735"/>
    <w:rsid w:val="00EF4DEF"/>
    <w:rsid w:val="00EF50BD"/>
    <w:rsid w:val="00EF53B3"/>
    <w:rsid w:val="00EF62FA"/>
    <w:rsid w:val="00EF71B9"/>
    <w:rsid w:val="00F0114B"/>
    <w:rsid w:val="00F01577"/>
    <w:rsid w:val="00F01C28"/>
    <w:rsid w:val="00F03473"/>
    <w:rsid w:val="00F039D0"/>
    <w:rsid w:val="00F041D3"/>
    <w:rsid w:val="00F04C43"/>
    <w:rsid w:val="00F05661"/>
    <w:rsid w:val="00F0602F"/>
    <w:rsid w:val="00F0625D"/>
    <w:rsid w:val="00F10354"/>
    <w:rsid w:val="00F14523"/>
    <w:rsid w:val="00F15622"/>
    <w:rsid w:val="00F165C1"/>
    <w:rsid w:val="00F17A55"/>
    <w:rsid w:val="00F219F7"/>
    <w:rsid w:val="00F22B42"/>
    <w:rsid w:val="00F22D66"/>
    <w:rsid w:val="00F22DFA"/>
    <w:rsid w:val="00F23C12"/>
    <w:rsid w:val="00F2445C"/>
    <w:rsid w:val="00F25C97"/>
    <w:rsid w:val="00F2739B"/>
    <w:rsid w:val="00F32386"/>
    <w:rsid w:val="00F34838"/>
    <w:rsid w:val="00F3494C"/>
    <w:rsid w:val="00F34A2C"/>
    <w:rsid w:val="00F36225"/>
    <w:rsid w:val="00F370A6"/>
    <w:rsid w:val="00F37CC7"/>
    <w:rsid w:val="00F37CCD"/>
    <w:rsid w:val="00F414B7"/>
    <w:rsid w:val="00F417BE"/>
    <w:rsid w:val="00F42421"/>
    <w:rsid w:val="00F44947"/>
    <w:rsid w:val="00F4600E"/>
    <w:rsid w:val="00F47C0D"/>
    <w:rsid w:val="00F47EB7"/>
    <w:rsid w:val="00F50CDA"/>
    <w:rsid w:val="00F5206C"/>
    <w:rsid w:val="00F52537"/>
    <w:rsid w:val="00F52D68"/>
    <w:rsid w:val="00F5310C"/>
    <w:rsid w:val="00F55B1C"/>
    <w:rsid w:val="00F56150"/>
    <w:rsid w:val="00F62023"/>
    <w:rsid w:val="00F62266"/>
    <w:rsid w:val="00F62A07"/>
    <w:rsid w:val="00F62CAB"/>
    <w:rsid w:val="00F66EA4"/>
    <w:rsid w:val="00F70731"/>
    <w:rsid w:val="00F71459"/>
    <w:rsid w:val="00F71DB2"/>
    <w:rsid w:val="00F72C54"/>
    <w:rsid w:val="00F73949"/>
    <w:rsid w:val="00F74F1B"/>
    <w:rsid w:val="00F75F1D"/>
    <w:rsid w:val="00F75F4A"/>
    <w:rsid w:val="00F81020"/>
    <w:rsid w:val="00F81FA9"/>
    <w:rsid w:val="00F85215"/>
    <w:rsid w:val="00F86A3A"/>
    <w:rsid w:val="00F91ACF"/>
    <w:rsid w:val="00F945C2"/>
    <w:rsid w:val="00F954F1"/>
    <w:rsid w:val="00F96B84"/>
    <w:rsid w:val="00FA0DF6"/>
    <w:rsid w:val="00FA2071"/>
    <w:rsid w:val="00FA21AC"/>
    <w:rsid w:val="00FA48EC"/>
    <w:rsid w:val="00FA53E5"/>
    <w:rsid w:val="00FA5ED4"/>
    <w:rsid w:val="00FA69CC"/>
    <w:rsid w:val="00FA6B27"/>
    <w:rsid w:val="00FA6B68"/>
    <w:rsid w:val="00FB2CCA"/>
    <w:rsid w:val="00FB3413"/>
    <w:rsid w:val="00FB3510"/>
    <w:rsid w:val="00FB59C4"/>
    <w:rsid w:val="00FB7164"/>
    <w:rsid w:val="00FB71DB"/>
    <w:rsid w:val="00FC3F6E"/>
    <w:rsid w:val="00FC56D9"/>
    <w:rsid w:val="00FC7720"/>
    <w:rsid w:val="00FD1002"/>
    <w:rsid w:val="00FD102B"/>
    <w:rsid w:val="00FD3BEA"/>
    <w:rsid w:val="00FD482F"/>
    <w:rsid w:val="00FD4FA9"/>
    <w:rsid w:val="00FD56C6"/>
    <w:rsid w:val="00FD5901"/>
    <w:rsid w:val="00FE12DB"/>
    <w:rsid w:val="00FE3829"/>
    <w:rsid w:val="00FE392A"/>
    <w:rsid w:val="00FE3E7C"/>
    <w:rsid w:val="00FE4B04"/>
    <w:rsid w:val="00FE5590"/>
    <w:rsid w:val="00FE66CA"/>
    <w:rsid w:val="00FF0ABD"/>
    <w:rsid w:val="00FF105D"/>
    <w:rsid w:val="00FF3012"/>
    <w:rsid w:val="00FF4AA7"/>
    <w:rsid w:val="00FF4AB0"/>
    <w:rsid w:val="00FF5FA3"/>
    <w:rsid w:val="00FF6C59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EFB7416"/>
  <w15:docId w15:val="{E6729C9E-EAAC-4BEE-84B5-3F0774855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D3A4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D3A4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ED3A46"/>
  </w:style>
  <w:style w:type="paragraph" w:styleId="a6">
    <w:name w:val="footer"/>
    <w:basedOn w:val="a"/>
    <w:link w:val="a7"/>
    <w:uiPriority w:val="99"/>
    <w:rsid w:val="00ED3A4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ED3A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F492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5558E3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67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679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Травников Сергей Викторович</dc:creator>
  <cp:lastModifiedBy>Гаврилова Елена Николаевна</cp:lastModifiedBy>
  <cp:revision>6</cp:revision>
  <cp:lastPrinted>2024-10-30T06:08:00Z</cp:lastPrinted>
  <dcterms:created xsi:type="dcterms:W3CDTF">2024-10-23T10:11:00Z</dcterms:created>
  <dcterms:modified xsi:type="dcterms:W3CDTF">2024-11-07T12:06:00Z</dcterms:modified>
</cp:coreProperties>
</file>