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Пояснительная записка к проекту закона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«Об областном бюджете на 202</w:t>
      </w:r>
      <w:r w:rsidR="009C3500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</w:t>
      </w:r>
    </w:p>
    <w:p w:rsidR="004E47BA" w:rsidRPr="00AB5D84" w:rsidRDefault="004E47BA" w:rsidP="004E47BA">
      <w:pPr>
        <w:jc w:val="center"/>
        <w:rPr>
          <w:sz w:val="28"/>
          <w:szCs w:val="28"/>
        </w:rPr>
      </w:pPr>
      <w:r w:rsidRPr="00AB5D84">
        <w:rPr>
          <w:sz w:val="28"/>
          <w:szCs w:val="28"/>
        </w:rPr>
        <w:t>и на плановый период 202</w:t>
      </w:r>
      <w:r w:rsidR="009C3500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9C3500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</w:t>
      </w:r>
    </w:p>
    <w:p w:rsidR="004E47BA" w:rsidRPr="00AB5D84" w:rsidRDefault="004E47BA" w:rsidP="004E47BA">
      <w:pPr>
        <w:jc w:val="both"/>
        <w:rPr>
          <w:sz w:val="28"/>
          <w:szCs w:val="28"/>
        </w:rPr>
      </w:pPr>
    </w:p>
    <w:p w:rsidR="00297D6B" w:rsidRPr="00AB5D84" w:rsidRDefault="004E47BA" w:rsidP="006C6805">
      <w:pPr>
        <w:suppressAutoHyphens/>
        <w:ind w:firstLine="709"/>
        <w:jc w:val="both"/>
        <w:rPr>
          <w:sz w:val="28"/>
          <w:szCs w:val="28"/>
        </w:rPr>
      </w:pPr>
      <w:r w:rsidRPr="00AB5D8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643D6" w:rsidRPr="00AB5D84">
        <w:rPr>
          <w:sz w:val="28"/>
          <w:szCs w:val="28"/>
        </w:rPr>
        <w:t>4</w:t>
      </w:r>
      <w:r w:rsidRPr="00AB5D84">
        <w:rPr>
          <w:sz w:val="28"/>
          <w:szCs w:val="28"/>
        </w:rPr>
        <w:t xml:space="preserve"> год и на плановый период 202</w:t>
      </w:r>
      <w:r w:rsidR="005643D6" w:rsidRPr="00AB5D84">
        <w:rPr>
          <w:sz w:val="28"/>
          <w:szCs w:val="28"/>
        </w:rPr>
        <w:t>5</w:t>
      </w:r>
      <w:r w:rsidRPr="00AB5D84">
        <w:rPr>
          <w:sz w:val="28"/>
          <w:szCs w:val="28"/>
        </w:rPr>
        <w:t xml:space="preserve"> и 202</w:t>
      </w:r>
      <w:r w:rsidR="005643D6" w:rsidRPr="00AB5D84">
        <w:rPr>
          <w:sz w:val="28"/>
          <w:szCs w:val="28"/>
        </w:rPr>
        <w:t>6</w:t>
      </w:r>
      <w:r w:rsidRPr="00AB5D84">
        <w:rPr>
          <w:sz w:val="28"/>
          <w:szCs w:val="28"/>
        </w:rPr>
        <w:t xml:space="preserve"> годов» </w:t>
      </w:r>
      <w:r w:rsidR="004D363A">
        <w:rPr>
          <w:sz w:val="28"/>
          <w:szCs w:val="28"/>
        </w:rPr>
        <w:t xml:space="preserve">(далее – проект закона) </w:t>
      </w:r>
      <w:r w:rsidRPr="00AB5D84">
        <w:rPr>
          <w:sz w:val="28"/>
          <w:szCs w:val="28"/>
        </w:rPr>
        <w:t xml:space="preserve">подготовлен в связи </w:t>
      </w:r>
      <w:r w:rsidR="00CA571A" w:rsidRPr="00AB5D84">
        <w:rPr>
          <w:sz w:val="28"/>
          <w:szCs w:val="28"/>
        </w:rPr>
        <w:t xml:space="preserve">с необходимостью </w:t>
      </w:r>
      <w:r w:rsidR="007C0BB9">
        <w:rPr>
          <w:sz w:val="28"/>
          <w:szCs w:val="28"/>
        </w:rPr>
        <w:t>уточнения наименований целевых статей</w:t>
      </w:r>
      <w:r w:rsidR="00441E8A">
        <w:rPr>
          <w:sz w:val="28"/>
          <w:szCs w:val="28"/>
        </w:rPr>
        <w:t xml:space="preserve"> расходов</w:t>
      </w:r>
      <w:r w:rsidR="00743657">
        <w:rPr>
          <w:sz w:val="28"/>
          <w:szCs w:val="28"/>
        </w:rPr>
        <w:t xml:space="preserve"> областного бюджета</w:t>
      </w:r>
      <w:r w:rsidR="007C0BB9">
        <w:rPr>
          <w:sz w:val="28"/>
          <w:szCs w:val="28"/>
        </w:rPr>
        <w:t>.</w:t>
      </w:r>
    </w:p>
    <w:p w:rsidR="004D363A" w:rsidRDefault="004D363A" w:rsidP="004D363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закона предусматривается </w:t>
      </w:r>
      <w:r w:rsidRPr="004D363A">
        <w:rPr>
          <w:sz w:val="28"/>
          <w:szCs w:val="28"/>
        </w:rPr>
        <w:t xml:space="preserve">наименование целевой статьи </w:t>
      </w:r>
      <w:r w:rsidR="00CE6FFB">
        <w:rPr>
          <w:sz w:val="28"/>
          <w:szCs w:val="28"/>
        </w:rPr>
        <w:t xml:space="preserve">расходов </w:t>
      </w:r>
      <w:r w:rsidRPr="004D363A">
        <w:rPr>
          <w:sz w:val="28"/>
          <w:szCs w:val="28"/>
        </w:rPr>
        <w:t>14.1.03.77930 изложить в редакции «Субсидия в виде имущественного взноса в автономную некоммерческую организацию «Центр мониторинга и развития сферы жилищно-коммунального хозяйства»</w:t>
      </w:r>
      <w:r>
        <w:rPr>
          <w:sz w:val="28"/>
          <w:szCs w:val="28"/>
        </w:rPr>
        <w:t>,</w:t>
      </w:r>
      <w:r w:rsidRPr="004D363A">
        <w:rPr>
          <w:sz w:val="28"/>
          <w:szCs w:val="28"/>
        </w:rPr>
        <w:t xml:space="preserve"> наименование целевой статьи</w:t>
      </w:r>
      <w:r w:rsidR="00CE6FFB">
        <w:rPr>
          <w:sz w:val="28"/>
          <w:szCs w:val="28"/>
        </w:rPr>
        <w:t xml:space="preserve"> расходов</w:t>
      </w:r>
      <w:bookmarkStart w:id="0" w:name="_GoBack"/>
      <w:bookmarkEnd w:id="0"/>
      <w:r w:rsidRPr="004D363A">
        <w:rPr>
          <w:sz w:val="28"/>
          <w:szCs w:val="28"/>
        </w:rPr>
        <w:t xml:space="preserve"> 22.3.01.</w:t>
      </w:r>
      <w:r w:rsidRPr="004D363A">
        <w:rPr>
          <w:sz w:val="28"/>
          <w:szCs w:val="28"/>
          <w:lang w:val="en-US"/>
        </w:rPr>
        <w:t>R</w:t>
      </w:r>
      <w:r w:rsidRPr="004D363A">
        <w:rPr>
          <w:sz w:val="28"/>
          <w:szCs w:val="28"/>
        </w:rPr>
        <w:t>5180 изложить в редакции «Субсидия автономной некоммерческой организации развития межнационального сотрудничества «Дом народов Ярославской области» на реализацию общественно значимых мероприятий в сфере государственной национальной политики»</w:t>
      </w:r>
      <w:r>
        <w:rPr>
          <w:sz w:val="28"/>
          <w:szCs w:val="28"/>
        </w:rPr>
        <w:t>.</w:t>
      </w:r>
    </w:p>
    <w:p w:rsidR="004D363A" w:rsidRPr="004D363A" w:rsidRDefault="004D363A" w:rsidP="004D363A">
      <w:pPr>
        <w:suppressAutoHyphens/>
        <w:ind w:firstLine="709"/>
        <w:jc w:val="both"/>
        <w:rPr>
          <w:sz w:val="28"/>
          <w:szCs w:val="28"/>
        </w:rPr>
      </w:pPr>
      <w:r w:rsidRPr="004D363A">
        <w:rPr>
          <w:sz w:val="28"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A1B34" w:rsidRPr="00AB5D84" w:rsidRDefault="00DA1B34" w:rsidP="006C6805">
      <w:pPr>
        <w:suppressAutoHyphens/>
        <w:ind w:firstLine="709"/>
        <w:jc w:val="both"/>
        <w:rPr>
          <w:sz w:val="28"/>
          <w:szCs w:val="28"/>
        </w:rPr>
      </w:pPr>
    </w:p>
    <w:sectPr w:rsidR="00DA1B34" w:rsidRPr="00AB5D84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CA" w:rsidRDefault="00B447CA">
      <w:r>
        <w:separator/>
      </w:r>
    </w:p>
  </w:endnote>
  <w:endnote w:type="continuationSeparator" w:id="0">
    <w:p w:rsidR="00B447CA" w:rsidRDefault="00B4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CA" w:rsidRDefault="00B447CA">
      <w:r>
        <w:separator/>
      </w:r>
    </w:p>
  </w:footnote>
  <w:footnote w:type="continuationSeparator" w:id="0">
    <w:p w:rsidR="00B447CA" w:rsidRDefault="00B44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Default="00232C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2C1E" w:rsidRDefault="00232C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E" w:rsidRPr="00415D1E" w:rsidRDefault="00232C1E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C0BB9">
      <w:rPr>
        <w:rStyle w:val="a7"/>
        <w:noProof/>
        <w:sz w:val="28"/>
      </w:rPr>
      <w:t>5</w:t>
    </w:r>
    <w:r w:rsidRPr="00415D1E">
      <w:rPr>
        <w:rStyle w:val="a7"/>
        <w:sz w:val="28"/>
      </w:rPr>
      <w:fldChar w:fldCharType="end"/>
    </w:r>
  </w:p>
  <w:p w:rsidR="00232C1E" w:rsidRDefault="00232C1E">
    <w:pPr>
      <w:pStyle w:val="a5"/>
    </w:pPr>
  </w:p>
  <w:p w:rsidR="00232C1E" w:rsidRDefault="00232C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172AA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5C0C"/>
    <w:rsid w:val="0002780A"/>
    <w:rsid w:val="00027A92"/>
    <w:rsid w:val="00030146"/>
    <w:rsid w:val="00032501"/>
    <w:rsid w:val="000334AB"/>
    <w:rsid w:val="0003416C"/>
    <w:rsid w:val="000343E9"/>
    <w:rsid w:val="00036845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B35"/>
    <w:rsid w:val="00043EC6"/>
    <w:rsid w:val="00044DD2"/>
    <w:rsid w:val="0004668B"/>
    <w:rsid w:val="000469BA"/>
    <w:rsid w:val="00047491"/>
    <w:rsid w:val="000513F0"/>
    <w:rsid w:val="00052634"/>
    <w:rsid w:val="00052BEC"/>
    <w:rsid w:val="00052EF9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97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09A"/>
    <w:rsid w:val="00070169"/>
    <w:rsid w:val="00070224"/>
    <w:rsid w:val="000703BF"/>
    <w:rsid w:val="000707C6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089C"/>
    <w:rsid w:val="00081B1E"/>
    <w:rsid w:val="00081D20"/>
    <w:rsid w:val="00082319"/>
    <w:rsid w:val="000824FF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3FE"/>
    <w:rsid w:val="0008641E"/>
    <w:rsid w:val="00086D6D"/>
    <w:rsid w:val="00086F82"/>
    <w:rsid w:val="00087E1D"/>
    <w:rsid w:val="00090570"/>
    <w:rsid w:val="0009058E"/>
    <w:rsid w:val="00090671"/>
    <w:rsid w:val="00090E38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67C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2DB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133"/>
    <w:rsid w:val="000C1718"/>
    <w:rsid w:val="000C37DC"/>
    <w:rsid w:val="000C38DC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A2F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3136"/>
    <w:rsid w:val="00113218"/>
    <w:rsid w:val="0011324E"/>
    <w:rsid w:val="00113868"/>
    <w:rsid w:val="00116F9A"/>
    <w:rsid w:val="00117C3B"/>
    <w:rsid w:val="00117E32"/>
    <w:rsid w:val="0012025E"/>
    <w:rsid w:val="001203E3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50A"/>
    <w:rsid w:val="00137C91"/>
    <w:rsid w:val="001426B1"/>
    <w:rsid w:val="00142F4B"/>
    <w:rsid w:val="00143790"/>
    <w:rsid w:val="001441E7"/>
    <w:rsid w:val="001453F2"/>
    <w:rsid w:val="00145E26"/>
    <w:rsid w:val="00146600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AF3"/>
    <w:rsid w:val="00155D04"/>
    <w:rsid w:val="00156CC3"/>
    <w:rsid w:val="0016004C"/>
    <w:rsid w:val="00160CF7"/>
    <w:rsid w:val="00160E94"/>
    <w:rsid w:val="00161315"/>
    <w:rsid w:val="001614A2"/>
    <w:rsid w:val="0016183D"/>
    <w:rsid w:val="00161DFB"/>
    <w:rsid w:val="001640D0"/>
    <w:rsid w:val="00165A12"/>
    <w:rsid w:val="001660E3"/>
    <w:rsid w:val="001661A4"/>
    <w:rsid w:val="00166648"/>
    <w:rsid w:val="001672FB"/>
    <w:rsid w:val="001676AC"/>
    <w:rsid w:val="0017039A"/>
    <w:rsid w:val="00170C34"/>
    <w:rsid w:val="0017249A"/>
    <w:rsid w:val="00172639"/>
    <w:rsid w:val="0017374E"/>
    <w:rsid w:val="001744AD"/>
    <w:rsid w:val="00175F91"/>
    <w:rsid w:val="00176A94"/>
    <w:rsid w:val="00176F0C"/>
    <w:rsid w:val="00180305"/>
    <w:rsid w:val="0018030A"/>
    <w:rsid w:val="0018033B"/>
    <w:rsid w:val="001808D1"/>
    <w:rsid w:val="00180CF6"/>
    <w:rsid w:val="0018131C"/>
    <w:rsid w:val="001814F4"/>
    <w:rsid w:val="00181A9A"/>
    <w:rsid w:val="0018413E"/>
    <w:rsid w:val="001842F3"/>
    <w:rsid w:val="00184E3E"/>
    <w:rsid w:val="00186476"/>
    <w:rsid w:val="0018659D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0AB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2C4C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68F"/>
    <w:rsid w:val="001F20CD"/>
    <w:rsid w:val="001F2464"/>
    <w:rsid w:val="001F253A"/>
    <w:rsid w:val="001F322E"/>
    <w:rsid w:val="001F37F5"/>
    <w:rsid w:val="001F4111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1CC2"/>
    <w:rsid w:val="00206888"/>
    <w:rsid w:val="00206D4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3FE"/>
    <w:rsid w:val="0021598B"/>
    <w:rsid w:val="002159D5"/>
    <w:rsid w:val="00215AC6"/>
    <w:rsid w:val="00216042"/>
    <w:rsid w:val="002170BE"/>
    <w:rsid w:val="00217B42"/>
    <w:rsid w:val="00220127"/>
    <w:rsid w:val="002207F9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EEA"/>
    <w:rsid w:val="00224F94"/>
    <w:rsid w:val="00225EE1"/>
    <w:rsid w:val="00227130"/>
    <w:rsid w:val="00227487"/>
    <w:rsid w:val="002277DE"/>
    <w:rsid w:val="0022799B"/>
    <w:rsid w:val="002279D2"/>
    <w:rsid w:val="00231048"/>
    <w:rsid w:val="002319C6"/>
    <w:rsid w:val="00232C1E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02"/>
    <w:rsid w:val="0024738E"/>
    <w:rsid w:val="00247763"/>
    <w:rsid w:val="00247819"/>
    <w:rsid w:val="00250F8B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76D5E"/>
    <w:rsid w:val="0027772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17E"/>
    <w:rsid w:val="002A05B8"/>
    <w:rsid w:val="002A0F4B"/>
    <w:rsid w:val="002A1330"/>
    <w:rsid w:val="002A1B28"/>
    <w:rsid w:val="002A284C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36E"/>
    <w:rsid w:val="002B6480"/>
    <w:rsid w:val="002B6707"/>
    <w:rsid w:val="002B6FB3"/>
    <w:rsid w:val="002C0054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510D"/>
    <w:rsid w:val="002C6537"/>
    <w:rsid w:val="002C6C50"/>
    <w:rsid w:val="002C6CE6"/>
    <w:rsid w:val="002C7149"/>
    <w:rsid w:val="002C75EF"/>
    <w:rsid w:val="002D136F"/>
    <w:rsid w:val="002D1631"/>
    <w:rsid w:val="002D17DC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A41"/>
    <w:rsid w:val="002E2EDC"/>
    <w:rsid w:val="002E3D8E"/>
    <w:rsid w:val="002E439C"/>
    <w:rsid w:val="002E43D8"/>
    <w:rsid w:val="002E4550"/>
    <w:rsid w:val="002E4B35"/>
    <w:rsid w:val="002E5286"/>
    <w:rsid w:val="002E54AF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08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2E60"/>
    <w:rsid w:val="00313A44"/>
    <w:rsid w:val="00313E70"/>
    <w:rsid w:val="00315273"/>
    <w:rsid w:val="00316341"/>
    <w:rsid w:val="0031651A"/>
    <w:rsid w:val="00317060"/>
    <w:rsid w:val="003176D3"/>
    <w:rsid w:val="00317984"/>
    <w:rsid w:val="00317FED"/>
    <w:rsid w:val="00321B97"/>
    <w:rsid w:val="00321E42"/>
    <w:rsid w:val="00322523"/>
    <w:rsid w:val="00322A93"/>
    <w:rsid w:val="0032408D"/>
    <w:rsid w:val="0032488B"/>
    <w:rsid w:val="00326EAA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B79"/>
    <w:rsid w:val="0033464E"/>
    <w:rsid w:val="00335201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52AA3"/>
    <w:rsid w:val="00352C26"/>
    <w:rsid w:val="00352CE0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206"/>
    <w:rsid w:val="00375869"/>
    <w:rsid w:val="00375A14"/>
    <w:rsid w:val="00376065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0D09"/>
    <w:rsid w:val="003817CC"/>
    <w:rsid w:val="00381E6E"/>
    <w:rsid w:val="003824EA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CC5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0972"/>
    <w:rsid w:val="003C1117"/>
    <w:rsid w:val="003C14FE"/>
    <w:rsid w:val="003C2B75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E97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0195"/>
    <w:rsid w:val="00411569"/>
    <w:rsid w:val="00411D77"/>
    <w:rsid w:val="00412FE0"/>
    <w:rsid w:val="0041309D"/>
    <w:rsid w:val="0041365D"/>
    <w:rsid w:val="00414735"/>
    <w:rsid w:val="004152F0"/>
    <w:rsid w:val="0041559B"/>
    <w:rsid w:val="00415D1E"/>
    <w:rsid w:val="00416101"/>
    <w:rsid w:val="00416671"/>
    <w:rsid w:val="00416D24"/>
    <w:rsid w:val="00416EF2"/>
    <w:rsid w:val="004202ED"/>
    <w:rsid w:val="00420CC8"/>
    <w:rsid w:val="00420CE6"/>
    <w:rsid w:val="004233E5"/>
    <w:rsid w:val="00423DB9"/>
    <w:rsid w:val="00424833"/>
    <w:rsid w:val="00424B15"/>
    <w:rsid w:val="00424BEE"/>
    <w:rsid w:val="00425A7A"/>
    <w:rsid w:val="00425D97"/>
    <w:rsid w:val="00426013"/>
    <w:rsid w:val="00426AAD"/>
    <w:rsid w:val="00427506"/>
    <w:rsid w:val="0042795A"/>
    <w:rsid w:val="004304E1"/>
    <w:rsid w:val="004306E6"/>
    <w:rsid w:val="00430F42"/>
    <w:rsid w:val="00431203"/>
    <w:rsid w:val="00431BB2"/>
    <w:rsid w:val="00432B33"/>
    <w:rsid w:val="00433AB4"/>
    <w:rsid w:val="00433BAB"/>
    <w:rsid w:val="0043506D"/>
    <w:rsid w:val="00435487"/>
    <w:rsid w:val="00436E49"/>
    <w:rsid w:val="00437FA8"/>
    <w:rsid w:val="004407E0"/>
    <w:rsid w:val="004408BD"/>
    <w:rsid w:val="00440E41"/>
    <w:rsid w:val="00440FA0"/>
    <w:rsid w:val="004412C4"/>
    <w:rsid w:val="004414B9"/>
    <w:rsid w:val="00441C28"/>
    <w:rsid w:val="00441E8A"/>
    <w:rsid w:val="00441F8C"/>
    <w:rsid w:val="00442528"/>
    <w:rsid w:val="00442747"/>
    <w:rsid w:val="00442ACF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3191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3F"/>
    <w:rsid w:val="00473EAC"/>
    <w:rsid w:val="00473FD6"/>
    <w:rsid w:val="00474B3E"/>
    <w:rsid w:val="00474E21"/>
    <w:rsid w:val="004763C3"/>
    <w:rsid w:val="004763EF"/>
    <w:rsid w:val="00476A02"/>
    <w:rsid w:val="004772C7"/>
    <w:rsid w:val="004773DE"/>
    <w:rsid w:val="00477C47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12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6E3E"/>
    <w:rsid w:val="004A7005"/>
    <w:rsid w:val="004A72FC"/>
    <w:rsid w:val="004A75D3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2CFC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1E97"/>
    <w:rsid w:val="004D2195"/>
    <w:rsid w:val="004D2B0E"/>
    <w:rsid w:val="004D2B1D"/>
    <w:rsid w:val="004D2FFA"/>
    <w:rsid w:val="004D33C9"/>
    <w:rsid w:val="004D363A"/>
    <w:rsid w:val="004D3A2A"/>
    <w:rsid w:val="004D3AC6"/>
    <w:rsid w:val="004D447E"/>
    <w:rsid w:val="004D5263"/>
    <w:rsid w:val="004D5443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6D7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275"/>
    <w:rsid w:val="005248C6"/>
    <w:rsid w:val="00525112"/>
    <w:rsid w:val="00526585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1FFE"/>
    <w:rsid w:val="00542010"/>
    <w:rsid w:val="00542E80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3DC1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055"/>
    <w:rsid w:val="005A165C"/>
    <w:rsid w:val="005A555F"/>
    <w:rsid w:val="005A5C96"/>
    <w:rsid w:val="005A5EB9"/>
    <w:rsid w:val="005A6156"/>
    <w:rsid w:val="005A741B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B7A59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0DFB"/>
    <w:rsid w:val="005E1ED4"/>
    <w:rsid w:val="005E2D16"/>
    <w:rsid w:val="005E2D23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2E1D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5B6C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5D92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786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0A0"/>
    <w:rsid w:val="0066161A"/>
    <w:rsid w:val="0066175F"/>
    <w:rsid w:val="006618A5"/>
    <w:rsid w:val="00661B3B"/>
    <w:rsid w:val="00661BF9"/>
    <w:rsid w:val="00661C16"/>
    <w:rsid w:val="00663A7A"/>
    <w:rsid w:val="00663BE6"/>
    <w:rsid w:val="0066458E"/>
    <w:rsid w:val="00664AC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638"/>
    <w:rsid w:val="00680BAC"/>
    <w:rsid w:val="00680C4B"/>
    <w:rsid w:val="00681252"/>
    <w:rsid w:val="00683DF3"/>
    <w:rsid w:val="006845FF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33BE"/>
    <w:rsid w:val="00693B71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83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EF3"/>
    <w:rsid w:val="006C3B3F"/>
    <w:rsid w:val="006C3E5D"/>
    <w:rsid w:val="006C4A81"/>
    <w:rsid w:val="006C4EAA"/>
    <w:rsid w:val="006C5824"/>
    <w:rsid w:val="006C5C3F"/>
    <w:rsid w:val="006C6805"/>
    <w:rsid w:val="006C7439"/>
    <w:rsid w:val="006C79BF"/>
    <w:rsid w:val="006C7D10"/>
    <w:rsid w:val="006D0CCA"/>
    <w:rsid w:val="006D0E8D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06C4F"/>
    <w:rsid w:val="00711520"/>
    <w:rsid w:val="00712701"/>
    <w:rsid w:val="00712C85"/>
    <w:rsid w:val="00713319"/>
    <w:rsid w:val="00713602"/>
    <w:rsid w:val="00714606"/>
    <w:rsid w:val="00714F80"/>
    <w:rsid w:val="00716004"/>
    <w:rsid w:val="0071659C"/>
    <w:rsid w:val="00716905"/>
    <w:rsid w:val="00716CCE"/>
    <w:rsid w:val="00717357"/>
    <w:rsid w:val="007175C8"/>
    <w:rsid w:val="007202E9"/>
    <w:rsid w:val="007218AF"/>
    <w:rsid w:val="00722165"/>
    <w:rsid w:val="00723007"/>
    <w:rsid w:val="00723331"/>
    <w:rsid w:val="00723B63"/>
    <w:rsid w:val="00724341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657"/>
    <w:rsid w:val="00743D7C"/>
    <w:rsid w:val="00744051"/>
    <w:rsid w:val="00744F30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BB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1C97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4E2E"/>
    <w:rsid w:val="0078669A"/>
    <w:rsid w:val="007867E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6383"/>
    <w:rsid w:val="00796D93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253"/>
    <w:rsid w:val="007B0539"/>
    <w:rsid w:val="007B0A40"/>
    <w:rsid w:val="007B109C"/>
    <w:rsid w:val="007B13D5"/>
    <w:rsid w:val="007B2000"/>
    <w:rsid w:val="007B2520"/>
    <w:rsid w:val="007B25AB"/>
    <w:rsid w:val="007B2FFB"/>
    <w:rsid w:val="007B30F7"/>
    <w:rsid w:val="007B4C0A"/>
    <w:rsid w:val="007B640B"/>
    <w:rsid w:val="007B66DF"/>
    <w:rsid w:val="007B6C1F"/>
    <w:rsid w:val="007B6D68"/>
    <w:rsid w:val="007B76EE"/>
    <w:rsid w:val="007B7FD9"/>
    <w:rsid w:val="007C0B78"/>
    <w:rsid w:val="007C0BB9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66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0FBA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096"/>
    <w:rsid w:val="00836982"/>
    <w:rsid w:val="00836D4F"/>
    <w:rsid w:val="008378D4"/>
    <w:rsid w:val="008401F8"/>
    <w:rsid w:val="0084082D"/>
    <w:rsid w:val="0084147B"/>
    <w:rsid w:val="008418F5"/>
    <w:rsid w:val="008419AA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CF"/>
    <w:rsid w:val="00870A17"/>
    <w:rsid w:val="00870BE4"/>
    <w:rsid w:val="00870C2F"/>
    <w:rsid w:val="00870EFC"/>
    <w:rsid w:val="00871499"/>
    <w:rsid w:val="00871F42"/>
    <w:rsid w:val="00871F47"/>
    <w:rsid w:val="00872949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198"/>
    <w:rsid w:val="0088222D"/>
    <w:rsid w:val="008823BB"/>
    <w:rsid w:val="0088248C"/>
    <w:rsid w:val="00882E21"/>
    <w:rsid w:val="008839E6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531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59E"/>
    <w:rsid w:val="008B33EA"/>
    <w:rsid w:val="008B4361"/>
    <w:rsid w:val="008B4CCD"/>
    <w:rsid w:val="008B4D8A"/>
    <w:rsid w:val="008B53F2"/>
    <w:rsid w:val="008B5454"/>
    <w:rsid w:val="008B5A9D"/>
    <w:rsid w:val="008B5B9C"/>
    <w:rsid w:val="008B5E8E"/>
    <w:rsid w:val="008B6040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3B7C"/>
    <w:rsid w:val="008E4CDA"/>
    <w:rsid w:val="008E546F"/>
    <w:rsid w:val="008E5550"/>
    <w:rsid w:val="008E56B4"/>
    <w:rsid w:val="008E5A61"/>
    <w:rsid w:val="008E62C0"/>
    <w:rsid w:val="008E762E"/>
    <w:rsid w:val="008E77AC"/>
    <w:rsid w:val="008F0B42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792"/>
    <w:rsid w:val="00903766"/>
    <w:rsid w:val="00906119"/>
    <w:rsid w:val="00906656"/>
    <w:rsid w:val="00906B83"/>
    <w:rsid w:val="00906EC1"/>
    <w:rsid w:val="00907520"/>
    <w:rsid w:val="009078D0"/>
    <w:rsid w:val="00910C05"/>
    <w:rsid w:val="00910F8B"/>
    <w:rsid w:val="00911230"/>
    <w:rsid w:val="009121CD"/>
    <w:rsid w:val="00912236"/>
    <w:rsid w:val="009128B8"/>
    <w:rsid w:val="00912973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8D7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EFF"/>
    <w:rsid w:val="009730ED"/>
    <w:rsid w:val="00973FDD"/>
    <w:rsid w:val="00974597"/>
    <w:rsid w:val="00974EFE"/>
    <w:rsid w:val="009750B0"/>
    <w:rsid w:val="00975E2F"/>
    <w:rsid w:val="009765E4"/>
    <w:rsid w:val="0097660B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3FC3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10E4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6D0"/>
    <w:rsid w:val="009A776A"/>
    <w:rsid w:val="009B06CF"/>
    <w:rsid w:val="009B0E90"/>
    <w:rsid w:val="009B1493"/>
    <w:rsid w:val="009B1F75"/>
    <w:rsid w:val="009B2335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9B1"/>
    <w:rsid w:val="009F6BA7"/>
    <w:rsid w:val="00A00034"/>
    <w:rsid w:val="00A00606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1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2A8F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9C4"/>
    <w:rsid w:val="00A251DA"/>
    <w:rsid w:val="00A27983"/>
    <w:rsid w:val="00A30122"/>
    <w:rsid w:val="00A302A4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54C"/>
    <w:rsid w:val="00A44C3B"/>
    <w:rsid w:val="00A44E1E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67ED3"/>
    <w:rsid w:val="00A701A8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B73"/>
    <w:rsid w:val="00A84E3D"/>
    <w:rsid w:val="00A862B2"/>
    <w:rsid w:val="00A87325"/>
    <w:rsid w:val="00A874A7"/>
    <w:rsid w:val="00A87E33"/>
    <w:rsid w:val="00A91677"/>
    <w:rsid w:val="00A91BE9"/>
    <w:rsid w:val="00A92253"/>
    <w:rsid w:val="00A929CF"/>
    <w:rsid w:val="00A92CC7"/>
    <w:rsid w:val="00A94170"/>
    <w:rsid w:val="00A94DBF"/>
    <w:rsid w:val="00A9550C"/>
    <w:rsid w:val="00A95AC7"/>
    <w:rsid w:val="00A95BC1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5D84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517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054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028"/>
    <w:rsid w:val="00B05B66"/>
    <w:rsid w:val="00B0685C"/>
    <w:rsid w:val="00B06A57"/>
    <w:rsid w:val="00B06D5D"/>
    <w:rsid w:val="00B073F0"/>
    <w:rsid w:val="00B07F73"/>
    <w:rsid w:val="00B1034B"/>
    <w:rsid w:val="00B11611"/>
    <w:rsid w:val="00B1185A"/>
    <w:rsid w:val="00B12555"/>
    <w:rsid w:val="00B140F3"/>
    <w:rsid w:val="00B14143"/>
    <w:rsid w:val="00B142BE"/>
    <w:rsid w:val="00B14C96"/>
    <w:rsid w:val="00B16845"/>
    <w:rsid w:val="00B16CA2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4576"/>
    <w:rsid w:val="00B351E8"/>
    <w:rsid w:val="00B3651C"/>
    <w:rsid w:val="00B36C43"/>
    <w:rsid w:val="00B404A8"/>
    <w:rsid w:val="00B40DE3"/>
    <w:rsid w:val="00B40F65"/>
    <w:rsid w:val="00B4112A"/>
    <w:rsid w:val="00B43198"/>
    <w:rsid w:val="00B436C9"/>
    <w:rsid w:val="00B4420A"/>
    <w:rsid w:val="00B4426A"/>
    <w:rsid w:val="00B447CA"/>
    <w:rsid w:val="00B45497"/>
    <w:rsid w:val="00B4679A"/>
    <w:rsid w:val="00B475FB"/>
    <w:rsid w:val="00B47655"/>
    <w:rsid w:val="00B47A65"/>
    <w:rsid w:val="00B47AFF"/>
    <w:rsid w:val="00B5014C"/>
    <w:rsid w:val="00B50B66"/>
    <w:rsid w:val="00B511EC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5AD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4A7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DD5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88D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177E1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913"/>
    <w:rsid w:val="00C2563C"/>
    <w:rsid w:val="00C25E8B"/>
    <w:rsid w:val="00C26C56"/>
    <w:rsid w:val="00C26CFC"/>
    <w:rsid w:val="00C272F0"/>
    <w:rsid w:val="00C274EC"/>
    <w:rsid w:val="00C275C6"/>
    <w:rsid w:val="00C2770E"/>
    <w:rsid w:val="00C30393"/>
    <w:rsid w:val="00C3056B"/>
    <w:rsid w:val="00C305B1"/>
    <w:rsid w:val="00C31A65"/>
    <w:rsid w:val="00C31C23"/>
    <w:rsid w:val="00C31CA5"/>
    <w:rsid w:val="00C324CC"/>
    <w:rsid w:val="00C32968"/>
    <w:rsid w:val="00C32D3B"/>
    <w:rsid w:val="00C337B1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0AB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622"/>
    <w:rsid w:val="00C67F76"/>
    <w:rsid w:val="00C67F8F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D58"/>
    <w:rsid w:val="00C74E09"/>
    <w:rsid w:val="00C7549C"/>
    <w:rsid w:val="00C7567E"/>
    <w:rsid w:val="00C762E9"/>
    <w:rsid w:val="00C76580"/>
    <w:rsid w:val="00C76988"/>
    <w:rsid w:val="00C76E4D"/>
    <w:rsid w:val="00C771B2"/>
    <w:rsid w:val="00C778A9"/>
    <w:rsid w:val="00C77D85"/>
    <w:rsid w:val="00C8054F"/>
    <w:rsid w:val="00C819DB"/>
    <w:rsid w:val="00C81BE7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7D6"/>
    <w:rsid w:val="00CD3E33"/>
    <w:rsid w:val="00CD40E9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6FFB"/>
    <w:rsid w:val="00CE73B1"/>
    <w:rsid w:val="00CE7EB6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2B5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6C1"/>
    <w:rsid w:val="00D27B60"/>
    <w:rsid w:val="00D312EB"/>
    <w:rsid w:val="00D3138A"/>
    <w:rsid w:val="00D3199E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0F38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EBD"/>
    <w:rsid w:val="00D602C9"/>
    <w:rsid w:val="00D603C3"/>
    <w:rsid w:val="00D603D2"/>
    <w:rsid w:val="00D61F3A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50"/>
    <w:rsid w:val="00D701FC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8F2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1DF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785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31FB"/>
    <w:rsid w:val="00DD3FE6"/>
    <w:rsid w:val="00DD41E1"/>
    <w:rsid w:val="00DD4FC4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372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820"/>
    <w:rsid w:val="00DF3E70"/>
    <w:rsid w:val="00DF4527"/>
    <w:rsid w:val="00DF48BC"/>
    <w:rsid w:val="00DF4987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1BF4"/>
    <w:rsid w:val="00E031AA"/>
    <w:rsid w:val="00E0499C"/>
    <w:rsid w:val="00E05A76"/>
    <w:rsid w:val="00E06C41"/>
    <w:rsid w:val="00E075D2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8F6"/>
    <w:rsid w:val="00E251AF"/>
    <w:rsid w:val="00E269C7"/>
    <w:rsid w:val="00E27882"/>
    <w:rsid w:val="00E30805"/>
    <w:rsid w:val="00E31A34"/>
    <w:rsid w:val="00E31BF1"/>
    <w:rsid w:val="00E3222B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B28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2949"/>
    <w:rsid w:val="00E73301"/>
    <w:rsid w:val="00E734CB"/>
    <w:rsid w:val="00E736BB"/>
    <w:rsid w:val="00E73A6E"/>
    <w:rsid w:val="00E757FD"/>
    <w:rsid w:val="00E75822"/>
    <w:rsid w:val="00E75959"/>
    <w:rsid w:val="00E779EA"/>
    <w:rsid w:val="00E77CC8"/>
    <w:rsid w:val="00E80974"/>
    <w:rsid w:val="00E8151B"/>
    <w:rsid w:val="00E81716"/>
    <w:rsid w:val="00E821B8"/>
    <w:rsid w:val="00E82427"/>
    <w:rsid w:val="00E83438"/>
    <w:rsid w:val="00E84721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92C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6EC5"/>
    <w:rsid w:val="00EC756E"/>
    <w:rsid w:val="00EC7EEB"/>
    <w:rsid w:val="00ED0619"/>
    <w:rsid w:val="00ED1275"/>
    <w:rsid w:val="00ED297F"/>
    <w:rsid w:val="00ED2D16"/>
    <w:rsid w:val="00ED2E91"/>
    <w:rsid w:val="00ED375E"/>
    <w:rsid w:val="00ED58C0"/>
    <w:rsid w:val="00ED61C3"/>
    <w:rsid w:val="00ED69B3"/>
    <w:rsid w:val="00ED6DCA"/>
    <w:rsid w:val="00ED72C4"/>
    <w:rsid w:val="00EE32EC"/>
    <w:rsid w:val="00EE445A"/>
    <w:rsid w:val="00EE4813"/>
    <w:rsid w:val="00EE4931"/>
    <w:rsid w:val="00EE4DB8"/>
    <w:rsid w:val="00EE537D"/>
    <w:rsid w:val="00EE572B"/>
    <w:rsid w:val="00EE5B63"/>
    <w:rsid w:val="00EE6229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5328"/>
    <w:rsid w:val="00EF55F3"/>
    <w:rsid w:val="00EF5CBE"/>
    <w:rsid w:val="00EF7840"/>
    <w:rsid w:val="00F01726"/>
    <w:rsid w:val="00F017F7"/>
    <w:rsid w:val="00F01B1B"/>
    <w:rsid w:val="00F02309"/>
    <w:rsid w:val="00F02CFD"/>
    <w:rsid w:val="00F036DD"/>
    <w:rsid w:val="00F0455D"/>
    <w:rsid w:val="00F0575E"/>
    <w:rsid w:val="00F05C1A"/>
    <w:rsid w:val="00F05F9F"/>
    <w:rsid w:val="00F0608D"/>
    <w:rsid w:val="00F0662C"/>
    <w:rsid w:val="00F06B79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88D"/>
    <w:rsid w:val="00F22583"/>
    <w:rsid w:val="00F2288E"/>
    <w:rsid w:val="00F256FA"/>
    <w:rsid w:val="00F25B63"/>
    <w:rsid w:val="00F26799"/>
    <w:rsid w:val="00F27075"/>
    <w:rsid w:val="00F270BE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06B"/>
    <w:rsid w:val="00F4665E"/>
    <w:rsid w:val="00F4676E"/>
    <w:rsid w:val="00F46AF1"/>
    <w:rsid w:val="00F46E4E"/>
    <w:rsid w:val="00F46F0E"/>
    <w:rsid w:val="00F47BA9"/>
    <w:rsid w:val="00F50457"/>
    <w:rsid w:val="00F505BB"/>
    <w:rsid w:val="00F522CB"/>
    <w:rsid w:val="00F52B84"/>
    <w:rsid w:val="00F52C0C"/>
    <w:rsid w:val="00F53061"/>
    <w:rsid w:val="00F536CB"/>
    <w:rsid w:val="00F53C8B"/>
    <w:rsid w:val="00F53EC8"/>
    <w:rsid w:val="00F53FA7"/>
    <w:rsid w:val="00F54FF4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0EE8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66FBF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6AA6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4CA7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C39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0D5"/>
    <w:rsid w:val="00F95121"/>
    <w:rsid w:val="00F956D1"/>
    <w:rsid w:val="00F9572F"/>
    <w:rsid w:val="00F958E8"/>
    <w:rsid w:val="00F95C40"/>
    <w:rsid w:val="00F960CC"/>
    <w:rsid w:val="00F96266"/>
    <w:rsid w:val="00F965EC"/>
    <w:rsid w:val="00F97371"/>
    <w:rsid w:val="00F97812"/>
    <w:rsid w:val="00FA07C6"/>
    <w:rsid w:val="00FA0CBB"/>
    <w:rsid w:val="00FA0D82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619"/>
    <w:rsid w:val="00FD0708"/>
    <w:rsid w:val="00FD0C73"/>
    <w:rsid w:val="00FD164B"/>
    <w:rsid w:val="00FD1F1C"/>
    <w:rsid w:val="00FD23B5"/>
    <w:rsid w:val="00FD28B8"/>
    <w:rsid w:val="00FD2FAA"/>
    <w:rsid w:val="00FD385E"/>
    <w:rsid w:val="00FD386A"/>
    <w:rsid w:val="00FD38E9"/>
    <w:rsid w:val="00FD486A"/>
    <w:rsid w:val="00FD4E5B"/>
    <w:rsid w:val="00FD648F"/>
    <w:rsid w:val="00FD730C"/>
    <w:rsid w:val="00FD743E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2A9D7"/>
  <w15:docId w15:val="{6F99ED95-F177-424D-A98F-283C383E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f07adec3-9edc-4ba9-a947-c557adee0635"/>
    <ds:schemaRef ds:uri="aafbb199-1328-4a0f-94a7-ff9dcc491817"/>
    <ds:schemaRef ds:uri="http://purl.org/dc/terms/"/>
    <ds:schemaRef ds:uri="http://schemas.microsoft.com/sharepoint/v3/fields"/>
    <ds:schemaRef ds:uri="http://schemas.microsoft.com/office/2006/documentManagement/types"/>
    <ds:schemaRef ds:uri="e0e05f54-cbf1-4c6c-9b4a-ded4f332edc5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D90D9C-E726-4CF8-82B3-9AE4AF8A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152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Гаврилова Елена Николаевна</cp:lastModifiedBy>
  <cp:revision>5</cp:revision>
  <cp:lastPrinted>2024-08-09T05:39:00Z</cp:lastPrinted>
  <dcterms:created xsi:type="dcterms:W3CDTF">2024-08-08T12:51:00Z</dcterms:created>
  <dcterms:modified xsi:type="dcterms:W3CDTF">2024-08-12T07:25:00Z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