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410" w:rsidRPr="003F0410" w:rsidRDefault="003F0410" w:rsidP="003F0410">
      <w:pPr>
        <w:jc w:val="right"/>
        <w:rPr>
          <w:b/>
          <w:sz w:val="20"/>
          <w:szCs w:val="20"/>
        </w:rPr>
      </w:pPr>
      <w:r w:rsidRPr="003F0410">
        <w:rPr>
          <w:b/>
          <w:sz w:val="20"/>
          <w:szCs w:val="20"/>
        </w:rPr>
        <w:t>Проект вносит</w:t>
      </w:r>
    </w:p>
    <w:p w:rsidR="003F0410" w:rsidRPr="003F0410" w:rsidRDefault="003F0410" w:rsidP="003F0410">
      <w:pPr>
        <w:jc w:val="right"/>
        <w:rPr>
          <w:b/>
          <w:sz w:val="20"/>
          <w:szCs w:val="20"/>
        </w:rPr>
      </w:pPr>
      <w:r w:rsidRPr="003F0410">
        <w:rPr>
          <w:b/>
          <w:sz w:val="20"/>
          <w:szCs w:val="20"/>
        </w:rPr>
        <w:t>Губернатор Ярославской области</w:t>
      </w:r>
    </w:p>
    <w:p w:rsidR="003F0410" w:rsidRPr="003F0410" w:rsidRDefault="003F0410" w:rsidP="003F0410">
      <w:pPr>
        <w:jc w:val="right"/>
        <w:rPr>
          <w:b/>
          <w:sz w:val="20"/>
          <w:szCs w:val="20"/>
        </w:rPr>
      </w:pPr>
    </w:p>
    <w:p w:rsidR="00862CCF" w:rsidRPr="003F0410" w:rsidRDefault="00061272" w:rsidP="003F0410">
      <w:pPr>
        <w:jc w:val="right"/>
        <w:rPr>
          <w:b/>
          <w:bCs/>
          <w:sz w:val="20"/>
        </w:rPr>
      </w:pPr>
      <w:r>
        <w:rPr>
          <w:b/>
          <w:bCs/>
          <w:sz w:val="20"/>
        </w:rPr>
        <w:t>М.Я.</w:t>
      </w:r>
      <w:r w:rsidR="00C33482"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Евраев</w:t>
      </w:r>
      <w:proofErr w:type="spellEnd"/>
    </w:p>
    <w:p w:rsidR="00B50622" w:rsidRDefault="00402B4D" w:rsidP="00862CCF">
      <w:pPr>
        <w:pStyle w:val="ad"/>
      </w:pPr>
      <w:r>
        <w:rPr>
          <w:noProof/>
        </w:rPr>
        <w:drawing>
          <wp:inline distT="0" distB="0" distL="0" distR="0">
            <wp:extent cx="1375410" cy="1375410"/>
            <wp:effectExtent l="1905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622" w:rsidRDefault="00B50622" w:rsidP="008B2E18">
      <w:pPr>
        <w:pStyle w:val="ad"/>
      </w:pPr>
    </w:p>
    <w:p w:rsidR="00B50622" w:rsidRDefault="00B50622" w:rsidP="008B2E18">
      <w:pPr>
        <w:pStyle w:val="18"/>
      </w:pPr>
      <w:r>
        <w:t>З А К О Н</w:t>
      </w:r>
    </w:p>
    <w:p w:rsidR="00B50622" w:rsidRDefault="00B50622" w:rsidP="00E20411">
      <w:pPr>
        <w:pStyle w:val="a4"/>
      </w:pPr>
      <w:r>
        <w:t>ЯРОСЛАВСКОЙ ОБЛАСТИ</w:t>
      </w:r>
    </w:p>
    <w:p w:rsidR="004B2EE2" w:rsidRDefault="004B2EE2" w:rsidP="008F616B"/>
    <w:p w:rsidR="00155DF3" w:rsidRPr="00C44404" w:rsidRDefault="00155DF3" w:rsidP="00A5090A">
      <w:pPr>
        <w:ind w:firstLine="0"/>
        <w:jc w:val="center"/>
        <w:rPr>
          <w:b/>
          <w:szCs w:val="28"/>
        </w:rPr>
      </w:pPr>
      <w:r w:rsidRPr="00C44404">
        <w:rPr>
          <w:b/>
          <w:szCs w:val="28"/>
        </w:rPr>
        <w:t>Об утверждении заключения концессионного соглашения</w:t>
      </w:r>
    </w:p>
    <w:p w:rsidR="00A5090A" w:rsidRDefault="00155DF3" w:rsidP="00A5090A">
      <w:pPr>
        <w:ind w:firstLine="0"/>
        <w:jc w:val="center"/>
        <w:rPr>
          <w:b/>
          <w:szCs w:val="28"/>
        </w:rPr>
      </w:pPr>
      <w:r w:rsidRPr="00C44404">
        <w:rPr>
          <w:b/>
          <w:szCs w:val="28"/>
          <w:shd w:val="clear" w:color="auto" w:fill="FFFFFF"/>
        </w:rPr>
        <w:t xml:space="preserve">в отношении </w:t>
      </w:r>
      <w:r w:rsidR="002C328B" w:rsidRPr="00C44404">
        <w:rPr>
          <w:b/>
          <w:szCs w:val="28"/>
        </w:rPr>
        <w:t>объектов теплоснабжения, централизованных систем</w:t>
      </w:r>
    </w:p>
    <w:p w:rsidR="007630B7" w:rsidRPr="00C44404" w:rsidRDefault="002C328B" w:rsidP="00A5090A">
      <w:pPr>
        <w:ind w:firstLine="0"/>
        <w:jc w:val="center"/>
        <w:rPr>
          <w:b/>
          <w:szCs w:val="28"/>
        </w:rPr>
      </w:pPr>
      <w:r w:rsidRPr="00C44404">
        <w:rPr>
          <w:b/>
          <w:szCs w:val="28"/>
        </w:rPr>
        <w:t>гор</w:t>
      </w:r>
      <w:r w:rsidRPr="00C44404">
        <w:rPr>
          <w:b/>
          <w:szCs w:val="28"/>
        </w:rPr>
        <w:t>я</w:t>
      </w:r>
      <w:r w:rsidRPr="00C44404">
        <w:rPr>
          <w:b/>
          <w:szCs w:val="28"/>
        </w:rPr>
        <w:t>чего водоснабжения</w:t>
      </w:r>
      <w:r w:rsidR="00C244B8" w:rsidRPr="00C44404">
        <w:rPr>
          <w:b/>
          <w:szCs w:val="28"/>
        </w:rPr>
        <w:t xml:space="preserve">, </w:t>
      </w:r>
      <w:r w:rsidR="00A5090A">
        <w:rPr>
          <w:b/>
          <w:szCs w:val="28"/>
        </w:rPr>
        <w:t>отдельных объектов таких систем</w:t>
      </w:r>
      <w:bookmarkStart w:id="0" w:name="_GoBack"/>
      <w:bookmarkEnd w:id="0"/>
    </w:p>
    <w:p w:rsidR="00EF3E3E" w:rsidRPr="00C44404" w:rsidRDefault="00EF3E3E" w:rsidP="00C244B8">
      <w:pPr>
        <w:jc w:val="center"/>
        <w:rPr>
          <w:b/>
          <w:szCs w:val="28"/>
        </w:rPr>
      </w:pPr>
    </w:p>
    <w:p w:rsidR="00CF2400" w:rsidRPr="00C44404" w:rsidRDefault="00CF2400" w:rsidP="000B20BA">
      <w:pPr>
        <w:pStyle w:val="af"/>
        <w:tabs>
          <w:tab w:val="left" w:pos="709"/>
        </w:tabs>
      </w:pPr>
    </w:p>
    <w:p w:rsidR="00B3300D" w:rsidRPr="00C44404" w:rsidRDefault="00B3300D" w:rsidP="000B20BA">
      <w:pPr>
        <w:pStyle w:val="af"/>
        <w:tabs>
          <w:tab w:val="left" w:pos="709"/>
        </w:tabs>
      </w:pPr>
    </w:p>
    <w:p w:rsidR="00AB401A" w:rsidRPr="00C44404" w:rsidRDefault="00B021A1" w:rsidP="000B20BA">
      <w:pPr>
        <w:pStyle w:val="af"/>
        <w:tabs>
          <w:tab w:val="left" w:pos="709"/>
        </w:tabs>
      </w:pPr>
      <w:proofErr w:type="gramStart"/>
      <w:r w:rsidRPr="00C44404">
        <w:t>Принят</w:t>
      </w:r>
      <w:proofErr w:type="gramEnd"/>
      <w:r w:rsidRPr="00C44404">
        <w:t xml:space="preserve"> </w:t>
      </w:r>
      <w:r w:rsidR="00A8050E" w:rsidRPr="00C44404">
        <w:t>Ярославской областной Думой</w:t>
      </w:r>
    </w:p>
    <w:p w:rsidR="00B021A1" w:rsidRPr="00C44404" w:rsidRDefault="00F3108A" w:rsidP="000B20BA">
      <w:pPr>
        <w:pStyle w:val="af"/>
        <w:tabs>
          <w:tab w:val="left" w:pos="709"/>
        </w:tabs>
      </w:pPr>
      <w:r w:rsidRPr="00C44404">
        <w:t>«</w:t>
      </w:r>
      <w:r w:rsidR="00B50622" w:rsidRPr="00C44404">
        <w:t>____</w:t>
      </w:r>
      <w:r w:rsidRPr="00C44404">
        <w:t>»</w:t>
      </w:r>
      <w:r w:rsidR="00B50622" w:rsidRPr="00C44404">
        <w:t>_____________</w:t>
      </w:r>
      <w:r w:rsidR="00AB401A" w:rsidRPr="00C44404">
        <w:t xml:space="preserve"> 20</w:t>
      </w:r>
      <w:r w:rsidR="007630B7" w:rsidRPr="00C44404">
        <w:t>2</w:t>
      </w:r>
      <w:r w:rsidR="00155DF3" w:rsidRPr="00C44404">
        <w:t>3</w:t>
      </w:r>
      <w:r w:rsidR="00AB401A" w:rsidRPr="00C44404">
        <w:t xml:space="preserve"> года</w:t>
      </w:r>
    </w:p>
    <w:p w:rsidR="00635C56" w:rsidRPr="00C44404" w:rsidRDefault="00635C56" w:rsidP="00635C56">
      <w:pPr>
        <w:ind w:firstLine="0"/>
        <w:contextualSpacing/>
        <w:rPr>
          <w:sz w:val="24"/>
        </w:rPr>
      </w:pPr>
    </w:p>
    <w:p w:rsidR="00E072A6" w:rsidRPr="00C44404" w:rsidRDefault="00E072A6" w:rsidP="00043AC3">
      <w:pPr>
        <w:ind w:firstLine="709"/>
        <w:contextualSpacing/>
        <w:rPr>
          <w:b/>
          <w:szCs w:val="28"/>
        </w:rPr>
      </w:pPr>
    </w:p>
    <w:p w:rsidR="00E072A6" w:rsidRPr="00C44404" w:rsidRDefault="00E072A6" w:rsidP="00043AC3">
      <w:pPr>
        <w:ind w:firstLine="709"/>
        <w:contextualSpacing/>
        <w:rPr>
          <w:b/>
          <w:szCs w:val="28"/>
        </w:rPr>
      </w:pPr>
      <w:r w:rsidRPr="00C44404">
        <w:rPr>
          <w:b/>
          <w:szCs w:val="28"/>
        </w:rPr>
        <w:t>Статья 1</w:t>
      </w:r>
    </w:p>
    <w:p w:rsidR="00771457" w:rsidRPr="00C44404" w:rsidRDefault="00771457" w:rsidP="007630B7">
      <w:pPr>
        <w:autoSpaceDE w:val="0"/>
        <w:autoSpaceDN w:val="0"/>
        <w:adjustRightInd w:val="0"/>
        <w:ind w:firstLine="708"/>
        <w:rPr>
          <w:szCs w:val="28"/>
        </w:rPr>
      </w:pPr>
      <w:r w:rsidRPr="00C44404">
        <w:rPr>
          <w:szCs w:val="28"/>
        </w:rPr>
        <w:t xml:space="preserve">Утвердить заключение концессионного соглашения от </w:t>
      </w:r>
      <w:r w:rsidR="00155DF3" w:rsidRPr="00C44404">
        <w:rPr>
          <w:szCs w:val="28"/>
        </w:rPr>
        <w:t>26</w:t>
      </w:r>
      <w:r w:rsidRPr="00C44404">
        <w:rPr>
          <w:szCs w:val="28"/>
        </w:rPr>
        <w:t xml:space="preserve"> </w:t>
      </w:r>
      <w:r w:rsidR="00155DF3" w:rsidRPr="00C44404">
        <w:rPr>
          <w:szCs w:val="28"/>
        </w:rPr>
        <w:t>января</w:t>
      </w:r>
      <w:r w:rsidRPr="00C44404">
        <w:rPr>
          <w:szCs w:val="28"/>
        </w:rPr>
        <w:t xml:space="preserve"> </w:t>
      </w:r>
      <w:r w:rsidR="00E072A6" w:rsidRPr="00C44404">
        <w:rPr>
          <w:szCs w:val="28"/>
        </w:rPr>
        <w:br/>
      </w:r>
      <w:r w:rsidRPr="00C44404">
        <w:rPr>
          <w:szCs w:val="28"/>
        </w:rPr>
        <w:t>20</w:t>
      </w:r>
      <w:r w:rsidR="00CE1A51" w:rsidRPr="00C44404">
        <w:rPr>
          <w:szCs w:val="28"/>
        </w:rPr>
        <w:t>2</w:t>
      </w:r>
      <w:r w:rsidR="00155DF3" w:rsidRPr="00C44404">
        <w:rPr>
          <w:szCs w:val="28"/>
        </w:rPr>
        <w:t>3</w:t>
      </w:r>
      <w:r w:rsidR="00CE1A51" w:rsidRPr="00C44404">
        <w:rPr>
          <w:szCs w:val="28"/>
        </w:rPr>
        <w:t xml:space="preserve"> года №</w:t>
      </w:r>
      <w:r w:rsidRPr="00C44404">
        <w:rPr>
          <w:szCs w:val="28"/>
        </w:rPr>
        <w:t xml:space="preserve"> </w:t>
      </w:r>
      <w:r w:rsidR="00155DF3" w:rsidRPr="00C44404">
        <w:rPr>
          <w:szCs w:val="28"/>
        </w:rPr>
        <w:t>Д-1</w:t>
      </w:r>
      <w:r w:rsidR="00E072A6" w:rsidRPr="00C44404">
        <w:rPr>
          <w:szCs w:val="28"/>
        </w:rPr>
        <w:t>1</w:t>
      </w:r>
      <w:r w:rsidRPr="00C44404">
        <w:rPr>
          <w:szCs w:val="28"/>
        </w:rPr>
        <w:t xml:space="preserve"> в </w:t>
      </w:r>
      <w:r w:rsidR="00CE1A51" w:rsidRPr="00C44404">
        <w:rPr>
          <w:szCs w:val="28"/>
        </w:rPr>
        <w:t xml:space="preserve">отношении </w:t>
      </w:r>
      <w:r w:rsidR="00E7204A" w:rsidRPr="00C44404">
        <w:t xml:space="preserve">расположенных на территории городского </w:t>
      </w:r>
      <w:proofErr w:type="gramStart"/>
      <w:r w:rsidR="00E7204A" w:rsidRPr="00C44404">
        <w:t>округа города Переславля-Залесского Ярославской области</w:t>
      </w:r>
      <w:r w:rsidR="00E7204A" w:rsidRPr="00C44404">
        <w:rPr>
          <w:szCs w:val="28"/>
          <w:shd w:val="clear" w:color="auto" w:fill="FFFFFF"/>
        </w:rPr>
        <w:t xml:space="preserve"> </w:t>
      </w:r>
      <w:r w:rsidR="002C328B" w:rsidRPr="00C44404">
        <w:rPr>
          <w:szCs w:val="28"/>
          <w:shd w:val="clear" w:color="auto" w:fill="FFFFFF"/>
        </w:rPr>
        <w:t>объектов</w:t>
      </w:r>
      <w:proofErr w:type="gramEnd"/>
      <w:r w:rsidR="002C328B" w:rsidRPr="00C44404">
        <w:rPr>
          <w:szCs w:val="28"/>
          <w:shd w:val="clear" w:color="auto" w:fill="FFFFFF"/>
        </w:rPr>
        <w:t xml:space="preserve"> </w:t>
      </w:r>
      <w:r w:rsidR="002C328B" w:rsidRPr="00C44404">
        <w:t>тепл</w:t>
      </w:r>
      <w:r w:rsidR="002C328B" w:rsidRPr="00C44404">
        <w:t>о</w:t>
      </w:r>
      <w:r w:rsidR="002C328B" w:rsidRPr="00C44404">
        <w:t>снабжения, централизованных систем горячего водоснабжения</w:t>
      </w:r>
      <w:r w:rsidR="00CE1A51" w:rsidRPr="00C44404">
        <w:rPr>
          <w:szCs w:val="28"/>
        </w:rPr>
        <w:t xml:space="preserve">, </w:t>
      </w:r>
      <w:r w:rsidR="00E072A6" w:rsidRPr="00C44404">
        <w:rPr>
          <w:szCs w:val="28"/>
        </w:rPr>
        <w:t>отдельных объектов таких систем</w:t>
      </w:r>
      <w:r w:rsidR="00155DF3" w:rsidRPr="00C44404">
        <w:t xml:space="preserve"> между городским округом город</w:t>
      </w:r>
      <w:r w:rsidR="00E7204A" w:rsidRPr="00C44404">
        <w:t>ом</w:t>
      </w:r>
      <w:r w:rsidR="00155DF3" w:rsidRPr="00C44404">
        <w:t xml:space="preserve"> </w:t>
      </w:r>
      <w:r w:rsidR="00663922" w:rsidRPr="00C44404">
        <w:br/>
      </w:r>
      <w:r w:rsidR="00155DF3" w:rsidRPr="00C44404">
        <w:t>Переславл</w:t>
      </w:r>
      <w:r w:rsidR="00E7204A" w:rsidRPr="00C44404">
        <w:t>ем</w:t>
      </w:r>
      <w:r w:rsidR="00155DF3" w:rsidRPr="00C44404">
        <w:t>-Залесски</w:t>
      </w:r>
      <w:r w:rsidR="00E7204A" w:rsidRPr="00C44404">
        <w:t>м</w:t>
      </w:r>
      <w:r w:rsidR="00155DF3" w:rsidRPr="00C44404">
        <w:t xml:space="preserve"> Ярославской области, муниципальным унитарным предприятием </w:t>
      </w:r>
      <w:r w:rsidR="008E1DCB" w:rsidRPr="00C44404">
        <w:t>городского округа город</w:t>
      </w:r>
      <w:r w:rsidR="00E7204A" w:rsidRPr="00C44404">
        <w:t>а</w:t>
      </w:r>
      <w:r w:rsidR="008E1DCB" w:rsidRPr="00C44404">
        <w:t xml:space="preserve"> Переславл</w:t>
      </w:r>
      <w:r w:rsidR="00E7204A" w:rsidRPr="00C44404">
        <w:t>я</w:t>
      </w:r>
      <w:r w:rsidR="008E1DCB" w:rsidRPr="00C44404">
        <w:t>-Залесск</w:t>
      </w:r>
      <w:r w:rsidR="00E7204A" w:rsidRPr="00C44404">
        <w:t>ого</w:t>
      </w:r>
      <w:r w:rsidR="008E1DCB" w:rsidRPr="00C44404">
        <w:t xml:space="preserve"> Ярославской области </w:t>
      </w:r>
      <w:r w:rsidR="00155DF3" w:rsidRPr="00C44404">
        <w:t>«</w:t>
      </w:r>
      <w:proofErr w:type="spellStart"/>
      <w:r w:rsidR="002C328B" w:rsidRPr="00C44404">
        <w:t>Теплосервис</w:t>
      </w:r>
      <w:proofErr w:type="spellEnd"/>
      <w:r w:rsidR="00155DF3" w:rsidRPr="00C44404">
        <w:t>», обществом с ограниченной ответственностью «Г</w:t>
      </w:r>
      <w:r w:rsidR="00155DF3" w:rsidRPr="00C44404">
        <w:t>о</w:t>
      </w:r>
      <w:r w:rsidR="00155DF3" w:rsidRPr="00C44404">
        <w:t>родские коммунальные сети» и Ярославской областью</w:t>
      </w:r>
      <w:r w:rsidRPr="00C44404">
        <w:rPr>
          <w:szCs w:val="28"/>
        </w:rPr>
        <w:t>.</w:t>
      </w:r>
    </w:p>
    <w:p w:rsidR="00AC447E" w:rsidRPr="00C44404" w:rsidRDefault="00AC447E" w:rsidP="007630B7">
      <w:pPr>
        <w:autoSpaceDE w:val="0"/>
        <w:autoSpaceDN w:val="0"/>
        <w:adjustRightInd w:val="0"/>
        <w:ind w:firstLine="708"/>
        <w:rPr>
          <w:szCs w:val="28"/>
        </w:rPr>
      </w:pPr>
    </w:p>
    <w:p w:rsidR="006D0168" w:rsidRPr="00C44404" w:rsidRDefault="006D0168" w:rsidP="007630B7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C44404">
        <w:rPr>
          <w:b/>
          <w:szCs w:val="28"/>
        </w:rPr>
        <w:t>Статья 2</w:t>
      </w:r>
    </w:p>
    <w:p w:rsidR="006D0168" w:rsidRPr="00C44404" w:rsidRDefault="00E41150" w:rsidP="007630B7">
      <w:pPr>
        <w:autoSpaceDE w:val="0"/>
        <w:autoSpaceDN w:val="0"/>
        <w:adjustRightInd w:val="0"/>
        <w:ind w:firstLine="708"/>
        <w:rPr>
          <w:szCs w:val="28"/>
        </w:rPr>
      </w:pPr>
      <w:r w:rsidRPr="00C44404">
        <w:rPr>
          <w:szCs w:val="28"/>
        </w:rPr>
        <w:t>Настоящий Закон вступает в силу со дня его официального опублик</w:t>
      </w:r>
      <w:r w:rsidRPr="00C44404">
        <w:rPr>
          <w:szCs w:val="28"/>
        </w:rPr>
        <w:t>о</w:t>
      </w:r>
      <w:r w:rsidRPr="00C44404">
        <w:rPr>
          <w:szCs w:val="28"/>
        </w:rPr>
        <w:t>вания.</w:t>
      </w:r>
    </w:p>
    <w:p w:rsidR="006D0168" w:rsidRPr="00C44404" w:rsidRDefault="006D0168" w:rsidP="007630B7">
      <w:pPr>
        <w:autoSpaceDE w:val="0"/>
        <w:autoSpaceDN w:val="0"/>
        <w:adjustRightInd w:val="0"/>
        <w:ind w:firstLine="708"/>
        <w:rPr>
          <w:szCs w:val="28"/>
        </w:rPr>
      </w:pPr>
    </w:p>
    <w:p w:rsidR="006D0168" w:rsidRPr="00C44404" w:rsidRDefault="006D0168" w:rsidP="007630B7">
      <w:pPr>
        <w:autoSpaceDE w:val="0"/>
        <w:autoSpaceDN w:val="0"/>
        <w:adjustRightInd w:val="0"/>
        <w:ind w:firstLine="708"/>
        <w:rPr>
          <w:szCs w:val="28"/>
        </w:rPr>
      </w:pPr>
    </w:p>
    <w:p w:rsidR="006D0168" w:rsidRPr="00C44404" w:rsidRDefault="006D0168" w:rsidP="007630B7">
      <w:pPr>
        <w:autoSpaceDE w:val="0"/>
        <w:autoSpaceDN w:val="0"/>
        <w:adjustRightInd w:val="0"/>
        <w:ind w:firstLine="708"/>
        <w:rPr>
          <w:szCs w:val="28"/>
        </w:rPr>
      </w:pPr>
    </w:p>
    <w:p w:rsidR="00AC447E" w:rsidRPr="00C44404" w:rsidRDefault="00AC447E" w:rsidP="00AC447E">
      <w:pPr>
        <w:pStyle w:val="2"/>
      </w:pPr>
      <w:r w:rsidRPr="00C44404">
        <w:t>Губернатор</w:t>
      </w:r>
    </w:p>
    <w:p w:rsidR="00AC447E" w:rsidRPr="00C44404" w:rsidRDefault="00AC447E" w:rsidP="00D04D49">
      <w:pPr>
        <w:pStyle w:val="2"/>
        <w:tabs>
          <w:tab w:val="clear" w:pos="8222"/>
          <w:tab w:val="left" w:pos="7797"/>
        </w:tabs>
      </w:pPr>
      <w:r w:rsidRPr="00C44404">
        <w:t>Ярославской области</w:t>
      </w:r>
      <w:r w:rsidRPr="00C44404">
        <w:tab/>
      </w:r>
      <w:r w:rsidR="007630B7" w:rsidRPr="00C44404">
        <w:t>М.Я. Евраев</w:t>
      </w:r>
    </w:p>
    <w:p w:rsidR="00AC447E" w:rsidRPr="00C44404" w:rsidRDefault="00AC447E" w:rsidP="00AC447E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</w:pPr>
    </w:p>
    <w:p w:rsidR="00663922" w:rsidRPr="00C44404" w:rsidRDefault="00663922" w:rsidP="00AC447E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</w:pPr>
    </w:p>
    <w:p w:rsidR="00AC447E" w:rsidRPr="00C44404" w:rsidRDefault="00AC447E" w:rsidP="00AC447E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C44404">
        <w:rPr>
          <w:bCs/>
          <w:szCs w:val="28"/>
        </w:rPr>
        <w:t>«_____»</w:t>
      </w:r>
      <w:r w:rsidR="007630B7" w:rsidRPr="00C44404">
        <w:rPr>
          <w:bCs/>
          <w:szCs w:val="28"/>
        </w:rPr>
        <w:t>_____________202</w:t>
      </w:r>
      <w:r w:rsidR="00155DF3" w:rsidRPr="00C44404">
        <w:rPr>
          <w:bCs/>
          <w:szCs w:val="28"/>
        </w:rPr>
        <w:t>3</w:t>
      </w:r>
      <w:r w:rsidRPr="00C44404">
        <w:rPr>
          <w:bCs/>
          <w:szCs w:val="28"/>
        </w:rPr>
        <w:t xml:space="preserve"> г.</w:t>
      </w:r>
    </w:p>
    <w:p w:rsidR="00AC447E" w:rsidRPr="00C44404" w:rsidRDefault="00AC447E" w:rsidP="00AC447E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C447E" w:rsidRPr="00C44404" w:rsidRDefault="00AC447E" w:rsidP="006C4426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C44404">
        <w:rPr>
          <w:bCs/>
          <w:szCs w:val="28"/>
        </w:rPr>
        <w:t>№_______</w:t>
      </w:r>
    </w:p>
    <w:sectPr w:rsidR="00AC447E" w:rsidRPr="00C44404" w:rsidSect="006C4426">
      <w:headerReference w:type="even" r:id="rId10"/>
      <w:headerReference w:type="default" r:id="rId11"/>
      <w:headerReference w:type="first" r:id="rId12"/>
      <w:pgSz w:w="11906" w:h="16838" w:code="9"/>
      <w:pgMar w:top="186" w:right="851" w:bottom="426" w:left="1701" w:header="1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CCB" w:rsidRDefault="00076CCB">
      <w:r>
        <w:separator/>
      </w:r>
    </w:p>
    <w:p w:rsidR="00076CCB" w:rsidRDefault="00076CCB"/>
    <w:p w:rsidR="00076CCB" w:rsidRDefault="00076CCB"/>
  </w:endnote>
  <w:endnote w:type="continuationSeparator" w:id="0">
    <w:p w:rsidR="00076CCB" w:rsidRDefault="00076CCB">
      <w:r>
        <w:continuationSeparator/>
      </w:r>
    </w:p>
    <w:p w:rsidR="00076CCB" w:rsidRDefault="00076CCB"/>
    <w:p w:rsidR="00076CCB" w:rsidRDefault="00076C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CCB" w:rsidRDefault="00076CCB">
      <w:r>
        <w:separator/>
      </w:r>
    </w:p>
    <w:p w:rsidR="00076CCB" w:rsidRDefault="00076CCB"/>
    <w:p w:rsidR="00076CCB" w:rsidRDefault="00076CCB"/>
  </w:footnote>
  <w:footnote w:type="continuationSeparator" w:id="0">
    <w:p w:rsidR="00076CCB" w:rsidRDefault="00076CCB">
      <w:r>
        <w:continuationSeparator/>
      </w:r>
    </w:p>
    <w:p w:rsidR="00076CCB" w:rsidRDefault="00076CCB"/>
    <w:p w:rsidR="00076CCB" w:rsidRDefault="00076C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761158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026D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CB" w:rsidRDefault="00D4073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16ED8">
      <w:rPr>
        <w:noProof/>
      </w:rPr>
      <w:t>2</w:t>
    </w:r>
    <w:r>
      <w:rPr>
        <w:noProof/>
      </w:rPr>
      <w:fldChar w:fldCharType="end"/>
    </w:r>
  </w:p>
  <w:p w:rsidR="002026D1" w:rsidRDefault="002026D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CB" w:rsidRDefault="00A64BCB" w:rsidP="00693321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2A564D3E"/>
    <w:multiLevelType w:val="hybridMultilevel"/>
    <w:tmpl w:val="07FA59C6"/>
    <w:lvl w:ilvl="0" w:tplc="762CE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887C2F"/>
    <w:multiLevelType w:val="hybridMultilevel"/>
    <w:tmpl w:val="9506709E"/>
    <w:lvl w:ilvl="0" w:tplc="D8C497E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5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4C72"/>
    <w:rsid w:val="00004F5B"/>
    <w:rsid w:val="000055A3"/>
    <w:rsid w:val="000067BD"/>
    <w:rsid w:val="00006C60"/>
    <w:rsid w:val="00007108"/>
    <w:rsid w:val="0000716E"/>
    <w:rsid w:val="00010118"/>
    <w:rsid w:val="000110B9"/>
    <w:rsid w:val="00011166"/>
    <w:rsid w:val="00012071"/>
    <w:rsid w:val="000128C7"/>
    <w:rsid w:val="00015563"/>
    <w:rsid w:val="00015A9D"/>
    <w:rsid w:val="00015C0B"/>
    <w:rsid w:val="0001603B"/>
    <w:rsid w:val="00016CC0"/>
    <w:rsid w:val="000222C9"/>
    <w:rsid w:val="0002420F"/>
    <w:rsid w:val="0002491A"/>
    <w:rsid w:val="00025703"/>
    <w:rsid w:val="00026B9E"/>
    <w:rsid w:val="00026EF1"/>
    <w:rsid w:val="000276DF"/>
    <w:rsid w:val="00030179"/>
    <w:rsid w:val="00030F0F"/>
    <w:rsid w:val="000339C7"/>
    <w:rsid w:val="00034B87"/>
    <w:rsid w:val="00035403"/>
    <w:rsid w:val="00036324"/>
    <w:rsid w:val="0003640F"/>
    <w:rsid w:val="0003721C"/>
    <w:rsid w:val="00037707"/>
    <w:rsid w:val="00037D45"/>
    <w:rsid w:val="00040643"/>
    <w:rsid w:val="00040BDB"/>
    <w:rsid w:val="00040E77"/>
    <w:rsid w:val="000412B5"/>
    <w:rsid w:val="00041C96"/>
    <w:rsid w:val="00042FA4"/>
    <w:rsid w:val="0004326A"/>
    <w:rsid w:val="00043AC3"/>
    <w:rsid w:val="000447A2"/>
    <w:rsid w:val="000447B1"/>
    <w:rsid w:val="00044B09"/>
    <w:rsid w:val="00044DF4"/>
    <w:rsid w:val="000455D9"/>
    <w:rsid w:val="000455EB"/>
    <w:rsid w:val="000457A8"/>
    <w:rsid w:val="00045F94"/>
    <w:rsid w:val="00046BB0"/>
    <w:rsid w:val="00046D57"/>
    <w:rsid w:val="0004709D"/>
    <w:rsid w:val="000471EE"/>
    <w:rsid w:val="000473AE"/>
    <w:rsid w:val="0005256D"/>
    <w:rsid w:val="000540DA"/>
    <w:rsid w:val="000544BF"/>
    <w:rsid w:val="00054A82"/>
    <w:rsid w:val="00054F47"/>
    <w:rsid w:val="00055D1C"/>
    <w:rsid w:val="00056A26"/>
    <w:rsid w:val="000600DB"/>
    <w:rsid w:val="00060A5A"/>
    <w:rsid w:val="00061272"/>
    <w:rsid w:val="00061B45"/>
    <w:rsid w:val="000622AC"/>
    <w:rsid w:val="00063066"/>
    <w:rsid w:val="00063113"/>
    <w:rsid w:val="000636DE"/>
    <w:rsid w:val="00064FD0"/>
    <w:rsid w:val="00065B65"/>
    <w:rsid w:val="00066AF3"/>
    <w:rsid w:val="00067A31"/>
    <w:rsid w:val="000708F7"/>
    <w:rsid w:val="0007107F"/>
    <w:rsid w:val="000711A0"/>
    <w:rsid w:val="0007189B"/>
    <w:rsid w:val="000722F2"/>
    <w:rsid w:val="00072E9B"/>
    <w:rsid w:val="00073028"/>
    <w:rsid w:val="000738F9"/>
    <w:rsid w:val="00074B7B"/>
    <w:rsid w:val="00076CCB"/>
    <w:rsid w:val="0008008A"/>
    <w:rsid w:val="0008189B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75F4"/>
    <w:rsid w:val="000900B0"/>
    <w:rsid w:val="00091791"/>
    <w:rsid w:val="000917F4"/>
    <w:rsid w:val="00093964"/>
    <w:rsid w:val="00094724"/>
    <w:rsid w:val="00095802"/>
    <w:rsid w:val="00095A6C"/>
    <w:rsid w:val="00097488"/>
    <w:rsid w:val="00097E3F"/>
    <w:rsid w:val="000A0776"/>
    <w:rsid w:val="000A36A0"/>
    <w:rsid w:val="000A4FEA"/>
    <w:rsid w:val="000A6DE1"/>
    <w:rsid w:val="000A7990"/>
    <w:rsid w:val="000B0365"/>
    <w:rsid w:val="000B1C15"/>
    <w:rsid w:val="000B2059"/>
    <w:rsid w:val="000B20BA"/>
    <w:rsid w:val="000B3D3A"/>
    <w:rsid w:val="000B5610"/>
    <w:rsid w:val="000B5868"/>
    <w:rsid w:val="000B6E33"/>
    <w:rsid w:val="000B7B89"/>
    <w:rsid w:val="000B7D76"/>
    <w:rsid w:val="000C0758"/>
    <w:rsid w:val="000C1230"/>
    <w:rsid w:val="000C30F9"/>
    <w:rsid w:val="000C36D9"/>
    <w:rsid w:val="000C41A6"/>
    <w:rsid w:val="000C4631"/>
    <w:rsid w:val="000C4E39"/>
    <w:rsid w:val="000C77D2"/>
    <w:rsid w:val="000D0A7A"/>
    <w:rsid w:val="000D14B5"/>
    <w:rsid w:val="000D1AA9"/>
    <w:rsid w:val="000D5599"/>
    <w:rsid w:val="000D6FAB"/>
    <w:rsid w:val="000D7A3C"/>
    <w:rsid w:val="000E0EC0"/>
    <w:rsid w:val="000E0ED3"/>
    <w:rsid w:val="000E33C8"/>
    <w:rsid w:val="000E3EB1"/>
    <w:rsid w:val="000E53A6"/>
    <w:rsid w:val="000E53F8"/>
    <w:rsid w:val="000E590F"/>
    <w:rsid w:val="000E5931"/>
    <w:rsid w:val="000E7D58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32B"/>
    <w:rsid w:val="001006C5"/>
    <w:rsid w:val="00103644"/>
    <w:rsid w:val="00103AEF"/>
    <w:rsid w:val="00103E4E"/>
    <w:rsid w:val="00103E8B"/>
    <w:rsid w:val="00105CD0"/>
    <w:rsid w:val="00105EFB"/>
    <w:rsid w:val="00106063"/>
    <w:rsid w:val="001071F8"/>
    <w:rsid w:val="00107D1E"/>
    <w:rsid w:val="00110E8E"/>
    <w:rsid w:val="0011193D"/>
    <w:rsid w:val="00112051"/>
    <w:rsid w:val="00112654"/>
    <w:rsid w:val="00112738"/>
    <w:rsid w:val="00113356"/>
    <w:rsid w:val="00113D20"/>
    <w:rsid w:val="00114062"/>
    <w:rsid w:val="001142FD"/>
    <w:rsid w:val="00115AF2"/>
    <w:rsid w:val="00115D22"/>
    <w:rsid w:val="00117F45"/>
    <w:rsid w:val="001203C6"/>
    <w:rsid w:val="00120B3D"/>
    <w:rsid w:val="00120FED"/>
    <w:rsid w:val="00121406"/>
    <w:rsid w:val="001221BD"/>
    <w:rsid w:val="00125ECE"/>
    <w:rsid w:val="0012638A"/>
    <w:rsid w:val="001263D2"/>
    <w:rsid w:val="00127B9F"/>
    <w:rsid w:val="001300EF"/>
    <w:rsid w:val="001316B6"/>
    <w:rsid w:val="001322FE"/>
    <w:rsid w:val="00133629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6B74"/>
    <w:rsid w:val="00146E21"/>
    <w:rsid w:val="0014722E"/>
    <w:rsid w:val="00147682"/>
    <w:rsid w:val="00150BF8"/>
    <w:rsid w:val="00152BA4"/>
    <w:rsid w:val="00152C80"/>
    <w:rsid w:val="00154446"/>
    <w:rsid w:val="001545CA"/>
    <w:rsid w:val="00155DF3"/>
    <w:rsid w:val="00156724"/>
    <w:rsid w:val="0015679A"/>
    <w:rsid w:val="001576C7"/>
    <w:rsid w:val="00160292"/>
    <w:rsid w:val="001622B5"/>
    <w:rsid w:val="0016368F"/>
    <w:rsid w:val="001659A8"/>
    <w:rsid w:val="00165C0A"/>
    <w:rsid w:val="0016612F"/>
    <w:rsid w:val="00166A6B"/>
    <w:rsid w:val="00170741"/>
    <w:rsid w:val="00173A52"/>
    <w:rsid w:val="0017446C"/>
    <w:rsid w:val="00175553"/>
    <w:rsid w:val="001760B6"/>
    <w:rsid w:val="00176118"/>
    <w:rsid w:val="00176CC8"/>
    <w:rsid w:val="0017746E"/>
    <w:rsid w:val="001774E2"/>
    <w:rsid w:val="00180927"/>
    <w:rsid w:val="00180AB6"/>
    <w:rsid w:val="001813F7"/>
    <w:rsid w:val="00181C49"/>
    <w:rsid w:val="00182276"/>
    <w:rsid w:val="0018436B"/>
    <w:rsid w:val="00184FA4"/>
    <w:rsid w:val="00185A54"/>
    <w:rsid w:val="00186BE6"/>
    <w:rsid w:val="00190ABD"/>
    <w:rsid w:val="00190ADE"/>
    <w:rsid w:val="00191686"/>
    <w:rsid w:val="00192434"/>
    <w:rsid w:val="00192B57"/>
    <w:rsid w:val="00194756"/>
    <w:rsid w:val="00194EC2"/>
    <w:rsid w:val="00196BAF"/>
    <w:rsid w:val="001A1ADF"/>
    <w:rsid w:val="001A27BA"/>
    <w:rsid w:val="001A481F"/>
    <w:rsid w:val="001A5F9F"/>
    <w:rsid w:val="001A638E"/>
    <w:rsid w:val="001A6903"/>
    <w:rsid w:val="001B018A"/>
    <w:rsid w:val="001B0405"/>
    <w:rsid w:val="001B13E1"/>
    <w:rsid w:val="001B3229"/>
    <w:rsid w:val="001B489F"/>
    <w:rsid w:val="001B4C0B"/>
    <w:rsid w:val="001B4C5C"/>
    <w:rsid w:val="001B4EED"/>
    <w:rsid w:val="001B567E"/>
    <w:rsid w:val="001B6E89"/>
    <w:rsid w:val="001B77AF"/>
    <w:rsid w:val="001B7BDB"/>
    <w:rsid w:val="001C0698"/>
    <w:rsid w:val="001C2224"/>
    <w:rsid w:val="001C41FD"/>
    <w:rsid w:val="001C49ED"/>
    <w:rsid w:val="001C4EE2"/>
    <w:rsid w:val="001C532A"/>
    <w:rsid w:val="001C5671"/>
    <w:rsid w:val="001C6D8E"/>
    <w:rsid w:val="001D0E62"/>
    <w:rsid w:val="001D1F60"/>
    <w:rsid w:val="001D21A3"/>
    <w:rsid w:val="001D3575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24F1"/>
    <w:rsid w:val="001E46AF"/>
    <w:rsid w:val="001E48F8"/>
    <w:rsid w:val="001E4A03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353"/>
    <w:rsid w:val="00200F91"/>
    <w:rsid w:val="00202395"/>
    <w:rsid w:val="002026D1"/>
    <w:rsid w:val="00205706"/>
    <w:rsid w:val="00206B4F"/>
    <w:rsid w:val="00206D05"/>
    <w:rsid w:val="0020746F"/>
    <w:rsid w:val="00211762"/>
    <w:rsid w:val="00211932"/>
    <w:rsid w:val="00212892"/>
    <w:rsid w:val="00213857"/>
    <w:rsid w:val="002138BB"/>
    <w:rsid w:val="00214868"/>
    <w:rsid w:val="00214DBC"/>
    <w:rsid w:val="0021508B"/>
    <w:rsid w:val="002156FB"/>
    <w:rsid w:val="00216081"/>
    <w:rsid w:val="0021609F"/>
    <w:rsid w:val="00216ED8"/>
    <w:rsid w:val="00220E5C"/>
    <w:rsid w:val="002228B5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512A1"/>
    <w:rsid w:val="00251935"/>
    <w:rsid w:val="00252EBE"/>
    <w:rsid w:val="0025305E"/>
    <w:rsid w:val="0025408F"/>
    <w:rsid w:val="002549E1"/>
    <w:rsid w:val="00256A60"/>
    <w:rsid w:val="002575E8"/>
    <w:rsid w:val="00260D98"/>
    <w:rsid w:val="002614AE"/>
    <w:rsid w:val="00261631"/>
    <w:rsid w:val="0026164C"/>
    <w:rsid w:val="002628AA"/>
    <w:rsid w:val="00262A13"/>
    <w:rsid w:val="00263C5E"/>
    <w:rsid w:val="00265684"/>
    <w:rsid w:val="00265E60"/>
    <w:rsid w:val="0027006A"/>
    <w:rsid w:val="00270AA6"/>
    <w:rsid w:val="00271356"/>
    <w:rsid w:val="002716F9"/>
    <w:rsid w:val="0027207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2B9"/>
    <w:rsid w:val="00281774"/>
    <w:rsid w:val="00281C40"/>
    <w:rsid w:val="00282475"/>
    <w:rsid w:val="00282B81"/>
    <w:rsid w:val="00284B33"/>
    <w:rsid w:val="002853D7"/>
    <w:rsid w:val="00285E6E"/>
    <w:rsid w:val="0028636F"/>
    <w:rsid w:val="002903E0"/>
    <w:rsid w:val="00290604"/>
    <w:rsid w:val="002920F4"/>
    <w:rsid w:val="002927D3"/>
    <w:rsid w:val="00292CE8"/>
    <w:rsid w:val="00292E5A"/>
    <w:rsid w:val="00294214"/>
    <w:rsid w:val="002944E1"/>
    <w:rsid w:val="00294AA2"/>
    <w:rsid w:val="002961FD"/>
    <w:rsid w:val="002979D3"/>
    <w:rsid w:val="00297AA3"/>
    <w:rsid w:val="002A0BF2"/>
    <w:rsid w:val="002A1105"/>
    <w:rsid w:val="002A26FB"/>
    <w:rsid w:val="002A286D"/>
    <w:rsid w:val="002A2FC5"/>
    <w:rsid w:val="002A53FB"/>
    <w:rsid w:val="002A668A"/>
    <w:rsid w:val="002A75BF"/>
    <w:rsid w:val="002B05D4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328B"/>
    <w:rsid w:val="002C48BC"/>
    <w:rsid w:val="002C6FC3"/>
    <w:rsid w:val="002C7202"/>
    <w:rsid w:val="002C74F2"/>
    <w:rsid w:val="002D0084"/>
    <w:rsid w:val="002D053C"/>
    <w:rsid w:val="002D0960"/>
    <w:rsid w:val="002D0BE7"/>
    <w:rsid w:val="002D1DD2"/>
    <w:rsid w:val="002D296D"/>
    <w:rsid w:val="002D338C"/>
    <w:rsid w:val="002D46C2"/>
    <w:rsid w:val="002D56D4"/>
    <w:rsid w:val="002D6016"/>
    <w:rsid w:val="002D7373"/>
    <w:rsid w:val="002D78CB"/>
    <w:rsid w:val="002E23EC"/>
    <w:rsid w:val="002E3F6A"/>
    <w:rsid w:val="002E4D42"/>
    <w:rsid w:val="002E5573"/>
    <w:rsid w:val="002E7162"/>
    <w:rsid w:val="002F0017"/>
    <w:rsid w:val="002F180C"/>
    <w:rsid w:val="002F182E"/>
    <w:rsid w:val="002F2EB0"/>
    <w:rsid w:val="002F3B07"/>
    <w:rsid w:val="002F58E1"/>
    <w:rsid w:val="002F6167"/>
    <w:rsid w:val="002F642C"/>
    <w:rsid w:val="003009BA"/>
    <w:rsid w:val="00301EE3"/>
    <w:rsid w:val="00302B63"/>
    <w:rsid w:val="00302E47"/>
    <w:rsid w:val="00303D5C"/>
    <w:rsid w:val="00304747"/>
    <w:rsid w:val="00304DB1"/>
    <w:rsid w:val="00304F47"/>
    <w:rsid w:val="00304FEE"/>
    <w:rsid w:val="003069B5"/>
    <w:rsid w:val="00306C19"/>
    <w:rsid w:val="00310F64"/>
    <w:rsid w:val="00311070"/>
    <w:rsid w:val="00311636"/>
    <w:rsid w:val="00311A90"/>
    <w:rsid w:val="003136E8"/>
    <w:rsid w:val="00313719"/>
    <w:rsid w:val="003139F7"/>
    <w:rsid w:val="00313B5F"/>
    <w:rsid w:val="003145B0"/>
    <w:rsid w:val="0031492B"/>
    <w:rsid w:val="00315460"/>
    <w:rsid w:val="00315B95"/>
    <w:rsid w:val="00316F13"/>
    <w:rsid w:val="00317CAA"/>
    <w:rsid w:val="003202F1"/>
    <w:rsid w:val="00320DA6"/>
    <w:rsid w:val="00321D4B"/>
    <w:rsid w:val="00322068"/>
    <w:rsid w:val="00322AB6"/>
    <w:rsid w:val="0032442B"/>
    <w:rsid w:val="0032545F"/>
    <w:rsid w:val="003255B2"/>
    <w:rsid w:val="00325C66"/>
    <w:rsid w:val="00330914"/>
    <w:rsid w:val="00330B5C"/>
    <w:rsid w:val="0033166F"/>
    <w:rsid w:val="00333433"/>
    <w:rsid w:val="00342D61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70DE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4122"/>
    <w:rsid w:val="003750F7"/>
    <w:rsid w:val="0038014F"/>
    <w:rsid w:val="00380E96"/>
    <w:rsid w:val="00381AC1"/>
    <w:rsid w:val="00382F70"/>
    <w:rsid w:val="003836EC"/>
    <w:rsid w:val="00386057"/>
    <w:rsid w:val="0038672C"/>
    <w:rsid w:val="00387ED4"/>
    <w:rsid w:val="00390250"/>
    <w:rsid w:val="0039101C"/>
    <w:rsid w:val="0039236C"/>
    <w:rsid w:val="0039249B"/>
    <w:rsid w:val="00392972"/>
    <w:rsid w:val="003930C0"/>
    <w:rsid w:val="003937C3"/>
    <w:rsid w:val="00393E60"/>
    <w:rsid w:val="00394970"/>
    <w:rsid w:val="003950A3"/>
    <w:rsid w:val="003952EB"/>
    <w:rsid w:val="003956EC"/>
    <w:rsid w:val="0039589E"/>
    <w:rsid w:val="003A0808"/>
    <w:rsid w:val="003A2C1C"/>
    <w:rsid w:val="003A3614"/>
    <w:rsid w:val="003A384A"/>
    <w:rsid w:val="003A7B61"/>
    <w:rsid w:val="003A7CBB"/>
    <w:rsid w:val="003B07CB"/>
    <w:rsid w:val="003B0A5E"/>
    <w:rsid w:val="003B172D"/>
    <w:rsid w:val="003B1CA8"/>
    <w:rsid w:val="003B4E09"/>
    <w:rsid w:val="003B5D0B"/>
    <w:rsid w:val="003B7214"/>
    <w:rsid w:val="003B760E"/>
    <w:rsid w:val="003C019F"/>
    <w:rsid w:val="003C16BC"/>
    <w:rsid w:val="003C20D4"/>
    <w:rsid w:val="003C2B07"/>
    <w:rsid w:val="003C383A"/>
    <w:rsid w:val="003C544D"/>
    <w:rsid w:val="003C5CA1"/>
    <w:rsid w:val="003C68F3"/>
    <w:rsid w:val="003C75CE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174"/>
    <w:rsid w:val="003D6A4D"/>
    <w:rsid w:val="003D6D82"/>
    <w:rsid w:val="003E0362"/>
    <w:rsid w:val="003E1361"/>
    <w:rsid w:val="003E17B5"/>
    <w:rsid w:val="003E273F"/>
    <w:rsid w:val="003E2AD0"/>
    <w:rsid w:val="003E2DAC"/>
    <w:rsid w:val="003E33A3"/>
    <w:rsid w:val="003E380C"/>
    <w:rsid w:val="003E3E4A"/>
    <w:rsid w:val="003E445B"/>
    <w:rsid w:val="003E52CA"/>
    <w:rsid w:val="003E5944"/>
    <w:rsid w:val="003E63D6"/>
    <w:rsid w:val="003F034F"/>
    <w:rsid w:val="003F0410"/>
    <w:rsid w:val="003F15AC"/>
    <w:rsid w:val="003F1745"/>
    <w:rsid w:val="003F2A7D"/>
    <w:rsid w:val="003F2AA3"/>
    <w:rsid w:val="003F3FFA"/>
    <w:rsid w:val="003F5809"/>
    <w:rsid w:val="003F7A1D"/>
    <w:rsid w:val="004006A4"/>
    <w:rsid w:val="00400DFD"/>
    <w:rsid w:val="004012E2"/>
    <w:rsid w:val="00402B4D"/>
    <w:rsid w:val="00402B97"/>
    <w:rsid w:val="00402D3F"/>
    <w:rsid w:val="00403DB2"/>
    <w:rsid w:val="00404268"/>
    <w:rsid w:val="00404B33"/>
    <w:rsid w:val="0040525B"/>
    <w:rsid w:val="00405367"/>
    <w:rsid w:val="0040587A"/>
    <w:rsid w:val="00406D84"/>
    <w:rsid w:val="00406F0D"/>
    <w:rsid w:val="00407F59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5B8"/>
    <w:rsid w:val="0043084E"/>
    <w:rsid w:val="004308BC"/>
    <w:rsid w:val="00430BC9"/>
    <w:rsid w:val="00430DF8"/>
    <w:rsid w:val="004315A1"/>
    <w:rsid w:val="00431D11"/>
    <w:rsid w:val="00431DD9"/>
    <w:rsid w:val="004321B0"/>
    <w:rsid w:val="004327FF"/>
    <w:rsid w:val="00432E74"/>
    <w:rsid w:val="00433501"/>
    <w:rsid w:val="0043434A"/>
    <w:rsid w:val="00434ACB"/>
    <w:rsid w:val="00434E00"/>
    <w:rsid w:val="00434E9A"/>
    <w:rsid w:val="004350DF"/>
    <w:rsid w:val="004374F2"/>
    <w:rsid w:val="00442B50"/>
    <w:rsid w:val="00442FB1"/>
    <w:rsid w:val="004430A1"/>
    <w:rsid w:val="00445864"/>
    <w:rsid w:val="00445CEF"/>
    <w:rsid w:val="004470C2"/>
    <w:rsid w:val="00447533"/>
    <w:rsid w:val="0045079C"/>
    <w:rsid w:val="00450B6C"/>
    <w:rsid w:val="004519A5"/>
    <w:rsid w:val="004519EA"/>
    <w:rsid w:val="00452AFB"/>
    <w:rsid w:val="00453098"/>
    <w:rsid w:val="00453144"/>
    <w:rsid w:val="00456D20"/>
    <w:rsid w:val="00457A68"/>
    <w:rsid w:val="0046058D"/>
    <w:rsid w:val="00461B64"/>
    <w:rsid w:val="00461BFE"/>
    <w:rsid w:val="00462B3D"/>
    <w:rsid w:val="0046346D"/>
    <w:rsid w:val="00464508"/>
    <w:rsid w:val="0046477E"/>
    <w:rsid w:val="00464BE7"/>
    <w:rsid w:val="004650BD"/>
    <w:rsid w:val="00465F00"/>
    <w:rsid w:val="00466D4A"/>
    <w:rsid w:val="00466D77"/>
    <w:rsid w:val="00467BC8"/>
    <w:rsid w:val="00470C38"/>
    <w:rsid w:val="004711DC"/>
    <w:rsid w:val="00471F9F"/>
    <w:rsid w:val="004744B2"/>
    <w:rsid w:val="00476D8A"/>
    <w:rsid w:val="00480122"/>
    <w:rsid w:val="0048342C"/>
    <w:rsid w:val="0048470C"/>
    <w:rsid w:val="00484CB1"/>
    <w:rsid w:val="00485B40"/>
    <w:rsid w:val="004903B7"/>
    <w:rsid w:val="00490B52"/>
    <w:rsid w:val="00490D03"/>
    <w:rsid w:val="00491C81"/>
    <w:rsid w:val="004923FA"/>
    <w:rsid w:val="0049312C"/>
    <w:rsid w:val="004953E6"/>
    <w:rsid w:val="00495F00"/>
    <w:rsid w:val="00496214"/>
    <w:rsid w:val="00496F3F"/>
    <w:rsid w:val="004A1ADD"/>
    <w:rsid w:val="004A1E7B"/>
    <w:rsid w:val="004A2625"/>
    <w:rsid w:val="004A2C71"/>
    <w:rsid w:val="004A4462"/>
    <w:rsid w:val="004A56F8"/>
    <w:rsid w:val="004A6B96"/>
    <w:rsid w:val="004A6E19"/>
    <w:rsid w:val="004B0409"/>
    <w:rsid w:val="004B0E46"/>
    <w:rsid w:val="004B142E"/>
    <w:rsid w:val="004B1EB1"/>
    <w:rsid w:val="004B2EE2"/>
    <w:rsid w:val="004B3D6E"/>
    <w:rsid w:val="004B5669"/>
    <w:rsid w:val="004B566E"/>
    <w:rsid w:val="004B5ADE"/>
    <w:rsid w:val="004B5CA8"/>
    <w:rsid w:val="004C02B8"/>
    <w:rsid w:val="004C0A19"/>
    <w:rsid w:val="004C103D"/>
    <w:rsid w:val="004C14EB"/>
    <w:rsid w:val="004C1805"/>
    <w:rsid w:val="004C1C3B"/>
    <w:rsid w:val="004C5149"/>
    <w:rsid w:val="004C548F"/>
    <w:rsid w:val="004C5B79"/>
    <w:rsid w:val="004C6C10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68"/>
    <w:rsid w:val="004E31CC"/>
    <w:rsid w:val="004E4D49"/>
    <w:rsid w:val="004E5612"/>
    <w:rsid w:val="004E7A83"/>
    <w:rsid w:val="004F11C4"/>
    <w:rsid w:val="004F28ED"/>
    <w:rsid w:val="004F2A69"/>
    <w:rsid w:val="004F2B12"/>
    <w:rsid w:val="004F4BB0"/>
    <w:rsid w:val="004F4DC1"/>
    <w:rsid w:val="004F5419"/>
    <w:rsid w:val="004F6783"/>
    <w:rsid w:val="004F695D"/>
    <w:rsid w:val="00500C18"/>
    <w:rsid w:val="0050115B"/>
    <w:rsid w:val="00501CF6"/>
    <w:rsid w:val="005027F8"/>
    <w:rsid w:val="00503A36"/>
    <w:rsid w:val="00505770"/>
    <w:rsid w:val="00505B64"/>
    <w:rsid w:val="005067F8"/>
    <w:rsid w:val="005072E3"/>
    <w:rsid w:val="00507B6D"/>
    <w:rsid w:val="0051121F"/>
    <w:rsid w:val="0051212B"/>
    <w:rsid w:val="00512B2B"/>
    <w:rsid w:val="00513052"/>
    <w:rsid w:val="005141D9"/>
    <w:rsid w:val="00514782"/>
    <w:rsid w:val="00515DA2"/>
    <w:rsid w:val="0051682B"/>
    <w:rsid w:val="00516C18"/>
    <w:rsid w:val="00517C30"/>
    <w:rsid w:val="005201D5"/>
    <w:rsid w:val="00521B3C"/>
    <w:rsid w:val="00521D9E"/>
    <w:rsid w:val="005256E4"/>
    <w:rsid w:val="00526D8E"/>
    <w:rsid w:val="0052745D"/>
    <w:rsid w:val="00527633"/>
    <w:rsid w:val="00533572"/>
    <w:rsid w:val="00533E26"/>
    <w:rsid w:val="00542944"/>
    <w:rsid w:val="00542BC1"/>
    <w:rsid w:val="00542F6F"/>
    <w:rsid w:val="00543A63"/>
    <w:rsid w:val="00543B54"/>
    <w:rsid w:val="005465C6"/>
    <w:rsid w:val="00546DF0"/>
    <w:rsid w:val="00547CCF"/>
    <w:rsid w:val="00550340"/>
    <w:rsid w:val="00550CF4"/>
    <w:rsid w:val="005511A1"/>
    <w:rsid w:val="00551B2D"/>
    <w:rsid w:val="00552285"/>
    <w:rsid w:val="00553DE4"/>
    <w:rsid w:val="00557F63"/>
    <w:rsid w:val="005618CA"/>
    <w:rsid w:val="00561B00"/>
    <w:rsid w:val="005633F3"/>
    <w:rsid w:val="00563596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83C"/>
    <w:rsid w:val="00572FB5"/>
    <w:rsid w:val="00574F52"/>
    <w:rsid w:val="005769E4"/>
    <w:rsid w:val="00577C47"/>
    <w:rsid w:val="0058032B"/>
    <w:rsid w:val="00580388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775F"/>
    <w:rsid w:val="0059790D"/>
    <w:rsid w:val="005A0ABD"/>
    <w:rsid w:val="005A1D40"/>
    <w:rsid w:val="005A2B86"/>
    <w:rsid w:val="005A3441"/>
    <w:rsid w:val="005A3B1A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72C"/>
    <w:rsid w:val="005B3BB1"/>
    <w:rsid w:val="005B3DAE"/>
    <w:rsid w:val="005B4569"/>
    <w:rsid w:val="005B4CE6"/>
    <w:rsid w:val="005B5095"/>
    <w:rsid w:val="005B575D"/>
    <w:rsid w:val="005B78E8"/>
    <w:rsid w:val="005C00AB"/>
    <w:rsid w:val="005C12BF"/>
    <w:rsid w:val="005C1E7E"/>
    <w:rsid w:val="005C22EC"/>
    <w:rsid w:val="005C2E55"/>
    <w:rsid w:val="005C46D8"/>
    <w:rsid w:val="005C514A"/>
    <w:rsid w:val="005C69CD"/>
    <w:rsid w:val="005C6A39"/>
    <w:rsid w:val="005C76F5"/>
    <w:rsid w:val="005C7887"/>
    <w:rsid w:val="005D0774"/>
    <w:rsid w:val="005D16AC"/>
    <w:rsid w:val="005D22A4"/>
    <w:rsid w:val="005D49C9"/>
    <w:rsid w:val="005D4F4C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465A"/>
    <w:rsid w:val="005E504E"/>
    <w:rsid w:val="005E66A5"/>
    <w:rsid w:val="005F0168"/>
    <w:rsid w:val="005F2399"/>
    <w:rsid w:val="005F3676"/>
    <w:rsid w:val="005F5C71"/>
    <w:rsid w:val="005F797A"/>
    <w:rsid w:val="005F7A78"/>
    <w:rsid w:val="00600FAA"/>
    <w:rsid w:val="00602386"/>
    <w:rsid w:val="006026E6"/>
    <w:rsid w:val="00602C35"/>
    <w:rsid w:val="006049A7"/>
    <w:rsid w:val="006067C4"/>
    <w:rsid w:val="00606D3C"/>
    <w:rsid w:val="00610923"/>
    <w:rsid w:val="00610EDE"/>
    <w:rsid w:val="00611065"/>
    <w:rsid w:val="006111F4"/>
    <w:rsid w:val="00611F76"/>
    <w:rsid w:val="006129B1"/>
    <w:rsid w:val="00612D66"/>
    <w:rsid w:val="00614645"/>
    <w:rsid w:val="00615556"/>
    <w:rsid w:val="0061584E"/>
    <w:rsid w:val="006164C0"/>
    <w:rsid w:val="00617374"/>
    <w:rsid w:val="00617489"/>
    <w:rsid w:val="006213E5"/>
    <w:rsid w:val="00621B72"/>
    <w:rsid w:val="00621F90"/>
    <w:rsid w:val="006221E4"/>
    <w:rsid w:val="00622391"/>
    <w:rsid w:val="006231DB"/>
    <w:rsid w:val="00623D3E"/>
    <w:rsid w:val="00624628"/>
    <w:rsid w:val="00625B92"/>
    <w:rsid w:val="00625E96"/>
    <w:rsid w:val="00626611"/>
    <w:rsid w:val="006274C8"/>
    <w:rsid w:val="00627624"/>
    <w:rsid w:val="00627939"/>
    <w:rsid w:val="00630EC8"/>
    <w:rsid w:val="00630ED6"/>
    <w:rsid w:val="00631910"/>
    <w:rsid w:val="006321FB"/>
    <w:rsid w:val="00632D42"/>
    <w:rsid w:val="00633873"/>
    <w:rsid w:val="00633A56"/>
    <w:rsid w:val="00634593"/>
    <w:rsid w:val="00634ADF"/>
    <w:rsid w:val="0063540A"/>
    <w:rsid w:val="00635C56"/>
    <w:rsid w:val="006362BB"/>
    <w:rsid w:val="006362E9"/>
    <w:rsid w:val="00636D85"/>
    <w:rsid w:val="006375EF"/>
    <w:rsid w:val="00640C4A"/>
    <w:rsid w:val="00640E09"/>
    <w:rsid w:val="0064120C"/>
    <w:rsid w:val="00641AC1"/>
    <w:rsid w:val="0064206D"/>
    <w:rsid w:val="00643DD6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7B62"/>
    <w:rsid w:val="006606FB"/>
    <w:rsid w:val="00661E3B"/>
    <w:rsid w:val="00662401"/>
    <w:rsid w:val="0066258D"/>
    <w:rsid w:val="006628C3"/>
    <w:rsid w:val="00663922"/>
    <w:rsid w:val="00664097"/>
    <w:rsid w:val="006641A2"/>
    <w:rsid w:val="0066452F"/>
    <w:rsid w:val="006656A5"/>
    <w:rsid w:val="00665BB0"/>
    <w:rsid w:val="006705E0"/>
    <w:rsid w:val="00671113"/>
    <w:rsid w:val="006713D8"/>
    <w:rsid w:val="00672801"/>
    <w:rsid w:val="00674E10"/>
    <w:rsid w:val="006751DF"/>
    <w:rsid w:val="00675282"/>
    <w:rsid w:val="0068028F"/>
    <w:rsid w:val="006802CF"/>
    <w:rsid w:val="00681380"/>
    <w:rsid w:val="00690C74"/>
    <w:rsid w:val="00693321"/>
    <w:rsid w:val="00694555"/>
    <w:rsid w:val="00695040"/>
    <w:rsid w:val="00696CBD"/>
    <w:rsid w:val="00696CC3"/>
    <w:rsid w:val="006970A6"/>
    <w:rsid w:val="006A1770"/>
    <w:rsid w:val="006A30B7"/>
    <w:rsid w:val="006A4A5C"/>
    <w:rsid w:val="006A5DBE"/>
    <w:rsid w:val="006A6755"/>
    <w:rsid w:val="006B35EB"/>
    <w:rsid w:val="006B3F25"/>
    <w:rsid w:val="006B3F2C"/>
    <w:rsid w:val="006B3FE3"/>
    <w:rsid w:val="006B4241"/>
    <w:rsid w:val="006B4539"/>
    <w:rsid w:val="006B45F1"/>
    <w:rsid w:val="006B56BC"/>
    <w:rsid w:val="006C0882"/>
    <w:rsid w:val="006C0DF0"/>
    <w:rsid w:val="006C14D3"/>
    <w:rsid w:val="006C3AB5"/>
    <w:rsid w:val="006C3BA5"/>
    <w:rsid w:val="006C43A9"/>
    <w:rsid w:val="006C4426"/>
    <w:rsid w:val="006C5471"/>
    <w:rsid w:val="006C56A6"/>
    <w:rsid w:val="006C6B7B"/>
    <w:rsid w:val="006D0168"/>
    <w:rsid w:val="006D1F88"/>
    <w:rsid w:val="006D290F"/>
    <w:rsid w:val="006D2E9E"/>
    <w:rsid w:val="006D4608"/>
    <w:rsid w:val="006D465A"/>
    <w:rsid w:val="006D4881"/>
    <w:rsid w:val="006D5E31"/>
    <w:rsid w:val="006D7623"/>
    <w:rsid w:val="006E0E1D"/>
    <w:rsid w:val="006E1B06"/>
    <w:rsid w:val="006E2A07"/>
    <w:rsid w:val="006E42B2"/>
    <w:rsid w:val="006E4667"/>
    <w:rsid w:val="006E4671"/>
    <w:rsid w:val="006E675B"/>
    <w:rsid w:val="006E6B5A"/>
    <w:rsid w:val="006E70CF"/>
    <w:rsid w:val="006E7848"/>
    <w:rsid w:val="006F14A3"/>
    <w:rsid w:val="006F19E4"/>
    <w:rsid w:val="006F1A5F"/>
    <w:rsid w:val="006F56D4"/>
    <w:rsid w:val="006F6009"/>
    <w:rsid w:val="006F6240"/>
    <w:rsid w:val="006F6D2F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104E1"/>
    <w:rsid w:val="00712C08"/>
    <w:rsid w:val="00714E9E"/>
    <w:rsid w:val="0071598C"/>
    <w:rsid w:val="007167EC"/>
    <w:rsid w:val="00716DCF"/>
    <w:rsid w:val="00720930"/>
    <w:rsid w:val="00722C3D"/>
    <w:rsid w:val="00723E3B"/>
    <w:rsid w:val="00724D00"/>
    <w:rsid w:val="007255A9"/>
    <w:rsid w:val="0072614F"/>
    <w:rsid w:val="00726D70"/>
    <w:rsid w:val="00726F73"/>
    <w:rsid w:val="0073080F"/>
    <w:rsid w:val="00730CD4"/>
    <w:rsid w:val="0073197F"/>
    <w:rsid w:val="00731AEF"/>
    <w:rsid w:val="00732011"/>
    <w:rsid w:val="00732918"/>
    <w:rsid w:val="007331C2"/>
    <w:rsid w:val="00733310"/>
    <w:rsid w:val="00733C24"/>
    <w:rsid w:val="007349E4"/>
    <w:rsid w:val="007356D3"/>
    <w:rsid w:val="0073570D"/>
    <w:rsid w:val="007358F6"/>
    <w:rsid w:val="00736B07"/>
    <w:rsid w:val="00737E15"/>
    <w:rsid w:val="00740DA8"/>
    <w:rsid w:val="0074165B"/>
    <w:rsid w:val="007440B3"/>
    <w:rsid w:val="0074536D"/>
    <w:rsid w:val="007466C1"/>
    <w:rsid w:val="00746931"/>
    <w:rsid w:val="00746C66"/>
    <w:rsid w:val="00747275"/>
    <w:rsid w:val="007475A5"/>
    <w:rsid w:val="00747611"/>
    <w:rsid w:val="007516D0"/>
    <w:rsid w:val="007542BF"/>
    <w:rsid w:val="00755C8C"/>
    <w:rsid w:val="007567B0"/>
    <w:rsid w:val="00756E6E"/>
    <w:rsid w:val="0075796D"/>
    <w:rsid w:val="00757D89"/>
    <w:rsid w:val="0076011D"/>
    <w:rsid w:val="00760524"/>
    <w:rsid w:val="00760C27"/>
    <w:rsid w:val="00761158"/>
    <w:rsid w:val="0076156E"/>
    <w:rsid w:val="007625CE"/>
    <w:rsid w:val="00762FBF"/>
    <w:rsid w:val="007630B7"/>
    <w:rsid w:val="00764EA1"/>
    <w:rsid w:val="0076541D"/>
    <w:rsid w:val="007655D8"/>
    <w:rsid w:val="00766161"/>
    <w:rsid w:val="007672D3"/>
    <w:rsid w:val="00771457"/>
    <w:rsid w:val="007733B8"/>
    <w:rsid w:val="00773757"/>
    <w:rsid w:val="00773C0E"/>
    <w:rsid w:val="00774EC4"/>
    <w:rsid w:val="00777445"/>
    <w:rsid w:val="007805D8"/>
    <w:rsid w:val="00781C1C"/>
    <w:rsid w:val="007838C2"/>
    <w:rsid w:val="007849A0"/>
    <w:rsid w:val="0078525F"/>
    <w:rsid w:val="007858F0"/>
    <w:rsid w:val="007872EE"/>
    <w:rsid w:val="00787658"/>
    <w:rsid w:val="00787E43"/>
    <w:rsid w:val="00792F74"/>
    <w:rsid w:val="00794093"/>
    <w:rsid w:val="00795068"/>
    <w:rsid w:val="00795734"/>
    <w:rsid w:val="007961F3"/>
    <w:rsid w:val="007962CD"/>
    <w:rsid w:val="00797641"/>
    <w:rsid w:val="007A0827"/>
    <w:rsid w:val="007A2230"/>
    <w:rsid w:val="007A2616"/>
    <w:rsid w:val="007A368E"/>
    <w:rsid w:val="007A3F26"/>
    <w:rsid w:val="007A4A23"/>
    <w:rsid w:val="007A4B4A"/>
    <w:rsid w:val="007A56CA"/>
    <w:rsid w:val="007A62A9"/>
    <w:rsid w:val="007B073B"/>
    <w:rsid w:val="007B3014"/>
    <w:rsid w:val="007B37C7"/>
    <w:rsid w:val="007B38AE"/>
    <w:rsid w:val="007B5674"/>
    <w:rsid w:val="007B6AEB"/>
    <w:rsid w:val="007B7D03"/>
    <w:rsid w:val="007C0EB9"/>
    <w:rsid w:val="007C1708"/>
    <w:rsid w:val="007C17D8"/>
    <w:rsid w:val="007C19D1"/>
    <w:rsid w:val="007C1C72"/>
    <w:rsid w:val="007C20C0"/>
    <w:rsid w:val="007C2344"/>
    <w:rsid w:val="007C249A"/>
    <w:rsid w:val="007C2CA6"/>
    <w:rsid w:val="007C502B"/>
    <w:rsid w:val="007C767F"/>
    <w:rsid w:val="007C7CD6"/>
    <w:rsid w:val="007D000C"/>
    <w:rsid w:val="007D23E6"/>
    <w:rsid w:val="007D361E"/>
    <w:rsid w:val="007D4766"/>
    <w:rsid w:val="007D6520"/>
    <w:rsid w:val="007D77D3"/>
    <w:rsid w:val="007D7B21"/>
    <w:rsid w:val="007E0887"/>
    <w:rsid w:val="007E2890"/>
    <w:rsid w:val="007E2FD0"/>
    <w:rsid w:val="007E3252"/>
    <w:rsid w:val="007E377C"/>
    <w:rsid w:val="007E400F"/>
    <w:rsid w:val="007E4020"/>
    <w:rsid w:val="007E4695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CD0"/>
    <w:rsid w:val="007F6750"/>
    <w:rsid w:val="008035DC"/>
    <w:rsid w:val="00803DFD"/>
    <w:rsid w:val="008041BE"/>
    <w:rsid w:val="00805E04"/>
    <w:rsid w:val="008061F2"/>
    <w:rsid w:val="008062D1"/>
    <w:rsid w:val="00806468"/>
    <w:rsid w:val="00810C27"/>
    <w:rsid w:val="00812466"/>
    <w:rsid w:val="0081349C"/>
    <w:rsid w:val="00814A99"/>
    <w:rsid w:val="008158A2"/>
    <w:rsid w:val="00815C86"/>
    <w:rsid w:val="00817DC3"/>
    <w:rsid w:val="00821710"/>
    <w:rsid w:val="00821E7E"/>
    <w:rsid w:val="0082228D"/>
    <w:rsid w:val="00822931"/>
    <w:rsid w:val="00823BD0"/>
    <w:rsid w:val="0082679A"/>
    <w:rsid w:val="00826DFD"/>
    <w:rsid w:val="00826E0C"/>
    <w:rsid w:val="0082711F"/>
    <w:rsid w:val="008276A5"/>
    <w:rsid w:val="0083217B"/>
    <w:rsid w:val="00832448"/>
    <w:rsid w:val="00832E3C"/>
    <w:rsid w:val="00833157"/>
    <w:rsid w:val="008332E0"/>
    <w:rsid w:val="008342E0"/>
    <w:rsid w:val="00834996"/>
    <w:rsid w:val="00835B92"/>
    <w:rsid w:val="00835BC1"/>
    <w:rsid w:val="00835C16"/>
    <w:rsid w:val="00835F3C"/>
    <w:rsid w:val="008379F5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47F1E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CE3"/>
    <w:rsid w:val="00860D9D"/>
    <w:rsid w:val="00860DD0"/>
    <w:rsid w:val="00860E87"/>
    <w:rsid w:val="008616AB"/>
    <w:rsid w:val="0086238D"/>
    <w:rsid w:val="00862B5C"/>
    <w:rsid w:val="00862CCF"/>
    <w:rsid w:val="00863A68"/>
    <w:rsid w:val="008643C7"/>
    <w:rsid w:val="0086669F"/>
    <w:rsid w:val="008722DB"/>
    <w:rsid w:val="0087387F"/>
    <w:rsid w:val="00875AD0"/>
    <w:rsid w:val="00877161"/>
    <w:rsid w:val="00881EC5"/>
    <w:rsid w:val="00882B62"/>
    <w:rsid w:val="00882D98"/>
    <w:rsid w:val="00883D63"/>
    <w:rsid w:val="00885DDB"/>
    <w:rsid w:val="00887D97"/>
    <w:rsid w:val="00887EE9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BF7"/>
    <w:rsid w:val="008A1D98"/>
    <w:rsid w:val="008A2107"/>
    <w:rsid w:val="008A2465"/>
    <w:rsid w:val="008A280F"/>
    <w:rsid w:val="008A2D7E"/>
    <w:rsid w:val="008A34C8"/>
    <w:rsid w:val="008A553B"/>
    <w:rsid w:val="008A59AB"/>
    <w:rsid w:val="008A6524"/>
    <w:rsid w:val="008A6B9F"/>
    <w:rsid w:val="008B06F0"/>
    <w:rsid w:val="008B1FC1"/>
    <w:rsid w:val="008B2E18"/>
    <w:rsid w:val="008B2F15"/>
    <w:rsid w:val="008B3006"/>
    <w:rsid w:val="008B3029"/>
    <w:rsid w:val="008B399C"/>
    <w:rsid w:val="008B4244"/>
    <w:rsid w:val="008B4E0C"/>
    <w:rsid w:val="008B5119"/>
    <w:rsid w:val="008B600B"/>
    <w:rsid w:val="008B6C89"/>
    <w:rsid w:val="008B734F"/>
    <w:rsid w:val="008C112E"/>
    <w:rsid w:val="008C1AE6"/>
    <w:rsid w:val="008C2836"/>
    <w:rsid w:val="008C30F5"/>
    <w:rsid w:val="008C3EA4"/>
    <w:rsid w:val="008C5072"/>
    <w:rsid w:val="008C5196"/>
    <w:rsid w:val="008C5BD5"/>
    <w:rsid w:val="008C747D"/>
    <w:rsid w:val="008D1143"/>
    <w:rsid w:val="008D3B97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E0276"/>
    <w:rsid w:val="008E11D5"/>
    <w:rsid w:val="008E1734"/>
    <w:rsid w:val="008E197C"/>
    <w:rsid w:val="008E1DCB"/>
    <w:rsid w:val="008E21FA"/>
    <w:rsid w:val="008E423A"/>
    <w:rsid w:val="008E48DF"/>
    <w:rsid w:val="008E5F1C"/>
    <w:rsid w:val="008E6F13"/>
    <w:rsid w:val="008E7472"/>
    <w:rsid w:val="008E7986"/>
    <w:rsid w:val="008E7CAE"/>
    <w:rsid w:val="008E7D8D"/>
    <w:rsid w:val="008F08C2"/>
    <w:rsid w:val="008F0F9C"/>
    <w:rsid w:val="008F2301"/>
    <w:rsid w:val="008F2C8E"/>
    <w:rsid w:val="008F35F1"/>
    <w:rsid w:val="008F5616"/>
    <w:rsid w:val="008F57A7"/>
    <w:rsid w:val="008F616B"/>
    <w:rsid w:val="008F645E"/>
    <w:rsid w:val="009010F0"/>
    <w:rsid w:val="00901839"/>
    <w:rsid w:val="009031C0"/>
    <w:rsid w:val="00903D54"/>
    <w:rsid w:val="00903FBB"/>
    <w:rsid w:val="00904FDF"/>
    <w:rsid w:val="009051A1"/>
    <w:rsid w:val="009055D6"/>
    <w:rsid w:val="00906107"/>
    <w:rsid w:val="0090687C"/>
    <w:rsid w:val="0091061C"/>
    <w:rsid w:val="00912462"/>
    <w:rsid w:val="00912CCC"/>
    <w:rsid w:val="0091397C"/>
    <w:rsid w:val="00913E0E"/>
    <w:rsid w:val="00914DA6"/>
    <w:rsid w:val="00915B9C"/>
    <w:rsid w:val="0091748D"/>
    <w:rsid w:val="0092009A"/>
    <w:rsid w:val="009204A8"/>
    <w:rsid w:val="00921243"/>
    <w:rsid w:val="00921EC4"/>
    <w:rsid w:val="00922D26"/>
    <w:rsid w:val="0092332B"/>
    <w:rsid w:val="009233AB"/>
    <w:rsid w:val="009242CA"/>
    <w:rsid w:val="00924CCF"/>
    <w:rsid w:val="00924D6B"/>
    <w:rsid w:val="0092546F"/>
    <w:rsid w:val="00925DF3"/>
    <w:rsid w:val="00926621"/>
    <w:rsid w:val="00926DAB"/>
    <w:rsid w:val="009273AA"/>
    <w:rsid w:val="00927E9F"/>
    <w:rsid w:val="0093017A"/>
    <w:rsid w:val="0093025A"/>
    <w:rsid w:val="00930927"/>
    <w:rsid w:val="00930ED5"/>
    <w:rsid w:val="00931358"/>
    <w:rsid w:val="00932170"/>
    <w:rsid w:val="00932AD2"/>
    <w:rsid w:val="00933861"/>
    <w:rsid w:val="00933B3B"/>
    <w:rsid w:val="00933E2C"/>
    <w:rsid w:val="00934AFB"/>
    <w:rsid w:val="00935321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BEF"/>
    <w:rsid w:val="009552ED"/>
    <w:rsid w:val="00956F1A"/>
    <w:rsid w:val="009607B4"/>
    <w:rsid w:val="00961E8E"/>
    <w:rsid w:val="00963F9C"/>
    <w:rsid w:val="00964191"/>
    <w:rsid w:val="00965E14"/>
    <w:rsid w:val="009664A5"/>
    <w:rsid w:val="00966C29"/>
    <w:rsid w:val="0096710E"/>
    <w:rsid w:val="00967901"/>
    <w:rsid w:val="00967981"/>
    <w:rsid w:val="009714F8"/>
    <w:rsid w:val="009749E7"/>
    <w:rsid w:val="009756DC"/>
    <w:rsid w:val="00976842"/>
    <w:rsid w:val="00977872"/>
    <w:rsid w:val="00980227"/>
    <w:rsid w:val="009806BD"/>
    <w:rsid w:val="00981B1C"/>
    <w:rsid w:val="00981EB8"/>
    <w:rsid w:val="00983723"/>
    <w:rsid w:val="009857B1"/>
    <w:rsid w:val="00985CCB"/>
    <w:rsid w:val="009911D7"/>
    <w:rsid w:val="00991927"/>
    <w:rsid w:val="00991B11"/>
    <w:rsid w:val="00991DE1"/>
    <w:rsid w:val="00993126"/>
    <w:rsid w:val="00994557"/>
    <w:rsid w:val="00994D63"/>
    <w:rsid w:val="00996D3D"/>
    <w:rsid w:val="009A0DF4"/>
    <w:rsid w:val="009A1694"/>
    <w:rsid w:val="009A4618"/>
    <w:rsid w:val="009A4BB8"/>
    <w:rsid w:val="009A5045"/>
    <w:rsid w:val="009A595B"/>
    <w:rsid w:val="009A6B9F"/>
    <w:rsid w:val="009B0B2C"/>
    <w:rsid w:val="009B1249"/>
    <w:rsid w:val="009B1CE1"/>
    <w:rsid w:val="009B318B"/>
    <w:rsid w:val="009B31C3"/>
    <w:rsid w:val="009B556B"/>
    <w:rsid w:val="009B690E"/>
    <w:rsid w:val="009B7BA7"/>
    <w:rsid w:val="009C016A"/>
    <w:rsid w:val="009C6A17"/>
    <w:rsid w:val="009C77ED"/>
    <w:rsid w:val="009D0BB4"/>
    <w:rsid w:val="009D23CE"/>
    <w:rsid w:val="009D2D6D"/>
    <w:rsid w:val="009D424D"/>
    <w:rsid w:val="009D70EE"/>
    <w:rsid w:val="009D7A19"/>
    <w:rsid w:val="009D7BDC"/>
    <w:rsid w:val="009E0042"/>
    <w:rsid w:val="009E1F8A"/>
    <w:rsid w:val="009E26E7"/>
    <w:rsid w:val="009E43A3"/>
    <w:rsid w:val="009E49DC"/>
    <w:rsid w:val="009E4B74"/>
    <w:rsid w:val="009E5604"/>
    <w:rsid w:val="009E5FAF"/>
    <w:rsid w:val="009E6144"/>
    <w:rsid w:val="009E757B"/>
    <w:rsid w:val="009E7F97"/>
    <w:rsid w:val="009F0DA6"/>
    <w:rsid w:val="009F1637"/>
    <w:rsid w:val="009F2B21"/>
    <w:rsid w:val="009F2EB8"/>
    <w:rsid w:val="009F3007"/>
    <w:rsid w:val="009F3083"/>
    <w:rsid w:val="009F4B33"/>
    <w:rsid w:val="009F4FCC"/>
    <w:rsid w:val="009F5540"/>
    <w:rsid w:val="009F70D0"/>
    <w:rsid w:val="00A00C34"/>
    <w:rsid w:val="00A015E4"/>
    <w:rsid w:val="00A02EB0"/>
    <w:rsid w:val="00A03C95"/>
    <w:rsid w:val="00A03F28"/>
    <w:rsid w:val="00A0472E"/>
    <w:rsid w:val="00A06167"/>
    <w:rsid w:val="00A06360"/>
    <w:rsid w:val="00A06972"/>
    <w:rsid w:val="00A071BF"/>
    <w:rsid w:val="00A07E8A"/>
    <w:rsid w:val="00A10E08"/>
    <w:rsid w:val="00A1195F"/>
    <w:rsid w:val="00A135B5"/>
    <w:rsid w:val="00A13A1B"/>
    <w:rsid w:val="00A13E71"/>
    <w:rsid w:val="00A14119"/>
    <w:rsid w:val="00A14AD5"/>
    <w:rsid w:val="00A1665F"/>
    <w:rsid w:val="00A20F7F"/>
    <w:rsid w:val="00A2480E"/>
    <w:rsid w:val="00A25866"/>
    <w:rsid w:val="00A25C5B"/>
    <w:rsid w:val="00A26917"/>
    <w:rsid w:val="00A277EF"/>
    <w:rsid w:val="00A303E3"/>
    <w:rsid w:val="00A32150"/>
    <w:rsid w:val="00A32DF2"/>
    <w:rsid w:val="00A33A77"/>
    <w:rsid w:val="00A33E67"/>
    <w:rsid w:val="00A34973"/>
    <w:rsid w:val="00A34C33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F54"/>
    <w:rsid w:val="00A47B15"/>
    <w:rsid w:val="00A500A2"/>
    <w:rsid w:val="00A5090A"/>
    <w:rsid w:val="00A51E04"/>
    <w:rsid w:val="00A5351D"/>
    <w:rsid w:val="00A55B45"/>
    <w:rsid w:val="00A56331"/>
    <w:rsid w:val="00A569E1"/>
    <w:rsid w:val="00A57E20"/>
    <w:rsid w:val="00A62147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23B1"/>
    <w:rsid w:val="00A8275D"/>
    <w:rsid w:val="00A829D5"/>
    <w:rsid w:val="00A83107"/>
    <w:rsid w:val="00A83FC9"/>
    <w:rsid w:val="00A85896"/>
    <w:rsid w:val="00A8694E"/>
    <w:rsid w:val="00A86F3A"/>
    <w:rsid w:val="00A86FFB"/>
    <w:rsid w:val="00A900C9"/>
    <w:rsid w:val="00A905C9"/>
    <w:rsid w:val="00A9326E"/>
    <w:rsid w:val="00A948CC"/>
    <w:rsid w:val="00A94B2C"/>
    <w:rsid w:val="00A94E33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462B"/>
    <w:rsid w:val="00AA5258"/>
    <w:rsid w:val="00AA57A7"/>
    <w:rsid w:val="00AA61ED"/>
    <w:rsid w:val="00AB2162"/>
    <w:rsid w:val="00AB401A"/>
    <w:rsid w:val="00AB413E"/>
    <w:rsid w:val="00AB4B72"/>
    <w:rsid w:val="00AB57BC"/>
    <w:rsid w:val="00AB6C39"/>
    <w:rsid w:val="00AB7164"/>
    <w:rsid w:val="00AB73AD"/>
    <w:rsid w:val="00AC18C9"/>
    <w:rsid w:val="00AC1EFC"/>
    <w:rsid w:val="00AC22ED"/>
    <w:rsid w:val="00AC233E"/>
    <w:rsid w:val="00AC32ED"/>
    <w:rsid w:val="00AC3BF7"/>
    <w:rsid w:val="00AC447E"/>
    <w:rsid w:val="00AC46FD"/>
    <w:rsid w:val="00AC59EA"/>
    <w:rsid w:val="00AC6CFB"/>
    <w:rsid w:val="00AD10D3"/>
    <w:rsid w:val="00AD14A9"/>
    <w:rsid w:val="00AD172A"/>
    <w:rsid w:val="00AD38B2"/>
    <w:rsid w:val="00AD3CD1"/>
    <w:rsid w:val="00AD3F2F"/>
    <w:rsid w:val="00AD5788"/>
    <w:rsid w:val="00AD6318"/>
    <w:rsid w:val="00AD6944"/>
    <w:rsid w:val="00AD7ABE"/>
    <w:rsid w:val="00AE0057"/>
    <w:rsid w:val="00AE16BA"/>
    <w:rsid w:val="00AE7206"/>
    <w:rsid w:val="00AF0DB4"/>
    <w:rsid w:val="00AF0F66"/>
    <w:rsid w:val="00AF4AEA"/>
    <w:rsid w:val="00AF742E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2700"/>
    <w:rsid w:val="00B127A1"/>
    <w:rsid w:val="00B131FD"/>
    <w:rsid w:val="00B13842"/>
    <w:rsid w:val="00B13C33"/>
    <w:rsid w:val="00B147EE"/>
    <w:rsid w:val="00B1727E"/>
    <w:rsid w:val="00B21E2B"/>
    <w:rsid w:val="00B21F28"/>
    <w:rsid w:val="00B22E95"/>
    <w:rsid w:val="00B22F8E"/>
    <w:rsid w:val="00B23193"/>
    <w:rsid w:val="00B2495E"/>
    <w:rsid w:val="00B253E6"/>
    <w:rsid w:val="00B25A7F"/>
    <w:rsid w:val="00B26D17"/>
    <w:rsid w:val="00B30381"/>
    <w:rsid w:val="00B317A7"/>
    <w:rsid w:val="00B317EE"/>
    <w:rsid w:val="00B31B6F"/>
    <w:rsid w:val="00B32297"/>
    <w:rsid w:val="00B324C2"/>
    <w:rsid w:val="00B3300D"/>
    <w:rsid w:val="00B3310A"/>
    <w:rsid w:val="00B33A43"/>
    <w:rsid w:val="00B37801"/>
    <w:rsid w:val="00B37D7F"/>
    <w:rsid w:val="00B400ED"/>
    <w:rsid w:val="00B41A51"/>
    <w:rsid w:val="00B426F9"/>
    <w:rsid w:val="00B42A27"/>
    <w:rsid w:val="00B42BC1"/>
    <w:rsid w:val="00B42EB4"/>
    <w:rsid w:val="00B431C7"/>
    <w:rsid w:val="00B45F61"/>
    <w:rsid w:val="00B469B5"/>
    <w:rsid w:val="00B50622"/>
    <w:rsid w:val="00B50665"/>
    <w:rsid w:val="00B50E05"/>
    <w:rsid w:val="00B51471"/>
    <w:rsid w:val="00B533A2"/>
    <w:rsid w:val="00B54274"/>
    <w:rsid w:val="00B557C4"/>
    <w:rsid w:val="00B563BD"/>
    <w:rsid w:val="00B567BB"/>
    <w:rsid w:val="00B60717"/>
    <w:rsid w:val="00B61580"/>
    <w:rsid w:val="00B61658"/>
    <w:rsid w:val="00B61BF2"/>
    <w:rsid w:val="00B62370"/>
    <w:rsid w:val="00B62BFD"/>
    <w:rsid w:val="00B642F8"/>
    <w:rsid w:val="00B6592C"/>
    <w:rsid w:val="00B6627B"/>
    <w:rsid w:val="00B66B37"/>
    <w:rsid w:val="00B6752F"/>
    <w:rsid w:val="00B678A7"/>
    <w:rsid w:val="00B738F3"/>
    <w:rsid w:val="00B73B8C"/>
    <w:rsid w:val="00B774E5"/>
    <w:rsid w:val="00B77816"/>
    <w:rsid w:val="00B80054"/>
    <w:rsid w:val="00B8163C"/>
    <w:rsid w:val="00B81AC1"/>
    <w:rsid w:val="00B823B7"/>
    <w:rsid w:val="00B83C2D"/>
    <w:rsid w:val="00B84DC4"/>
    <w:rsid w:val="00B85199"/>
    <w:rsid w:val="00B87ACC"/>
    <w:rsid w:val="00B90FA1"/>
    <w:rsid w:val="00B9102A"/>
    <w:rsid w:val="00B916AF"/>
    <w:rsid w:val="00B91E94"/>
    <w:rsid w:val="00B94EBF"/>
    <w:rsid w:val="00B9661D"/>
    <w:rsid w:val="00B96B8C"/>
    <w:rsid w:val="00B96D6B"/>
    <w:rsid w:val="00B978C2"/>
    <w:rsid w:val="00BA06B9"/>
    <w:rsid w:val="00BA0904"/>
    <w:rsid w:val="00BA15F2"/>
    <w:rsid w:val="00BA1883"/>
    <w:rsid w:val="00BA2950"/>
    <w:rsid w:val="00BA3D8D"/>
    <w:rsid w:val="00BA4BD7"/>
    <w:rsid w:val="00BA60B4"/>
    <w:rsid w:val="00BA6B25"/>
    <w:rsid w:val="00BA6BA8"/>
    <w:rsid w:val="00BA6BD4"/>
    <w:rsid w:val="00BA6C00"/>
    <w:rsid w:val="00BA6DC9"/>
    <w:rsid w:val="00BB202F"/>
    <w:rsid w:val="00BB293D"/>
    <w:rsid w:val="00BB2BA5"/>
    <w:rsid w:val="00BB3919"/>
    <w:rsid w:val="00BB52C5"/>
    <w:rsid w:val="00BB5366"/>
    <w:rsid w:val="00BB565E"/>
    <w:rsid w:val="00BB6658"/>
    <w:rsid w:val="00BB6A43"/>
    <w:rsid w:val="00BB6A6D"/>
    <w:rsid w:val="00BB6E3F"/>
    <w:rsid w:val="00BC05BC"/>
    <w:rsid w:val="00BC2179"/>
    <w:rsid w:val="00BC4090"/>
    <w:rsid w:val="00BC4E80"/>
    <w:rsid w:val="00BC5930"/>
    <w:rsid w:val="00BC60F5"/>
    <w:rsid w:val="00BC67C9"/>
    <w:rsid w:val="00BC6833"/>
    <w:rsid w:val="00BC7F37"/>
    <w:rsid w:val="00BD0604"/>
    <w:rsid w:val="00BD068C"/>
    <w:rsid w:val="00BD0788"/>
    <w:rsid w:val="00BD0A33"/>
    <w:rsid w:val="00BD1B25"/>
    <w:rsid w:val="00BD1BCE"/>
    <w:rsid w:val="00BD1FCB"/>
    <w:rsid w:val="00BD2FF1"/>
    <w:rsid w:val="00BD6403"/>
    <w:rsid w:val="00BD6E91"/>
    <w:rsid w:val="00BD6FB6"/>
    <w:rsid w:val="00BD7E63"/>
    <w:rsid w:val="00BE18B6"/>
    <w:rsid w:val="00BE20EE"/>
    <w:rsid w:val="00BE2B23"/>
    <w:rsid w:val="00BE3798"/>
    <w:rsid w:val="00BE442E"/>
    <w:rsid w:val="00BE4E06"/>
    <w:rsid w:val="00BE5CE6"/>
    <w:rsid w:val="00BE7597"/>
    <w:rsid w:val="00BF09CD"/>
    <w:rsid w:val="00BF3152"/>
    <w:rsid w:val="00BF36DF"/>
    <w:rsid w:val="00BF49A5"/>
    <w:rsid w:val="00BF5498"/>
    <w:rsid w:val="00BF6AA9"/>
    <w:rsid w:val="00BF6D53"/>
    <w:rsid w:val="00BF7CA3"/>
    <w:rsid w:val="00C00843"/>
    <w:rsid w:val="00C00A61"/>
    <w:rsid w:val="00C00C90"/>
    <w:rsid w:val="00C01DC1"/>
    <w:rsid w:val="00C02B23"/>
    <w:rsid w:val="00C048A2"/>
    <w:rsid w:val="00C10C25"/>
    <w:rsid w:val="00C11206"/>
    <w:rsid w:val="00C129FF"/>
    <w:rsid w:val="00C13B28"/>
    <w:rsid w:val="00C14B12"/>
    <w:rsid w:val="00C16684"/>
    <w:rsid w:val="00C16BC0"/>
    <w:rsid w:val="00C16F11"/>
    <w:rsid w:val="00C20C7D"/>
    <w:rsid w:val="00C2174D"/>
    <w:rsid w:val="00C23796"/>
    <w:rsid w:val="00C23BA1"/>
    <w:rsid w:val="00C244B8"/>
    <w:rsid w:val="00C254F3"/>
    <w:rsid w:val="00C27549"/>
    <w:rsid w:val="00C30509"/>
    <w:rsid w:val="00C30CB6"/>
    <w:rsid w:val="00C31760"/>
    <w:rsid w:val="00C331DD"/>
    <w:rsid w:val="00C33482"/>
    <w:rsid w:val="00C34B59"/>
    <w:rsid w:val="00C34F59"/>
    <w:rsid w:val="00C350F3"/>
    <w:rsid w:val="00C35289"/>
    <w:rsid w:val="00C35A54"/>
    <w:rsid w:val="00C35A79"/>
    <w:rsid w:val="00C361F4"/>
    <w:rsid w:val="00C370F5"/>
    <w:rsid w:val="00C40E0A"/>
    <w:rsid w:val="00C44404"/>
    <w:rsid w:val="00C44964"/>
    <w:rsid w:val="00C44F93"/>
    <w:rsid w:val="00C45845"/>
    <w:rsid w:val="00C46BA5"/>
    <w:rsid w:val="00C51BAA"/>
    <w:rsid w:val="00C5269B"/>
    <w:rsid w:val="00C527A7"/>
    <w:rsid w:val="00C541B0"/>
    <w:rsid w:val="00C549AE"/>
    <w:rsid w:val="00C5526B"/>
    <w:rsid w:val="00C572EB"/>
    <w:rsid w:val="00C57600"/>
    <w:rsid w:val="00C60301"/>
    <w:rsid w:val="00C60B0C"/>
    <w:rsid w:val="00C60E10"/>
    <w:rsid w:val="00C60FFB"/>
    <w:rsid w:val="00C613CB"/>
    <w:rsid w:val="00C61656"/>
    <w:rsid w:val="00C62AE1"/>
    <w:rsid w:val="00C636E0"/>
    <w:rsid w:val="00C63C61"/>
    <w:rsid w:val="00C6473E"/>
    <w:rsid w:val="00C67C46"/>
    <w:rsid w:val="00C705AE"/>
    <w:rsid w:val="00C70A18"/>
    <w:rsid w:val="00C716BB"/>
    <w:rsid w:val="00C7211E"/>
    <w:rsid w:val="00C7386F"/>
    <w:rsid w:val="00C741E3"/>
    <w:rsid w:val="00C74CB3"/>
    <w:rsid w:val="00C75048"/>
    <w:rsid w:val="00C75C88"/>
    <w:rsid w:val="00C77657"/>
    <w:rsid w:val="00C82B07"/>
    <w:rsid w:val="00C849D3"/>
    <w:rsid w:val="00C85152"/>
    <w:rsid w:val="00C87473"/>
    <w:rsid w:val="00C874AA"/>
    <w:rsid w:val="00C87C47"/>
    <w:rsid w:val="00C90B25"/>
    <w:rsid w:val="00C90F47"/>
    <w:rsid w:val="00C92403"/>
    <w:rsid w:val="00C92D8B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189C"/>
    <w:rsid w:val="00CB1B0D"/>
    <w:rsid w:val="00CB1F83"/>
    <w:rsid w:val="00CB2342"/>
    <w:rsid w:val="00CB23D2"/>
    <w:rsid w:val="00CB3834"/>
    <w:rsid w:val="00CB3E5C"/>
    <w:rsid w:val="00CB4681"/>
    <w:rsid w:val="00CB65F0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0C65"/>
    <w:rsid w:val="00CD13BD"/>
    <w:rsid w:val="00CD1745"/>
    <w:rsid w:val="00CD25A5"/>
    <w:rsid w:val="00CD285A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A51"/>
    <w:rsid w:val="00CE1CC3"/>
    <w:rsid w:val="00CE22D8"/>
    <w:rsid w:val="00CE2BF2"/>
    <w:rsid w:val="00CE31D8"/>
    <w:rsid w:val="00CE35DE"/>
    <w:rsid w:val="00CE6096"/>
    <w:rsid w:val="00CE693B"/>
    <w:rsid w:val="00CE6FA2"/>
    <w:rsid w:val="00CE7FAD"/>
    <w:rsid w:val="00CF235D"/>
    <w:rsid w:val="00CF2400"/>
    <w:rsid w:val="00CF28C4"/>
    <w:rsid w:val="00CF2F8E"/>
    <w:rsid w:val="00CF4BF2"/>
    <w:rsid w:val="00CF5385"/>
    <w:rsid w:val="00CF59C8"/>
    <w:rsid w:val="00D00377"/>
    <w:rsid w:val="00D00531"/>
    <w:rsid w:val="00D01220"/>
    <w:rsid w:val="00D03EF7"/>
    <w:rsid w:val="00D04D49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A31"/>
    <w:rsid w:val="00D10BF1"/>
    <w:rsid w:val="00D10DA7"/>
    <w:rsid w:val="00D10F10"/>
    <w:rsid w:val="00D11355"/>
    <w:rsid w:val="00D120E1"/>
    <w:rsid w:val="00D1330D"/>
    <w:rsid w:val="00D147B7"/>
    <w:rsid w:val="00D1480A"/>
    <w:rsid w:val="00D20629"/>
    <w:rsid w:val="00D217CD"/>
    <w:rsid w:val="00D23A1D"/>
    <w:rsid w:val="00D24344"/>
    <w:rsid w:val="00D25B94"/>
    <w:rsid w:val="00D27259"/>
    <w:rsid w:val="00D303E2"/>
    <w:rsid w:val="00D31D04"/>
    <w:rsid w:val="00D33C4C"/>
    <w:rsid w:val="00D35CF1"/>
    <w:rsid w:val="00D3686A"/>
    <w:rsid w:val="00D37161"/>
    <w:rsid w:val="00D4073C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430"/>
    <w:rsid w:val="00D50E18"/>
    <w:rsid w:val="00D53B7C"/>
    <w:rsid w:val="00D53F3A"/>
    <w:rsid w:val="00D5524E"/>
    <w:rsid w:val="00D569B9"/>
    <w:rsid w:val="00D579E2"/>
    <w:rsid w:val="00D60549"/>
    <w:rsid w:val="00D60592"/>
    <w:rsid w:val="00D6082E"/>
    <w:rsid w:val="00D6186A"/>
    <w:rsid w:val="00D6198E"/>
    <w:rsid w:val="00D61ADE"/>
    <w:rsid w:val="00D631D0"/>
    <w:rsid w:val="00D6348C"/>
    <w:rsid w:val="00D648C2"/>
    <w:rsid w:val="00D65526"/>
    <w:rsid w:val="00D6616E"/>
    <w:rsid w:val="00D668C5"/>
    <w:rsid w:val="00D66946"/>
    <w:rsid w:val="00D66D09"/>
    <w:rsid w:val="00D67172"/>
    <w:rsid w:val="00D67492"/>
    <w:rsid w:val="00D67AEC"/>
    <w:rsid w:val="00D70E1F"/>
    <w:rsid w:val="00D71451"/>
    <w:rsid w:val="00D749BA"/>
    <w:rsid w:val="00D74E3C"/>
    <w:rsid w:val="00D74FF9"/>
    <w:rsid w:val="00D76E11"/>
    <w:rsid w:val="00D81935"/>
    <w:rsid w:val="00D81B2A"/>
    <w:rsid w:val="00D81FC0"/>
    <w:rsid w:val="00D82100"/>
    <w:rsid w:val="00D82F64"/>
    <w:rsid w:val="00D85EA8"/>
    <w:rsid w:val="00D85EB9"/>
    <w:rsid w:val="00D86125"/>
    <w:rsid w:val="00D86B2D"/>
    <w:rsid w:val="00D86C41"/>
    <w:rsid w:val="00D90EBD"/>
    <w:rsid w:val="00D923CB"/>
    <w:rsid w:val="00D97B87"/>
    <w:rsid w:val="00DA049B"/>
    <w:rsid w:val="00DA0EC6"/>
    <w:rsid w:val="00DA16DC"/>
    <w:rsid w:val="00DA2D75"/>
    <w:rsid w:val="00DA4011"/>
    <w:rsid w:val="00DA4816"/>
    <w:rsid w:val="00DA4C00"/>
    <w:rsid w:val="00DA5018"/>
    <w:rsid w:val="00DA620A"/>
    <w:rsid w:val="00DA696A"/>
    <w:rsid w:val="00DA7636"/>
    <w:rsid w:val="00DB09C2"/>
    <w:rsid w:val="00DB0AC8"/>
    <w:rsid w:val="00DB1BD2"/>
    <w:rsid w:val="00DB3064"/>
    <w:rsid w:val="00DB35B1"/>
    <w:rsid w:val="00DB3639"/>
    <w:rsid w:val="00DB3D73"/>
    <w:rsid w:val="00DB4EE8"/>
    <w:rsid w:val="00DB6CD1"/>
    <w:rsid w:val="00DB7E92"/>
    <w:rsid w:val="00DC039A"/>
    <w:rsid w:val="00DC2792"/>
    <w:rsid w:val="00DC2CE2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CD0"/>
    <w:rsid w:val="00DE1193"/>
    <w:rsid w:val="00DE1E04"/>
    <w:rsid w:val="00DE24E8"/>
    <w:rsid w:val="00DE28E8"/>
    <w:rsid w:val="00DE2FF2"/>
    <w:rsid w:val="00DE4046"/>
    <w:rsid w:val="00DE4EE7"/>
    <w:rsid w:val="00DE68C8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3CDF"/>
    <w:rsid w:val="00DF429A"/>
    <w:rsid w:val="00DF490E"/>
    <w:rsid w:val="00DF4A5F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512"/>
    <w:rsid w:val="00E0668D"/>
    <w:rsid w:val="00E072A6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7210"/>
    <w:rsid w:val="00E30551"/>
    <w:rsid w:val="00E3118B"/>
    <w:rsid w:val="00E3133C"/>
    <w:rsid w:val="00E32FFC"/>
    <w:rsid w:val="00E3314F"/>
    <w:rsid w:val="00E33E84"/>
    <w:rsid w:val="00E35912"/>
    <w:rsid w:val="00E363D0"/>
    <w:rsid w:val="00E408A0"/>
    <w:rsid w:val="00E4115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8E4"/>
    <w:rsid w:val="00E52F0C"/>
    <w:rsid w:val="00E539BB"/>
    <w:rsid w:val="00E53F81"/>
    <w:rsid w:val="00E54AC2"/>
    <w:rsid w:val="00E55318"/>
    <w:rsid w:val="00E559A7"/>
    <w:rsid w:val="00E56113"/>
    <w:rsid w:val="00E561E1"/>
    <w:rsid w:val="00E56C9A"/>
    <w:rsid w:val="00E619F5"/>
    <w:rsid w:val="00E61A30"/>
    <w:rsid w:val="00E62658"/>
    <w:rsid w:val="00E62A7A"/>
    <w:rsid w:val="00E664E8"/>
    <w:rsid w:val="00E66DF8"/>
    <w:rsid w:val="00E67989"/>
    <w:rsid w:val="00E67DFE"/>
    <w:rsid w:val="00E71ECB"/>
    <w:rsid w:val="00E7204A"/>
    <w:rsid w:val="00E72E66"/>
    <w:rsid w:val="00E730A7"/>
    <w:rsid w:val="00E753D3"/>
    <w:rsid w:val="00E76601"/>
    <w:rsid w:val="00E80AB2"/>
    <w:rsid w:val="00E83956"/>
    <w:rsid w:val="00E84581"/>
    <w:rsid w:val="00E84C42"/>
    <w:rsid w:val="00E85BB7"/>
    <w:rsid w:val="00E87711"/>
    <w:rsid w:val="00E87C1A"/>
    <w:rsid w:val="00E90658"/>
    <w:rsid w:val="00E90F01"/>
    <w:rsid w:val="00E916DF"/>
    <w:rsid w:val="00E91749"/>
    <w:rsid w:val="00E9247C"/>
    <w:rsid w:val="00E92A66"/>
    <w:rsid w:val="00E92A96"/>
    <w:rsid w:val="00E935D9"/>
    <w:rsid w:val="00E9631E"/>
    <w:rsid w:val="00E96B04"/>
    <w:rsid w:val="00EA0621"/>
    <w:rsid w:val="00EA0FCA"/>
    <w:rsid w:val="00EA1924"/>
    <w:rsid w:val="00EA1D2F"/>
    <w:rsid w:val="00EA22E2"/>
    <w:rsid w:val="00EA298E"/>
    <w:rsid w:val="00EA3B81"/>
    <w:rsid w:val="00EA5D8A"/>
    <w:rsid w:val="00EB0319"/>
    <w:rsid w:val="00EB106A"/>
    <w:rsid w:val="00EB1AB0"/>
    <w:rsid w:val="00EB5018"/>
    <w:rsid w:val="00EB5966"/>
    <w:rsid w:val="00EB600A"/>
    <w:rsid w:val="00EC0B2E"/>
    <w:rsid w:val="00EC1871"/>
    <w:rsid w:val="00EC2692"/>
    <w:rsid w:val="00EC3E9E"/>
    <w:rsid w:val="00EC4D14"/>
    <w:rsid w:val="00EC4DE4"/>
    <w:rsid w:val="00EC5858"/>
    <w:rsid w:val="00EC585B"/>
    <w:rsid w:val="00EC58F0"/>
    <w:rsid w:val="00EC5AD3"/>
    <w:rsid w:val="00EC7A5F"/>
    <w:rsid w:val="00ED017E"/>
    <w:rsid w:val="00ED0637"/>
    <w:rsid w:val="00ED0C6D"/>
    <w:rsid w:val="00ED2B41"/>
    <w:rsid w:val="00ED2D45"/>
    <w:rsid w:val="00ED33B6"/>
    <w:rsid w:val="00ED436F"/>
    <w:rsid w:val="00ED5ECB"/>
    <w:rsid w:val="00ED6D92"/>
    <w:rsid w:val="00EE0814"/>
    <w:rsid w:val="00EE240D"/>
    <w:rsid w:val="00EE3509"/>
    <w:rsid w:val="00EE3B16"/>
    <w:rsid w:val="00EE5A1D"/>
    <w:rsid w:val="00EE6D6C"/>
    <w:rsid w:val="00EE723E"/>
    <w:rsid w:val="00EE7E1D"/>
    <w:rsid w:val="00EF0AA5"/>
    <w:rsid w:val="00EF0D25"/>
    <w:rsid w:val="00EF1EF9"/>
    <w:rsid w:val="00EF2A80"/>
    <w:rsid w:val="00EF3E3E"/>
    <w:rsid w:val="00EF43DD"/>
    <w:rsid w:val="00EF63A5"/>
    <w:rsid w:val="00EF6D40"/>
    <w:rsid w:val="00EF75BA"/>
    <w:rsid w:val="00EF7725"/>
    <w:rsid w:val="00F00309"/>
    <w:rsid w:val="00F00563"/>
    <w:rsid w:val="00F00D08"/>
    <w:rsid w:val="00F06664"/>
    <w:rsid w:val="00F06935"/>
    <w:rsid w:val="00F10016"/>
    <w:rsid w:val="00F10526"/>
    <w:rsid w:val="00F12C8D"/>
    <w:rsid w:val="00F12CC5"/>
    <w:rsid w:val="00F13EB6"/>
    <w:rsid w:val="00F14732"/>
    <w:rsid w:val="00F15DED"/>
    <w:rsid w:val="00F16B43"/>
    <w:rsid w:val="00F2006F"/>
    <w:rsid w:val="00F21287"/>
    <w:rsid w:val="00F2191A"/>
    <w:rsid w:val="00F21BF0"/>
    <w:rsid w:val="00F22A97"/>
    <w:rsid w:val="00F2313F"/>
    <w:rsid w:val="00F2382E"/>
    <w:rsid w:val="00F247DF"/>
    <w:rsid w:val="00F278BB"/>
    <w:rsid w:val="00F3108A"/>
    <w:rsid w:val="00F3143D"/>
    <w:rsid w:val="00F33CE8"/>
    <w:rsid w:val="00F35253"/>
    <w:rsid w:val="00F36656"/>
    <w:rsid w:val="00F37D40"/>
    <w:rsid w:val="00F40041"/>
    <w:rsid w:val="00F40608"/>
    <w:rsid w:val="00F414A1"/>
    <w:rsid w:val="00F419E5"/>
    <w:rsid w:val="00F4213B"/>
    <w:rsid w:val="00F42A33"/>
    <w:rsid w:val="00F42D77"/>
    <w:rsid w:val="00F43408"/>
    <w:rsid w:val="00F43F0A"/>
    <w:rsid w:val="00F45938"/>
    <w:rsid w:val="00F45CB9"/>
    <w:rsid w:val="00F46FEC"/>
    <w:rsid w:val="00F471DD"/>
    <w:rsid w:val="00F47B82"/>
    <w:rsid w:val="00F506C2"/>
    <w:rsid w:val="00F511E6"/>
    <w:rsid w:val="00F51E3D"/>
    <w:rsid w:val="00F522D6"/>
    <w:rsid w:val="00F53D30"/>
    <w:rsid w:val="00F55E70"/>
    <w:rsid w:val="00F568E2"/>
    <w:rsid w:val="00F56AE0"/>
    <w:rsid w:val="00F56FE0"/>
    <w:rsid w:val="00F5788F"/>
    <w:rsid w:val="00F60071"/>
    <w:rsid w:val="00F663D5"/>
    <w:rsid w:val="00F66720"/>
    <w:rsid w:val="00F669E5"/>
    <w:rsid w:val="00F66D22"/>
    <w:rsid w:val="00F66FFB"/>
    <w:rsid w:val="00F67060"/>
    <w:rsid w:val="00F706A1"/>
    <w:rsid w:val="00F72B70"/>
    <w:rsid w:val="00F73D45"/>
    <w:rsid w:val="00F7415F"/>
    <w:rsid w:val="00F753C5"/>
    <w:rsid w:val="00F7769D"/>
    <w:rsid w:val="00F805D5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7551"/>
    <w:rsid w:val="00F90E31"/>
    <w:rsid w:val="00F90E53"/>
    <w:rsid w:val="00F9195D"/>
    <w:rsid w:val="00F931C4"/>
    <w:rsid w:val="00F93359"/>
    <w:rsid w:val="00F97B4C"/>
    <w:rsid w:val="00F97C8D"/>
    <w:rsid w:val="00FA1B47"/>
    <w:rsid w:val="00FA287D"/>
    <w:rsid w:val="00FA388C"/>
    <w:rsid w:val="00FA4EE0"/>
    <w:rsid w:val="00FA59FF"/>
    <w:rsid w:val="00FA62F9"/>
    <w:rsid w:val="00FA6436"/>
    <w:rsid w:val="00FA7ACA"/>
    <w:rsid w:val="00FB04AE"/>
    <w:rsid w:val="00FB0990"/>
    <w:rsid w:val="00FB1C83"/>
    <w:rsid w:val="00FB1DE8"/>
    <w:rsid w:val="00FB2281"/>
    <w:rsid w:val="00FB23B8"/>
    <w:rsid w:val="00FB3EE5"/>
    <w:rsid w:val="00FB445D"/>
    <w:rsid w:val="00FB5224"/>
    <w:rsid w:val="00FC046C"/>
    <w:rsid w:val="00FC199A"/>
    <w:rsid w:val="00FC1D1A"/>
    <w:rsid w:val="00FC2145"/>
    <w:rsid w:val="00FC36CD"/>
    <w:rsid w:val="00FC4B0F"/>
    <w:rsid w:val="00FC4F95"/>
    <w:rsid w:val="00FC5FEE"/>
    <w:rsid w:val="00FC68E5"/>
    <w:rsid w:val="00FC7426"/>
    <w:rsid w:val="00FC7B57"/>
    <w:rsid w:val="00FD1E53"/>
    <w:rsid w:val="00FD32A3"/>
    <w:rsid w:val="00FD3F27"/>
    <w:rsid w:val="00FD416A"/>
    <w:rsid w:val="00FD45E3"/>
    <w:rsid w:val="00FD6A89"/>
    <w:rsid w:val="00FD7043"/>
    <w:rsid w:val="00FD7A08"/>
    <w:rsid w:val="00FE0537"/>
    <w:rsid w:val="00FE1B44"/>
    <w:rsid w:val="00FE4132"/>
    <w:rsid w:val="00FE64FD"/>
    <w:rsid w:val="00FE6F05"/>
    <w:rsid w:val="00FF05CA"/>
    <w:rsid w:val="00FF0DE8"/>
    <w:rsid w:val="00FF2DD6"/>
    <w:rsid w:val="00FF3574"/>
    <w:rsid w:val="00FF40BE"/>
    <w:rsid w:val="00FF4632"/>
    <w:rsid w:val="00FF5544"/>
    <w:rsid w:val="00FF55B7"/>
    <w:rsid w:val="00FF62C7"/>
    <w:rsid w:val="00FF692F"/>
    <w:rsid w:val="00FF6C61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3080F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3080F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table" w:styleId="af4">
    <w:name w:val="Table Grid"/>
    <w:basedOn w:val="a2"/>
    <w:rsid w:val="00E5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1"/>
    <w:uiPriority w:val="99"/>
    <w:unhideWhenUsed/>
    <w:rsid w:val="009E1F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3080F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3080F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table" w:styleId="af4">
    <w:name w:val="Table Grid"/>
    <w:basedOn w:val="a2"/>
    <w:rsid w:val="00E55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1"/>
    <w:uiPriority w:val="99"/>
    <w:unhideWhenUsed/>
    <w:rsid w:val="009E1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1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550ED-428D-4C52-98B9-0761C6C0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morozov1</dc:creator>
  <cp:lastModifiedBy>Вошатко Антон Владимирович</cp:lastModifiedBy>
  <cp:revision>21</cp:revision>
  <cp:lastPrinted>2019-05-28T08:33:00Z</cp:lastPrinted>
  <dcterms:created xsi:type="dcterms:W3CDTF">2023-02-06T08:25:00Z</dcterms:created>
  <dcterms:modified xsi:type="dcterms:W3CDTF">2023-02-14T08:37:00Z</dcterms:modified>
</cp:coreProperties>
</file>