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47DA2" w:rsidTr="00ED5E5B">
        <w:tc>
          <w:tcPr>
            <w:tcW w:w="709" w:type="dxa"/>
          </w:tcPr>
          <w:p w:rsidR="00C47DA2" w:rsidRDefault="00C47DA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7DA2" w:rsidRDefault="00C47DA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C47DA2" w:rsidRDefault="00C47DA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C47DA2" w:rsidRDefault="00C47DA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7DA2" w:rsidRDefault="00C47DA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val="en-US"/>
              </w:rPr>
            </w:pPr>
            <w:r>
              <w:rPr>
                <w:sz w:val="28"/>
              </w:rPr>
              <w:t>138</w:t>
            </w:r>
          </w:p>
        </w:tc>
      </w:tr>
    </w:tbl>
    <w:p w:rsidR="00C47DA2" w:rsidRDefault="00C47DA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47DA2" w:rsidRDefault="00C47DA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47DA2" w:rsidRDefault="00C47DA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47DA2" w:rsidRPr="0048784A" w:rsidRDefault="00C47DA2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C47DA2" w:rsidRDefault="00C47DA2" w:rsidP="0048784A">
      <w:pPr>
        <w:pStyle w:val="BodyTextIndent"/>
        <w:ind w:left="0"/>
        <w:jc w:val="both"/>
        <w:rPr>
          <w:sz w:val="28"/>
          <w:szCs w:val="28"/>
          <w:lang w:eastAsia="en-US"/>
        </w:rPr>
      </w:pPr>
      <w:r w:rsidRPr="0048784A">
        <w:rPr>
          <w:sz w:val="28"/>
          <w:szCs w:val="28"/>
          <w:lang w:eastAsia="en-US"/>
        </w:rPr>
        <w:t xml:space="preserve">«Об оказании бесплатной юридической </w:t>
      </w:r>
    </w:p>
    <w:p w:rsidR="00C47DA2" w:rsidRPr="0048784A" w:rsidRDefault="00C47DA2" w:rsidP="0048784A">
      <w:pPr>
        <w:pStyle w:val="BodyTextIndent"/>
        <w:ind w:left="0"/>
        <w:jc w:val="both"/>
        <w:rPr>
          <w:sz w:val="28"/>
          <w:szCs w:val="28"/>
        </w:rPr>
      </w:pPr>
      <w:r w:rsidRPr="0048784A">
        <w:rPr>
          <w:sz w:val="28"/>
          <w:szCs w:val="28"/>
          <w:lang w:eastAsia="en-US"/>
        </w:rPr>
        <w:t>помощи в Ярославской области»</w:t>
      </w:r>
    </w:p>
    <w:p w:rsidR="00C47DA2" w:rsidRDefault="00C47DA2" w:rsidP="009C296A">
      <w:pPr>
        <w:ind w:firstLine="709"/>
        <w:jc w:val="both"/>
        <w:rPr>
          <w:sz w:val="28"/>
          <w:szCs w:val="28"/>
        </w:rPr>
      </w:pPr>
    </w:p>
    <w:p w:rsidR="00C47DA2" w:rsidRDefault="00C47DA2" w:rsidP="009C296A">
      <w:pPr>
        <w:ind w:firstLine="709"/>
        <w:jc w:val="both"/>
        <w:rPr>
          <w:sz w:val="28"/>
          <w:szCs w:val="28"/>
        </w:rPr>
      </w:pPr>
    </w:p>
    <w:p w:rsidR="00C47DA2" w:rsidRPr="009C296A" w:rsidRDefault="00C47DA2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C47DA2" w:rsidRDefault="00C47DA2" w:rsidP="00F9695C">
      <w:pPr>
        <w:ind w:firstLine="709"/>
        <w:jc w:val="center"/>
        <w:rPr>
          <w:b/>
          <w:sz w:val="28"/>
          <w:szCs w:val="28"/>
        </w:rPr>
      </w:pPr>
    </w:p>
    <w:p w:rsidR="00C47DA2" w:rsidRPr="000903DF" w:rsidRDefault="00C47DA2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C47DA2" w:rsidRPr="009A70BA" w:rsidRDefault="00C47DA2" w:rsidP="00F9695C">
      <w:pPr>
        <w:ind w:firstLine="709"/>
        <w:jc w:val="center"/>
        <w:rPr>
          <w:b/>
          <w:sz w:val="28"/>
          <w:szCs w:val="28"/>
        </w:rPr>
      </w:pPr>
    </w:p>
    <w:p w:rsidR="00C47DA2" w:rsidRPr="00115679" w:rsidRDefault="00C47DA2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 w:rsidRPr="00B12259">
        <w:rPr>
          <w:lang w:eastAsia="en-US"/>
        </w:rPr>
        <w:t>«Об</w:t>
      </w:r>
      <w:r>
        <w:rPr>
          <w:lang w:eastAsia="en-US"/>
        </w:rPr>
        <w:t> о</w:t>
      </w:r>
      <w:r w:rsidRPr="00B12259">
        <w:rPr>
          <w:lang w:eastAsia="en-US"/>
        </w:rPr>
        <w:t>казании бесплатной юридической помощи в Ярославской области»</w:t>
      </w:r>
      <w:r>
        <w:rPr>
          <w:i/>
        </w:rPr>
        <w:t xml:space="preserve">, </w:t>
      </w:r>
      <w:r w:rsidRPr="0038221C">
        <w:rPr>
          <w:iCs/>
        </w:rPr>
        <w:t xml:space="preserve">внесенный </w:t>
      </w:r>
      <w:r>
        <w:rPr>
          <w:iCs/>
        </w:rPr>
        <w:t>Губернатором Ярославской области</w:t>
      </w:r>
      <w:r w:rsidRPr="00115679">
        <w:rPr>
          <w:szCs w:val="28"/>
        </w:rPr>
        <w:t>.</w:t>
      </w:r>
    </w:p>
    <w:p w:rsidR="00C47DA2" w:rsidRPr="000903DF" w:rsidRDefault="00C47DA2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47DA2" w:rsidRPr="000903DF" w:rsidRDefault="00C47DA2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31 июля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C47DA2" w:rsidRPr="000903DF" w:rsidRDefault="00C47DA2" w:rsidP="00F9695C">
      <w:pPr>
        <w:jc w:val="both"/>
        <w:rPr>
          <w:sz w:val="28"/>
          <w:szCs w:val="28"/>
        </w:rPr>
      </w:pPr>
    </w:p>
    <w:p w:rsidR="00C47DA2" w:rsidRDefault="00C47DA2" w:rsidP="00F9695C">
      <w:pPr>
        <w:jc w:val="both"/>
        <w:rPr>
          <w:sz w:val="28"/>
        </w:rPr>
      </w:pPr>
    </w:p>
    <w:p w:rsidR="00C47DA2" w:rsidRDefault="00C47DA2" w:rsidP="00F9695C">
      <w:pPr>
        <w:jc w:val="both"/>
        <w:rPr>
          <w:sz w:val="28"/>
        </w:rPr>
      </w:pPr>
    </w:p>
    <w:p w:rsidR="00C47DA2" w:rsidRDefault="00C47DA2" w:rsidP="00F9695C">
      <w:pPr>
        <w:pStyle w:val="Heading3"/>
      </w:pPr>
      <w:r>
        <w:t>Председатель</w:t>
      </w:r>
    </w:p>
    <w:p w:rsidR="00C47DA2" w:rsidRPr="002C1105" w:rsidRDefault="00C47DA2" w:rsidP="00535F25">
      <w:pPr>
        <w:tabs>
          <w:tab w:val="left" w:pos="7629"/>
        </w:tabs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 w:rsidRPr="002C1105">
        <w:rPr>
          <w:sz w:val="28"/>
          <w:szCs w:val="28"/>
        </w:rPr>
        <w:t>В.В. Рогоцкий</w:t>
      </w:r>
    </w:p>
    <w:p w:rsidR="00C47DA2" w:rsidRDefault="00C47DA2" w:rsidP="00F9695C">
      <w:pPr>
        <w:pStyle w:val="Heading3"/>
      </w:pPr>
    </w:p>
    <w:sectPr w:rsidR="00C47DA2" w:rsidSect="00535F25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DA2" w:rsidRDefault="00C47DA2">
      <w:r>
        <w:separator/>
      </w:r>
    </w:p>
  </w:endnote>
  <w:endnote w:type="continuationSeparator" w:id="0">
    <w:p w:rsidR="00C47DA2" w:rsidRDefault="00C47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DA2" w:rsidRDefault="00C47DA2">
      <w:r>
        <w:separator/>
      </w:r>
    </w:p>
  </w:footnote>
  <w:footnote w:type="continuationSeparator" w:id="0">
    <w:p w:rsidR="00C47DA2" w:rsidRDefault="00C47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3DE4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67923"/>
    <w:rsid w:val="00284F62"/>
    <w:rsid w:val="00292EA5"/>
    <w:rsid w:val="002B51E0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8221C"/>
    <w:rsid w:val="003B3694"/>
    <w:rsid w:val="003B68B2"/>
    <w:rsid w:val="003B7A35"/>
    <w:rsid w:val="003C205F"/>
    <w:rsid w:val="003C786E"/>
    <w:rsid w:val="003E27C2"/>
    <w:rsid w:val="003E552E"/>
    <w:rsid w:val="003F2453"/>
    <w:rsid w:val="00411048"/>
    <w:rsid w:val="00422B49"/>
    <w:rsid w:val="0044612F"/>
    <w:rsid w:val="0044770E"/>
    <w:rsid w:val="00483DC3"/>
    <w:rsid w:val="0048784A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35F25"/>
    <w:rsid w:val="0055501C"/>
    <w:rsid w:val="00566394"/>
    <w:rsid w:val="00584345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5811"/>
    <w:rsid w:val="007F7785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356F"/>
    <w:rsid w:val="00B12259"/>
    <w:rsid w:val="00B42317"/>
    <w:rsid w:val="00B51DE7"/>
    <w:rsid w:val="00B77D5B"/>
    <w:rsid w:val="00B97378"/>
    <w:rsid w:val="00BD7F1B"/>
    <w:rsid w:val="00BE3C4B"/>
    <w:rsid w:val="00BF13FD"/>
    <w:rsid w:val="00BF5B74"/>
    <w:rsid w:val="00C14300"/>
    <w:rsid w:val="00C14F0B"/>
    <w:rsid w:val="00C278F0"/>
    <w:rsid w:val="00C40E45"/>
    <w:rsid w:val="00C47DA2"/>
    <w:rsid w:val="00C50A52"/>
    <w:rsid w:val="00C54C50"/>
    <w:rsid w:val="00C57B7E"/>
    <w:rsid w:val="00C637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20539"/>
    <w:rsid w:val="00E25E63"/>
    <w:rsid w:val="00E26DC8"/>
    <w:rsid w:val="00E27492"/>
    <w:rsid w:val="00E53A2D"/>
    <w:rsid w:val="00E663FD"/>
    <w:rsid w:val="00E868BF"/>
    <w:rsid w:val="00E90FAC"/>
    <w:rsid w:val="00ED5E5B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  <w:rsid w:val="00FE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A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0FAC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E90FAC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90FAC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FA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E90FAC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E90FA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E90FAC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0FAC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90FAC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E90FA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E90FA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90FAC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9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115</Words>
  <Characters>661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39</cp:revision>
  <cp:lastPrinted>2011-06-17T07:19:00Z</cp:lastPrinted>
  <dcterms:created xsi:type="dcterms:W3CDTF">2011-05-25T04:39:00Z</dcterms:created>
  <dcterms:modified xsi:type="dcterms:W3CDTF">2012-06-28T07:56:00Z</dcterms:modified>
</cp:coreProperties>
</file>