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2F1" w:rsidRPr="001B32F1" w:rsidRDefault="006F50BC" w:rsidP="00A120C8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  <w:r>
        <w:rPr>
          <w:bCs/>
          <w:szCs w:val="28"/>
        </w:rPr>
        <w:t>Финансово-экономическое обоснование</w:t>
      </w:r>
      <w:r w:rsidR="001B32F1" w:rsidRPr="001B32F1">
        <w:rPr>
          <w:bCs/>
          <w:szCs w:val="28"/>
        </w:rPr>
        <w:t xml:space="preserve"> к проекту закона Ярославской области</w:t>
      </w:r>
    </w:p>
    <w:p w:rsidR="006B0743" w:rsidRPr="006B0743" w:rsidRDefault="006B0743" w:rsidP="006B0743">
      <w:pPr>
        <w:autoSpaceDE w:val="0"/>
        <w:autoSpaceDN w:val="0"/>
        <w:adjustRightInd w:val="0"/>
        <w:ind w:right="-284" w:firstLine="0"/>
        <w:jc w:val="center"/>
        <w:rPr>
          <w:bCs/>
          <w:iCs/>
          <w:szCs w:val="28"/>
        </w:rPr>
      </w:pPr>
      <w:r w:rsidRPr="006B0743">
        <w:rPr>
          <w:bCs/>
          <w:iCs/>
          <w:szCs w:val="28"/>
        </w:rPr>
        <w:t xml:space="preserve">«О внесении изменений в Закон Ярославской области </w:t>
      </w:r>
    </w:p>
    <w:p w:rsidR="006B0743" w:rsidRDefault="006B0743" w:rsidP="001211DE">
      <w:pPr>
        <w:autoSpaceDE w:val="0"/>
        <w:autoSpaceDN w:val="0"/>
        <w:adjustRightInd w:val="0"/>
        <w:ind w:right="-284" w:firstLine="0"/>
        <w:jc w:val="center"/>
        <w:rPr>
          <w:bCs/>
          <w:iCs/>
          <w:szCs w:val="28"/>
        </w:rPr>
      </w:pPr>
      <w:r w:rsidRPr="006B0743">
        <w:rPr>
          <w:bCs/>
          <w:iCs/>
          <w:szCs w:val="28"/>
        </w:rPr>
        <w:t>«О временных мерах социальной поддержки граждан, имеющих детей»</w:t>
      </w:r>
    </w:p>
    <w:p w:rsidR="006B0743" w:rsidRPr="006B0743" w:rsidRDefault="006B0743" w:rsidP="006B0743">
      <w:pPr>
        <w:autoSpaceDE w:val="0"/>
        <w:autoSpaceDN w:val="0"/>
        <w:adjustRightInd w:val="0"/>
        <w:ind w:right="-284" w:firstLine="0"/>
        <w:jc w:val="center"/>
        <w:rPr>
          <w:bCs/>
          <w:iCs/>
          <w:szCs w:val="28"/>
        </w:rPr>
      </w:pPr>
    </w:p>
    <w:p w:rsidR="001211DE" w:rsidRDefault="001211DE" w:rsidP="001211DE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 xml:space="preserve">Принятие проекта закона Ярославской области </w:t>
      </w:r>
      <w:r w:rsidRPr="001211DE">
        <w:rPr>
          <w:bCs/>
          <w:iCs/>
          <w:szCs w:val="28"/>
        </w:rPr>
        <w:t>«О внесении изменений в Закон Ярославской области «О временных мерах социальной поддержки граждан, имеющих детей»</w:t>
      </w:r>
      <w:r>
        <w:rPr>
          <w:bCs/>
          <w:iCs/>
          <w:szCs w:val="28"/>
        </w:rPr>
        <w:t xml:space="preserve"> повлечет дополнитель</w:t>
      </w:r>
      <w:r w:rsidR="00702060">
        <w:rPr>
          <w:bCs/>
          <w:iCs/>
          <w:szCs w:val="28"/>
        </w:rPr>
        <w:t>ные расходы областного бюджета</w:t>
      </w:r>
      <w:r w:rsidR="001758B5">
        <w:rPr>
          <w:bCs/>
          <w:iCs/>
          <w:szCs w:val="28"/>
        </w:rPr>
        <w:t xml:space="preserve"> в 2023 году</w:t>
      </w:r>
      <w:r w:rsidR="00702060">
        <w:rPr>
          <w:bCs/>
          <w:iCs/>
          <w:szCs w:val="28"/>
        </w:rPr>
        <w:t>.</w:t>
      </w:r>
    </w:p>
    <w:p w:rsidR="00E06A74" w:rsidRPr="00E06A74" w:rsidRDefault="00E06A74" w:rsidP="00E06A74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proofErr w:type="gramStart"/>
      <w:r>
        <w:rPr>
          <w:bCs/>
          <w:iCs/>
          <w:szCs w:val="28"/>
        </w:rPr>
        <w:t>П</w:t>
      </w:r>
      <w:r w:rsidRPr="00E06A74">
        <w:rPr>
          <w:bCs/>
          <w:iCs/>
          <w:szCs w:val="28"/>
        </w:rPr>
        <w:t>рогнозная численность получателей единовременной выплаты дет</w:t>
      </w:r>
      <w:r w:rsidR="00034953">
        <w:rPr>
          <w:bCs/>
          <w:iCs/>
          <w:szCs w:val="28"/>
        </w:rPr>
        <w:t>ям</w:t>
      </w:r>
      <w:r w:rsidRPr="00E06A74">
        <w:rPr>
          <w:bCs/>
          <w:iCs/>
          <w:szCs w:val="28"/>
        </w:rPr>
        <w:t xml:space="preserve"> военнослужащих и сотрудников некоторых федеральных государственных органов, обучающи</w:t>
      </w:r>
      <w:r w:rsidR="00034953">
        <w:rPr>
          <w:bCs/>
          <w:iCs/>
          <w:szCs w:val="28"/>
        </w:rPr>
        <w:t>м</w:t>
      </w:r>
      <w:r w:rsidRPr="00E06A74">
        <w:rPr>
          <w:bCs/>
          <w:iCs/>
          <w:szCs w:val="28"/>
        </w:rPr>
        <w:t>ся по образовательным программам высшего образования</w:t>
      </w:r>
      <w:r>
        <w:rPr>
          <w:bCs/>
          <w:iCs/>
          <w:szCs w:val="28"/>
        </w:rPr>
        <w:t xml:space="preserve">, в 2023 году составит 44 человека (22 человека </w:t>
      </w:r>
      <w:r w:rsidR="00A209AD">
        <w:rPr>
          <w:bCs/>
          <w:iCs/>
          <w:szCs w:val="28"/>
        </w:rPr>
        <w:t xml:space="preserve">– количество детей указанной категории граждан, обучающихся </w:t>
      </w:r>
      <w:r>
        <w:rPr>
          <w:bCs/>
          <w:iCs/>
          <w:szCs w:val="28"/>
        </w:rPr>
        <w:t xml:space="preserve">в настоящее время на первом курсе </w:t>
      </w:r>
      <w:r w:rsidRPr="007C1034">
        <w:rPr>
          <w:bCs/>
          <w:iCs/>
          <w:szCs w:val="28"/>
        </w:rPr>
        <w:t>в расположенных на территории Ярославской области образовательных организациях по образовательным программам высшего образования</w:t>
      </w:r>
      <w:r>
        <w:rPr>
          <w:bCs/>
          <w:iCs/>
          <w:szCs w:val="28"/>
        </w:rPr>
        <w:t>, 22 человека –</w:t>
      </w:r>
      <w:r w:rsidRPr="00E06A74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>п</w:t>
      </w:r>
      <w:r w:rsidRPr="00E06A74">
        <w:rPr>
          <w:bCs/>
          <w:iCs/>
          <w:szCs w:val="28"/>
        </w:rPr>
        <w:t>рогнозное количество детей</w:t>
      </w:r>
      <w:r>
        <w:rPr>
          <w:bCs/>
          <w:iCs/>
          <w:szCs w:val="28"/>
        </w:rPr>
        <w:t xml:space="preserve"> указанной категории граждан</w:t>
      </w:r>
      <w:proofErr w:type="gramEnd"/>
      <w:r w:rsidRPr="00E06A74">
        <w:rPr>
          <w:bCs/>
          <w:iCs/>
          <w:szCs w:val="28"/>
        </w:rPr>
        <w:t xml:space="preserve">, </w:t>
      </w:r>
      <w:proofErr w:type="gramStart"/>
      <w:r w:rsidRPr="00E06A74">
        <w:rPr>
          <w:bCs/>
          <w:iCs/>
          <w:szCs w:val="28"/>
        </w:rPr>
        <w:t>планирующих</w:t>
      </w:r>
      <w:proofErr w:type="gramEnd"/>
      <w:r w:rsidRPr="00E06A74">
        <w:rPr>
          <w:bCs/>
          <w:iCs/>
          <w:szCs w:val="28"/>
        </w:rPr>
        <w:t xml:space="preserve"> поступать в 2023</w:t>
      </w:r>
      <w:r>
        <w:rPr>
          <w:bCs/>
          <w:iCs/>
          <w:szCs w:val="28"/>
        </w:rPr>
        <w:t xml:space="preserve"> году).</w:t>
      </w:r>
    </w:p>
    <w:p w:rsidR="00E06A74" w:rsidRPr="00E06A74" w:rsidRDefault="00E06A74" w:rsidP="00E06A74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 xml:space="preserve">Таким образом, на осуществление </w:t>
      </w:r>
      <w:r w:rsidRPr="00E06A74">
        <w:rPr>
          <w:bCs/>
          <w:iCs/>
          <w:szCs w:val="28"/>
        </w:rPr>
        <w:t>единовременной выплаты дет</w:t>
      </w:r>
      <w:r w:rsidR="00034953">
        <w:rPr>
          <w:bCs/>
          <w:iCs/>
          <w:szCs w:val="28"/>
        </w:rPr>
        <w:t>ям</w:t>
      </w:r>
      <w:r w:rsidRPr="00E06A74">
        <w:rPr>
          <w:bCs/>
          <w:iCs/>
          <w:szCs w:val="28"/>
        </w:rPr>
        <w:t xml:space="preserve"> военнослужащих и сотрудников некоторых федеральных государственных органов, обучающи</w:t>
      </w:r>
      <w:r w:rsidR="00034953">
        <w:rPr>
          <w:bCs/>
          <w:iCs/>
          <w:szCs w:val="28"/>
        </w:rPr>
        <w:t>м</w:t>
      </w:r>
      <w:bookmarkStart w:id="0" w:name="_GoBack"/>
      <w:bookmarkEnd w:id="0"/>
      <w:r w:rsidRPr="00E06A74">
        <w:rPr>
          <w:bCs/>
          <w:iCs/>
          <w:szCs w:val="28"/>
        </w:rPr>
        <w:t>ся по образовательным программам высшего образования</w:t>
      </w:r>
      <w:r>
        <w:rPr>
          <w:bCs/>
          <w:iCs/>
          <w:szCs w:val="28"/>
        </w:rPr>
        <w:t>, (с </w:t>
      </w:r>
      <w:r w:rsidRPr="00E06A74">
        <w:rPr>
          <w:bCs/>
          <w:iCs/>
          <w:szCs w:val="28"/>
        </w:rPr>
        <w:t xml:space="preserve">учетом расходов на </w:t>
      </w:r>
      <w:r>
        <w:rPr>
          <w:bCs/>
          <w:iCs/>
          <w:szCs w:val="28"/>
        </w:rPr>
        <w:t xml:space="preserve">ее </w:t>
      </w:r>
      <w:r w:rsidRPr="00E06A74">
        <w:rPr>
          <w:bCs/>
          <w:iCs/>
          <w:szCs w:val="28"/>
        </w:rPr>
        <w:t>доставку</w:t>
      </w:r>
      <w:r>
        <w:rPr>
          <w:bCs/>
          <w:iCs/>
          <w:szCs w:val="28"/>
        </w:rPr>
        <w:t>)</w:t>
      </w:r>
      <w:r w:rsidRPr="00E06A74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>в 2023</w:t>
      </w:r>
      <w:r w:rsidRPr="00E06A74">
        <w:rPr>
          <w:bCs/>
          <w:iCs/>
          <w:szCs w:val="28"/>
        </w:rPr>
        <w:t xml:space="preserve"> году потребуется 1 339,8 тыс.</w:t>
      </w:r>
      <w:r>
        <w:rPr>
          <w:bCs/>
          <w:iCs/>
          <w:szCs w:val="28"/>
        </w:rPr>
        <w:t xml:space="preserve"> </w:t>
      </w:r>
      <w:proofErr w:type="spellStart"/>
      <w:r w:rsidRPr="00E06A74">
        <w:rPr>
          <w:bCs/>
          <w:iCs/>
          <w:szCs w:val="28"/>
        </w:rPr>
        <w:t>руб</w:t>
      </w:r>
      <w:proofErr w:type="spellEnd"/>
      <w:r w:rsidRPr="00E06A74">
        <w:rPr>
          <w:bCs/>
          <w:iCs/>
          <w:szCs w:val="28"/>
        </w:rPr>
        <w:t xml:space="preserve">: </w:t>
      </w:r>
    </w:p>
    <w:p w:rsidR="006B0743" w:rsidRPr="00ED4297" w:rsidRDefault="00E06A74" w:rsidP="00A209AD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E06A74">
        <w:rPr>
          <w:bCs/>
          <w:iCs/>
          <w:szCs w:val="28"/>
        </w:rPr>
        <w:t>30 тыс. руб. х 44 чел. х 1,015 (расходы на доставку)  = 1 339,8 тыс. руб.</w:t>
      </w:r>
    </w:p>
    <w:sectPr w:rsidR="006B0743" w:rsidRPr="00ED4297" w:rsidSect="00557039">
      <w:headerReference w:type="default" r:id="rId7"/>
      <w:pgSz w:w="11906" w:h="16838"/>
      <w:pgMar w:top="851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CCF" w:rsidRDefault="002C5CCF" w:rsidP="00FD5A9F">
      <w:r>
        <w:separator/>
      </w:r>
    </w:p>
  </w:endnote>
  <w:endnote w:type="continuationSeparator" w:id="0">
    <w:p w:rsidR="002C5CCF" w:rsidRDefault="002C5CCF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CCF" w:rsidRDefault="002C5CCF" w:rsidP="00FD5A9F">
      <w:r>
        <w:separator/>
      </w:r>
    </w:p>
  </w:footnote>
  <w:footnote w:type="continuationSeparator" w:id="0">
    <w:p w:rsidR="002C5CCF" w:rsidRDefault="002C5CCF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450836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2454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5453"/>
    <w:rsid w:val="00025775"/>
    <w:rsid w:val="00034953"/>
    <w:rsid w:val="0005084E"/>
    <w:rsid w:val="00071BE5"/>
    <w:rsid w:val="000808C7"/>
    <w:rsid w:val="00096FB2"/>
    <w:rsid w:val="000A21E4"/>
    <w:rsid w:val="000E1795"/>
    <w:rsid w:val="000F7B48"/>
    <w:rsid w:val="001211DE"/>
    <w:rsid w:val="00173594"/>
    <w:rsid w:val="001758B5"/>
    <w:rsid w:val="001A6812"/>
    <w:rsid w:val="001B32F1"/>
    <w:rsid w:val="001C39D9"/>
    <w:rsid w:val="001E51D3"/>
    <w:rsid w:val="001E6A39"/>
    <w:rsid w:val="001F35F4"/>
    <w:rsid w:val="002115D5"/>
    <w:rsid w:val="0022127E"/>
    <w:rsid w:val="00224AE9"/>
    <w:rsid w:val="00235F97"/>
    <w:rsid w:val="00237C8C"/>
    <w:rsid w:val="00260EA6"/>
    <w:rsid w:val="00280D54"/>
    <w:rsid w:val="00292DA5"/>
    <w:rsid w:val="00296243"/>
    <w:rsid w:val="002C2C60"/>
    <w:rsid w:val="002C5CCF"/>
    <w:rsid w:val="002D24F2"/>
    <w:rsid w:val="002D3D4F"/>
    <w:rsid w:val="002D41E1"/>
    <w:rsid w:val="002E06BD"/>
    <w:rsid w:val="003079FE"/>
    <w:rsid w:val="003277C5"/>
    <w:rsid w:val="00327C18"/>
    <w:rsid w:val="00331DC1"/>
    <w:rsid w:val="003339C6"/>
    <w:rsid w:val="00372EF7"/>
    <w:rsid w:val="00375CCF"/>
    <w:rsid w:val="003826AE"/>
    <w:rsid w:val="00385989"/>
    <w:rsid w:val="003A0A86"/>
    <w:rsid w:val="003D71B4"/>
    <w:rsid w:val="00402EA8"/>
    <w:rsid w:val="00416322"/>
    <w:rsid w:val="00456CD1"/>
    <w:rsid w:val="00466A86"/>
    <w:rsid w:val="004802C0"/>
    <w:rsid w:val="004914F1"/>
    <w:rsid w:val="004A53D8"/>
    <w:rsid w:val="004C3941"/>
    <w:rsid w:val="004E7572"/>
    <w:rsid w:val="00505B84"/>
    <w:rsid w:val="00512D7E"/>
    <w:rsid w:val="005131AE"/>
    <w:rsid w:val="00517CCD"/>
    <w:rsid w:val="00522538"/>
    <w:rsid w:val="005261D5"/>
    <w:rsid w:val="005408D3"/>
    <w:rsid w:val="00557003"/>
    <w:rsid w:val="00557039"/>
    <w:rsid w:val="00565B3C"/>
    <w:rsid w:val="00572447"/>
    <w:rsid w:val="00575E5D"/>
    <w:rsid w:val="00582BBB"/>
    <w:rsid w:val="005A280D"/>
    <w:rsid w:val="005A59F8"/>
    <w:rsid w:val="005A696D"/>
    <w:rsid w:val="005C4A95"/>
    <w:rsid w:val="005E39B7"/>
    <w:rsid w:val="005F5EF5"/>
    <w:rsid w:val="00613D4C"/>
    <w:rsid w:val="00620999"/>
    <w:rsid w:val="00625630"/>
    <w:rsid w:val="006316D9"/>
    <w:rsid w:val="00645474"/>
    <w:rsid w:val="00647111"/>
    <w:rsid w:val="006474D3"/>
    <w:rsid w:val="00651CBD"/>
    <w:rsid w:val="00652458"/>
    <w:rsid w:val="00654944"/>
    <w:rsid w:val="00656008"/>
    <w:rsid w:val="006714A3"/>
    <w:rsid w:val="00674C36"/>
    <w:rsid w:val="00697E2C"/>
    <w:rsid w:val="006A6F76"/>
    <w:rsid w:val="006A73C2"/>
    <w:rsid w:val="006B0743"/>
    <w:rsid w:val="006B2C04"/>
    <w:rsid w:val="006F50BC"/>
    <w:rsid w:val="00702060"/>
    <w:rsid w:val="00702720"/>
    <w:rsid w:val="00752032"/>
    <w:rsid w:val="00757DCC"/>
    <w:rsid w:val="00770061"/>
    <w:rsid w:val="00771478"/>
    <w:rsid w:val="00784CFB"/>
    <w:rsid w:val="00791DEF"/>
    <w:rsid w:val="007A078E"/>
    <w:rsid w:val="007C1034"/>
    <w:rsid w:val="007C4EBC"/>
    <w:rsid w:val="007C5A14"/>
    <w:rsid w:val="0081708A"/>
    <w:rsid w:val="008371F9"/>
    <w:rsid w:val="00844D2D"/>
    <w:rsid w:val="008451C7"/>
    <w:rsid w:val="00886EEF"/>
    <w:rsid w:val="008A0703"/>
    <w:rsid w:val="008B043C"/>
    <w:rsid w:val="008B2CE4"/>
    <w:rsid w:val="008C0068"/>
    <w:rsid w:val="008C1A99"/>
    <w:rsid w:val="008E4D75"/>
    <w:rsid w:val="008F2A0E"/>
    <w:rsid w:val="008F2FE3"/>
    <w:rsid w:val="008F600F"/>
    <w:rsid w:val="008F765B"/>
    <w:rsid w:val="00907F90"/>
    <w:rsid w:val="009253E4"/>
    <w:rsid w:val="00925AE3"/>
    <w:rsid w:val="00926316"/>
    <w:rsid w:val="00930FB3"/>
    <w:rsid w:val="00935038"/>
    <w:rsid w:val="009513C7"/>
    <w:rsid w:val="00951619"/>
    <w:rsid w:val="009C1341"/>
    <w:rsid w:val="009C3478"/>
    <w:rsid w:val="00A07292"/>
    <w:rsid w:val="00A120C8"/>
    <w:rsid w:val="00A1780D"/>
    <w:rsid w:val="00A209AD"/>
    <w:rsid w:val="00A2459C"/>
    <w:rsid w:val="00A26F88"/>
    <w:rsid w:val="00A61FC7"/>
    <w:rsid w:val="00A912ED"/>
    <w:rsid w:val="00AA2B55"/>
    <w:rsid w:val="00AC76B2"/>
    <w:rsid w:val="00AD5372"/>
    <w:rsid w:val="00AE0B83"/>
    <w:rsid w:val="00B6215F"/>
    <w:rsid w:val="00B66DC3"/>
    <w:rsid w:val="00B95E1E"/>
    <w:rsid w:val="00B96298"/>
    <w:rsid w:val="00B96570"/>
    <w:rsid w:val="00BD0AA0"/>
    <w:rsid w:val="00BD24B8"/>
    <w:rsid w:val="00BE2617"/>
    <w:rsid w:val="00BE3415"/>
    <w:rsid w:val="00BF660C"/>
    <w:rsid w:val="00C01F73"/>
    <w:rsid w:val="00C05B46"/>
    <w:rsid w:val="00C06F5D"/>
    <w:rsid w:val="00C21783"/>
    <w:rsid w:val="00C43905"/>
    <w:rsid w:val="00C65794"/>
    <w:rsid w:val="00C70269"/>
    <w:rsid w:val="00C911B1"/>
    <w:rsid w:val="00CA1614"/>
    <w:rsid w:val="00CA2454"/>
    <w:rsid w:val="00CA3F1D"/>
    <w:rsid w:val="00CC3C22"/>
    <w:rsid w:val="00CC5DFF"/>
    <w:rsid w:val="00D043D2"/>
    <w:rsid w:val="00D2340F"/>
    <w:rsid w:val="00D34F06"/>
    <w:rsid w:val="00D4384F"/>
    <w:rsid w:val="00D50861"/>
    <w:rsid w:val="00D50F0A"/>
    <w:rsid w:val="00D57FA0"/>
    <w:rsid w:val="00D953BA"/>
    <w:rsid w:val="00DA066B"/>
    <w:rsid w:val="00DA6A93"/>
    <w:rsid w:val="00DB545E"/>
    <w:rsid w:val="00DC2FC7"/>
    <w:rsid w:val="00DE3625"/>
    <w:rsid w:val="00E011D8"/>
    <w:rsid w:val="00E02B0B"/>
    <w:rsid w:val="00E06A74"/>
    <w:rsid w:val="00E26870"/>
    <w:rsid w:val="00E26D80"/>
    <w:rsid w:val="00E40294"/>
    <w:rsid w:val="00E524D1"/>
    <w:rsid w:val="00E53071"/>
    <w:rsid w:val="00E64916"/>
    <w:rsid w:val="00E747AC"/>
    <w:rsid w:val="00E75254"/>
    <w:rsid w:val="00E85CAC"/>
    <w:rsid w:val="00E86D69"/>
    <w:rsid w:val="00E960A7"/>
    <w:rsid w:val="00EA7066"/>
    <w:rsid w:val="00EB2C41"/>
    <w:rsid w:val="00EC41F0"/>
    <w:rsid w:val="00ED4297"/>
    <w:rsid w:val="00EF4319"/>
    <w:rsid w:val="00F07988"/>
    <w:rsid w:val="00F1250B"/>
    <w:rsid w:val="00F145B6"/>
    <w:rsid w:val="00F152C4"/>
    <w:rsid w:val="00F226F6"/>
    <w:rsid w:val="00F37741"/>
    <w:rsid w:val="00F46E81"/>
    <w:rsid w:val="00F5096D"/>
    <w:rsid w:val="00F60C90"/>
    <w:rsid w:val="00F8497E"/>
    <w:rsid w:val="00F87DB5"/>
    <w:rsid w:val="00F96C47"/>
    <w:rsid w:val="00FA0BDF"/>
    <w:rsid w:val="00FC7FD4"/>
    <w:rsid w:val="00FD3A30"/>
    <w:rsid w:val="00FD5A9F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Новожилова Татьяна Николаевна</cp:lastModifiedBy>
  <cp:revision>16</cp:revision>
  <cp:lastPrinted>2023-01-26T12:10:00Z</cp:lastPrinted>
  <dcterms:created xsi:type="dcterms:W3CDTF">2022-12-07T08:24:00Z</dcterms:created>
  <dcterms:modified xsi:type="dcterms:W3CDTF">2023-01-31T11:18:00Z</dcterms:modified>
</cp:coreProperties>
</file>