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FF61CD" w:rsidRDefault="009B7F41">
            <w:pPr>
              <w:rPr>
                <w:sz w:val="30"/>
                <w:szCs w:val="30"/>
                <w:lang w:val="en-US"/>
              </w:rPr>
            </w:pPr>
          </w:p>
          <w:p w:rsidR="009B7F41" w:rsidRPr="00FF61CD" w:rsidRDefault="009B7F41">
            <w:pPr>
              <w:rPr>
                <w:sz w:val="30"/>
                <w:szCs w:val="30"/>
                <w:lang w:val="en-US"/>
              </w:rPr>
            </w:pPr>
          </w:p>
          <w:p w:rsidR="00A5698B" w:rsidRPr="00E27858" w:rsidRDefault="00A5698B" w:rsidP="00A5698B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A5698B" w:rsidRPr="00E27858" w:rsidRDefault="00A5698B" w:rsidP="00A5698B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5698B" w:rsidRPr="00E27858" w:rsidRDefault="00A5698B" w:rsidP="00A5698B">
            <w:pPr>
              <w:ind w:firstLine="312"/>
              <w:rPr>
                <w:szCs w:val="28"/>
              </w:rPr>
            </w:pPr>
          </w:p>
          <w:p w:rsidR="00A5698B" w:rsidRPr="00E26561" w:rsidRDefault="00A5698B" w:rsidP="00A5698B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6A74E1" w:rsidRPr="00A5698B" w:rsidRDefault="006A74E1"/>
          <w:p w:rsidR="00F23348" w:rsidRPr="00A5698B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7268C" w:rsidRDefault="00A5698B" w:rsidP="00E9164F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A5698B" w:rsidRPr="008C3062" w:rsidRDefault="00A5698B" w:rsidP="00A5698B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A5698B" w:rsidRDefault="00A5698B" w:rsidP="00A5698B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5698B" w:rsidRDefault="00A5698B" w:rsidP="00A5698B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5698B" w:rsidRPr="00833384" w:rsidRDefault="00A5698B" w:rsidP="00A5698B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Pr="00A22692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наделении органов местного самоуправления государственными полномочиями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A5698B" w:rsidRPr="00833384" w:rsidRDefault="00A5698B" w:rsidP="00A5698B">
      <w:pPr>
        <w:tabs>
          <w:tab w:val="left" w:pos="5865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543516">
        <w:rPr>
          <w:szCs w:val="28"/>
        </w:rPr>
        <w:t>Прошу рассмотреть указанный законопроект в первоочередном порядке.</w:t>
      </w:r>
    </w:p>
    <w:p w:rsidR="00A5698B" w:rsidRPr="00B4052A" w:rsidRDefault="00A5698B" w:rsidP="00A5698B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A5698B" w:rsidRPr="00E4364B" w:rsidRDefault="00A5698B" w:rsidP="00A5698B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Pr="00631F91" w:rsidRDefault="00A5698B" w:rsidP="00A5698B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A5698B" w:rsidRDefault="00A5698B" w:rsidP="00A5698B">
      <w:pPr>
        <w:jc w:val="both"/>
        <w:rPr>
          <w:szCs w:val="28"/>
        </w:rPr>
      </w:pPr>
    </w:p>
    <w:p w:rsidR="00A5698B" w:rsidRPr="003D600E" w:rsidRDefault="00A5698B" w:rsidP="00A5698B">
      <w:pPr>
        <w:jc w:val="both"/>
        <w:rPr>
          <w:szCs w:val="28"/>
        </w:rPr>
      </w:pPr>
    </w:p>
    <w:p w:rsidR="00A5698B" w:rsidRPr="003D600E" w:rsidRDefault="00A5698B" w:rsidP="00A5698B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5698B" w:rsidTr="00BC0DD8">
        <w:trPr>
          <w:cantSplit/>
        </w:trPr>
        <w:tc>
          <w:tcPr>
            <w:tcW w:w="4648" w:type="dxa"/>
          </w:tcPr>
          <w:p w:rsidR="00A5698B" w:rsidRPr="003D600E" w:rsidRDefault="00A5698B" w:rsidP="00BC0DD8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5698B" w:rsidRDefault="00A5698B" w:rsidP="00BC0DD8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Pr="00C118F5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4A43C1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4A43C1" w:rsidSect="008C78F8">
      <w:headerReference w:type="even" r:id="rId9"/>
      <w:footerReference w:type="default" r:id="rId10"/>
      <w:headerReference w:type="first" r:id="rId11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FA" w:rsidRDefault="009732FA">
      <w:r>
        <w:separator/>
      </w:r>
    </w:p>
  </w:endnote>
  <w:endnote w:type="continuationSeparator" w:id="0">
    <w:p w:rsidR="009732FA" w:rsidRDefault="00973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EA49CE" w:rsidP="00352147">
    <w:pPr>
      <w:pStyle w:val="a8"/>
      <w:rPr>
        <w:sz w:val="16"/>
        <w:lang w:val="en-US"/>
      </w:rPr>
    </w:pPr>
    <w:fldSimple w:instr=" DOCPROPERTY &quot;ИД&quot; \* MERGEFORMAT ">
      <w:r w:rsidR="00FF61CD" w:rsidRPr="00FF61CD">
        <w:rPr>
          <w:sz w:val="16"/>
        </w:rPr>
        <w:t>19140337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FF61CD" w:rsidRPr="00FF61CD">
        <w:rPr>
          <w:sz w:val="16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FA" w:rsidRDefault="009732FA">
      <w:r>
        <w:separator/>
      </w:r>
    </w:p>
  </w:footnote>
  <w:footnote w:type="continuationSeparator" w:id="0">
    <w:p w:rsidR="009732FA" w:rsidRDefault="00973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4FAB"/>
    <w:rsid w:val="00175F02"/>
    <w:rsid w:val="00180475"/>
    <w:rsid w:val="001827CE"/>
    <w:rsid w:val="001A6918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D0C91"/>
    <w:rsid w:val="002E71DD"/>
    <w:rsid w:val="0032234F"/>
    <w:rsid w:val="00352147"/>
    <w:rsid w:val="0035384D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A43C1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23924"/>
    <w:rsid w:val="006342D8"/>
    <w:rsid w:val="00643CED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268C"/>
    <w:rsid w:val="009732FA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5698B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A49CE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F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569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569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FDCB8-D50C-4ED4-85D2-99E77E92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2022-10-21T05:55:00Z</cp:lastPrinted>
  <dcterms:created xsi:type="dcterms:W3CDTF">2022-10-24T07:35:00Z</dcterms:created>
  <dcterms:modified xsi:type="dcterms:W3CDTF">2022-10-24T07:35:00Z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19140337</vt:lpwstr>
  </property>
  <property fmtid="{D5CDD505-2E9C-101B-9397-08002B2CF9AE}" pid="13" name="INSTALL_ID">
    <vt:lpwstr>34115</vt:lpwstr>
  </property>
</Properties>
</file>