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56EE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56EEE" w:rsidRDefault="00582C76" w:rsidP="00366051">
            <w:pPr>
              <w:ind w:left="7088"/>
              <w:jc w:val="right"/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456EEE" w:rsidRDefault="00582C76" w:rsidP="00366051">
            <w:pPr>
              <w:ind w:left="7088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456EEE" w:rsidRDefault="00456EE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56EE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1D8E" w:rsidRDefault="00582C76" w:rsidP="00EF118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2024 год по разделам и подразделам классификации расходов бюджетов Российской Федерации</w:t>
            </w:r>
          </w:p>
          <w:p w:rsidR="00EF1185" w:rsidRDefault="00EF1185" w:rsidP="00EF1185">
            <w:pPr>
              <w:ind w:firstLine="420"/>
              <w:jc w:val="center"/>
            </w:pPr>
          </w:p>
        </w:tc>
      </w:tr>
    </w:tbl>
    <w:p w:rsidR="00456EEE" w:rsidRDefault="00456EEE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456EEE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56EE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6EEE" w:rsidRDefault="00582C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56EEE" w:rsidRDefault="00456EEE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456EE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456EEE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6EEE" w:rsidRDefault="00582C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56EEE" w:rsidRDefault="00456EE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456EE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56EE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6EEE" w:rsidRDefault="00582C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56EEE" w:rsidRDefault="00582C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56EEE" w:rsidRDefault="00456EEE">
            <w:pPr>
              <w:spacing w:line="1" w:lineRule="auto"/>
            </w:pP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6 842 284 362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290 765 250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487 482 185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238 122 188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232 222 610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141 836 754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1 875 000 000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3 571 812 373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25 891 100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1 053 487 694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12 670 830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1 016 968 772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23 848 092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39 818 187 913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546 398 231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1 417 172 732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163 765 880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336 695 210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15 604 034 410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18 535 860 840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1 217 665 304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1 996 595 306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9 617 398 513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1 700 930 973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5 153 325 685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2 126 787 767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636 354 088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147 585 645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4 658 505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142 927 140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29 630 348 415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7 620 702 108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16 113 622 523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940 201 577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2 829 248 362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76 582 875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253 635 000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263 235 547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1 533 120 423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3 420 092 495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3 354 430 703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65 661 792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11 908 919 216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4 535 660 690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5 333 543 244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138 229 120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115 092 628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167 273 293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309 869 593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1 309 250 648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24 709 520 487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108 998 453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5 871 928 518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12 605 077 658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5 785 302 283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338 213 575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1 761 518 578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33 104 863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860 394 325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841 536 103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26 483 287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263 663 424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251 749 854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11 913 570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1 436 093 730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6 898 781 496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4 659 097 000</w:t>
            </w:r>
          </w:p>
        </w:tc>
      </w:tr>
      <w:tr w:rsidR="00456EEE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2 239 684 496</w:t>
            </w:r>
          </w:p>
        </w:tc>
      </w:tr>
      <w:tr w:rsidR="00456EEE"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EEE" w:rsidRDefault="00582C76" w:rsidP="004A088A">
            <w:pPr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  <w:bookmarkEnd w:id="1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EEE" w:rsidRDefault="00582C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137 533 773 068</w:t>
            </w:r>
          </w:p>
        </w:tc>
      </w:tr>
    </w:tbl>
    <w:p w:rsidR="007D199E" w:rsidRPr="00E6763B" w:rsidRDefault="007D199E">
      <w:pPr>
        <w:rPr>
          <w:sz w:val="2"/>
          <w:szCs w:val="2"/>
        </w:rPr>
      </w:pPr>
    </w:p>
    <w:sectPr w:rsidR="007D199E" w:rsidRPr="00E6763B" w:rsidSect="00491D8E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EEE" w:rsidRDefault="00456EEE" w:rsidP="00456EEE">
      <w:r>
        <w:separator/>
      </w:r>
    </w:p>
  </w:endnote>
  <w:endnote w:type="continuationSeparator" w:id="0">
    <w:p w:rsidR="00456EEE" w:rsidRDefault="00456EEE" w:rsidP="0045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56EEE">
      <w:tc>
        <w:tcPr>
          <w:tcW w:w="10421" w:type="dxa"/>
        </w:tcPr>
        <w:p w:rsidR="00456EEE" w:rsidRDefault="00582C7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56EEE" w:rsidRDefault="00456EE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EEE" w:rsidRDefault="00456EEE" w:rsidP="00456EEE">
      <w:r>
        <w:separator/>
      </w:r>
    </w:p>
  </w:footnote>
  <w:footnote w:type="continuationSeparator" w:id="0">
    <w:p w:rsidR="00456EEE" w:rsidRDefault="00456EEE" w:rsidP="00456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56EEE">
      <w:tc>
        <w:tcPr>
          <w:tcW w:w="10421" w:type="dxa"/>
        </w:tcPr>
        <w:p w:rsidR="00456EEE" w:rsidRDefault="00456EE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82C7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A088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56EEE" w:rsidRDefault="00456EE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EEE"/>
    <w:rsid w:val="000A4A12"/>
    <w:rsid w:val="00366051"/>
    <w:rsid w:val="00456EEE"/>
    <w:rsid w:val="00491D8E"/>
    <w:rsid w:val="004A088A"/>
    <w:rsid w:val="00582C76"/>
    <w:rsid w:val="007D199E"/>
    <w:rsid w:val="00E6763B"/>
    <w:rsid w:val="00EF1185"/>
    <w:rsid w:val="00FE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05F4F"/>
  <w15:docId w15:val="{E317BBAC-6534-4BE1-8780-885AED1E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56E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Овсянникова Евгения Владимировна</cp:lastModifiedBy>
  <cp:revision>8</cp:revision>
  <dcterms:created xsi:type="dcterms:W3CDTF">2024-06-23T07:57:00Z</dcterms:created>
  <dcterms:modified xsi:type="dcterms:W3CDTF">2024-06-25T06:03:00Z</dcterms:modified>
</cp:coreProperties>
</file>