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2275E9" w:rsidTr="00121A79">
        <w:tc>
          <w:tcPr>
            <w:tcW w:w="709" w:type="dxa"/>
          </w:tcPr>
          <w:p w:rsidR="002275E9" w:rsidRDefault="002275E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75E9" w:rsidRDefault="002275E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14.02.2012</w:t>
            </w:r>
          </w:p>
        </w:tc>
        <w:tc>
          <w:tcPr>
            <w:tcW w:w="3260" w:type="dxa"/>
          </w:tcPr>
          <w:p w:rsidR="002275E9" w:rsidRDefault="002275E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2275E9" w:rsidRDefault="002275E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75E9" w:rsidRDefault="002275E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17</w:t>
            </w:r>
          </w:p>
        </w:tc>
      </w:tr>
    </w:tbl>
    <w:p w:rsidR="002275E9" w:rsidRDefault="002275E9" w:rsidP="00DA6145">
      <w:pPr>
        <w:jc w:val="both"/>
        <w:rPr>
          <w:sz w:val="28"/>
          <w:szCs w:val="28"/>
        </w:rPr>
      </w:pPr>
    </w:p>
    <w:p w:rsidR="002275E9" w:rsidRDefault="002275E9" w:rsidP="00DA6145">
      <w:pPr>
        <w:jc w:val="both"/>
        <w:rPr>
          <w:sz w:val="28"/>
          <w:szCs w:val="28"/>
        </w:rPr>
      </w:pPr>
    </w:p>
    <w:p w:rsidR="002275E9" w:rsidRDefault="002275E9" w:rsidP="00DA6145">
      <w:pPr>
        <w:jc w:val="both"/>
        <w:rPr>
          <w:sz w:val="28"/>
          <w:szCs w:val="28"/>
        </w:rPr>
      </w:pPr>
    </w:p>
    <w:p w:rsidR="002275E9" w:rsidRPr="00F216E4" w:rsidRDefault="002275E9" w:rsidP="00F216E4">
      <w:pPr>
        <w:ind w:right="2975"/>
        <w:jc w:val="both"/>
        <w:rPr>
          <w:sz w:val="28"/>
          <w:szCs w:val="28"/>
        </w:rPr>
      </w:pPr>
      <w:r w:rsidRPr="00833EB2">
        <w:rPr>
          <w:sz w:val="28"/>
          <w:szCs w:val="28"/>
        </w:rPr>
        <w:t xml:space="preserve">О внесении </w:t>
      </w:r>
      <w:r>
        <w:rPr>
          <w:sz w:val="28"/>
          <w:szCs w:val="28"/>
        </w:rPr>
        <w:t xml:space="preserve">в Государственную Думу Федерального </w:t>
      </w:r>
      <w:r w:rsidRPr="00F216E4">
        <w:rPr>
          <w:sz w:val="28"/>
          <w:szCs w:val="28"/>
        </w:rPr>
        <w:t>Собрания Российской Федерации в качестве</w:t>
      </w:r>
    </w:p>
    <w:p w:rsidR="002275E9" w:rsidRPr="00F216E4" w:rsidRDefault="002275E9" w:rsidP="00F216E4">
      <w:pPr>
        <w:jc w:val="both"/>
        <w:rPr>
          <w:sz w:val="28"/>
          <w:szCs w:val="28"/>
        </w:rPr>
      </w:pPr>
      <w:r w:rsidRPr="00F216E4">
        <w:rPr>
          <w:sz w:val="28"/>
          <w:szCs w:val="28"/>
        </w:rPr>
        <w:t xml:space="preserve">законодательной инициативы проекта закона </w:t>
      </w:r>
    </w:p>
    <w:p w:rsidR="002275E9" w:rsidRPr="00F216E4" w:rsidRDefault="002275E9" w:rsidP="00DA6145">
      <w:pPr>
        <w:jc w:val="both"/>
        <w:rPr>
          <w:sz w:val="28"/>
          <w:szCs w:val="28"/>
        </w:rPr>
      </w:pPr>
      <w:r w:rsidRPr="00F216E4">
        <w:rPr>
          <w:sz w:val="28"/>
          <w:szCs w:val="28"/>
        </w:rPr>
        <w:t xml:space="preserve">Российской Федерации о поправке к </w:t>
      </w:r>
    </w:p>
    <w:p w:rsidR="002275E9" w:rsidRPr="00F216E4" w:rsidRDefault="002275E9" w:rsidP="00DA6145">
      <w:pPr>
        <w:jc w:val="both"/>
        <w:rPr>
          <w:sz w:val="28"/>
          <w:szCs w:val="28"/>
        </w:rPr>
      </w:pPr>
      <w:r w:rsidRPr="00F216E4">
        <w:rPr>
          <w:sz w:val="28"/>
          <w:szCs w:val="28"/>
        </w:rPr>
        <w:t xml:space="preserve">Конституции Российской Федерации </w:t>
      </w:r>
    </w:p>
    <w:p w:rsidR="002275E9" w:rsidRPr="00F216E4" w:rsidRDefault="002275E9" w:rsidP="00DA6145">
      <w:pPr>
        <w:jc w:val="both"/>
        <w:rPr>
          <w:sz w:val="28"/>
          <w:szCs w:val="28"/>
        </w:rPr>
      </w:pPr>
      <w:r w:rsidRPr="00F216E4">
        <w:rPr>
          <w:sz w:val="28"/>
          <w:szCs w:val="28"/>
        </w:rPr>
        <w:t xml:space="preserve">«Об изменении срока полномочий Президента </w:t>
      </w:r>
    </w:p>
    <w:p w:rsidR="002275E9" w:rsidRPr="00F216E4" w:rsidRDefault="002275E9" w:rsidP="00DA6145">
      <w:pPr>
        <w:jc w:val="both"/>
        <w:rPr>
          <w:sz w:val="28"/>
          <w:szCs w:val="28"/>
        </w:rPr>
      </w:pPr>
      <w:r w:rsidRPr="00F216E4">
        <w:rPr>
          <w:sz w:val="28"/>
          <w:szCs w:val="28"/>
        </w:rPr>
        <w:t>Российской Федерации»</w:t>
      </w:r>
    </w:p>
    <w:p w:rsidR="002275E9" w:rsidRPr="00F216E4" w:rsidRDefault="002275E9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2275E9" w:rsidRPr="00F216E4" w:rsidRDefault="002275E9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2275E9" w:rsidRPr="00F216E4" w:rsidRDefault="002275E9" w:rsidP="00F216E4">
      <w:pPr>
        <w:ind w:firstLine="709"/>
        <w:jc w:val="both"/>
        <w:rPr>
          <w:sz w:val="28"/>
          <w:szCs w:val="28"/>
        </w:rPr>
      </w:pPr>
      <w:r w:rsidRPr="00F216E4">
        <w:rPr>
          <w:sz w:val="28"/>
          <w:szCs w:val="28"/>
        </w:rPr>
        <w:t>Рассмотрев проект постановления Ярославской об</w:t>
      </w:r>
      <w:r>
        <w:rPr>
          <w:sz w:val="28"/>
          <w:szCs w:val="28"/>
        </w:rPr>
        <w:t>л</w:t>
      </w:r>
      <w:r w:rsidRPr="00F216E4">
        <w:rPr>
          <w:sz w:val="28"/>
          <w:szCs w:val="28"/>
        </w:rPr>
        <w:t>астной Думы  «О внесении в Государственную Думу Федерального Собрания Российской Ф</w:t>
      </w:r>
      <w:r w:rsidRPr="00F216E4">
        <w:rPr>
          <w:sz w:val="28"/>
          <w:szCs w:val="28"/>
        </w:rPr>
        <w:t>е</w:t>
      </w:r>
      <w:r w:rsidRPr="00F216E4">
        <w:rPr>
          <w:sz w:val="28"/>
          <w:szCs w:val="28"/>
        </w:rPr>
        <w:t>дерации в качестве законодательной инициативы проекта закона Российской Федерации о поправке к Конституции Российской Федерации «Об изменении срока полномочий Президента Российской Федерации», внесенный фракцией ЛДПР Ярославской областной Думы, Ярославская областная Дума</w:t>
      </w:r>
    </w:p>
    <w:p w:rsidR="002275E9" w:rsidRPr="00F216E4" w:rsidRDefault="002275E9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2275E9" w:rsidRPr="00F216E4" w:rsidRDefault="002275E9" w:rsidP="00F216E4">
      <w:pPr>
        <w:jc w:val="center"/>
        <w:rPr>
          <w:b/>
          <w:sz w:val="28"/>
          <w:szCs w:val="28"/>
        </w:rPr>
      </w:pPr>
      <w:r w:rsidRPr="00F216E4">
        <w:rPr>
          <w:b/>
          <w:sz w:val="28"/>
          <w:szCs w:val="28"/>
        </w:rPr>
        <w:t>П О С Т А Н О В И Л А:</w:t>
      </w:r>
    </w:p>
    <w:p w:rsidR="002275E9" w:rsidRPr="00F216E4" w:rsidRDefault="002275E9" w:rsidP="00F9695C">
      <w:pPr>
        <w:ind w:firstLine="709"/>
        <w:jc w:val="center"/>
        <w:rPr>
          <w:b/>
          <w:sz w:val="28"/>
          <w:szCs w:val="28"/>
        </w:rPr>
      </w:pPr>
    </w:p>
    <w:p w:rsidR="002275E9" w:rsidRPr="00F216E4" w:rsidRDefault="002275E9" w:rsidP="00DA6145">
      <w:pPr>
        <w:ind w:firstLine="709"/>
        <w:jc w:val="both"/>
        <w:rPr>
          <w:sz w:val="28"/>
          <w:szCs w:val="28"/>
        </w:rPr>
      </w:pPr>
      <w:r w:rsidRPr="00F216E4">
        <w:rPr>
          <w:sz w:val="28"/>
          <w:szCs w:val="28"/>
        </w:rPr>
        <w:t>О</w:t>
      </w:r>
      <w:bookmarkStart w:id="0" w:name="_GoBack"/>
      <w:bookmarkEnd w:id="0"/>
      <w:r w:rsidRPr="00F216E4">
        <w:rPr>
          <w:sz w:val="28"/>
          <w:szCs w:val="28"/>
        </w:rPr>
        <w:t>тклонить предложение фракции ЛДПР Ярославской областной Думы о внесении в Государственную Думу Федерального Собрания Российской Федерации в качестве законодательной инициативы проекта закона Росси</w:t>
      </w:r>
      <w:r w:rsidRPr="00F216E4">
        <w:rPr>
          <w:sz w:val="28"/>
          <w:szCs w:val="28"/>
        </w:rPr>
        <w:t>й</w:t>
      </w:r>
      <w:r w:rsidRPr="00F216E4">
        <w:rPr>
          <w:sz w:val="28"/>
          <w:szCs w:val="28"/>
        </w:rPr>
        <w:t>ской Федерации о поправке к Конституции Российской Федерации «Об и</w:t>
      </w:r>
      <w:r w:rsidRPr="00F216E4">
        <w:rPr>
          <w:sz w:val="28"/>
          <w:szCs w:val="28"/>
        </w:rPr>
        <w:t>з</w:t>
      </w:r>
      <w:r w:rsidRPr="00F216E4">
        <w:rPr>
          <w:sz w:val="28"/>
          <w:szCs w:val="28"/>
        </w:rPr>
        <w:t>менении срока полномочий Президента Российской Федерации»</w:t>
      </w:r>
      <w:r>
        <w:rPr>
          <w:sz w:val="28"/>
          <w:szCs w:val="28"/>
        </w:rPr>
        <w:t>.</w:t>
      </w:r>
    </w:p>
    <w:p w:rsidR="002275E9" w:rsidRPr="00D57E3C" w:rsidRDefault="002275E9" w:rsidP="00F9695C">
      <w:pPr>
        <w:jc w:val="both"/>
        <w:rPr>
          <w:sz w:val="28"/>
          <w:szCs w:val="28"/>
        </w:rPr>
      </w:pPr>
    </w:p>
    <w:p w:rsidR="002275E9" w:rsidRPr="00D57E3C" w:rsidRDefault="002275E9" w:rsidP="00F9695C">
      <w:pPr>
        <w:jc w:val="both"/>
        <w:rPr>
          <w:sz w:val="28"/>
          <w:szCs w:val="28"/>
        </w:rPr>
      </w:pPr>
    </w:p>
    <w:p w:rsidR="002275E9" w:rsidRPr="00D57E3C" w:rsidRDefault="002275E9" w:rsidP="00F9695C">
      <w:pPr>
        <w:jc w:val="both"/>
        <w:rPr>
          <w:sz w:val="28"/>
          <w:szCs w:val="28"/>
        </w:rPr>
      </w:pPr>
    </w:p>
    <w:p w:rsidR="002275E9" w:rsidRPr="00D57E3C" w:rsidRDefault="002275E9" w:rsidP="00F9695C">
      <w:pPr>
        <w:pStyle w:val="Heading3"/>
        <w:rPr>
          <w:szCs w:val="28"/>
        </w:rPr>
      </w:pPr>
      <w:r w:rsidRPr="00D57E3C">
        <w:rPr>
          <w:szCs w:val="28"/>
        </w:rPr>
        <w:t>Председатель</w:t>
      </w:r>
    </w:p>
    <w:p w:rsidR="002275E9" w:rsidRPr="00D57E3C" w:rsidRDefault="002275E9" w:rsidP="00F9695C">
      <w:pPr>
        <w:jc w:val="both"/>
        <w:rPr>
          <w:sz w:val="28"/>
          <w:szCs w:val="28"/>
        </w:rPr>
      </w:pPr>
      <w:r w:rsidRPr="00D57E3C">
        <w:rPr>
          <w:sz w:val="28"/>
          <w:szCs w:val="28"/>
        </w:rPr>
        <w:t>Ярославской областной Думы</w:t>
      </w:r>
      <w:r w:rsidRPr="00D57E3C">
        <w:rPr>
          <w:sz w:val="28"/>
          <w:szCs w:val="28"/>
        </w:rPr>
        <w:tab/>
      </w:r>
      <w:r w:rsidRPr="00D57E3C">
        <w:rPr>
          <w:sz w:val="28"/>
          <w:szCs w:val="28"/>
        </w:rPr>
        <w:tab/>
      </w:r>
      <w:r w:rsidRPr="00D57E3C">
        <w:rPr>
          <w:sz w:val="28"/>
          <w:szCs w:val="28"/>
        </w:rPr>
        <w:tab/>
      </w:r>
      <w:r w:rsidRPr="00D57E3C">
        <w:rPr>
          <w:sz w:val="28"/>
          <w:szCs w:val="28"/>
        </w:rPr>
        <w:tab/>
        <w:t xml:space="preserve">                В.В. Рогоцкий</w:t>
      </w:r>
    </w:p>
    <w:p w:rsidR="002275E9" w:rsidRPr="00D57E3C" w:rsidRDefault="002275E9" w:rsidP="00F9695C">
      <w:pPr>
        <w:pStyle w:val="Heading3"/>
        <w:rPr>
          <w:szCs w:val="28"/>
        </w:rPr>
      </w:pPr>
    </w:p>
    <w:sectPr w:rsidR="002275E9" w:rsidRPr="00D57E3C" w:rsidSect="00D57E3C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5E9" w:rsidRDefault="002275E9">
      <w:r>
        <w:separator/>
      </w:r>
    </w:p>
  </w:endnote>
  <w:endnote w:type="continuationSeparator" w:id="0">
    <w:p w:rsidR="002275E9" w:rsidRDefault="00227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5E9" w:rsidRDefault="002275E9">
      <w:r>
        <w:separator/>
      </w:r>
    </w:p>
  </w:footnote>
  <w:footnote w:type="continuationSeparator" w:id="0">
    <w:p w:rsidR="002275E9" w:rsidRDefault="00227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903DF"/>
    <w:rsid w:val="00093AC8"/>
    <w:rsid w:val="0009582E"/>
    <w:rsid w:val="000A32D4"/>
    <w:rsid w:val="000B4629"/>
    <w:rsid w:val="0011582D"/>
    <w:rsid w:val="00116929"/>
    <w:rsid w:val="00121A79"/>
    <w:rsid w:val="00131CAC"/>
    <w:rsid w:val="0014399E"/>
    <w:rsid w:val="00152566"/>
    <w:rsid w:val="0016564F"/>
    <w:rsid w:val="00184A1C"/>
    <w:rsid w:val="001B1C0F"/>
    <w:rsid w:val="001C2E7D"/>
    <w:rsid w:val="001C48BE"/>
    <w:rsid w:val="001C6783"/>
    <w:rsid w:val="001C6A4E"/>
    <w:rsid w:val="001E50E6"/>
    <w:rsid w:val="00202A29"/>
    <w:rsid w:val="00203892"/>
    <w:rsid w:val="00214A41"/>
    <w:rsid w:val="002275E9"/>
    <w:rsid w:val="00230264"/>
    <w:rsid w:val="00246829"/>
    <w:rsid w:val="00266F5E"/>
    <w:rsid w:val="00271155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35FFB"/>
    <w:rsid w:val="003440D7"/>
    <w:rsid w:val="0034786D"/>
    <w:rsid w:val="00347FD1"/>
    <w:rsid w:val="003729DD"/>
    <w:rsid w:val="00394A52"/>
    <w:rsid w:val="003B68B2"/>
    <w:rsid w:val="003B7A35"/>
    <w:rsid w:val="003C205F"/>
    <w:rsid w:val="003C786E"/>
    <w:rsid w:val="003E552E"/>
    <w:rsid w:val="003F2453"/>
    <w:rsid w:val="00411048"/>
    <w:rsid w:val="00422B49"/>
    <w:rsid w:val="00435FB8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5501C"/>
    <w:rsid w:val="00566394"/>
    <w:rsid w:val="00584345"/>
    <w:rsid w:val="00597EBA"/>
    <w:rsid w:val="005C0900"/>
    <w:rsid w:val="005D033B"/>
    <w:rsid w:val="005F14AF"/>
    <w:rsid w:val="006639A9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432F9"/>
    <w:rsid w:val="0076488C"/>
    <w:rsid w:val="00787FC5"/>
    <w:rsid w:val="0079320E"/>
    <w:rsid w:val="007A567D"/>
    <w:rsid w:val="007B78A7"/>
    <w:rsid w:val="00804752"/>
    <w:rsid w:val="00812780"/>
    <w:rsid w:val="00813A72"/>
    <w:rsid w:val="0082312E"/>
    <w:rsid w:val="00833EB2"/>
    <w:rsid w:val="0084771E"/>
    <w:rsid w:val="0085742F"/>
    <w:rsid w:val="008617EB"/>
    <w:rsid w:val="00881F9D"/>
    <w:rsid w:val="00884C99"/>
    <w:rsid w:val="008907DD"/>
    <w:rsid w:val="00897256"/>
    <w:rsid w:val="008D1296"/>
    <w:rsid w:val="008D4911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389A"/>
    <w:rsid w:val="009D4FB9"/>
    <w:rsid w:val="00A165D9"/>
    <w:rsid w:val="00A23D93"/>
    <w:rsid w:val="00A245AA"/>
    <w:rsid w:val="00A250E8"/>
    <w:rsid w:val="00A269B9"/>
    <w:rsid w:val="00A4428C"/>
    <w:rsid w:val="00A56FC1"/>
    <w:rsid w:val="00A754C3"/>
    <w:rsid w:val="00A7637E"/>
    <w:rsid w:val="00AB0954"/>
    <w:rsid w:val="00AC7882"/>
    <w:rsid w:val="00AE75D6"/>
    <w:rsid w:val="00AF1E34"/>
    <w:rsid w:val="00B0356F"/>
    <w:rsid w:val="00B42317"/>
    <w:rsid w:val="00B51DE7"/>
    <w:rsid w:val="00B55A9F"/>
    <w:rsid w:val="00B77D5B"/>
    <w:rsid w:val="00B929B1"/>
    <w:rsid w:val="00B97378"/>
    <w:rsid w:val="00BD7F1B"/>
    <w:rsid w:val="00BE3C4B"/>
    <w:rsid w:val="00BF5B74"/>
    <w:rsid w:val="00C14300"/>
    <w:rsid w:val="00C14F0B"/>
    <w:rsid w:val="00C278F0"/>
    <w:rsid w:val="00C40E45"/>
    <w:rsid w:val="00C54C50"/>
    <w:rsid w:val="00C57B7E"/>
    <w:rsid w:val="00C74147"/>
    <w:rsid w:val="00C80E46"/>
    <w:rsid w:val="00C97255"/>
    <w:rsid w:val="00CA6684"/>
    <w:rsid w:val="00CB2CE6"/>
    <w:rsid w:val="00CC6928"/>
    <w:rsid w:val="00CD3BB4"/>
    <w:rsid w:val="00CE7C91"/>
    <w:rsid w:val="00CF09CD"/>
    <w:rsid w:val="00D264BD"/>
    <w:rsid w:val="00D265E9"/>
    <w:rsid w:val="00D57E3C"/>
    <w:rsid w:val="00D959EB"/>
    <w:rsid w:val="00DA6145"/>
    <w:rsid w:val="00DC18DF"/>
    <w:rsid w:val="00DF3EBA"/>
    <w:rsid w:val="00E102FF"/>
    <w:rsid w:val="00E20539"/>
    <w:rsid w:val="00E25E63"/>
    <w:rsid w:val="00E26DC8"/>
    <w:rsid w:val="00E27492"/>
    <w:rsid w:val="00E663FD"/>
    <w:rsid w:val="00E868BF"/>
    <w:rsid w:val="00F17842"/>
    <w:rsid w:val="00F216E4"/>
    <w:rsid w:val="00F2406D"/>
    <w:rsid w:val="00F32960"/>
    <w:rsid w:val="00F53615"/>
    <w:rsid w:val="00F5641B"/>
    <w:rsid w:val="00F7403D"/>
    <w:rsid w:val="00F81F8D"/>
    <w:rsid w:val="00F9695C"/>
    <w:rsid w:val="00FA1697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52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94A52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394A52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94A52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94A52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394A52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491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D491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D491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D4911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D4911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394A5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D4911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94A52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94A52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4911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94A52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D4911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394A52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394A5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4911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94A52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8D4911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4911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7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167</Words>
  <Characters>952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28</cp:revision>
  <cp:lastPrinted>2012-02-14T07:55:00Z</cp:lastPrinted>
  <dcterms:created xsi:type="dcterms:W3CDTF">2011-05-25T04:39:00Z</dcterms:created>
  <dcterms:modified xsi:type="dcterms:W3CDTF">2012-02-17T06:14:00Z</dcterms:modified>
</cp:coreProperties>
</file>