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D8" w:rsidRPr="00D728F5" w:rsidRDefault="009C43D8" w:rsidP="002D3170">
      <w:pPr>
        <w:pStyle w:val="Heading4"/>
        <w:shd w:val="clear" w:color="auto" w:fill="FFFFFF"/>
        <w:ind w:left="5040" w:right="-6"/>
        <w:rPr>
          <w:sz w:val="24"/>
        </w:rPr>
      </w:pPr>
      <w:r w:rsidRPr="00D728F5">
        <w:rPr>
          <w:sz w:val="24"/>
        </w:rPr>
        <w:t xml:space="preserve">Приложение </w:t>
      </w:r>
      <w:r w:rsidRPr="0091417C">
        <w:rPr>
          <w:sz w:val="24"/>
        </w:rPr>
        <w:t>11</w:t>
      </w:r>
      <w:r w:rsidRPr="00D728F5">
        <w:rPr>
          <w:sz w:val="24"/>
        </w:rPr>
        <w:t xml:space="preserve"> </w:t>
      </w:r>
    </w:p>
    <w:p w:rsidR="009C43D8" w:rsidRPr="00D728F5" w:rsidRDefault="009C43D8" w:rsidP="002D3170">
      <w:pPr>
        <w:shd w:val="clear" w:color="auto" w:fill="FFFFFF"/>
        <w:ind w:right="-6"/>
        <w:jc w:val="right"/>
        <w:rPr>
          <w:szCs w:val="20"/>
        </w:rPr>
      </w:pPr>
      <w:r w:rsidRPr="00D728F5">
        <w:t>к Закону Ярославской области</w:t>
      </w:r>
    </w:p>
    <w:p w:rsidR="009C43D8" w:rsidRPr="00D728F5" w:rsidRDefault="009C43D8" w:rsidP="002D3170">
      <w:pPr>
        <w:shd w:val="clear" w:color="auto" w:fill="FFFFFF"/>
        <w:ind w:left="5103"/>
        <w:jc w:val="right"/>
      </w:pPr>
      <w:r w:rsidRPr="00D728F5">
        <w:t xml:space="preserve">от </w:t>
      </w:r>
      <w:r>
        <w:t xml:space="preserve">20 февраля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 № 1-з</w:t>
      </w:r>
    </w:p>
    <w:p w:rsidR="009C43D8" w:rsidRPr="00D728F5" w:rsidRDefault="009C43D8" w:rsidP="002D3170">
      <w:pPr>
        <w:shd w:val="clear" w:color="auto" w:fill="FFFFFF"/>
        <w:ind w:left="5103"/>
        <w:jc w:val="right"/>
        <w:rPr>
          <w:b/>
        </w:rPr>
      </w:pPr>
    </w:p>
    <w:p w:rsidR="009C43D8" w:rsidRPr="00D728F5" w:rsidRDefault="009C43D8" w:rsidP="002D3170">
      <w:pPr>
        <w:shd w:val="clear" w:color="auto" w:fill="FFFFFF"/>
        <w:ind w:left="5103"/>
        <w:jc w:val="right"/>
        <w:rPr>
          <w:b/>
        </w:rPr>
      </w:pPr>
    </w:p>
    <w:p w:rsidR="009C43D8" w:rsidRPr="00D728F5" w:rsidRDefault="009C43D8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D728F5">
        <w:rPr>
          <w:b/>
        </w:rPr>
        <w:t>Программа государственных внутренних заимствований</w:t>
      </w:r>
    </w:p>
    <w:p w:rsidR="009C43D8" w:rsidRPr="00D728F5" w:rsidRDefault="009C43D8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D728F5">
        <w:rPr>
          <w:b/>
        </w:rPr>
        <w:t xml:space="preserve">Ярославской области на 2012 год </w:t>
      </w:r>
    </w:p>
    <w:p w:rsidR="009C43D8" w:rsidRPr="00D728F5" w:rsidRDefault="009C43D8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D728F5">
        <w:rPr>
          <w:b/>
        </w:rPr>
        <w:t>и на плановый период 2013 и 2014 годов</w:t>
      </w:r>
    </w:p>
    <w:p w:rsidR="009C43D8" w:rsidRPr="00D728F5" w:rsidRDefault="009C43D8" w:rsidP="002D3170">
      <w:pPr>
        <w:pStyle w:val="BodyText"/>
        <w:shd w:val="clear" w:color="auto" w:fill="FFFFFF"/>
        <w:ind w:right="0" w:firstLine="709"/>
        <w:jc w:val="both"/>
        <w:rPr>
          <w:b/>
        </w:rPr>
      </w:pPr>
    </w:p>
    <w:p w:rsidR="009C43D8" w:rsidRPr="00D728F5" w:rsidRDefault="009C43D8" w:rsidP="002D3170">
      <w:pPr>
        <w:pStyle w:val="BodyText"/>
        <w:shd w:val="clear" w:color="auto" w:fill="FFFFFF"/>
        <w:ind w:right="0" w:firstLine="709"/>
        <w:jc w:val="both"/>
        <w:rPr>
          <w:b/>
          <w:i/>
          <w:iCs/>
        </w:rPr>
      </w:pPr>
      <w:r w:rsidRPr="00D728F5">
        <w:rPr>
          <w:b/>
          <w:i/>
          <w:iCs/>
        </w:rPr>
        <w:t>1. Вводная часть</w:t>
      </w:r>
    </w:p>
    <w:p w:rsidR="009C43D8" w:rsidRPr="00D728F5" w:rsidRDefault="009C43D8" w:rsidP="002D3170">
      <w:pPr>
        <w:pStyle w:val="BodyText"/>
        <w:shd w:val="clear" w:color="auto" w:fill="FFFFFF"/>
        <w:ind w:right="0" w:firstLine="709"/>
        <w:jc w:val="both"/>
        <w:rPr>
          <w:iCs/>
          <w:szCs w:val="28"/>
        </w:rPr>
      </w:pP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</w:rPr>
      </w:pPr>
      <w:r w:rsidRPr="00D728F5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</w:t>
      </w:r>
      <w:r w:rsidRPr="00D728F5">
        <w:rPr>
          <w:sz w:val="28"/>
        </w:rPr>
        <w:t>о</w:t>
      </w:r>
      <w:r w:rsidRPr="00D728F5">
        <w:rPr>
          <w:sz w:val="28"/>
        </w:rPr>
        <w:t>сударственные заимствования и управление государственным долгом Яр</w:t>
      </w:r>
      <w:r w:rsidRPr="00D728F5">
        <w:rPr>
          <w:sz w:val="28"/>
        </w:rPr>
        <w:t>о</w:t>
      </w:r>
      <w:r w:rsidRPr="00D728F5">
        <w:rPr>
          <w:sz w:val="28"/>
        </w:rPr>
        <w:t>славской области на основании настоящей Программы.</w:t>
      </w:r>
    </w:p>
    <w:p w:rsidR="009C43D8" w:rsidRPr="00D728F5" w:rsidRDefault="009C43D8" w:rsidP="00E80205">
      <w:pPr>
        <w:shd w:val="clear" w:color="auto" w:fill="FFFFFF"/>
        <w:ind w:firstLine="708"/>
        <w:jc w:val="both"/>
        <w:rPr>
          <w:sz w:val="28"/>
        </w:rPr>
      </w:pPr>
      <w:r w:rsidRPr="00D728F5">
        <w:rPr>
          <w:sz w:val="28"/>
        </w:rPr>
        <w:t>Осуществление государственных заимствований продолжает остават</w:t>
      </w:r>
      <w:r w:rsidRPr="00D728F5">
        <w:rPr>
          <w:sz w:val="28"/>
        </w:rPr>
        <w:t>ь</w:t>
      </w:r>
      <w:r w:rsidRPr="00D728F5">
        <w:rPr>
          <w:sz w:val="28"/>
        </w:rPr>
        <w:t xml:space="preserve">ся необходимым как для </w:t>
      </w:r>
      <w:r w:rsidRPr="00D728F5">
        <w:rPr>
          <w:sz w:val="28"/>
          <w:szCs w:val="28"/>
        </w:rPr>
        <w:t>погашения ранее принятых долговых обязательств Ярославской области</w:t>
      </w:r>
      <w:r w:rsidRPr="00D728F5">
        <w:rPr>
          <w:sz w:val="28"/>
        </w:rPr>
        <w:t xml:space="preserve">, так и финансирования дефицита областного бюджета. 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</w:rPr>
      </w:pPr>
      <w:r w:rsidRPr="00D728F5">
        <w:rPr>
          <w:sz w:val="28"/>
        </w:rPr>
        <w:t xml:space="preserve">Цели и задачи долговой политики изложены в Основных направлениях бюджетной и налоговой политики Ярославской области на 2012 год и на плановый период 2013 и 2014 годов, утвержденных </w:t>
      </w:r>
      <w:r>
        <w:rPr>
          <w:sz w:val="28"/>
        </w:rPr>
        <w:t>у</w:t>
      </w:r>
      <w:r w:rsidRPr="00D728F5">
        <w:rPr>
          <w:sz w:val="28"/>
        </w:rPr>
        <w:t>казом Губернатора Яр</w:t>
      </w:r>
      <w:r w:rsidRPr="00D728F5">
        <w:rPr>
          <w:sz w:val="28"/>
        </w:rPr>
        <w:t>о</w:t>
      </w:r>
      <w:r w:rsidRPr="00D728F5">
        <w:rPr>
          <w:sz w:val="28"/>
        </w:rPr>
        <w:t xml:space="preserve">славской области от 30.06.2011 № 296. 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</w:rPr>
      </w:pPr>
      <w:r w:rsidRPr="00D728F5">
        <w:rPr>
          <w:sz w:val="28"/>
        </w:rPr>
        <w:t>В целях обеспечения сбалансированности областного бюджета и п</w:t>
      </w:r>
      <w:r w:rsidRPr="00D728F5">
        <w:rPr>
          <w:sz w:val="28"/>
        </w:rPr>
        <w:t>о</w:t>
      </w:r>
      <w:r w:rsidRPr="00D728F5">
        <w:rPr>
          <w:sz w:val="28"/>
        </w:rPr>
        <w:t>вышения эффективности управления государственным долгом области пл</w:t>
      </w:r>
      <w:r w:rsidRPr="00D728F5">
        <w:rPr>
          <w:sz w:val="28"/>
        </w:rPr>
        <w:t>а</w:t>
      </w:r>
      <w:r w:rsidRPr="00D728F5">
        <w:rPr>
          <w:sz w:val="28"/>
        </w:rPr>
        <w:t>нируется продолжение работы по поддержанию положительной кредитной истории области; минимизации стоимости обслуживания, а также рисков, связанных с обслуживанием и погашением долга; поддержанию диверсиф</w:t>
      </w:r>
      <w:r w:rsidRPr="00D728F5">
        <w:rPr>
          <w:sz w:val="28"/>
        </w:rPr>
        <w:t>и</w:t>
      </w:r>
      <w:r w:rsidRPr="00D728F5">
        <w:rPr>
          <w:sz w:val="28"/>
        </w:rPr>
        <w:t>цированной структуры заимствований и обеспечению равномерной долговой нагрузки по годам.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</w:rPr>
      </w:pPr>
      <w:r w:rsidRPr="00D728F5">
        <w:rPr>
          <w:sz w:val="28"/>
        </w:rPr>
        <w:t>Приоритетным направлением в рамках достижения  целей  развития Ярославской области продолжает оставаться  поддержание и повышение кредитного рейтинга Ярославской области.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</w:rPr>
      </w:pPr>
    </w:p>
    <w:p w:rsidR="009C43D8" w:rsidRPr="00D728F5" w:rsidRDefault="009C43D8" w:rsidP="00305EC0">
      <w:pPr>
        <w:pStyle w:val="Heading1"/>
        <w:shd w:val="clear" w:color="auto" w:fill="FFFFFF"/>
        <w:ind w:right="0" w:firstLine="540"/>
        <w:rPr>
          <w:b/>
          <w:i/>
          <w:spacing w:val="-10"/>
          <w:sz w:val="28"/>
        </w:rPr>
      </w:pPr>
      <w:r w:rsidRPr="00D728F5">
        <w:rPr>
          <w:b/>
          <w:i/>
          <w:spacing w:val="-10"/>
          <w:sz w:val="28"/>
        </w:rPr>
        <w:t>2. Предельные размеры на 2012 год и на плановый период 2013 и 2014 годов</w:t>
      </w:r>
    </w:p>
    <w:p w:rsidR="009C43D8" w:rsidRPr="00D728F5" w:rsidRDefault="009C43D8" w:rsidP="002D3170">
      <w:pPr>
        <w:shd w:val="clear" w:color="auto" w:fill="FFFFFF"/>
        <w:ind w:firstLine="567"/>
        <w:jc w:val="right"/>
        <w:rPr>
          <w:sz w:val="28"/>
          <w:szCs w:val="20"/>
        </w:rPr>
      </w:pPr>
      <w:r w:rsidRPr="00D728F5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Pr="00D728F5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2060"/>
        <w:gridCol w:w="2071"/>
        <w:gridCol w:w="2091"/>
      </w:tblGrid>
      <w:tr w:rsidR="009C43D8" w:rsidRPr="00D728F5" w:rsidTr="00305EC0">
        <w:tc>
          <w:tcPr>
            <w:tcW w:w="3348" w:type="dxa"/>
            <w:vAlign w:val="center"/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Предельный размер</w:t>
            </w:r>
          </w:p>
        </w:tc>
        <w:tc>
          <w:tcPr>
            <w:tcW w:w="2060" w:type="dxa"/>
          </w:tcPr>
          <w:p w:rsidR="009C43D8" w:rsidRPr="00D728F5" w:rsidRDefault="009C43D8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D728F5">
              <w:rPr>
                <w:b/>
                <w:sz w:val="28"/>
                <w:szCs w:val="20"/>
              </w:rPr>
              <w:t>На</w:t>
            </w:r>
            <w:r w:rsidRPr="00D728F5">
              <w:rPr>
                <w:b/>
                <w:sz w:val="28"/>
                <w:szCs w:val="20"/>
                <w:lang w:val="en-US"/>
              </w:rPr>
              <w:t xml:space="preserve"> </w:t>
            </w:r>
            <w:r w:rsidRPr="00D728F5">
              <w:rPr>
                <w:b/>
                <w:sz w:val="28"/>
                <w:szCs w:val="20"/>
              </w:rPr>
              <w:t>01.01.2013</w:t>
            </w:r>
          </w:p>
        </w:tc>
        <w:tc>
          <w:tcPr>
            <w:tcW w:w="2071" w:type="dxa"/>
          </w:tcPr>
          <w:p w:rsidR="009C43D8" w:rsidRPr="00D728F5" w:rsidRDefault="009C43D8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D728F5">
              <w:rPr>
                <w:b/>
                <w:sz w:val="28"/>
                <w:szCs w:val="20"/>
              </w:rPr>
              <w:t>На 01.01.2014</w:t>
            </w:r>
          </w:p>
        </w:tc>
        <w:tc>
          <w:tcPr>
            <w:tcW w:w="2091" w:type="dxa"/>
          </w:tcPr>
          <w:p w:rsidR="009C43D8" w:rsidRPr="00D728F5" w:rsidRDefault="009C43D8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D728F5">
              <w:rPr>
                <w:b/>
                <w:sz w:val="28"/>
                <w:szCs w:val="20"/>
              </w:rPr>
              <w:t>На 01.01.2015</w:t>
            </w:r>
          </w:p>
        </w:tc>
      </w:tr>
      <w:tr w:rsidR="009C43D8" w:rsidRPr="00D728F5" w:rsidTr="00305EC0"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1. Верхний предел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государственного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внутреннего долга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Ярославской области, </w:t>
            </w:r>
          </w:p>
          <w:p w:rsidR="009C43D8" w:rsidRPr="00D728F5" w:rsidRDefault="009C43D8" w:rsidP="00393E37">
            <w:pPr>
              <w:shd w:val="clear" w:color="auto" w:fill="FFFFFF"/>
              <w:rPr>
                <w:sz w:val="28"/>
                <w:szCs w:val="20"/>
              </w:rPr>
            </w:pPr>
            <w:r w:rsidRPr="00D728F5">
              <w:rPr>
                <w:sz w:val="28"/>
              </w:rPr>
              <w:t xml:space="preserve">    в том числе</w:t>
            </w:r>
          </w:p>
        </w:tc>
        <w:tc>
          <w:tcPr>
            <w:tcW w:w="2060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1</w:t>
            </w:r>
            <w:r w:rsidRPr="00BA661A">
              <w:rPr>
                <w:sz w:val="28"/>
                <w:szCs w:val="28"/>
                <w:lang w:val="en-US"/>
              </w:rPr>
              <w:t>6</w:t>
            </w:r>
            <w:r w:rsidRPr="00BA661A">
              <w:rPr>
                <w:sz w:val="28"/>
                <w:szCs w:val="28"/>
              </w:rPr>
              <w:t> 251 024 314 </w:t>
            </w:r>
          </w:p>
        </w:tc>
        <w:tc>
          <w:tcPr>
            <w:tcW w:w="2071" w:type="dxa"/>
          </w:tcPr>
          <w:p w:rsidR="009C43D8" w:rsidRPr="00BA661A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9C43D8" w:rsidRPr="00BA661A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9C43D8" w:rsidRPr="00BA661A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9C43D8" w:rsidRPr="0093363C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</w:pPr>
            <w:r w:rsidRPr="00BA661A">
              <w:t>16 504 500 596</w:t>
            </w:r>
          </w:p>
        </w:tc>
        <w:tc>
          <w:tcPr>
            <w:tcW w:w="2091" w:type="dxa"/>
          </w:tcPr>
          <w:p w:rsidR="009C43D8" w:rsidRPr="00BA661A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9C43D8" w:rsidRPr="00BA661A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9C43D8" w:rsidRPr="00BA661A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9C43D8" w:rsidRPr="0093363C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</w:pPr>
            <w:r w:rsidRPr="00BA661A">
              <w:t xml:space="preserve">17 043 762 220  </w:t>
            </w:r>
          </w:p>
        </w:tc>
      </w:tr>
      <w:tr w:rsidR="009C43D8" w:rsidRPr="00D728F5" w:rsidTr="00305EC0"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верхний предел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объема государствен-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ных гарантий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D728F5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200 000 000</w:t>
            </w:r>
          </w:p>
        </w:tc>
        <w:tc>
          <w:tcPr>
            <w:tcW w:w="2091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300 000 000</w:t>
            </w:r>
          </w:p>
        </w:tc>
      </w:tr>
      <w:tr w:rsidR="009C43D8" w:rsidRPr="00D728F5" w:rsidTr="00305EC0"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2060" w:type="dxa"/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на</w:t>
            </w:r>
          </w:p>
          <w:p w:rsidR="009C43D8" w:rsidRPr="00D728F5" w:rsidRDefault="009C43D8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20</w:t>
            </w:r>
            <w:r w:rsidRPr="00D728F5">
              <w:rPr>
                <w:b/>
                <w:sz w:val="28"/>
                <w:szCs w:val="20"/>
                <w:lang w:val="en-US"/>
              </w:rPr>
              <w:t>1</w:t>
            </w:r>
            <w:r w:rsidRPr="00D728F5">
              <w:rPr>
                <w:b/>
                <w:sz w:val="28"/>
                <w:szCs w:val="20"/>
              </w:rPr>
              <w:t>2 год</w:t>
            </w:r>
          </w:p>
        </w:tc>
        <w:tc>
          <w:tcPr>
            <w:tcW w:w="2071" w:type="dxa"/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на</w:t>
            </w:r>
          </w:p>
          <w:p w:rsidR="009C43D8" w:rsidRPr="00D728F5" w:rsidRDefault="009C43D8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2013 год</w:t>
            </w:r>
          </w:p>
        </w:tc>
        <w:tc>
          <w:tcPr>
            <w:tcW w:w="2091" w:type="dxa"/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на</w:t>
            </w:r>
          </w:p>
          <w:p w:rsidR="009C43D8" w:rsidRPr="00D728F5" w:rsidRDefault="009C43D8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2014 год</w:t>
            </w:r>
          </w:p>
        </w:tc>
      </w:tr>
      <w:tr w:rsidR="009C43D8" w:rsidRPr="00D728F5" w:rsidTr="00305EC0"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2. Предельный объем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государственного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долга Ярославской  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D728F5">
              <w:rPr>
                <w:sz w:val="28"/>
              </w:rPr>
              <w:t xml:space="preserve">    области</w:t>
            </w:r>
          </w:p>
        </w:tc>
        <w:tc>
          <w:tcPr>
            <w:tcW w:w="2060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lang w:val="en-US"/>
              </w:rPr>
              <w:t>20</w:t>
            </w:r>
            <w:r w:rsidRPr="00D728F5">
              <w:rPr>
                <w:sz w:val="28"/>
              </w:rPr>
              <w:t> 000 000 000</w:t>
            </w:r>
          </w:p>
        </w:tc>
        <w:tc>
          <w:tcPr>
            <w:tcW w:w="2071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lang w:val="en-US"/>
              </w:rPr>
              <w:t>20</w:t>
            </w:r>
            <w:r w:rsidRPr="00D728F5">
              <w:rPr>
                <w:sz w:val="28"/>
              </w:rPr>
              <w:t> 000 000 000</w:t>
            </w:r>
          </w:p>
        </w:tc>
        <w:tc>
          <w:tcPr>
            <w:tcW w:w="2091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lang w:val="en-US"/>
              </w:rPr>
              <w:t>20</w:t>
            </w:r>
            <w:r w:rsidRPr="00D728F5">
              <w:rPr>
                <w:sz w:val="28"/>
              </w:rPr>
              <w:t> 000 000 000</w:t>
            </w:r>
          </w:p>
        </w:tc>
      </w:tr>
      <w:tr w:rsidR="009C43D8" w:rsidRPr="00D728F5" w:rsidTr="00305EC0">
        <w:trPr>
          <w:trHeight w:val="929"/>
        </w:trPr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3. Предельный объем 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расходов на обслужи-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вание государствен-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ного долга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D728F5">
              <w:rPr>
                <w:sz w:val="28"/>
              </w:rPr>
              <w:t xml:space="preserve">    Ярославской  области</w:t>
            </w:r>
          </w:p>
        </w:tc>
        <w:tc>
          <w:tcPr>
            <w:tcW w:w="2060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980 443 700</w:t>
            </w:r>
          </w:p>
        </w:tc>
        <w:tc>
          <w:tcPr>
            <w:tcW w:w="2071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1 031 013 600</w:t>
            </w:r>
          </w:p>
        </w:tc>
        <w:tc>
          <w:tcPr>
            <w:tcW w:w="2091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  <w:lang w:val="en-US"/>
              </w:rPr>
              <w:t>1 089 308</w:t>
            </w:r>
            <w:r w:rsidRPr="00BA661A">
              <w:rPr>
                <w:sz w:val="28"/>
                <w:szCs w:val="20"/>
              </w:rPr>
              <w:t xml:space="preserve"> </w:t>
            </w:r>
            <w:r w:rsidRPr="00BA661A">
              <w:rPr>
                <w:sz w:val="28"/>
                <w:szCs w:val="20"/>
                <w:lang w:val="en-US"/>
              </w:rPr>
              <w:t>3</w:t>
            </w:r>
            <w:r w:rsidRPr="00BA661A">
              <w:rPr>
                <w:sz w:val="28"/>
                <w:szCs w:val="20"/>
              </w:rPr>
              <w:t>00</w:t>
            </w:r>
          </w:p>
        </w:tc>
      </w:tr>
      <w:tr w:rsidR="009C43D8" w:rsidRPr="00D728F5" w:rsidTr="0003475E">
        <w:trPr>
          <w:trHeight w:val="604"/>
        </w:trPr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4. Предельный объем 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заимствований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12 </w:t>
            </w:r>
            <w:r w:rsidRPr="00BA661A">
              <w:rPr>
                <w:sz w:val="28"/>
                <w:szCs w:val="20"/>
              </w:rPr>
              <w:t>202 678 314</w:t>
            </w: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071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9 661 556 282</w:t>
            </w: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091" w:type="dxa"/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  <w:lang w:val="en-US"/>
              </w:rPr>
              <w:t>8</w:t>
            </w:r>
            <w:r w:rsidRPr="00BA661A">
              <w:rPr>
                <w:sz w:val="28"/>
                <w:szCs w:val="20"/>
              </w:rPr>
              <w:t> 389 261 624</w:t>
            </w: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</w:tr>
      <w:tr w:rsidR="009C43D8" w:rsidRPr="00D728F5" w:rsidTr="00305EC0">
        <w:trPr>
          <w:trHeight w:val="555"/>
        </w:trPr>
        <w:tc>
          <w:tcPr>
            <w:tcW w:w="3348" w:type="dxa"/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5. Предельный объем  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  <w:szCs w:val="28"/>
              </w:rPr>
              <w:t xml:space="preserve">    </w:t>
            </w:r>
            <w:r w:rsidRPr="00D728F5">
              <w:rPr>
                <w:sz w:val="28"/>
              </w:rPr>
              <w:t xml:space="preserve">предоставляемых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    государственных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  <w:r w:rsidRPr="00D728F5">
              <w:rPr>
                <w:sz w:val="28"/>
              </w:rPr>
              <w:t xml:space="preserve">    гарантий </w:t>
            </w:r>
            <w:r w:rsidRPr="00D728F5">
              <w:rPr>
                <w:sz w:val="28"/>
                <w:szCs w:val="28"/>
              </w:rPr>
              <w:t>Ярославской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100 000 000</w:t>
            </w:r>
          </w:p>
        </w:tc>
        <w:tc>
          <w:tcPr>
            <w:tcW w:w="2091" w:type="dxa"/>
          </w:tcPr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100 000 000</w:t>
            </w:r>
          </w:p>
        </w:tc>
      </w:tr>
    </w:tbl>
    <w:p w:rsidR="009C43D8" w:rsidRPr="00D728F5" w:rsidRDefault="009C43D8" w:rsidP="002D3170">
      <w:pPr>
        <w:shd w:val="clear" w:color="auto" w:fill="FFFFFF"/>
        <w:jc w:val="both"/>
        <w:rPr>
          <w:sz w:val="28"/>
        </w:rPr>
      </w:pPr>
      <w:r w:rsidRPr="00D728F5">
        <w:rPr>
          <w:sz w:val="28"/>
        </w:rPr>
        <w:t xml:space="preserve">    </w:t>
      </w:r>
    </w:p>
    <w:p w:rsidR="009C43D8" w:rsidRPr="00D728F5" w:rsidRDefault="009C43D8" w:rsidP="002D3170">
      <w:pPr>
        <w:shd w:val="clear" w:color="auto" w:fill="FFFFFF"/>
        <w:jc w:val="both"/>
        <w:rPr>
          <w:b/>
          <w:i/>
          <w:sz w:val="28"/>
        </w:rPr>
      </w:pPr>
      <w:r w:rsidRPr="00D728F5">
        <w:rPr>
          <w:sz w:val="28"/>
        </w:rPr>
        <w:t xml:space="preserve">  </w:t>
      </w:r>
      <w:r w:rsidRPr="00D728F5">
        <w:rPr>
          <w:b/>
          <w:i/>
          <w:sz w:val="28"/>
        </w:rPr>
        <w:t>3. Государственные внутренние заимствования, осуществляемые</w:t>
      </w:r>
    </w:p>
    <w:p w:rsidR="009C43D8" w:rsidRPr="00D728F5" w:rsidRDefault="009C43D8" w:rsidP="002D3170">
      <w:pPr>
        <w:pStyle w:val="Heading1"/>
        <w:shd w:val="clear" w:color="auto" w:fill="FFFFFF"/>
        <w:ind w:right="0"/>
        <w:jc w:val="center"/>
      </w:pPr>
      <w:r w:rsidRPr="00D728F5">
        <w:rPr>
          <w:b/>
          <w:i/>
          <w:sz w:val="28"/>
        </w:rPr>
        <w:t>в 2012 году и в плановом периоде 2013 и 2014 годов</w:t>
      </w:r>
      <w:r w:rsidRPr="00D728F5">
        <w:t xml:space="preserve">                                                                                                                                   </w:t>
      </w:r>
    </w:p>
    <w:p w:rsidR="009C43D8" w:rsidRPr="00D728F5" w:rsidRDefault="009C43D8" w:rsidP="002D3170">
      <w:pPr>
        <w:shd w:val="clear" w:color="auto" w:fill="FFFFFF"/>
        <w:jc w:val="right"/>
        <w:rPr>
          <w:sz w:val="28"/>
          <w:szCs w:val="20"/>
        </w:rPr>
      </w:pPr>
      <w:r w:rsidRPr="00D728F5">
        <w:t xml:space="preserve"> </w:t>
      </w:r>
      <w:r w:rsidRPr="00D728F5">
        <w:rPr>
          <w:sz w:val="28"/>
        </w:rPr>
        <w:t>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0"/>
        <w:gridCol w:w="2392"/>
        <w:gridCol w:w="1843"/>
        <w:gridCol w:w="2065"/>
      </w:tblGrid>
      <w:tr w:rsidR="009C43D8" w:rsidRPr="00D728F5" w:rsidTr="00873024">
        <w:trPr>
          <w:trHeight w:val="311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D728F5">
              <w:rPr>
                <w:b/>
                <w:sz w:val="28"/>
              </w:rPr>
              <w:t>Виды заимствований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FA202E">
            <w:pPr>
              <w:shd w:val="clear" w:color="auto" w:fill="FFFFFF"/>
              <w:ind w:left="8"/>
              <w:jc w:val="center"/>
              <w:rPr>
                <w:b/>
                <w:sz w:val="28"/>
              </w:rPr>
            </w:pPr>
            <w:r w:rsidRPr="00D728F5">
              <w:rPr>
                <w:b/>
                <w:sz w:val="28"/>
              </w:rPr>
              <w:t>20</w:t>
            </w:r>
            <w:r w:rsidRPr="00D728F5">
              <w:rPr>
                <w:b/>
                <w:sz w:val="28"/>
                <w:lang w:val="en-US"/>
              </w:rPr>
              <w:t>1</w:t>
            </w:r>
            <w:r w:rsidRPr="00D728F5">
              <w:rPr>
                <w:b/>
                <w:sz w:val="28"/>
              </w:rPr>
              <w:t>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FA202E">
            <w:pPr>
              <w:pStyle w:val="BodyTextIndent"/>
              <w:shd w:val="clear" w:color="auto" w:fill="FFFFFF"/>
              <w:ind w:right="0" w:firstLine="0"/>
              <w:jc w:val="center"/>
              <w:rPr>
                <w:b/>
              </w:rPr>
            </w:pPr>
            <w:r w:rsidRPr="00D728F5">
              <w:rPr>
                <w:b/>
              </w:rPr>
              <w:t>2013 год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93363C" w:rsidRDefault="009C43D8" w:rsidP="00DD684E">
            <w:pPr>
              <w:pStyle w:val="BodyTextIndent"/>
              <w:numPr>
                <w:ilvl w:val="0"/>
                <w:numId w:val="15"/>
              </w:numPr>
              <w:shd w:val="clear" w:color="auto" w:fill="FFFFFF"/>
              <w:ind w:right="0"/>
              <w:jc w:val="center"/>
              <w:rPr>
                <w:b/>
              </w:rPr>
            </w:pPr>
            <w:r w:rsidRPr="00D728F5">
              <w:rPr>
                <w:b/>
              </w:rPr>
              <w:t>год</w:t>
            </w:r>
          </w:p>
        </w:tc>
      </w:tr>
      <w:tr w:rsidR="009C43D8" w:rsidRPr="00D728F5" w:rsidTr="00873024">
        <w:trPr>
          <w:trHeight w:val="1479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873024">
            <w:pPr>
              <w:numPr>
                <w:ilvl w:val="3"/>
                <w:numId w:val="15"/>
              </w:numPr>
              <w:shd w:val="clear" w:color="auto" w:fill="FFFFFF"/>
              <w:tabs>
                <w:tab w:val="clear" w:pos="2880"/>
              </w:tabs>
              <w:ind w:left="357" w:hanging="357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>Бюджетные кредиты от дру</w:t>
            </w:r>
            <w:r>
              <w:rPr>
                <w:sz w:val="28"/>
                <w:szCs w:val="28"/>
              </w:rPr>
              <w:t xml:space="preserve">гих </w:t>
            </w:r>
            <w:r w:rsidRPr="00D728F5">
              <w:rPr>
                <w:sz w:val="28"/>
                <w:szCs w:val="28"/>
              </w:rPr>
              <w:t>бюджетов бю</w:t>
            </w:r>
            <w:r w:rsidRPr="00D728F5">
              <w:rPr>
                <w:sz w:val="28"/>
                <w:szCs w:val="28"/>
              </w:rPr>
              <w:t>д</w:t>
            </w:r>
            <w:r w:rsidRPr="00D728F5">
              <w:rPr>
                <w:sz w:val="28"/>
                <w:szCs w:val="28"/>
              </w:rPr>
              <w:t>жетной сис</w:t>
            </w:r>
            <w:r>
              <w:rPr>
                <w:sz w:val="28"/>
                <w:szCs w:val="28"/>
              </w:rPr>
              <w:t>те</w:t>
            </w:r>
            <w:r w:rsidRPr="00D728F5">
              <w:rPr>
                <w:sz w:val="28"/>
                <w:szCs w:val="28"/>
              </w:rPr>
              <w:t>мы Росси</w:t>
            </w:r>
            <w:r w:rsidRPr="00D728F5">
              <w:rPr>
                <w:sz w:val="28"/>
                <w:szCs w:val="28"/>
              </w:rPr>
              <w:t>й</w:t>
            </w:r>
            <w:r w:rsidRPr="00D728F5">
              <w:rPr>
                <w:sz w:val="28"/>
                <w:szCs w:val="28"/>
              </w:rPr>
              <w:t xml:space="preserve">ской Федерации </w:t>
            </w:r>
          </w:p>
          <w:p w:rsidR="009C43D8" w:rsidRPr="00D728F5" w:rsidRDefault="009C43D8" w:rsidP="00873024">
            <w:pPr>
              <w:shd w:val="clear" w:color="auto" w:fill="FFFFFF"/>
              <w:ind w:left="252" w:hanging="252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Получение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Погашение</w:t>
            </w:r>
            <w:r w:rsidRPr="00D728F5">
              <w:rPr>
                <w:sz w:val="28"/>
              </w:rPr>
              <w:t xml:space="preserve"> 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9C43D8" w:rsidRPr="00D728F5" w:rsidRDefault="009C43D8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</w:t>
            </w:r>
          </w:p>
          <w:p w:rsidR="009C43D8" w:rsidRDefault="009C43D8" w:rsidP="00873024">
            <w:pPr>
              <w:shd w:val="clear" w:color="auto" w:fill="FFFFFF"/>
              <w:ind w:right="124"/>
              <w:jc w:val="both"/>
              <w:rPr>
                <w:sz w:val="28"/>
                <w:szCs w:val="28"/>
              </w:rPr>
            </w:pPr>
          </w:p>
          <w:p w:rsidR="009C43D8" w:rsidRPr="00D728F5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  <w:lang w:val="en-US"/>
              </w:rPr>
              <w:t>-</w:t>
            </w:r>
            <w:r w:rsidRPr="00D728F5">
              <w:rPr>
                <w:sz w:val="28"/>
                <w:szCs w:val="28"/>
              </w:rPr>
              <w:t xml:space="preserve"> </w:t>
            </w:r>
            <w:r w:rsidRPr="00D728F5">
              <w:rPr>
                <w:sz w:val="28"/>
                <w:szCs w:val="28"/>
                <w:lang w:val="en-US"/>
              </w:rPr>
              <w:t>1 266 235 100</w:t>
            </w:r>
            <w:r w:rsidRPr="00D728F5">
              <w:rPr>
                <w:sz w:val="28"/>
                <w:szCs w:val="28"/>
              </w:rPr>
              <w:t xml:space="preserve">   </w:t>
            </w:r>
          </w:p>
          <w:p w:rsidR="009C43D8" w:rsidRPr="00D728F5" w:rsidRDefault="009C43D8" w:rsidP="0091417C">
            <w:pPr>
              <w:shd w:val="clear" w:color="auto" w:fill="FFFFFF"/>
              <w:ind w:right="30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728F5">
              <w:rPr>
                <w:sz w:val="28"/>
                <w:szCs w:val="28"/>
                <w:lang w:val="en-US"/>
              </w:rPr>
              <w:t>-</w:t>
            </w:r>
          </w:p>
          <w:p w:rsidR="009C43D8" w:rsidRPr="00D728F5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1 266 235 100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9C43D8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- 508 080 000 </w:t>
            </w:r>
          </w:p>
          <w:p w:rsidR="009C43D8" w:rsidRPr="00D728F5" w:rsidRDefault="009C43D8" w:rsidP="00FA202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>-</w:t>
            </w:r>
          </w:p>
          <w:p w:rsidR="009C43D8" w:rsidRPr="00D728F5" w:rsidRDefault="009C43D8" w:rsidP="00082CEA">
            <w:pPr>
              <w:shd w:val="clear" w:color="auto" w:fill="FFFFFF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  <w:lang w:val="en-US"/>
              </w:rPr>
              <w:t xml:space="preserve">  </w:t>
            </w:r>
            <w:r w:rsidRPr="00D728F5">
              <w:rPr>
                <w:sz w:val="28"/>
                <w:szCs w:val="28"/>
              </w:rPr>
              <w:t xml:space="preserve">508 080 000   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Default="009C43D8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C43D8" w:rsidRPr="00D728F5" w:rsidRDefault="009C43D8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C43D8" w:rsidRDefault="009C43D8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C43D8" w:rsidRPr="00D728F5" w:rsidRDefault="009C43D8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>-</w:t>
            </w:r>
          </w:p>
          <w:p w:rsidR="009C43D8" w:rsidRPr="00D728F5" w:rsidRDefault="009C43D8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>-</w:t>
            </w:r>
          </w:p>
          <w:p w:rsidR="009C43D8" w:rsidRPr="00D728F5" w:rsidRDefault="009C43D8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  <w:lang w:val="en-US"/>
              </w:rPr>
              <w:t>-</w:t>
            </w:r>
          </w:p>
        </w:tc>
      </w:tr>
      <w:tr w:rsidR="009C43D8" w:rsidRPr="00D728F5" w:rsidTr="00873024">
        <w:trPr>
          <w:trHeight w:val="2609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2. Кредиты кредитных 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организаций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Получение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Погашение, в том числе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ОАО «Сбербанк России»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728F5">
              <w:rPr>
                <w:sz w:val="28"/>
                <w:szCs w:val="28"/>
              </w:rPr>
              <w:t xml:space="preserve"> ОАО Банк ВТБ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Прочие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ind w:right="304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 xml:space="preserve"> 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  <w:lang w:val="en-US"/>
              </w:rPr>
            </w:pPr>
            <w:r w:rsidRPr="00BA661A">
              <w:rPr>
                <w:sz w:val="28"/>
                <w:szCs w:val="28"/>
              </w:rPr>
              <w:t>2 </w:t>
            </w:r>
            <w:r w:rsidRPr="00BA661A">
              <w:rPr>
                <w:sz w:val="28"/>
                <w:szCs w:val="28"/>
                <w:lang w:val="en-US"/>
              </w:rPr>
              <w:t>57</w:t>
            </w:r>
            <w:r w:rsidRPr="00BA661A">
              <w:rPr>
                <w:sz w:val="28"/>
                <w:szCs w:val="28"/>
              </w:rPr>
              <w:t>4</w:t>
            </w:r>
            <w:r w:rsidRPr="00BA661A">
              <w:rPr>
                <w:sz w:val="28"/>
                <w:szCs w:val="28"/>
                <w:lang w:val="en-US"/>
              </w:rPr>
              <w:t> 7</w:t>
            </w:r>
            <w:r w:rsidRPr="00BA661A">
              <w:rPr>
                <w:sz w:val="28"/>
                <w:szCs w:val="28"/>
              </w:rPr>
              <w:t>84</w:t>
            </w:r>
            <w:r w:rsidRPr="00BA661A">
              <w:rPr>
                <w:sz w:val="28"/>
                <w:szCs w:val="28"/>
                <w:lang w:val="en-US"/>
              </w:rPr>
              <w:t xml:space="preserve"> </w:t>
            </w:r>
            <w:r w:rsidRPr="00BA661A">
              <w:rPr>
                <w:sz w:val="28"/>
                <w:szCs w:val="28"/>
              </w:rPr>
              <w:t>31</w:t>
            </w:r>
            <w:r w:rsidRPr="00BA661A">
              <w:rPr>
                <w:sz w:val="28"/>
                <w:szCs w:val="28"/>
                <w:lang w:val="en-US"/>
              </w:rPr>
              <w:t>4</w:t>
            </w:r>
          </w:p>
          <w:p w:rsidR="009C43D8" w:rsidRPr="00BA661A" w:rsidRDefault="009C43D8" w:rsidP="0091417C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8 024 </w:t>
            </w:r>
            <w:r w:rsidRPr="00BA661A">
              <w:rPr>
                <w:sz w:val="28"/>
                <w:szCs w:val="28"/>
                <w:lang w:val="en-US"/>
              </w:rPr>
              <w:t>7</w:t>
            </w:r>
            <w:r w:rsidRPr="00BA661A">
              <w:rPr>
                <w:sz w:val="28"/>
                <w:szCs w:val="28"/>
              </w:rPr>
              <w:t>84 31</w:t>
            </w:r>
            <w:r w:rsidRPr="00BA661A">
              <w:rPr>
                <w:sz w:val="28"/>
                <w:szCs w:val="28"/>
                <w:lang w:val="en-US"/>
              </w:rPr>
              <w:t>4</w:t>
            </w:r>
            <w:r w:rsidRPr="00BA661A">
              <w:rPr>
                <w:sz w:val="28"/>
                <w:szCs w:val="28"/>
              </w:rPr>
              <w:t>*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5 450 000 000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2 800 000 000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2 100 000 000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550 000 000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9C43D8" w:rsidRPr="00BA661A" w:rsidRDefault="009C43D8" w:rsidP="006A7B59">
            <w:pPr>
              <w:shd w:val="clear" w:color="auto" w:fill="FFFFFF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  <w:lang w:val="en-US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A661A">
              <w:rPr>
                <w:sz w:val="28"/>
                <w:szCs w:val="28"/>
                <w:lang w:val="en-US"/>
              </w:rPr>
              <w:t>6</w:t>
            </w:r>
            <w:r w:rsidRPr="00BA661A">
              <w:rPr>
                <w:sz w:val="28"/>
                <w:szCs w:val="28"/>
              </w:rPr>
              <w:t>61</w:t>
            </w:r>
            <w:r w:rsidRPr="00BA661A">
              <w:rPr>
                <w:sz w:val="28"/>
                <w:szCs w:val="28"/>
                <w:lang w:val="en-US"/>
              </w:rPr>
              <w:t> </w:t>
            </w:r>
            <w:r w:rsidRPr="00BA661A">
              <w:rPr>
                <w:sz w:val="28"/>
                <w:szCs w:val="28"/>
              </w:rPr>
              <w:t>556</w:t>
            </w:r>
            <w:r w:rsidRPr="00BA661A">
              <w:rPr>
                <w:sz w:val="28"/>
                <w:szCs w:val="28"/>
                <w:lang w:val="en-US"/>
              </w:rPr>
              <w:t xml:space="preserve"> 2</w:t>
            </w:r>
            <w:r w:rsidRPr="00BA661A">
              <w:rPr>
                <w:sz w:val="28"/>
                <w:szCs w:val="28"/>
              </w:rPr>
              <w:t>82</w:t>
            </w:r>
          </w:p>
          <w:p w:rsidR="009C43D8" w:rsidRPr="00BA661A" w:rsidRDefault="009C43D8" w:rsidP="006A7B59">
            <w:pPr>
              <w:shd w:val="clear" w:color="auto" w:fill="FFFFFF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6 </w:t>
            </w:r>
            <w:r w:rsidRPr="00BA661A">
              <w:rPr>
                <w:sz w:val="28"/>
                <w:szCs w:val="28"/>
                <w:lang w:val="en-US"/>
              </w:rPr>
              <w:t>6</w:t>
            </w:r>
            <w:r w:rsidRPr="00BA661A">
              <w:rPr>
                <w:sz w:val="28"/>
                <w:szCs w:val="28"/>
              </w:rPr>
              <w:t>6</w:t>
            </w:r>
            <w:r w:rsidRPr="00BA661A">
              <w:rPr>
                <w:sz w:val="28"/>
                <w:szCs w:val="28"/>
                <w:lang w:val="en-US"/>
              </w:rPr>
              <w:t>1</w:t>
            </w:r>
            <w:r w:rsidRPr="00BA661A">
              <w:rPr>
                <w:sz w:val="28"/>
                <w:szCs w:val="28"/>
              </w:rPr>
              <w:t xml:space="preserve"> 556 </w:t>
            </w:r>
            <w:r w:rsidRPr="00BA661A">
              <w:rPr>
                <w:sz w:val="28"/>
                <w:szCs w:val="28"/>
                <w:lang w:val="en-US"/>
              </w:rPr>
              <w:t>2</w:t>
            </w:r>
            <w:r w:rsidRPr="00BA661A">
              <w:rPr>
                <w:sz w:val="28"/>
                <w:szCs w:val="28"/>
              </w:rPr>
              <w:t>82</w:t>
            </w:r>
          </w:p>
          <w:p w:rsidR="009C43D8" w:rsidRPr="00BA661A" w:rsidRDefault="009C43D8" w:rsidP="006A7B59">
            <w:pPr>
              <w:shd w:val="clear" w:color="auto" w:fill="FFFFFF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6 000 000 000</w:t>
            </w:r>
          </w:p>
          <w:p w:rsidR="009C43D8" w:rsidRPr="00BA661A" w:rsidRDefault="009C43D8" w:rsidP="00A734FF">
            <w:pPr>
              <w:shd w:val="clear" w:color="auto" w:fill="FFFFFF"/>
              <w:tabs>
                <w:tab w:val="left" w:pos="555"/>
                <w:tab w:val="center" w:pos="813"/>
              </w:tabs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ab/>
            </w:r>
            <w:r w:rsidRPr="00BA661A">
              <w:rPr>
                <w:sz w:val="28"/>
                <w:szCs w:val="28"/>
              </w:rPr>
              <w:tab/>
              <w:t>-</w:t>
            </w:r>
          </w:p>
          <w:p w:rsidR="009C43D8" w:rsidRPr="00BA661A" w:rsidRDefault="009C43D8" w:rsidP="006A7B5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-</w:t>
            </w:r>
          </w:p>
          <w:p w:rsidR="009C43D8" w:rsidRPr="00BA661A" w:rsidRDefault="009C43D8" w:rsidP="0046320D">
            <w:pPr>
              <w:shd w:val="clear" w:color="auto" w:fill="FFFFFF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6 000 000 000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BA661A" w:rsidRDefault="009C43D8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9C43D8" w:rsidRPr="00BA661A" w:rsidRDefault="009C43D8" w:rsidP="0091417C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-  </w:t>
            </w:r>
            <w:r w:rsidRPr="00BA661A">
              <w:rPr>
                <w:sz w:val="28"/>
                <w:szCs w:val="28"/>
                <w:lang w:val="en-US"/>
              </w:rPr>
              <w:t>61</w:t>
            </w:r>
            <w:r w:rsidRPr="00BA661A">
              <w:rPr>
                <w:sz w:val="28"/>
                <w:szCs w:val="28"/>
              </w:rPr>
              <w:t>0 738 37</w:t>
            </w:r>
            <w:r w:rsidRPr="00BA661A">
              <w:rPr>
                <w:sz w:val="28"/>
                <w:szCs w:val="28"/>
                <w:lang w:val="en-US"/>
              </w:rPr>
              <w:t>6</w:t>
            </w:r>
          </w:p>
          <w:p w:rsidR="009C43D8" w:rsidRPr="00BA661A" w:rsidRDefault="009C43D8" w:rsidP="0091417C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  <w:lang w:val="en-US"/>
              </w:rPr>
            </w:pPr>
            <w:r w:rsidRPr="00BA661A">
              <w:rPr>
                <w:sz w:val="28"/>
                <w:szCs w:val="28"/>
                <w:lang w:val="en-US"/>
              </w:rPr>
              <w:t>5</w:t>
            </w:r>
            <w:r w:rsidRPr="00BA661A">
              <w:rPr>
                <w:sz w:val="28"/>
                <w:szCs w:val="28"/>
              </w:rPr>
              <w:t> </w:t>
            </w:r>
            <w:r w:rsidRPr="00BA661A">
              <w:rPr>
                <w:sz w:val="28"/>
                <w:szCs w:val="28"/>
                <w:lang w:val="en-US"/>
              </w:rPr>
              <w:t>38</w:t>
            </w:r>
            <w:r w:rsidRPr="00BA661A">
              <w:rPr>
                <w:sz w:val="28"/>
                <w:szCs w:val="28"/>
              </w:rPr>
              <w:t>9 261 62</w:t>
            </w:r>
            <w:r w:rsidRPr="00BA661A">
              <w:rPr>
                <w:sz w:val="28"/>
                <w:szCs w:val="28"/>
                <w:lang w:val="en-US"/>
              </w:rPr>
              <w:t>4</w:t>
            </w:r>
          </w:p>
          <w:p w:rsidR="009C43D8" w:rsidRDefault="009C43D8" w:rsidP="0091417C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6 000</w:t>
            </w:r>
            <w:r w:rsidRPr="00BA661A">
              <w:rPr>
                <w:sz w:val="28"/>
                <w:szCs w:val="28"/>
                <w:lang w:val="en-US"/>
              </w:rPr>
              <w:t> </w:t>
            </w:r>
            <w:r w:rsidRPr="00BA661A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 </w:t>
            </w:r>
            <w:r w:rsidRPr="00BA661A">
              <w:rPr>
                <w:sz w:val="28"/>
                <w:szCs w:val="28"/>
              </w:rPr>
              <w:t>000</w:t>
            </w:r>
          </w:p>
          <w:p w:rsidR="009C43D8" w:rsidRDefault="009C43D8" w:rsidP="0091417C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1 000 000</w:t>
            </w:r>
            <w:r>
              <w:rPr>
                <w:sz w:val="28"/>
                <w:szCs w:val="28"/>
              </w:rPr>
              <w:t> </w:t>
            </w:r>
            <w:r w:rsidRPr="00BA661A">
              <w:rPr>
                <w:sz w:val="28"/>
                <w:szCs w:val="28"/>
              </w:rPr>
              <w:t>000</w:t>
            </w:r>
          </w:p>
          <w:p w:rsidR="009C43D8" w:rsidRPr="00BA661A" w:rsidRDefault="009C43D8" w:rsidP="0091417C">
            <w:pPr>
              <w:shd w:val="clear" w:color="auto" w:fill="FFFFFF"/>
              <w:ind w:left="34" w:right="-5"/>
              <w:jc w:val="center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-</w:t>
            </w:r>
          </w:p>
          <w:p w:rsidR="009C43D8" w:rsidRPr="00BA661A" w:rsidRDefault="009C43D8" w:rsidP="0087302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BA661A">
              <w:rPr>
                <w:sz w:val="28"/>
                <w:szCs w:val="28"/>
              </w:rPr>
              <w:t>5</w:t>
            </w:r>
            <w:r w:rsidRPr="00BA661A">
              <w:rPr>
                <w:sz w:val="28"/>
                <w:szCs w:val="28"/>
                <w:lang w:val="en-US"/>
              </w:rPr>
              <w:t> </w:t>
            </w:r>
            <w:r w:rsidRPr="00BA661A">
              <w:rPr>
                <w:sz w:val="28"/>
                <w:szCs w:val="28"/>
              </w:rPr>
              <w:t>000 000 000</w:t>
            </w:r>
          </w:p>
        </w:tc>
      </w:tr>
      <w:tr w:rsidR="009C43D8" w:rsidRPr="00D728F5" w:rsidTr="00873024">
        <w:trPr>
          <w:trHeight w:val="1643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3. Государственные ценные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 xml:space="preserve">    бумаги 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 xml:space="preserve">    Привлечение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91417C">
            <w:pPr>
              <w:shd w:val="clear" w:color="auto" w:fill="FFFFFF"/>
              <w:ind w:right="304"/>
              <w:jc w:val="center"/>
              <w:rPr>
                <w:sz w:val="28"/>
                <w:szCs w:val="20"/>
              </w:rPr>
            </w:pPr>
          </w:p>
          <w:p w:rsidR="009C43D8" w:rsidRPr="00D728F5" w:rsidRDefault="009C43D8" w:rsidP="0091417C">
            <w:pPr>
              <w:shd w:val="clear" w:color="auto" w:fill="FFFFFF"/>
              <w:ind w:right="304"/>
              <w:jc w:val="center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3 127 894 000</w:t>
            </w:r>
          </w:p>
          <w:p w:rsidR="009C43D8" w:rsidRPr="00D728F5" w:rsidRDefault="009C43D8" w:rsidP="0091417C">
            <w:pPr>
              <w:shd w:val="clear" w:color="auto" w:fill="FFFFFF"/>
              <w:tabs>
                <w:tab w:val="left" w:pos="8892"/>
              </w:tabs>
              <w:ind w:left="-108" w:right="124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728F5">
              <w:rPr>
                <w:sz w:val="28"/>
                <w:szCs w:val="28"/>
              </w:rPr>
              <w:t>4 177 894</w:t>
            </w:r>
            <w:r>
              <w:rPr>
                <w:sz w:val="28"/>
                <w:szCs w:val="28"/>
              </w:rPr>
              <w:t xml:space="preserve"> </w:t>
            </w:r>
            <w:r w:rsidRPr="00D728F5">
              <w:rPr>
                <w:sz w:val="28"/>
                <w:szCs w:val="28"/>
              </w:rPr>
              <w:t>000**</w:t>
            </w:r>
          </w:p>
          <w:p w:rsidR="009C43D8" w:rsidRPr="00D728F5" w:rsidRDefault="009C43D8" w:rsidP="0091417C">
            <w:pPr>
              <w:shd w:val="clear" w:color="auto" w:fill="FFFFFF"/>
              <w:ind w:right="304"/>
              <w:jc w:val="center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1 0</w:t>
            </w:r>
            <w:r w:rsidRPr="00D728F5">
              <w:rPr>
                <w:sz w:val="28"/>
                <w:szCs w:val="20"/>
                <w:lang w:val="en-US"/>
              </w:rPr>
              <w:t>50</w:t>
            </w:r>
            <w:r w:rsidRPr="00D728F5">
              <w:rPr>
                <w:sz w:val="28"/>
                <w:szCs w:val="20"/>
              </w:rPr>
              <w:t>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592609">
            <w:pPr>
              <w:shd w:val="clear" w:color="auto" w:fill="FFFFFF"/>
              <w:jc w:val="center"/>
              <w:rPr>
                <w:sz w:val="28"/>
                <w:szCs w:val="20"/>
                <w:lang w:val="en-US"/>
              </w:rPr>
            </w:pPr>
            <w:r w:rsidRPr="00D728F5">
              <w:rPr>
                <w:sz w:val="28"/>
                <w:szCs w:val="20"/>
                <w:lang w:val="en-US"/>
              </w:rPr>
              <w:t>-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3 000 000 000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3 000 000 000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305EC0">
            <w:pPr>
              <w:shd w:val="clear" w:color="auto" w:fill="FFFFFF"/>
              <w:ind w:right="-131"/>
              <w:jc w:val="center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 xml:space="preserve">  1 050 000 000</w:t>
            </w:r>
          </w:p>
          <w:p w:rsidR="009C43D8" w:rsidRPr="00D728F5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3 000 000 000</w:t>
            </w:r>
          </w:p>
          <w:p w:rsidR="009C43D8" w:rsidRPr="00D728F5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1 950 000 000</w:t>
            </w:r>
          </w:p>
        </w:tc>
      </w:tr>
      <w:tr w:rsidR="009C43D8" w:rsidRPr="00D728F5" w:rsidTr="00873024">
        <w:trPr>
          <w:trHeight w:val="1114"/>
        </w:trPr>
        <w:tc>
          <w:tcPr>
            <w:tcW w:w="36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43D8" w:rsidRPr="0093363C" w:rsidRDefault="009C43D8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D728F5">
              <w:rPr>
                <w:szCs w:val="28"/>
              </w:rPr>
              <w:t>Итого</w:t>
            </w:r>
          </w:p>
          <w:p w:rsidR="009C43D8" w:rsidRPr="0093363C" w:rsidRDefault="009C43D8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D728F5">
              <w:rPr>
                <w:szCs w:val="28"/>
              </w:rPr>
              <w:t>Привлечение</w:t>
            </w:r>
          </w:p>
          <w:p w:rsidR="009C43D8" w:rsidRPr="0093363C" w:rsidRDefault="009C43D8" w:rsidP="00873024">
            <w:pPr>
              <w:pStyle w:val="BodyTextIndent"/>
              <w:shd w:val="clear" w:color="auto" w:fill="FFFFFF"/>
              <w:ind w:left="268" w:right="0" w:firstLine="0"/>
            </w:pPr>
            <w:r w:rsidRPr="00D728F5">
              <w:rPr>
                <w:szCs w:val="28"/>
              </w:rPr>
              <w:t xml:space="preserve">Погашение 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 xml:space="preserve">  4 4</w:t>
            </w:r>
            <w:r w:rsidRPr="00BA661A">
              <w:rPr>
                <w:sz w:val="28"/>
                <w:szCs w:val="20"/>
                <w:lang w:val="en-US"/>
              </w:rPr>
              <w:t>36</w:t>
            </w:r>
            <w:r w:rsidRPr="00BA661A">
              <w:rPr>
                <w:sz w:val="28"/>
                <w:szCs w:val="20"/>
              </w:rPr>
              <w:t> 44</w:t>
            </w:r>
            <w:r w:rsidRPr="00BA661A">
              <w:rPr>
                <w:sz w:val="28"/>
                <w:szCs w:val="20"/>
                <w:lang w:val="en-US"/>
              </w:rPr>
              <w:t>3</w:t>
            </w:r>
            <w:r w:rsidRPr="00BA661A">
              <w:rPr>
                <w:sz w:val="28"/>
                <w:szCs w:val="20"/>
              </w:rPr>
              <w:t xml:space="preserve"> 21</w:t>
            </w:r>
            <w:r w:rsidRPr="00BA661A">
              <w:rPr>
                <w:sz w:val="28"/>
                <w:szCs w:val="20"/>
                <w:lang w:val="en-US"/>
              </w:rPr>
              <w:t>4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  <w:lang w:val="en-US"/>
              </w:rPr>
              <w:t>12 </w:t>
            </w:r>
            <w:r w:rsidRPr="00BA661A">
              <w:rPr>
                <w:sz w:val="28"/>
                <w:szCs w:val="20"/>
              </w:rPr>
              <w:t>202 </w:t>
            </w:r>
            <w:r w:rsidRPr="00BA661A">
              <w:rPr>
                <w:sz w:val="28"/>
                <w:szCs w:val="20"/>
                <w:lang w:val="en-US"/>
              </w:rPr>
              <w:t>6</w:t>
            </w:r>
            <w:r w:rsidRPr="00BA661A">
              <w:rPr>
                <w:sz w:val="28"/>
                <w:szCs w:val="20"/>
              </w:rPr>
              <w:t>78 31</w:t>
            </w:r>
            <w:r w:rsidRPr="00BA661A">
              <w:rPr>
                <w:sz w:val="28"/>
                <w:szCs w:val="20"/>
                <w:lang w:val="en-US"/>
              </w:rPr>
              <w:t>4</w:t>
            </w:r>
          </w:p>
          <w:p w:rsidR="009C43D8" w:rsidRPr="00BA661A" w:rsidRDefault="009C43D8" w:rsidP="0091417C">
            <w:pPr>
              <w:shd w:val="clear" w:color="auto" w:fill="FFFFFF"/>
              <w:ind w:right="304"/>
              <w:jc w:val="right"/>
              <w:rPr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 xml:space="preserve">  </w:t>
            </w:r>
            <w:r w:rsidRPr="00BA661A">
              <w:rPr>
                <w:sz w:val="28"/>
                <w:szCs w:val="20"/>
              </w:rPr>
              <w:t>7 766 235 100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 xml:space="preserve"> </w:t>
            </w:r>
            <w:r w:rsidRPr="00BA661A">
              <w:rPr>
                <w:sz w:val="28"/>
                <w:szCs w:val="20"/>
                <w:lang w:val="en-US"/>
              </w:rPr>
              <w:t>1</w:t>
            </w:r>
            <w:r w:rsidRPr="00BA661A">
              <w:rPr>
                <w:sz w:val="28"/>
                <w:szCs w:val="20"/>
              </w:rPr>
              <w:t>53 476 28</w:t>
            </w:r>
            <w:r w:rsidRPr="00BA661A">
              <w:rPr>
                <w:sz w:val="28"/>
                <w:szCs w:val="20"/>
                <w:lang w:val="en-US"/>
              </w:rPr>
              <w:t>2</w:t>
            </w:r>
          </w:p>
          <w:p w:rsidR="009C43D8" w:rsidRPr="00BA661A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 xml:space="preserve">9 </w:t>
            </w:r>
            <w:r w:rsidRPr="00BA661A">
              <w:rPr>
                <w:sz w:val="28"/>
                <w:szCs w:val="20"/>
                <w:lang w:val="en-US"/>
              </w:rPr>
              <w:t>6</w:t>
            </w:r>
            <w:r w:rsidRPr="00BA661A">
              <w:rPr>
                <w:sz w:val="28"/>
                <w:szCs w:val="20"/>
              </w:rPr>
              <w:t xml:space="preserve">61 556 </w:t>
            </w:r>
            <w:r w:rsidRPr="00BA661A">
              <w:rPr>
                <w:sz w:val="28"/>
                <w:szCs w:val="20"/>
                <w:lang w:val="en-US"/>
              </w:rPr>
              <w:t>2</w:t>
            </w:r>
            <w:r w:rsidRPr="00BA661A">
              <w:rPr>
                <w:sz w:val="28"/>
                <w:szCs w:val="20"/>
              </w:rPr>
              <w:t>82</w:t>
            </w:r>
          </w:p>
          <w:p w:rsidR="009C43D8" w:rsidRPr="00BA661A" w:rsidRDefault="009C43D8" w:rsidP="008F30FA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9 </w:t>
            </w:r>
            <w:r w:rsidRPr="00BA661A">
              <w:rPr>
                <w:sz w:val="28"/>
                <w:szCs w:val="20"/>
                <w:lang w:val="en-US"/>
              </w:rPr>
              <w:t>5</w:t>
            </w:r>
            <w:r w:rsidRPr="00BA661A">
              <w:rPr>
                <w:sz w:val="28"/>
                <w:szCs w:val="20"/>
              </w:rPr>
              <w:t>08 080 000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BA661A" w:rsidRDefault="009C43D8" w:rsidP="00305EC0">
            <w:pPr>
              <w:shd w:val="clear" w:color="auto" w:fill="FFFFFF"/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 xml:space="preserve"> </w:t>
            </w:r>
            <w:r w:rsidRPr="00BA661A">
              <w:rPr>
                <w:sz w:val="28"/>
                <w:szCs w:val="20"/>
                <w:lang w:val="en-US"/>
              </w:rPr>
              <w:t>4</w:t>
            </w:r>
            <w:r w:rsidRPr="00BA661A">
              <w:rPr>
                <w:sz w:val="28"/>
                <w:szCs w:val="20"/>
              </w:rPr>
              <w:t>39</w:t>
            </w:r>
            <w:r w:rsidRPr="00BA661A">
              <w:rPr>
                <w:sz w:val="28"/>
                <w:szCs w:val="20"/>
                <w:lang w:val="en-US"/>
              </w:rPr>
              <w:t> </w:t>
            </w:r>
            <w:r w:rsidRPr="00BA661A">
              <w:rPr>
                <w:sz w:val="28"/>
                <w:szCs w:val="20"/>
              </w:rPr>
              <w:t>261</w:t>
            </w:r>
            <w:r w:rsidRPr="00BA661A">
              <w:rPr>
                <w:sz w:val="28"/>
                <w:szCs w:val="20"/>
                <w:lang w:val="en-US"/>
              </w:rPr>
              <w:t xml:space="preserve"> </w:t>
            </w:r>
            <w:r w:rsidRPr="00BA661A">
              <w:rPr>
                <w:sz w:val="28"/>
                <w:szCs w:val="20"/>
              </w:rPr>
              <w:t>62</w:t>
            </w:r>
            <w:r w:rsidRPr="00BA661A">
              <w:rPr>
                <w:sz w:val="28"/>
                <w:szCs w:val="20"/>
                <w:lang w:val="en-US"/>
              </w:rPr>
              <w:t>4</w:t>
            </w:r>
          </w:p>
          <w:p w:rsidR="009C43D8" w:rsidRPr="00BA661A" w:rsidRDefault="009C43D8" w:rsidP="002D3170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8</w:t>
            </w:r>
            <w:r w:rsidRPr="00BA661A">
              <w:rPr>
                <w:sz w:val="28"/>
                <w:szCs w:val="20"/>
              </w:rPr>
              <w:t> </w:t>
            </w:r>
            <w:r w:rsidRPr="00BA661A">
              <w:rPr>
                <w:sz w:val="28"/>
                <w:szCs w:val="20"/>
                <w:lang w:val="en-US"/>
              </w:rPr>
              <w:t>38</w:t>
            </w:r>
            <w:r w:rsidRPr="00BA661A">
              <w:rPr>
                <w:sz w:val="28"/>
                <w:szCs w:val="20"/>
              </w:rPr>
              <w:t>9 261 62</w:t>
            </w:r>
            <w:r w:rsidRPr="00BA661A">
              <w:rPr>
                <w:sz w:val="28"/>
                <w:szCs w:val="20"/>
                <w:lang w:val="en-US"/>
              </w:rPr>
              <w:t>4</w:t>
            </w:r>
          </w:p>
          <w:p w:rsidR="009C43D8" w:rsidRPr="00BA661A" w:rsidRDefault="009C43D8" w:rsidP="00873024">
            <w:pPr>
              <w:shd w:val="clear" w:color="auto" w:fill="FFFFFF"/>
              <w:ind w:right="-19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>7</w:t>
            </w:r>
            <w:r w:rsidRPr="00BA661A">
              <w:rPr>
                <w:sz w:val="28"/>
                <w:szCs w:val="20"/>
                <w:lang w:val="en-US"/>
              </w:rPr>
              <w:t xml:space="preserve"> </w:t>
            </w:r>
            <w:r w:rsidRPr="00BA661A">
              <w:rPr>
                <w:sz w:val="28"/>
                <w:szCs w:val="20"/>
              </w:rPr>
              <w:t>950 000 000</w:t>
            </w:r>
          </w:p>
        </w:tc>
      </w:tr>
      <w:tr w:rsidR="009C43D8" w:rsidRPr="00D728F5" w:rsidTr="00873024">
        <w:trPr>
          <w:trHeight w:val="910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Default="009C43D8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4. Государственные </w:t>
            </w:r>
          </w:p>
          <w:p w:rsidR="009C43D8" w:rsidRPr="00D728F5" w:rsidRDefault="009C43D8" w:rsidP="00873024">
            <w:pPr>
              <w:shd w:val="clear" w:color="auto" w:fill="FFFFFF"/>
              <w:ind w:firstLine="324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гарантии </w:t>
            </w:r>
          </w:p>
          <w:p w:rsidR="009C43D8" w:rsidRPr="00D728F5" w:rsidRDefault="009C43D8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Предоставление ***</w:t>
            </w:r>
          </w:p>
          <w:p w:rsidR="009C43D8" w:rsidRPr="00D728F5" w:rsidRDefault="009C43D8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  Исполнение                        </w:t>
            </w:r>
          </w:p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728F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91417C">
            <w:pPr>
              <w:shd w:val="clear" w:color="auto" w:fill="FFFFFF"/>
              <w:ind w:right="304"/>
              <w:rPr>
                <w:sz w:val="28"/>
                <w:szCs w:val="28"/>
              </w:rPr>
            </w:pPr>
          </w:p>
          <w:p w:rsidR="009C43D8" w:rsidRDefault="009C43D8" w:rsidP="0091417C">
            <w:pPr>
              <w:shd w:val="clear" w:color="auto" w:fill="FFFFFF"/>
              <w:ind w:right="304"/>
              <w:jc w:val="right"/>
              <w:rPr>
                <w:sz w:val="28"/>
                <w:szCs w:val="28"/>
              </w:rPr>
            </w:pPr>
          </w:p>
          <w:p w:rsidR="009C43D8" w:rsidRDefault="009C43D8" w:rsidP="00A52D7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</w:t>
            </w:r>
          </w:p>
          <w:p w:rsidR="009C43D8" w:rsidRPr="00D728F5" w:rsidRDefault="009C43D8" w:rsidP="0091417C">
            <w:pPr>
              <w:shd w:val="clear" w:color="auto" w:fill="FFFFFF"/>
              <w:ind w:right="3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D728F5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</w:p>
          <w:p w:rsidR="009C43D8" w:rsidRDefault="009C43D8" w:rsidP="00305EC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D728F5" w:rsidRDefault="009C43D8" w:rsidP="00305EC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 xml:space="preserve">100 000 000   </w:t>
            </w:r>
          </w:p>
          <w:p w:rsidR="009C43D8" w:rsidRPr="00D728F5" w:rsidRDefault="009C43D8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D728F5">
              <w:rPr>
                <w:sz w:val="28"/>
                <w:szCs w:val="20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both"/>
              <w:rPr>
                <w:sz w:val="28"/>
                <w:lang w:val="en-US"/>
              </w:rPr>
            </w:pPr>
          </w:p>
          <w:p w:rsidR="009C43D8" w:rsidRDefault="009C43D8" w:rsidP="00305EC0">
            <w:pPr>
              <w:shd w:val="clear" w:color="auto" w:fill="FFFFFF"/>
              <w:ind w:right="-19"/>
              <w:jc w:val="right"/>
              <w:rPr>
                <w:sz w:val="28"/>
              </w:rPr>
            </w:pPr>
          </w:p>
          <w:p w:rsidR="009C43D8" w:rsidRPr="00D728F5" w:rsidRDefault="009C43D8" w:rsidP="00305EC0">
            <w:pPr>
              <w:shd w:val="clear" w:color="auto" w:fill="FFFFFF"/>
              <w:ind w:right="-19"/>
              <w:jc w:val="right"/>
              <w:rPr>
                <w:sz w:val="28"/>
                <w:lang w:val="en-US"/>
              </w:rPr>
            </w:pPr>
            <w:r w:rsidRPr="00D728F5">
              <w:rPr>
                <w:sz w:val="28"/>
              </w:rPr>
              <w:t xml:space="preserve"> 100 000 000 </w:t>
            </w:r>
          </w:p>
          <w:p w:rsidR="009C43D8" w:rsidRPr="00D728F5" w:rsidRDefault="009C43D8" w:rsidP="007312D7">
            <w:pPr>
              <w:shd w:val="clear" w:color="auto" w:fill="FFFFFF"/>
              <w:jc w:val="center"/>
              <w:rPr>
                <w:sz w:val="28"/>
              </w:rPr>
            </w:pPr>
            <w:r w:rsidRPr="00D728F5">
              <w:rPr>
                <w:sz w:val="28"/>
              </w:rPr>
              <w:t>-</w:t>
            </w:r>
          </w:p>
        </w:tc>
      </w:tr>
    </w:tbl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D728F5">
        <w:rPr>
          <w:sz w:val="28"/>
          <w:szCs w:val="20"/>
        </w:rPr>
        <w:t>*В общем объеме получения кредитов возможно привлечение кредитов сроком до трех лет в сумме до 3 000 000 000 руб.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D728F5">
        <w:rPr>
          <w:sz w:val="28"/>
          <w:szCs w:val="20"/>
        </w:rPr>
        <w:t>** В том числе по государственным облигациям Ярославской области 2011 года, доразмещение которых может быть продолжено в 2012 году.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D728F5">
        <w:rPr>
          <w:sz w:val="28"/>
          <w:szCs w:val="20"/>
        </w:rPr>
        <w:t>*** В связи с отсутствием принятых решений Правительства Яросла</w:t>
      </w:r>
      <w:r w:rsidRPr="00D728F5">
        <w:rPr>
          <w:sz w:val="28"/>
          <w:szCs w:val="20"/>
        </w:rPr>
        <w:t>в</w:t>
      </w:r>
      <w:r w:rsidRPr="00D728F5">
        <w:rPr>
          <w:sz w:val="28"/>
          <w:szCs w:val="20"/>
        </w:rPr>
        <w:t>ской области о предоставлении государственных гарантий Ярославской о</w:t>
      </w:r>
      <w:r w:rsidRPr="00D728F5">
        <w:rPr>
          <w:sz w:val="28"/>
          <w:szCs w:val="20"/>
        </w:rPr>
        <w:t>б</w:t>
      </w:r>
      <w:r w:rsidRPr="00D728F5">
        <w:rPr>
          <w:sz w:val="28"/>
          <w:szCs w:val="20"/>
        </w:rPr>
        <w:t>ласти конкретным принципалам в 2012-2014 годах указаны предельные су</w:t>
      </w:r>
      <w:r w:rsidRPr="00D728F5">
        <w:rPr>
          <w:sz w:val="28"/>
          <w:szCs w:val="20"/>
        </w:rPr>
        <w:t>м</w:t>
      </w:r>
      <w:r w:rsidRPr="00D728F5">
        <w:rPr>
          <w:sz w:val="28"/>
          <w:szCs w:val="20"/>
        </w:rPr>
        <w:t>мы без расшифровки по принципалам, по которым сумма гарантии превыш</w:t>
      </w:r>
      <w:r w:rsidRPr="00D728F5">
        <w:rPr>
          <w:sz w:val="28"/>
          <w:szCs w:val="20"/>
        </w:rPr>
        <w:t>а</w:t>
      </w:r>
      <w:r w:rsidRPr="00D728F5">
        <w:rPr>
          <w:sz w:val="28"/>
          <w:szCs w:val="20"/>
        </w:rPr>
        <w:t xml:space="preserve">ет 10 000 000 руб. </w:t>
      </w:r>
    </w:p>
    <w:p w:rsidR="009C43D8" w:rsidRPr="00D728F5" w:rsidRDefault="009C43D8" w:rsidP="002D3170">
      <w:pPr>
        <w:shd w:val="clear" w:color="auto" w:fill="FFFFFF"/>
        <w:ind w:firstLine="709"/>
        <w:jc w:val="both"/>
        <w:rPr>
          <w:sz w:val="28"/>
          <w:szCs w:val="20"/>
        </w:rPr>
      </w:pPr>
    </w:p>
    <w:p w:rsidR="009C43D8" w:rsidRPr="00D728F5" w:rsidRDefault="009C43D8" w:rsidP="002D3170">
      <w:pPr>
        <w:shd w:val="clear" w:color="auto" w:fill="FFFFFF"/>
        <w:jc w:val="center"/>
        <w:rPr>
          <w:b/>
          <w:i/>
          <w:sz w:val="28"/>
          <w:szCs w:val="20"/>
        </w:rPr>
      </w:pPr>
      <w:r w:rsidRPr="00D728F5">
        <w:rPr>
          <w:b/>
          <w:i/>
          <w:sz w:val="28"/>
        </w:rPr>
        <w:t xml:space="preserve">4. Объем государственного долга Ярославской области  </w:t>
      </w:r>
    </w:p>
    <w:p w:rsidR="009C43D8" w:rsidRPr="00D728F5" w:rsidRDefault="009C43D8" w:rsidP="002D3170">
      <w:pPr>
        <w:pStyle w:val="BodyText"/>
        <w:shd w:val="clear" w:color="auto" w:fill="FFFFFF"/>
        <w:ind w:right="0"/>
        <w:jc w:val="right"/>
      </w:pPr>
      <w:r w:rsidRPr="00D728F5">
        <w:t xml:space="preserve">                                                                                                                 ( руб.)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68"/>
        <w:gridCol w:w="1984"/>
        <w:gridCol w:w="2126"/>
        <w:gridCol w:w="1985"/>
        <w:gridCol w:w="1984"/>
      </w:tblGrid>
      <w:tr w:rsidR="009C43D8" w:rsidRPr="00D728F5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  <w:szCs w:val="20"/>
              </w:rPr>
              <w:t>Обяз</w:t>
            </w:r>
            <w:r w:rsidRPr="00D728F5">
              <w:rPr>
                <w:b/>
                <w:sz w:val="28"/>
                <w:szCs w:val="20"/>
              </w:rPr>
              <w:t>а</w:t>
            </w:r>
            <w:r w:rsidRPr="00D728F5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</w:rPr>
              <w:t>Объем долга</w:t>
            </w:r>
          </w:p>
        </w:tc>
      </w:tr>
      <w:tr w:rsidR="009C43D8" w:rsidRPr="00D728F5" w:rsidTr="008F078A">
        <w:trPr>
          <w:trHeight w:val="766"/>
        </w:trPr>
        <w:tc>
          <w:tcPr>
            <w:tcW w:w="16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28F5">
              <w:rPr>
                <w:b/>
                <w:sz w:val="28"/>
              </w:rPr>
              <w:t>На</w:t>
            </w:r>
          </w:p>
          <w:p w:rsidR="009C43D8" w:rsidRPr="00D728F5" w:rsidRDefault="009C43D8" w:rsidP="006D62B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28F5">
              <w:rPr>
                <w:b/>
                <w:sz w:val="28"/>
              </w:rPr>
              <w:t>01.01.20</w:t>
            </w:r>
            <w:r w:rsidRPr="00D728F5">
              <w:rPr>
                <w:b/>
                <w:sz w:val="28"/>
                <w:lang w:val="en-US"/>
              </w:rPr>
              <w:t>1</w:t>
            </w:r>
            <w:r w:rsidRPr="00D728F5">
              <w:rPr>
                <w:b/>
                <w:sz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На</w:t>
            </w:r>
          </w:p>
          <w:p w:rsidR="009C43D8" w:rsidRPr="008A2FEE" w:rsidRDefault="009C43D8" w:rsidP="00CD5E08">
            <w:pPr>
              <w:shd w:val="clear" w:color="auto" w:fill="FFFFFF"/>
              <w:jc w:val="center"/>
              <w:rPr>
                <w:b/>
                <w:sz w:val="28"/>
                <w:lang w:val="en-US"/>
              </w:rPr>
            </w:pPr>
            <w:r w:rsidRPr="008A2FEE">
              <w:rPr>
                <w:b/>
                <w:sz w:val="28"/>
              </w:rPr>
              <w:t>01.01.2013</w:t>
            </w:r>
          </w:p>
          <w:p w:rsidR="009C43D8" w:rsidRPr="008A2FEE" w:rsidRDefault="009C43D8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На</w:t>
            </w:r>
          </w:p>
          <w:p w:rsidR="009C43D8" w:rsidRPr="008A2FEE" w:rsidRDefault="009C43D8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01.01.2014</w:t>
            </w:r>
          </w:p>
          <w:p w:rsidR="009C43D8" w:rsidRPr="008A2FEE" w:rsidRDefault="009C43D8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8A2FEE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На</w:t>
            </w:r>
          </w:p>
          <w:p w:rsidR="009C43D8" w:rsidRPr="008A2FEE" w:rsidRDefault="009C43D8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01.01.2015</w:t>
            </w:r>
          </w:p>
          <w:p w:rsidR="009C43D8" w:rsidRPr="008A2FEE" w:rsidRDefault="009C43D8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A2FEE">
              <w:rPr>
                <w:b/>
                <w:sz w:val="28"/>
              </w:rPr>
              <w:t>(расчет)</w:t>
            </w:r>
          </w:p>
        </w:tc>
      </w:tr>
      <w:tr w:rsidR="009C43D8" w:rsidRPr="00D728F5" w:rsidTr="008F078A">
        <w:trPr>
          <w:trHeight w:val="3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BA661A">
              <w:rPr>
                <w:sz w:val="28"/>
              </w:rPr>
              <w:t>Кредиты кредитных организ</w:t>
            </w:r>
            <w:r w:rsidRPr="00BA661A">
              <w:rPr>
                <w:sz w:val="28"/>
              </w:rPr>
              <w:t>а</w:t>
            </w:r>
            <w:r w:rsidRPr="00BA661A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4 900 000 000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 xml:space="preserve">7 474 784 314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8 136 340 596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7 525 602 220</w:t>
            </w:r>
          </w:p>
        </w:tc>
      </w:tr>
      <w:tr w:rsidR="009C43D8" w:rsidRPr="00D728F5" w:rsidTr="008F078A">
        <w:trPr>
          <w:trHeight w:val="34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>Государс</w:t>
            </w:r>
            <w:r w:rsidRPr="00D728F5">
              <w:rPr>
                <w:sz w:val="28"/>
              </w:rPr>
              <w:t>т</w:t>
            </w:r>
            <w:r w:rsidRPr="00D728F5">
              <w:rPr>
                <w:sz w:val="28"/>
              </w:rPr>
              <w:t xml:space="preserve">венные ценные </w:t>
            </w:r>
            <w:r>
              <w:rPr>
                <w:sz w:val="28"/>
              </w:rPr>
              <w:t xml:space="preserve"> </w:t>
            </w:r>
          </w:p>
          <w:p w:rsidR="009C43D8" w:rsidRPr="00D728F5" w:rsidRDefault="009C43D8" w:rsidP="002D3170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 xml:space="preserve">бумаги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4 822 106 000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7 950 000 000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7 950 000 000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8A2FEE">
              <w:rPr>
                <w:sz w:val="28"/>
                <w:szCs w:val="20"/>
              </w:rPr>
              <w:t>9 000 000 000</w:t>
            </w:r>
          </w:p>
        </w:tc>
      </w:tr>
      <w:tr w:rsidR="009C43D8" w:rsidRPr="00D728F5" w:rsidTr="008F078A">
        <w:trPr>
          <w:trHeight w:val="6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BE1023">
            <w:pPr>
              <w:shd w:val="clear" w:color="auto" w:fill="FFFFFF"/>
              <w:rPr>
                <w:sz w:val="28"/>
              </w:rPr>
            </w:pPr>
            <w:r w:rsidRPr="00D728F5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1 992 475 100</w:t>
            </w:r>
          </w:p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726 240 000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218 160 000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8A2FEE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A2FEE">
              <w:rPr>
                <w:sz w:val="28"/>
                <w:szCs w:val="20"/>
              </w:rPr>
              <w:t>218 160 000</w:t>
            </w:r>
          </w:p>
        </w:tc>
      </w:tr>
      <w:tr w:rsidR="009C43D8" w:rsidRPr="00BA661A" w:rsidTr="008F078A">
        <w:trPr>
          <w:trHeight w:val="136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7312D7">
            <w:pPr>
              <w:shd w:val="clear" w:color="auto" w:fill="FFFFFF"/>
              <w:rPr>
                <w:sz w:val="28"/>
              </w:rPr>
            </w:pPr>
            <w:r w:rsidRPr="00BA661A">
              <w:rPr>
                <w:sz w:val="28"/>
              </w:rPr>
              <w:t>Итого пр</w:t>
            </w:r>
            <w:r w:rsidRPr="00BA661A">
              <w:rPr>
                <w:sz w:val="28"/>
              </w:rPr>
              <w:t>я</w:t>
            </w:r>
            <w:r w:rsidRPr="00BA661A">
              <w:rPr>
                <w:sz w:val="28"/>
              </w:rPr>
              <w:t>мые долг</w:t>
            </w:r>
            <w:r w:rsidRPr="00BA661A">
              <w:rPr>
                <w:sz w:val="28"/>
              </w:rPr>
              <w:t>о</w:t>
            </w:r>
            <w:r w:rsidRPr="00BA661A">
              <w:rPr>
                <w:sz w:val="28"/>
              </w:rPr>
              <w:t>вые обяз</w:t>
            </w:r>
            <w:r w:rsidRPr="00BA661A">
              <w:rPr>
                <w:sz w:val="28"/>
              </w:rPr>
              <w:t>а</w:t>
            </w:r>
            <w:r w:rsidRPr="00BA661A">
              <w:rPr>
                <w:sz w:val="28"/>
              </w:rPr>
              <w:t xml:space="preserve">тельства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11 714 581 100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16 151 024 314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>16 304 500 596</w:t>
            </w: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91417C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16 743 762 220</w:t>
            </w:r>
          </w:p>
        </w:tc>
      </w:tr>
      <w:tr w:rsidR="009C43D8" w:rsidRPr="00BA661A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left"/>
            </w:pPr>
            <w:r w:rsidRPr="00BA661A">
              <w:t>Обязател</w:t>
            </w:r>
            <w:r w:rsidRPr="00BA661A">
              <w:t>ь</w:t>
            </w:r>
            <w:r w:rsidRPr="00BA661A">
              <w:t>ства по г</w:t>
            </w:r>
            <w:r w:rsidRPr="00BA661A">
              <w:t>о</w:t>
            </w:r>
            <w:r w:rsidRPr="00BA661A">
              <w:t>сударс</w:t>
            </w:r>
            <w:r w:rsidRPr="00BA661A">
              <w:t>т</w:t>
            </w:r>
            <w:r w:rsidRPr="00BA661A">
              <w:t xml:space="preserve">венным </w:t>
            </w: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left"/>
            </w:pPr>
            <w:r w:rsidRPr="00BA661A"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center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center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center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center"/>
            </w:pPr>
            <w:r w:rsidRPr="00BA661A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  <w:r w:rsidRPr="00BA661A">
              <w:t xml:space="preserve">    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  <w:r w:rsidRPr="00BA661A">
              <w:t xml:space="preserve">   200 000 000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</w:p>
          <w:p w:rsidR="009C43D8" w:rsidRPr="0093363C" w:rsidRDefault="009C43D8" w:rsidP="002D3170">
            <w:pPr>
              <w:pStyle w:val="BodyText3"/>
              <w:shd w:val="clear" w:color="auto" w:fill="FFFFFF"/>
              <w:ind w:right="0"/>
              <w:jc w:val="right"/>
            </w:pPr>
            <w:r w:rsidRPr="00BA661A">
              <w:t xml:space="preserve">   300 000 000</w:t>
            </w:r>
          </w:p>
        </w:tc>
      </w:tr>
      <w:tr w:rsidR="009C43D8" w:rsidRPr="00D728F5" w:rsidTr="008F078A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2D3170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BA661A">
              <w:rPr>
                <w:b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  <w:sz w:val="22"/>
                <w:szCs w:val="22"/>
              </w:rPr>
            </w:pPr>
            <w:r w:rsidRPr="00BA661A">
              <w:rPr>
                <w:b/>
              </w:rPr>
              <w:t>11 714 581 100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</w:rPr>
            </w:pPr>
            <w:r w:rsidRPr="00BA661A">
              <w:rPr>
                <w:b/>
              </w:rPr>
              <w:t>16 251 024 314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93363C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</w:rPr>
            </w:pPr>
            <w:r w:rsidRPr="00BA661A">
              <w:rPr>
                <w:b/>
                <w:lang w:val="en-US"/>
              </w:rPr>
              <w:t>1</w:t>
            </w:r>
            <w:r w:rsidRPr="00BA661A">
              <w:rPr>
                <w:b/>
              </w:rPr>
              <w:t>6</w:t>
            </w:r>
            <w:r w:rsidRPr="00BA661A">
              <w:rPr>
                <w:b/>
                <w:lang w:val="en-US"/>
              </w:rPr>
              <w:t> </w:t>
            </w:r>
            <w:r w:rsidRPr="00BA661A">
              <w:rPr>
                <w:b/>
              </w:rPr>
              <w:t>504</w:t>
            </w:r>
            <w:r w:rsidRPr="00BA661A">
              <w:rPr>
                <w:b/>
                <w:lang w:val="en-US"/>
              </w:rPr>
              <w:t> </w:t>
            </w:r>
            <w:r w:rsidRPr="00BA661A">
              <w:rPr>
                <w:b/>
              </w:rPr>
              <w:t>500</w:t>
            </w:r>
            <w:r w:rsidRPr="00BA661A">
              <w:rPr>
                <w:b/>
                <w:lang w:val="en-US"/>
              </w:rPr>
              <w:t xml:space="preserve"> </w:t>
            </w:r>
            <w:r w:rsidRPr="00BA661A">
              <w:rPr>
                <w:b/>
              </w:rPr>
              <w:t>596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3D8" w:rsidRPr="0093363C" w:rsidRDefault="009C43D8" w:rsidP="0091417C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</w:rPr>
            </w:pPr>
            <w:r w:rsidRPr="00BA661A">
              <w:rPr>
                <w:b/>
              </w:rPr>
              <w:t xml:space="preserve">17 043 762 220  </w:t>
            </w:r>
          </w:p>
        </w:tc>
      </w:tr>
    </w:tbl>
    <w:p w:rsidR="009C43D8" w:rsidRPr="00D728F5" w:rsidRDefault="009C43D8" w:rsidP="002D3170">
      <w:pPr>
        <w:shd w:val="clear" w:color="auto" w:fill="FFFFFF"/>
        <w:jc w:val="center"/>
        <w:rPr>
          <w:b/>
          <w:i/>
          <w:sz w:val="28"/>
        </w:rPr>
      </w:pPr>
      <w:r w:rsidRPr="00D728F5">
        <w:rPr>
          <w:b/>
          <w:i/>
          <w:sz w:val="28"/>
        </w:rPr>
        <w:t xml:space="preserve">5. Структура государственного долга Ярославской области </w:t>
      </w:r>
    </w:p>
    <w:p w:rsidR="009C43D8" w:rsidRPr="00D728F5" w:rsidRDefault="009C43D8" w:rsidP="002D3170">
      <w:pPr>
        <w:shd w:val="clear" w:color="auto" w:fill="FFFFFF"/>
        <w:jc w:val="right"/>
        <w:rPr>
          <w:sz w:val="28"/>
          <w:szCs w:val="20"/>
        </w:rPr>
      </w:pPr>
      <w:r w:rsidRPr="00D728F5">
        <w:rPr>
          <w:sz w:val="28"/>
          <w:szCs w:val="20"/>
        </w:rPr>
        <w:t>(процентов)</w:t>
      </w:r>
    </w:p>
    <w:tbl>
      <w:tblPr>
        <w:tblW w:w="9590" w:type="dxa"/>
        <w:tblInd w:w="-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3186"/>
        <w:gridCol w:w="1620"/>
        <w:gridCol w:w="1620"/>
        <w:gridCol w:w="1620"/>
        <w:gridCol w:w="1544"/>
      </w:tblGrid>
      <w:tr w:rsidR="009C43D8" w:rsidRPr="00D728F5" w:rsidTr="00873024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D8" w:rsidRPr="0093363C" w:rsidRDefault="009C43D8" w:rsidP="002D3170">
            <w:pPr>
              <w:pStyle w:val="Heading3"/>
              <w:shd w:val="clear" w:color="auto" w:fill="FFFFFF"/>
              <w:jc w:val="center"/>
              <w:rPr>
                <w:b/>
                <w:szCs w:val="20"/>
              </w:rPr>
            </w:pPr>
            <w:r w:rsidRPr="00D728F5">
              <w:rPr>
                <w:b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28F5">
              <w:rPr>
                <w:b/>
                <w:sz w:val="28"/>
              </w:rPr>
              <w:t>На</w:t>
            </w:r>
          </w:p>
          <w:p w:rsidR="009C43D8" w:rsidRPr="00D728F5" w:rsidRDefault="009C43D8" w:rsidP="00FB36D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D728F5">
              <w:rPr>
                <w:b/>
                <w:sz w:val="28"/>
              </w:rPr>
              <w:t>01.01.2012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03475E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3475E">
              <w:rPr>
                <w:b/>
                <w:sz w:val="28"/>
              </w:rPr>
              <w:t>На</w:t>
            </w:r>
          </w:p>
          <w:p w:rsidR="009C43D8" w:rsidRPr="0003475E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3475E">
              <w:rPr>
                <w:b/>
                <w:sz w:val="28"/>
              </w:rPr>
              <w:t>01.01.2013</w:t>
            </w:r>
          </w:p>
          <w:p w:rsidR="009C43D8" w:rsidRPr="0003475E" w:rsidRDefault="009C43D8" w:rsidP="00FB36D5">
            <w:pPr>
              <w:shd w:val="clear" w:color="auto" w:fill="FFFFFF"/>
              <w:tabs>
                <w:tab w:val="center" w:pos="702"/>
              </w:tabs>
              <w:rPr>
                <w:b/>
                <w:sz w:val="28"/>
                <w:szCs w:val="20"/>
              </w:rPr>
            </w:pPr>
            <w:r w:rsidRPr="0003475E">
              <w:rPr>
                <w:b/>
                <w:sz w:val="28"/>
              </w:rPr>
              <w:t xml:space="preserve">(прогноз)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03475E" w:rsidRDefault="009C43D8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03475E">
              <w:rPr>
                <w:b/>
                <w:sz w:val="28"/>
              </w:rPr>
              <w:t>На 01.01.2014</w:t>
            </w:r>
          </w:p>
          <w:p w:rsidR="009C43D8" w:rsidRPr="0003475E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3475E">
              <w:rPr>
                <w:b/>
                <w:sz w:val="28"/>
              </w:rPr>
              <w:t xml:space="preserve">(прогноз) 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03475E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3475E">
              <w:rPr>
                <w:b/>
                <w:sz w:val="28"/>
                <w:szCs w:val="20"/>
              </w:rPr>
              <w:t>На 01.01.2015</w:t>
            </w:r>
          </w:p>
          <w:p w:rsidR="009C43D8" w:rsidRPr="0003475E" w:rsidRDefault="009C43D8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03475E">
              <w:rPr>
                <w:b/>
                <w:sz w:val="28"/>
              </w:rPr>
              <w:t xml:space="preserve">(прогноз)  </w:t>
            </w:r>
          </w:p>
        </w:tc>
      </w:tr>
      <w:tr w:rsidR="009C43D8" w:rsidRPr="00BA661A" w:rsidTr="00873024">
        <w:trPr>
          <w:trHeight w:val="145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2D3170">
            <w:pPr>
              <w:shd w:val="clear" w:color="auto" w:fill="FFFFFF"/>
              <w:rPr>
                <w:sz w:val="28"/>
              </w:rPr>
            </w:pPr>
            <w:r w:rsidRPr="00BA661A">
              <w:rPr>
                <w:sz w:val="28"/>
              </w:rPr>
              <w:t xml:space="preserve">1. Кредиты кредитных </w:t>
            </w:r>
          </w:p>
          <w:p w:rsidR="009C43D8" w:rsidRPr="00BA661A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BA661A">
              <w:rPr>
                <w:sz w:val="28"/>
              </w:rPr>
              <w:t xml:space="preserve">    организаций</w:t>
            </w:r>
          </w:p>
          <w:p w:rsidR="009C43D8" w:rsidRPr="00BA661A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BA661A">
              <w:rPr>
                <w:sz w:val="28"/>
              </w:rPr>
              <w:t>2. Бюджетные кредиты</w:t>
            </w:r>
          </w:p>
          <w:p w:rsidR="009C43D8" w:rsidRPr="00BA661A" w:rsidRDefault="009C43D8" w:rsidP="002D3170">
            <w:pPr>
              <w:shd w:val="clear" w:color="auto" w:fill="FFFFFF"/>
              <w:rPr>
                <w:sz w:val="28"/>
              </w:rPr>
            </w:pPr>
            <w:r w:rsidRPr="00BA661A">
              <w:rPr>
                <w:sz w:val="28"/>
              </w:rPr>
              <w:t xml:space="preserve">3. Государственные </w:t>
            </w:r>
          </w:p>
          <w:p w:rsidR="009C43D8" w:rsidRPr="00BA661A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BA661A">
              <w:rPr>
                <w:sz w:val="28"/>
              </w:rPr>
              <w:t xml:space="preserve">    ценные бумаги</w:t>
            </w:r>
          </w:p>
          <w:p w:rsidR="009C43D8" w:rsidRPr="00BA661A" w:rsidRDefault="009C43D8" w:rsidP="002D3170">
            <w:pPr>
              <w:shd w:val="clear" w:color="auto" w:fill="FFFFFF"/>
              <w:rPr>
                <w:sz w:val="28"/>
              </w:rPr>
            </w:pPr>
            <w:r w:rsidRPr="00BA661A">
              <w:rPr>
                <w:sz w:val="28"/>
              </w:rPr>
              <w:t xml:space="preserve">4. Государственные </w:t>
            </w:r>
          </w:p>
          <w:p w:rsidR="009C43D8" w:rsidRPr="00BA661A" w:rsidRDefault="009C43D8" w:rsidP="002D3170">
            <w:pPr>
              <w:shd w:val="clear" w:color="auto" w:fill="FFFFFF"/>
              <w:rPr>
                <w:sz w:val="28"/>
                <w:szCs w:val="20"/>
              </w:rPr>
            </w:pPr>
            <w:r w:rsidRPr="00BA661A">
              <w:rPr>
                <w:sz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873024">
            <w:pPr>
              <w:pStyle w:val="Heading6"/>
              <w:shd w:val="clear" w:color="auto" w:fill="FFFFFF"/>
              <w:ind w:right="252"/>
              <w:jc w:val="right"/>
              <w:rPr>
                <w:lang w:val="ru-RU"/>
              </w:rPr>
            </w:pPr>
          </w:p>
          <w:p w:rsidR="009C43D8" w:rsidRPr="00BA661A" w:rsidRDefault="009C43D8" w:rsidP="00873024">
            <w:pPr>
              <w:pStyle w:val="Heading6"/>
              <w:shd w:val="clear" w:color="auto" w:fill="FFFFFF"/>
              <w:ind w:right="252"/>
              <w:jc w:val="right"/>
            </w:pPr>
            <w:r w:rsidRPr="00BA661A">
              <w:t>4</w:t>
            </w:r>
            <w:r w:rsidRPr="00BA661A">
              <w:rPr>
                <w:lang w:val="ru-RU"/>
              </w:rPr>
              <w:t>1,8</w:t>
            </w:r>
          </w:p>
          <w:p w:rsidR="009C43D8" w:rsidRPr="00BA661A" w:rsidRDefault="009C43D8" w:rsidP="00873024">
            <w:pPr>
              <w:pStyle w:val="Heading6"/>
              <w:shd w:val="clear" w:color="auto" w:fill="FFFFFF"/>
              <w:ind w:right="252"/>
              <w:jc w:val="right"/>
            </w:pPr>
            <w:r w:rsidRPr="00BA661A">
              <w:t>1</w:t>
            </w:r>
            <w:r w:rsidRPr="00BA661A">
              <w:rPr>
                <w:lang w:val="ru-RU"/>
              </w:rPr>
              <w:t>7,</w:t>
            </w:r>
            <w:r w:rsidRPr="00BA661A">
              <w:t>0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</w:rPr>
              <w:t>41,2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432"/>
              <w:jc w:val="right"/>
              <w:rPr>
                <w:sz w:val="28"/>
              </w:rPr>
            </w:pPr>
            <w:r w:rsidRPr="00BA661A">
              <w:rPr>
                <w:sz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>46,0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>4,</w:t>
            </w:r>
            <w:r w:rsidRPr="00BA661A">
              <w:rPr>
                <w:sz w:val="28"/>
                <w:szCs w:val="20"/>
                <w:lang w:val="en-US"/>
              </w:rPr>
              <w:t>5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4</w:t>
            </w:r>
            <w:r w:rsidRPr="00BA661A">
              <w:rPr>
                <w:sz w:val="28"/>
                <w:szCs w:val="20"/>
              </w:rPr>
              <w:t>8,9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  <w:r w:rsidRPr="00BA661A">
              <w:rPr>
                <w:sz w:val="28"/>
                <w:szCs w:val="20"/>
              </w:rPr>
              <w:t>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 xml:space="preserve"> </w:t>
            </w:r>
            <w:r w:rsidRPr="00BA661A">
              <w:rPr>
                <w:sz w:val="28"/>
                <w:szCs w:val="20"/>
              </w:rPr>
              <w:t>49,3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 xml:space="preserve">   1,3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 xml:space="preserve"> 48,2</w:t>
            </w:r>
          </w:p>
          <w:p w:rsidR="009C43D8" w:rsidRPr="00BA661A" w:rsidRDefault="009C43D8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481EC0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 xml:space="preserve">    1,2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BA661A" w:rsidRDefault="009C43D8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4</w:t>
            </w:r>
            <w:r w:rsidRPr="00BA661A">
              <w:rPr>
                <w:sz w:val="28"/>
                <w:szCs w:val="20"/>
              </w:rPr>
              <w:t>4,1</w:t>
            </w:r>
          </w:p>
          <w:p w:rsidR="009C43D8" w:rsidRPr="00BA661A" w:rsidRDefault="009C43D8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>1,3</w:t>
            </w:r>
          </w:p>
          <w:p w:rsidR="009C43D8" w:rsidRPr="00BA661A" w:rsidRDefault="009C43D8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</w:rPr>
              <w:t>52,8</w:t>
            </w:r>
          </w:p>
          <w:p w:rsidR="009C43D8" w:rsidRPr="00BA661A" w:rsidRDefault="009C43D8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9C43D8" w:rsidRPr="00BA661A" w:rsidRDefault="009C43D8" w:rsidP="00DD6372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BA661A">
              <w:rPr>
                <w:sz w:val="28"/>
                <w:szCs w:val="20"/>
                <w:lang w:val="en-US"/>
              </w:rPr>
              <w:t>1</w:t>
            </w:r>
            <w:r w:rsidRPr="00BA661A">
              <w:rPr>
                <w:sz w:val="28"/>
                <w:szCs w:val="20"/>
              </w:rPr>
              <w:t>,8</w:t>
            </w:r>
          </w:p>
        </w:tc>
      </w:tr>
      <w:tr w:rsidR="009C43D8" w:rsidRPr="00D728F5" w:rsidTr="00873024">
        <w:trPr>
          <w:trHeight w:val="555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2D3170">
            <w:pPr>
              <w:shd w:val="clear" w:color="auto" w:fill="FFFFFF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873024">
            <w:pPr>
              <w:shd w:val="clear" w:color="auto" w:fill="FFFFFF"/>
              <w:ind w:right="252"/>
              <w:jc w:val="right"/>
              <w:rPr>
                <w:b/>
                <w:sz w:val="28"/>
              </w:rPr>
            </w:pPr>
            <w:r w:rsidRPr="00D728F5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0"/>
              </w:rPr>
            </w:pPr>
            <w:r w:rsidRPr="00D728F5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873024">
            <w:pPr>
              <w:pStyle w:val="Heading6"/>
              <w:shd w:val="clear" w:color="auto" w:fill="FFFFFF"/>
              <w:ind w:right="252"/>
              <w:jc w:val="right"/>
              <w:rPr>
                <w:b/>
                <w:lang w:val="ru-RU"/>
              </w:rPr>
            </w:pPr>
            <w:r w:rsidRPr="00D728F5">
              <w:rPr>
                <w:b/>
                <w:lang w:val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D8" w:rsidRPr="00D728F5" w:rsidRDefault="009C43D8" w:rsidP="00873024">
            <w:pPr>
              <w:pStyle w:val="Heading6"/>
              <w:shd w:val="clear" w:color="auto" w:fill="FFFFFF"/>
              <w:ind w:right="176"/>
              <w:jc w:val="right"/>
              <w:rPr>
                <w:b/>
                <w:lang w:val="ru-RU"/>
              </w:rPr>
            </w:pPr>
            <w:r w:rsidRPr="00D728F5">
              <w:rPr>
                <w:b/>
                <w:lang w:val="ru-RU"/>
              </w:rPr>
              <w:t>100</w:t>
            </w:r>
          </w:p>
        </w:tc>
      </w:tr>
    </w:tbl>
    <w:p w:rsidR="009C43D8" w:rsidRPr="00D728F5" w:rsidRDefault="009C43D8" w:rsidP="002D3170">
      <w:pPr>
        <w:pStyle w:val="BodyText"/>
        <w:shd w:val="clear" w:color="auto" w:fill="FFFFFF"/>
        <w:ind w:right="0" w:firstLine="709"/>
        <w:jc w:val="both"/>
      </w:pPr>
    </w:p>
    <w:sectPr w:rsidR="009C43D8" w:rsidRPr="00D728F5" w:rsidSect="0091417C">
      <w:headerReference w:type="even" r:id="rId7"/>
      <w:headerReference w:type="default" r:id="rId8"/>
      <w:pgSz w:w="11906" w:h="16838" w:code="9"/>
      <w:pgMar w:top="1077" w:right="851" w:bottom="1077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3D8" w:rsidRDefault="009C43D8">
      <w:r>
        <w:separator/>
      </w:r>
    </w:p>
    <w:p w:rsidR="009C43D8" w:rsidRDefault="009C43D8"/>
  </w:endnote>
  <w:endnote w:type="continuationSeparator" w:id="0">
    <w:p w:rsidR="009C43D8" w:rsidRDefault="009C43D8">
      <w:r>
        <w:continuationSeparator/>
      </w:r>
    </w:p>
    <w:p w:rsidR="009C43D8" w:rsidRDefault="009C43D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3D8" w:rsidRDefault="009C43D8">
      <w:r>
        <w:separator/>
      </w:r>
    </w:p>
    <w:p w:rsidR="009C43D8" w:rsidRDefault="009C43D8"/>
  </w:footnote>
  <w:footnote w:type="continuationSeparator" w:id="0">
    <w:p w:rsidR="009C43D8" w:rsidRDefault="009C43D8">
      <w:r>
        <w:continuationSeparator/>
      </w:r>
    </w:p>
    <w:p w:rsidR="009C43D8" w:rsidRDefault="009C43D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D8" w:rsidRDefault="009C43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43D8" w:rsidRDefault="009C43D8">
    <w:pPr>
      <w:pStyle w:val="Header"/>
    </w:pPr>
  </w:p>
  <w:p w:rsidR="009C43D8" w:rsidRDefault="009C43D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D8" w:rsidRDefault="009C43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C43D8" w:rsidRDefault="009C43D8">
    <w:pPr>
      <w:pStyle w:val="Header"/>
    </w:pPr>
  </w:p>
  <w:p w:rsidR="009C43D8" w:rsidRDefault="009C43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650"/>
    <w:rsid w:val="00004421"/>
    <w:rsid w:val="00004769"/>
    <w:rsid w:val="00006E25"/>
    <w:rsid w:val="00011EF2"/>
    <w:rsid w:val="00012EE9"/>
    <w:rsid w:val="000143DE"/>
    <w:rsid w:val="00014945"/>
    <w:rsid w:val="00015E2A"/>
    <w:rsid w:val="000164A6"/>
    <w:rsid w:val="00016807"/>
    <w:rsid w:val="00016E2D"/>
    <w:rsid w:val="00017555"/>
    <w:rsid w:val="00021B8D"/>
    <w:rsid w:val="000221DF"/>
    <w:rsid w:val="00022543"/>
    <w:rsid w:val="00022BF5"/>
    <w:rsid w:val="00023F86"/>
    <w:rsid w:val="0002480B"/>
    <w:rsid w:val="00024D8D"/>
    <w:rsid w:val="00025A93"/>
    <w:rsid w:val="000274A6"/>
    <w:rsid w:val="0003086E"/>
    <w:rsid w:val="000341F1"/>
    <w:rsid w:val="0003475E"/>
    <w:rsid w:val="00037A11"/>
    <w:rsid w:val="00043370"/>
    <w:rsid w:val="000447B2"/>
    <w:rsid w:val="00050E4C"/>
    <w:rsid w:val="000551C8"/>
    <w:rsid w:val="00060859"/>
    <w:rsid w:val="000612F3"/>
    <w:rsid w:val="00062551"/>
    <w:rsid w:val="00062EEE"/>
    <w:rsid w:val="00063384"/>
    <w:rsid w:val="00065B21"/>
    <w:rsid w:val="000672EF"/>
    <w:rsid w:val="00071683"/>
    <w:rsid w:val="00071E5A"/>
    <w:rsid w:val="000735A8"/>
    <w:rsid w:val="0007551F"/>
    <w:rsid w:val="00076874"/>
    <w:rsid w:val="00076FD8"/>
    <w:rsid w:val="00080EDD"/>
    <w:rsid w:val="00081FB7"/>
    <w:rsid w:val="0008286B"/>
    <w:rsid w:val="00082CEA"/>
    <w:rsid w:val="00086C1B"/>
    <w:rsid w:val="00087D1D"/>
    <w:rsid w:val="0009032B"/>
    <w:rsid w:val="000915FA"/>
    <w:rsid w:val="00096658"/>
    <w:rsid w:val="000A1568"/>
    <w:rsid w:val="000A15B3"/>
    <w:rsid w:val="000A3B66"/>
    <w:rsid w:val="000A5564"/>
    <w:rsid w:val="000A62AB"/>
    <w:rsid w:val="000A68B4"/>
    <w:rsid w:val="000B00A8"/>
    <w:rsid w:val="000B14E0"/>
    <w:rsid w:val="000B1BC0"/>
    <w:rsid w:val="000B2ED0"/>
    <w:rsid w:val="000B2EDC"/>
    <w:rsid w:val="000B40E8"/>
    <w:rsid w:val="000B74B7"/>
    <w:rsid w:val="000C3748"/>
    <w:rsid w:val="000C396C"/>
    <w:rsid w:val="000C43CC"/>
    <w:rsid w:val="000C44E4"/>
    <w:rsid w:val="000D2957"/>
    <w:rsid w:val="000D39D8"/>
    <w:rsid w:val="000D4122"/>
    <w:rsid w:val="000D532E"/>
    <w:rsid w:val="000D676A"/>
    <w:rsid w:val="000E0285"/>
    <w:rsid w:val="000E0AD1"/>
    <w:rsid w:val="000E407A"/>
    <w:rsid w:val="000E5EBF"/>
    <w:rsid w:val="000E5F55"/>
    <w:rsid w:val="000E698F"/>
    <w:rsid w:val="000E6AE5"/>
    <w:rsid w:val="000E7208"/>
    <w:rsid w:val="000E78BA"/>
    <w:rsid w:val="000F337E"/>
    <w:rsid w:val="000F514A"/>
    <w:rsid w:val="000F5446"/>
    <w:rsid w:val="000F5771"/>
    <w:rsid w:val="000F5A0D"/>
    <w:rsid w:val="000F5D0B"/>
    <w:rsid w:val="000F7A3C"/>
    <w:rsid w:val="000F7AEA"/>
    <w:rsid w:val="00102650"/>
    <w:rsid w:val="00103A7A"/>
    <w:rsid w:val="00105635"/>
    <w:rsid w:val="00106B1D"/>
    <w:rsid w:val="00106EB8"/>
    <w:rsid w:val="00107250"/>
    <w:rsid w:val="00110459"/>
    <w:rsid w:val="0011165F"/>
    <w:rsid w:val="0011223D"/>
    <w:rsid w:val="001163B0"/>
    <w:rsid w:val="00121658"/>
    <w:rsid w:val="001219F8"/>
    <w:rsid w:val="00122339"/>
    <w:rsid w:val="0012300D"/>
    <w:rsid w:val="00125BDD"/>
    <w:rsid w:val="00125C9F"/>
    <w:rsid w:val="00127A7B"/>
    <w:rsid w:val="0013001F"/>
    <w:rsid w:val="00131027"/>
    <w:rsid w:val="001311AE"/>
    <w:rsid w:val="001311EF"/>
    <w:rsid w:val="001318DD"/>
    <w:rsid w:val="00131AEA"/>
    <w:rsid w:val="00131E3B"/>
    <w:rsid w:val="00132972"/>
    <w:rsid w:val="0014177B"/>
    <w:rsid w:val="0014258D"/>
    <w:rsid w:val="00143319"/>
    <w:rsid w:val="001435A9"/>
    <w:rsid w:val="00144862"/>
    <w:rsid w:val="001470D5"/>
    <w:rsid w:val="001471FF"/>
    <w:rsid w:val="00151691"/>
    <w:rsid w:val="001527C8"/>
    <w:rsid w:val="0015431E"/>
    <w:rsid w:val="001546AF"/>
    <w:rsid w:val="001564CD"/>
    <w:rsid w:val="0015656F"/>
    <w:rsid w:val="001570EF"/>
    <w:rsid w:val="0015715E"/>
    <w:rsid w:val="00161053"/>
    <w:rsid w:val="001702B8"/>
    <w:rsid w:val="0017125B"/>
    <w:rsid w:val="00173997"/>
    <w:rsid w:val="00174387"/>
    <w:rsid w:val="00175351"/>
    <w:rsid w:val="001777EC"/>
    <w:rsid w:val="001808CB"/>
    <w:rsid w:val="00182A57"/>
    <w:rsid w:val="00186904"/>
    <w:rsid w:val="00187703"/>
    <w:rsid w:val="00190E94"/>
    <w:rsid w:val="00191F1B"/>
    <w:rsid w:val="001925ED"/>
    <w:rsid w:val="0019360D"/>
    <w:rsid w:val="001945BC"/>
    <w:rsid w:val="0019480B"/>
    <w:rsid w:val="0019522B"/>
    <w:rsid w:val="00196C2A"/>
    <w:rsid w:val="001A20C2"/>
    <w:rsid w:val="001B1108"/>
    <w:rsid w:val="001B3315"/>
    <w:rsid w:val="001B349F"/>
    <w:rsid w:val="001B423B"/>
    <w:rsid w:val="001B742B"/>
    <w:rsid w:val="001B7A6A"/>
    <w:rsid w:val="001C0272"/>
    <w:rsid w:val="001C2621"/>
    <w:rsid w:val="001C2CF4"/>
    <w:rsid w:val="001C3508"/>
    <w:rsid w:val="001C4D71"/>
    <w:rsid w:val="001C6FBD"/>
    <w:rsid w:val="001D02D5"/>
    <w:rsid w:val="001D07C1"/>
    <w:rsid w:val="001D2320"/>
    <w:rsid w:val="001D23B5"/>
    <w:rsid w:val="001D36B3"/>
    <w:rsid w:val="001D4515"/>
    <w:rsid w:val="001D52DF"/>
    <w:rsid w:val="001D544E"/>
    <w:rsid w:val="001D59ED"/>
    <w:rsid w:val="001D5D4D"/>
    <w:rsid w:val="001D5E17"/>
    <w:rsid w:val="001D7CE7"/>
    <w:rsid w:val="001E4AF7"/>
    <w:rsid w:val="001E5025"/>
    <w:rsid w:val="001E67C2"/>
    <w:rsid w:val="001F6EFE"/>
    <w:rsid w:val="002014B0"/>
    <w:rsid w:val="002024C3"/>
    <w:rsid w:val="0020538D"/>
    <w:rsid w:val="00205F4A"/>
    <w:rsid w:val="00206210"/>
    <w:rsid w:val="00206A03"/>
    <w:rsid w:val="0020784F"/>
    <w:rsid w:val="00212BB4"/>
    <w:rsid w:val="0021705A"/>
    <w:rsid w:val="002170BB"/>
    <w:rsid w:val="00217AA9"/>
    <w:rsid w:val="00220649"/>
    <w:rsid w:val="00220962"/>
    <w:rsid w:val="00220FA2"/>
    <w:rsid w:val="0022106B"/>
    <w:rsid w:val="0022346F"/>
    <w:rsid w:val="00223C59"/>
    <w:rsid w:val="00223CF0"/>
    <w:rsid w:val="0022406F"/>
    <w:rsid w:val="00224E35"/>
    <w:rsid w:val="002251AC"/>
    <w:rsid w:val="002272AC"/>
    <w:rsid w:val="002335CF"/>
    <w:rsid w:val="00233C1F"/>
    <w:rsid w:val="0023515C"/>
    <w:rsid w:val="002362EA"/>
    <w:rsid w:val="002364EB"/>
    <w:rsid w:val="00237A5C"/>
    <w:rsid w:val="00241690"/>
    <w:rsid w:val="0024302D"/>
    <w:rsid w:val="00243256"/>
    <w:rsid w:val="002432FD"/>
    <w:rsid w:val="002452E4"/>
    <w:rsid w:val="00246B80"/>
    <w:rsid w:val="00246BDC"/>
    <w:rsid w:val="00247E93"/>
    <w:rsid w:val="00250201"/>
    <w:rsid w:val="00250E2E"/>
    <w:rsid w:val="00253616"/>
    <w:rsid w:val="00253E83"/>
    <w:rsid w:val="0025564E"/>
    <w:rsid w:val="0025635F"/>
    <w:rsid w:val="00260877"/>
    <w:rsid w:val="00260B0D"/>
    <w:rsid w:val="002614EC"/>
    <w:rsid w:val="00261BD9"/>
    <w:rsid w:val="00261CDB"/>
    <w:rsid w:val="0026201A"/>
    <w:rsid w:val="002636CB"/>
    <w:rsid w:val="00264246"/>
    <w:rsid w:val="00267A34"/>
    <w:rsid w:val="00270BAB"/>
    <w:rsid w:val="00271A35"/>
    <w:rsid w:val="00271FD1"/>
    <w:rsid w:val="002720AC"/>
    <w:rsid w:val="002738DD"/>
    <w:rsid w:val="00275E6F"/>
    <w:rsid w:val="0027635C"/>
    <w:rsid w:val="00276744"/>
    <w:rsid w:val="00276A49"/>
    <w:rsid w:val="002777D8"/>
    <w:rsid w:val="00282D44"/>
    <w:rsid w:val="002911D3"/>
    <w:rsid w:val="00291C77"/>
    <w:rsid w:val="00294BA9"/>
    <w:rsid w:val="00297203"/>
    <w:rsid w:val="00297C10"/>
    <w:rsid w:val="00297E4A"/>
    <w:rsid w:val="002A1B86"/>
    <w:rsid w:val="002A3A95"/>
    <w:rsid w:val="002A45AC"/>
    <w:rsid w:val="002A6678"/>
    <w:rsid w:val="002B05FD"/>
    <w:rsid w:val="002B17FC"/>
    <w:rsid w:val="002C020F"/>
    <w:rsid w:val="002C2035"/>
    <w:rsid w:val="002C661E"/>
    <w:rsid w:val="002D09CB"/>
    <w:rsid w:val="002D267E"/>
    <w:rsid w:val="002D3170"/>
    <w:rsid w:val="002D59EB"/>
    <w:rsid w:val="002D68D0"/>
    <w:rsid w:val="002D74C9"/>
    <w:rsid w:val="002E4784"/>
    <w:rsid w:val="002E53C4"/>
    <w:rsid w:val="002E58E9"/>
    <w:rsid w:val="002E6BFC"/>
    <w:rsid w:val="002E7A6E"/>
    <w:rsid w:val="002F054A"/>
    <w:rsid w:val="002F05E0"/>
    <w:rsid w:val="002F0D12"/>
    <w:rsid w:val="002F161E"/>
    <w:rsid w:val="002F1831"/>
    <w:rsid w:val="002F25E1"/>
    <w:rsid w:val="002F2BB3"/>
    <w:rsid w:val="002F34A5"/>
    <w:rsid w:val="002F543D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206DB"/>
    <w:rsid w:val="00321F09"/>
    <w:rsid w:val="003228C0"/>
    <w:rsid w:val="003230CA"/>
    <w:rsid w:val="00324A97"/>
    <w:rsid w:val="00324E74"/>
    <w:rsid w:val="0033062A"/>
    <w:rsid w:val="00335763"/>
    <w:rsid w:val="0033593A"/>
    <w:rsid w:val="00337463"/>
    <w:rsid w:val="003410AF"/>
    <w:rsid w:val="003422F5"/>
    <w:rsid w:val="00342E0C"/>
    <w:rsid w:val="00346391"/>
    <w:rsid w:val="00346C4B"/>
    <w:rsid w:val="0034706B"/>
    <w:rsid w:val="0034707A"/>
    <w:rsid w:val="003479A7"/>
    <w:rsid w:val="00350DF3"/>
    <w:rsid w:val="00354EB7"/>
    <w:rsid w:val="00356ADD"/>
    <w:rsid w:val="00357B18"/>
    <w:rsid w:val="00357D73"/>
    <w:rsid w:val="00363B3A"/>
    <w:rsid w:val="003641E8"/>
    <w:rsid w:val="003652B4"/>
    <w:rsid w:val="003668CC"/>
    <w:rsid w:val="00366D53"/>
    <w:rsid w:val="003711DD"/>
    <w:rsid w:val="00371510"/>
    <w:rsid w:val="00371F55"/>
    <w:rsid w:val="0037333E"/>
    <w:rsid w:val="0037469C"/>
    <w:rsid w:val="00381CB5"/>
    <w:rsid w:val="00383F9C"/>
    <w:rsid w:val="00383FD9"/>
    <w:rsid w:val="00384122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6494"/>
    <w:rsid w:val="00396FBE"/>
    <w:rsid w:val="00397B98"/>
    <w:rsid w:val="003A0F36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335"/>
    <w:rsid w:val="003A7C6B"/>
    <w:rsid w:val="003B0A0F"/>
    <w:rsid w:val="003B0D25"/>
    <w:rsid w:val="003B50C9"/>
    <w:rsid w:val="003B51E3"/>
    <w:rsid w:val="003B59A7"/>
    <w:rsid w:val="003B6568"/>
    <w:rsid w:val="003B7687"/>
    <w:rsid w:val="003C1F7E"/>
    <w:rsid w:val="003C29DC"/>
    <w:rsid w:val="003C4012"/>
    <w:rsid w:val="003C5B8B"/>
    <w:rsid w:val="003C65E5"/>
    <w:rsid w:val="003D079F"/>
    <w:rsid w:val="003D0BCF"/>
    <w:rsid w:val="003D2539"/>
    <w:rsid w:val="003D664E"/>
    <w:rsid w:val="003E043C"/>
    <w:rsid w:val="003E08D6"/>
    <w:rsid w:val="003E3E4F"/>
    <w:rsid w:val="003E71F1"/>
    <w:rsid w:val="003F1DBA"/>
    <w:rsid w:val="003F2370"/>
    <w:rsid w:val="003F7C56"/>
    <w:rsid w:val="004009D4"/>
    <w:rsid w:val="0040106C"/>
    <w:rsid w:val="00401763"/>
    <w:rsid w:val="00405C44"/>
    <w:rsid w:val="00406B56"/>
    <w:rsid w:val="00411672"/>
    <w:rsid w:val="0041203F"/>
    <w:rsid w:val="004122AC"/>
    <w:rsid w:val="00412BFB"/>
    <w:rsid w:val="0041328C"/>
    <w:rsid w:val="004172BB"/>
    <w:rsid w:val="00417D35"/>
    <w:rsid w:val="00420131"/>
    <w:rsid w:val="00420760"/>
    <w:rsid w:val="004233AE"/>
    <w:rsid w:val="0042380B"/>
    <w:rsid w:val="00427C1D"/>
    <w:rsid w:val="00427C6B"/>
    <w:rsid w:val="0043384E"/>
    <w:rsid w:val="00434359"/>
    <w:rsid w:val="00436962"/>
    <w:rsid w:val="00440343"/>
    <w:rsid w:val="00441F45"/>
    <w:rsid w:val="00442FDD"/>
    <w:rsid w:val="004445A7"/>
    <w:rsid w:val="00444D63"/>
    <w:rsid w:val="00444F3A"/>
    <w:rsid w:val="00446032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DDA"/>
    <w:rsid w:val="0046320D"/>
    <w:rsid w:val="00464344"/>
    <w:rsid w:val="004654DE"/>
    <w:rsid w:val="00467856"/>
    <w:rsid w:val="00467CE1"/>
    <w:rsid w:val="004709CA"/>
    <w:rsid w:val="00470B09"/>
    <w:rsid w:val="00471154"/>
    <w:rsid w:val="004736D5"/>
    <w:rsid w:val="004744EE"/>
    <w:rsid w:val="0047624E"/>
    <w:rsid w:val="004814F6"/>
    <w:rsid w:val="00481EC0"/>
    <w:rsid w:val="00482C90"/>
    <w:rsid w:val="00483E0F"/>
    <w:rsid w:val="0048533E"/>
    <w:rsid w:val="004859DD"/>
    <w:rsid w:val="00485E3D"/>
    <w:rsid w:val="00486DCF"/>
    <w:rsid w:val="00486F7E"/>
    <w:rsid w:val="0048709B"/>
    <w:rsid w:val="00487BCC"/>
    <w:rsid w:val="004932A2"/>
    <w:rsid w:val="00496333"/>
    <w:rsid w:val="00496CAE"/>
    <w:rsid w:val="004A0F4A"/>
    <w:rsid w:val="004A1A57"/>
    <w:rsid w:val="004A1D36"/>
    <w:rsid w:val="004A2179"/>
    <w:rsid w:val="004A53B0"/>
    <w:rsid w:val="004A5436"/>
    <w:rsid w:val="004A7A1B"/>
    <w:rsid w:val="004B05FA"/>
    <w:rsid w:val="004B0F34"/>
    <w:rsid w:val="004B3ED1"/>
    <w:rsid w:val="004B7213"/>
    <w:rsid w:val="004B736E"/>
    <w:rsid w:val="004B7754"/>
    <w:rsid w:val="004C156B"/>
    <w:rsid w:val="004C186F"/>
    <w:rsid w:val="004C23B5"/>
    <w:rsid w:val="004C2F69"/>
    <w:rsid w:val="004C4AE6"/>
    <w:rsid w:val="004D2138"/>
    <w:rsid w:val="004D5BD6"/>
    <w:rsid w:val="004D75AD"/>
    <w:rsid w:val="004E0243"/>
    <w:rsid w:val="004E2CA9"/>
    <w:rsid w:val="004E6429"/>
    <w:rsid w:val="004E71A5"/>
    <w:rsid w:val="004F14B6"/>
    <w:rsid w:val="004F317A"/>
    <w:rsid w:val="004F3833"/>
    <w:rsid w:val="004F3CC3"/>
    <w:rsid w:val="004F61E1"/>
    <w:rsid w:val="004F7840"/>
    <w:rsid w:val="00501B43"/>
    <w:rsid w:val="00503137"/>
    <w:rsid w:val="0050325B"/>
    <w:rsid w:val="00503B19"/>
    <w:rsid w:val="00504C64"/>
    <w:rsid w:val="00504DC4"/>
    <w:rsid w:val="0050522E"/>
    <w:rsid w:val="00511D0F"/>
    <w:rsid w:val="00512B2F"/>
    <w:rsid w:val="005155BF"/>
    <w:rsid w:val="0051588F"/>
    <w:rsid w:val="00516FCD"/>
    <w:rsid w:val="005173FF"/>
    <w:rsid w:val="0052369A"/>
    <w:rsid w:val="005236D0"/>
    <w:rsid w:val="00526B1E"/>
    <w:rsid w:val="00527DF2"/>
    <w:rsid w:val="00531586"/>
    <w:rsid w:val="005315DA"/>
    <w:rsid w:val="0053340F"/>
    <w:rsid w:val="005336DD"/>
    <w:rsid w:val="00533FC8"/>
    <w:rsid w:val="005367F1"/>
    <w:rsid w:val="00536A61"/>
    <w:rsid w:val="00536DA4"/>
    <w:rsid w:val="00542BE6"/>
    <w:rsid w:val="0054491D"/>
    <w:rsid w:val="005501EB"/>
    <w:rsid w:val="005520EC"/>
    <w:rsid w:val="0055215D"/>
    <w:rsid w:val="0055349F"/>
    <w:rsid w:val="005545CF"/>
    <w:rsid w:val="00554F9C"/>
    <w:rsid w:val="00557882"/>
    <w:rsid w:val="00557C02"/>
    <w:rsid w:val="00561329"/>
    <w:rsid w:val="005632CF"/>
    <w:rsid w:val="00565807"/>
    <w:rsid w:val="00565AED"/>
    <w:rsid w:val="00570236"/>
    <w:rsid w:val="00570FD7"/>
    <w:rsid w:val="0057138B"/>
    <w:rsid w:val="00572192"/>
    <w:rsid w:val="00572320"/>
    <w:rsid w:val="00576103"/>
    <w:rsid w:val="00576747"/>
    <w:rsid w:val="00580237"/>
    <w:rsid w:val="00580BBD"/>
    <w:rsid w:val="00581229"/>
    <w:rsid w:val="00581B3B"/>
    <w:rsid w:val="00587B6C"/>
    <w:rsid w:val="0059026C"/>
    <w:rsid w:val="00592609"/>
    <w:rsid w:val="005933A2"/>
    <w:rsid w:val="005942BA"/>
    <w:rsid w:val="00594812"/>
    <w:rsid w:val="00595997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708"/>
    <w:rsid w:val="005B1F2F"/>
    <w:rsid w:val="005B28E5"/>
    <w:rsid w:val="005C1880"/>
    <w:rsid w:val="005C30BD"/>
    <w:rsid w:val="005C3B24"/>
    <w:rsid w:val="005C4159"/>
    <w:rsid w:val="005C591D"/>
    <w:rsid w:val="005C6E7B"/>
    <w:rsid w:val="005C797F"/>
    <w:rsid w:val="005C7D80"/>
    <w:rsid w:val="005D1ADA"/>
    <w:rsid w:val="005D31FA"/>
    <w:rsid w:val="005D4A7F"/>
    <w:rsid w:val="005D574E"/>
    <w:rsid w:val="005D611F"/>
    <w:rsid w:val="005E0328"/>
    <w:rsid w:val="005E2FF1"/>
    <w:rsid w:val="005E43D6"/>
    <w:rsid w:val="005E66DE"/>
    <w:rsid w:val="005F0C18"/>
    <w:rsid w:val="005F78D5"/>
    <w:rsid w:val="006005B0"/>
    <w:rsid w:val="00600630"/>
    <w:rsid w:val="00602130"/>
    <w:rsid w:val="0060555C"/>
    <w:rsid w:val="006056E5"/>
    <w:rsid w:val="006067F2"/>
    <w:rsid w:val="00607510"/>
    <w:rsid w:val="00610EB0"/>
    <w:rsid w:val="00611820"/>
    <w:rsid w:val="006121CC"/>
    <w:rsid w:val="006128D5"/>
    <w:rsid w:val="006138AB"/>
    <w:rsid w:val="0061450E"/>
    <w:rsid w:val="00614806"/>
    <w:rsid w:val="0061688F"/>
    <w:rsid w:val="00616B34"/>
    <w:rsid w:val="00617066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414C8"/>
    <w:rsid w:val="006415F5"/>
    <w:rsid w:val="00642B21"/>
    <w:rsid w:val="006436F9"/>
    <w:rsid w:val="006438E0"/>
    <w:rsid w:val="00643C8D"/>
    <w:rsid w:val="00644863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6012F"/>
    <w:rsid w:val="00660D9F"/>
    <w:rsid w:val="00661CE9"/>
    <w:rsid w:val="006651B1"/>
    <w:rsid w:val="0066556D"/>
    <w:rsid w:val="00665CE7"/>
    <w:rsid w:val="00666CA6"/>
    <w:rsid w:val="0066758E"/>
    <w:rsid w:val="00670A13"/>
    <w:rsid w:val="00670B3A"/>
    <w:rsid w:val="00670DC2"/>
    <w:rsid w:val="00670F19"/>
    <w:rsid w:val="006758C6"/>
    <w:rsid w:val="00675F49"/>
    <w:rsid w:val="0067643D"/>
    <w:rsid w:val="00677964"/>
    <w:rsid w:val="006801EE"/>
    <w:rsid w:val="00680959"/>
    <w:rsid w:val="00685137"/>
    <w:rsid w:val="00692F6D"/>
    <w:rsid w:val="00695CBD"/>
    <w:rsid w:val="006971FD"/>
    <w:rsid w:val="006A0051"/>
    <w:rsid w:val="006A249B"/>
    <w:rsid w:val="006A4CFB"/>
    <w:rsid w:val="006A5136"/>
    <w:rsid w:val="006A6E83"/>
    <w:rsid w:val="006A7B59"/>
    <w:rsid w:val="006B1669"/>
    <w:rsid w:val="006B352D"/>
    <w:rsid w:val="006C2F40"/>
    <w:rsid w:val="006C48BE"/>
    <w:rsid w:val="006C48F8"/>
    <w:rsid w:val="006C6604"/>
    <w:rsid w:val="006D62B3"/>
    <w:rsid w:val="006D7ED9"/>
    <w:rsid w:val="006E1157"/>
    <w:rsid w:val="006E3C0B"/>
    <w:rsid w:val="006E4C9A"/>
    <w:rsid w:val="006E5DF5"/>
    <w:rsid w:val="006E5FB0"/>
    <w:rsid w:val="006E64DE"/>
    <w:rsid w:val="006E6CBB"/>
    <w:rsid w:val="006E7B73"/>
    <w:rsid w:val="006E7D43"/>
    <w:rsid w:val="006F186A"/>
    <w:rsid w:val="006F1AA8"/>
    <w:rsid w:val="006F3139"/>
    <w:rsid w:val="006F65C9"/>
    <w:rsid w:val="006F7524"/>
    <w:rsid w:val="006F7629"/>
    <w:rsid w:val="00700C68"/>
    <w:rsid w:val="00702160"/>
    <w:rsid w:val="00705D2E"/>
    <w:rsid w:val="0070763C"/>
    <w:rsid w:val="00710396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6224"/>
    <w:rsid w:val="007266FB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695D"/>
    <w:rsid w:val="00742663"/>
    <w:rsid w:val="00742A65"/>
    <w:rsid w:val="00744239"/>
    <w:rsid w:val="00745E1F"/>
    <w:rsid w:val="00746804"/>
    <w:rsid w:val="00750D23"/>
    <w:rsid w:val="00754138"/>
    <w:rsid w:val="00755086"/>
    <w:rsid w:val="007579E1"/>
    <w:rsid w:val="007610D2"/>
    <w:rsid w:val="007642F6"/>
    <w:rsid w:val="00765368"/>
    <w:rsid w:val="00767035"/>
    <w:rsid w:val="007672F9"/>
    <w:rsid w:val="00771CD9"/>
    <w:rsid w:val="00772301"/>
    <w:rsid w:val="007746FF"/>
    <w:rsid w:val="00774BAB"/>
    <w:rsid w:val="00776C16"/>
    <w:rsid w:val="00781B38"/>
    <w:rsid w:val="00782AE6"/>
    <w:rsid w:val="00782CBD"/>
    <w:rsid w:val="0078510F"/>
    <w:rsid w:val="00786338"/>
    <w:rsid w:val="00790692"/>
    <w:rsid w:val="007913A3"/>
    <w:rsid w:val="0079239A"/>
    <w:rsid w:val="007927E3"/>
    <w:rsid w:val="00792CAC"/>
    <w:rsid w:val="00793A55"/>
    <w:rsid w:val="007974A2"/>
    <w:rsid w:val="007977A2"/>
    <w:rsid w:val="007A0B13"/>
    <w:rsid w:val="007A1264"/>
    <w:rsid w:val="007A330B"/>
    <w:rsid w:val="007A3701"/>
    <w:rsid w:val="007A5626"/>
    <w:rsid w:val="007A753A"/>
    <w:rsid w:val="007A7A9E"/>
    <w:rsid w:val="007A7AAF"/>
    <w:rsid w:val="007A7D5F"/>
    <w:rsid w:val="007B08A3"/>
    <w:rsid w:val="007B145C"/>
    <w:rsid w:val="007B352B"/>
    <w:rsid w:val="007B3F9B"/>
    <w:rsid w:val="007B54DD"/>
    <w:rsid w:val="007B74F0"/>
    <w:rsid w:val="007C133B"/>
    <w:rsid w:val="007C15F6"/>
    <w:rsid w:val="007C1EBB"/>
    <w:rsid w:val="007C29DB"/>
    <w:rsid w:val="007C2E73"/>
    <w:rsid w:val="007C4A70"/>
    <w:rsid w:val="007C5CA8"/>
    <w:rsid w:val="007C6DDB"/>
    <w:rsid w:val="007C7C96"/>
    <w:rsid w:val="007D127D"/>
    <w:rsid w:val="007D2890"/>
    <w:rsid w:val="007D542C"/>
    <w:rsid w:val="007D671D"/>
    <w:rsid w:val="007D7C62"/>
    <w:rsid w:val="007E01CB"/>
    <w:rsid w:val="007E12AB"/>
    <w:rsid w:val="007E3A43"/>
    <w:rsid w:val="007E4BCD"/>
    <w:rsid w:val="007F10B8"/>
    <w:rsid w:val="007F1101"/>
    <w:rsid w:val="007F2832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6610"/>
    <w:rsid w:val="00824133"/>
    <w:rsid w:val="00824BCA"/>
    <w:rsid w:val="008260DF"/>
    <w:rsid w:val="00826373"/>
    <w:rsid w:val="00827493"/>
    <w:rsid w:val="0082782F"/>
    <w:rsid w:val="00827C24"/>
    <w:rsid w:val="00830C69"/>
    <w:rsid w:val="008341AE"/>
    <w:rsid w:val="0083507A"/>
    <w:rsid w:val="008362FF"/>
    <w:rsid w:val="00837F52"/>
    <w:rsid w:val="00840F40"/>
    <w:rsid w:val="0084140C"/>
    <w:rsid w:val="00845EF3"/>
    <w:rsid w:val="008460BC"/>
    <w:rsid w:val="00850988"/>
    <w:rsid w:val="00850A48"/>
    <w:rsid w:val="00851088"/>
    <w:rsid w:val="00851B8E"/>
    <w:rsid w:val="00852D42"/>
    <w:rsid w:val="00853B29"/>
    <w:rsid w:val="0085470B"/>
    <w:rsid w:val="00856B63"/>
    <w:rsid w:val="00862A80"/>
    <w:rsid w:val="00863169"/>
    <w:rsid w:val="00863695"/>
    <w:rsid w:val="00865762"/>
    <w:rsid w:val="00865BBD"/>
    <w:rsid w:val="00865D38"/>
    <w:rsid w:val="00866C9C"/>
    <w:rsid w:val="00870403"/>
    <w:rsid w:val="00870ABB"/>
    <w:rsid w:val="00870BEB"/>
    <w:rsid w:val="008716AF"/>
    <w:rsid w:val="00871FC9"/>
    <w:rsid w:val="00873024"/>
    <w:rsid w:val="008758D0"/>
    <w:rsid w:val="00882968"/>
    <w:rsid w:val="00882F8C"/>
    <w:rsid w:val="00884EEC"/>
    <w:rsid w:val="00885557"/>
    <w:rsid w:val="00885BFD"/>
    <w:rsid w:val="00886A91"/>
    <w:rsid w:val="00891EF0"/>
    <w:rsid w:val="008938B5"/>
    <w:rsid w:val="008956D0"/>
    <w:rsid w:val="008961B8"/>
    <w:rsid w:val="00896C88"/>
    <w:rsid w:val="00897D76"/>
    <w:rsid w:val="008A0B31"/>
    <w:rsid w:val="008A1AB2"/>
    <w:rsid w:val="008A1F05"/>
    <w:rsid w:val="008A2F96"/>
    <w:rsid w:val="008A2FEE"/>
    <w:rsid w:val="008A3985"/>
    <w:rsid w:val="008A46A3"/>
    <w:rsid w:val="008A4B2D"/>
    <w:rsid w:val="008C0717"/>
    <w:rsid w:val="008C08C5"/>
    <w:rsid w:val="008C211E"/>
    <w:rsid w:val="008C51F1"/>
    <w:rsid w:val="008C52C4"/>
    <w:rsid w:val="008D0311"/>
    <w:rsid w:val="008D075F"/>
    <w:rsid w:val="008D345B"/>
    <w:rsid w:val="008D3CF1"/>
    <w:rsid w:val="008D51C4"/>
    <w:rsid w:val="008D74CC"/>
    <w:rsid w:val="008E0B96"/>
    <w:rsid w:val="008E185A"/>
    <w:rsid w:val="008E4DC9"/>
    <w:rsid w:val="008E5027"/>
    <w:rsid w:val="008E741C"/>
    <w:rsid w:val="008E79CC"/>
    <w:rsid w:val="008E7CBD"/>
    <w:rsid w:val="008F078A"/>
    <w:rsid w:val="008F19EC"/>
    <w:rsid w:val="008F30FA"/>
    <w:rsid w:val="008F56C5"/>
    <w:rsid w:val="009011DF"/>
    <w:rsid w:val="009035E4"/>
    <w:rsid w:val="0090362B"/>
    <w:rsid w:val="00911925"/>
    <w:rsid w:val="00911C71"/>
    <w:rsid w:val="009132BC"/>
    <w:rsid w:val="0091417C"/>
    <w:rsid w:val="00916249"/>
    <w:rsid w:val="009168CC"/>
    <w:rsid w:val="00917E44"/>
    <w:rsid w:val="009260A5"/>
    <w:rsid w:val="0092732B"/>
    <w:rsid w:val="009300BD"/>
    <w:rsid w:val="009316B4"/>
    <w:rsid w:val="00932B77"/>
    <w:rsid w:val="0093363C"/>
    <w:rsid w:val="009341D4"/>
    <w:rsid w:val="00935DE8"/>
    <w:rsid w:val="00940BAC"/>
    <w:rsid w:val="00942FF7"/>
    <w:rsid w:val="009439BE"/>
    <w:rsid w:val="009444A5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CDF"/>
    <w:rsid w:val="00961548"/>
    <w:rsid w:val="00966DBB"/>
    <w:rsid w:val="0097120D"/>
    <w:rsid w:val="009716B8"/>
    <w:rsid w:val="00972AEA"/>
    <w:rsid w:val="00973679"/>
    <w:rsid w:val="009737B2"/>
    <w:rsid w:val="00974340"/>
    <w:rsid w:val="00975378"/>
    <w:rsid w:val="00977123"/>
    <w:rsid w:val="009801BA"/>
    <w:rsid w:val="00981254"/>
    <w:rsid w:val="00981A8D"/>
    <w:rsid w:val="009830F4"/>
    <w:rsid w:val="00987E1A"/>
    <w:rsid w:val="0099180D"/>
    <w:rsid w:val="0099294C"/>
    <w:rsid w:val="009929BE"/>
    <w:rsid w:val="00992DCD"/>
    <w:rsid w:val="00993D19"/>
    <w:rsid w:val="009953B2"/>
    <w:rsid w:val="009A0FA7"/>
    <w:rsid w:val="009A1414"/>
    <w:rsid w:val="009A7B17"/>
    <w:rsid w:val="009B0110"/>
    <w:rsid w:val="009B1F12"/>
    <w:rsid w:val="009B1F1A"/>
    <w:rsid w:val="009B2081"/>
    <w:rsid w:val="009B2772"/>
    <w:rsid w:val="009B3FA3"/>
    <w:rsid w:val="009B548E"/>
    <w:rsid w:val="009B66E6"/>
    <w:rsid w:val="009C2813"/>
    <w:rsid w:val="009C2A6A"/>
    <w:rsid w:val="009C317A"/>
    <w:rsid w:val="009C3778"/>
    <w:rsid w:val="009C43D8"/>
    <w:rsid w:val="009C4DBF"/>
    <w:rsid w:val="009C79F1"/>
    <w:rsid w:val="009D17F5"/>
    <w:rsid w:val="009D23A5"/>
    <w:rsid w:val="009D48F7"/>
    <w:rsid w:val="009D65B4"/>
    <w:rsid w:val="009E012F"/>
    <w:rsid w:val="009E18E7"/>
    <w:rsid w:val="009E2B1E"/>
    <w:rsid w:val="009E2F72"/>
    <w:rsid w:val="009E43E6"/>
    <w:rsid w:val="009E73FC"/>
    <w:rsid w:val="009F012A"/>
    <w:rsid w:val="009F0178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620C"/>
    <w:rsid w:val="00A10371"/>
    <w:rsid w:val="00A10FAE"/>
    <w:rsid w:val="00A11619"/>
    <w:rsid w:val="00A13592"/>
    <w:rsid w:val="00A1476C"/>
    <w:rsid w:val="00A157C6"/>
    <w:rsid w:val="00A16AB7"/>
    <w:rsid w:val="00A21ED7"/>
    <w:rsid w:val="00A22A30"/>
    <w:rsid w:val="00A24492"/>
    <w:rsid w:val="00A259CC"/>
    <w:rsid w:val="00A2658C"/>
    <w:rsid w:val="00A27502"/>
    <w:rsid w:val="00A30893"/>
    <w:rsid w:val="00A34D77"/>
    <w:rsid w:val="00A34FC2"/>
    <w:rsid w:val="00A357B3"/>
    <w:rsid w:val="00A36595"/>
    <w:rsid w:val="00A37934"/>
    <w:rsid w:val="00A40EC4"/>
    <w:rsid w:val="00A4192C"/>
    <w:rsid w:val="00A41F32"/>
    <w:rsid w:val="00A42BD3"/>
    <w:rsid w:val="00A44025"/>
    <w:rsid w:val="00A442E9"/>
    <w:rsid w:val="00A45F23"/>
    <w:rsid w:val="00A46511"/>
    <w:rsid w:val="00A46792"/>
    <w:rsid w:val="00A47A75"/>
    <w:rsid w:val="00A52206"/>
    <w:rsid w:val="00A52D77"/>
    <w:rsid w:val="00A548A3"/>
    <w:rsid w:val="00A56497"/>
    <w:rsid w:val="00A578BF"/>
    <w:rsid w:val="00A60B89"/>
    <w:rsid w:val="00A6324F"/>
    <w:rsid w:val="00A64774"/>
    <w:rsid w:val="00A65E42"/>
    <w:rsid w:val="00A67F9C"/>
    <w:rsid w:val="00A70695"/>
    <w:rsid w:val="00A72E41"/>
    <w:rsid w:val="00A734FF"/>
    <w:rsid w:val="00A74BED"/>
    <w:rsid w:val="00A759C2"/>
    <w:rsid w:val="00A75B2D"/>
    <w:rsid w:val="00A75CF3"/>
    <w:rsid w:val="00A8038C"/>
    <w:rsid w:val="00A804E8"/>
    <w:rsid w:val="00A811BD"/>
    <w:rsid w:val="00A87555"/>
    <w:rsid w:val="00A92F3E"/>
    <w:rsid w:val="00A93E4B"/>
    <w:rsid w:val="00A93F67"/>
    <w:rsid w:val="00A94A9F"/>
    <w:rsid w:val="00A95BC0"/>
    <w:rsid w:val="00A975D7"/>
    <w:rsid w:val="00A978AE"/>
    <w:rsid w:val="00AA4151"/>
    <w:rsid w:val="00AA6F25"/>
    <w:rsid w:val="00AA6F66"/>
    <w:rsid w:val="00AB11C6"/>
    <w:rsid w:val="00AB1E50"/>
    <w:rsid w:val="00AB57AF"/>
    <w:rsid w:val="00AB59CD"/>
    <w:rsid w:val="00AB6237"/>
    <w:rsid w:val="00AB7886"/>
    <w:rsid w:val="00AC0328"/>
    <w:rsid w:val="00AC04DC"/>
    <w:rsid w:val="00AC14BF"/>
    <w:rsid w:val="00AC2358"/>
    <w:rsid w:val="00AC3256"/>
    <w:rsid w:val="00AC43A2"/>
    <w:rsid w:val="00AC4618"/>
    <w:rsid w:val="00AD02C4"/>
    <w:rsid w:val="00AD23EB"/>
    <w:rsid w:val="00AD3D40"/>
    <w:rsid w:val="00AD5AEB"/>
    <w:rsid w:val="00AD5F05"/>
    <w:rsid w:val="00AE06B3"/>
    <w:rsid w:val="00AE5907"/>
    <w:rsid w:val="00AE6359"/>
    <w:rsid w:val="00AE6D2C"/>
    <w:rsid w:val="00AF0C6A"/>
    <w:rsid w:val="00AF1CB7"/>
    <w:rsid w:val="00AF2F02"/>
    <w:rsid w:val="00AF5EDE"/>
    <w:rsid w:val="00AF7FC6"/>
    <w:rsid w:val="00B030CD"/>
    <w:rsid w:val="00B046A7"/>
    <w:rsid w:val="00B10234"/>
    <w:rsid w:val="00B11648"/>
    <w:rsid w:val="00B12C8D"/>
    <w:rsid w:val="00B15BD0"/>
    <w:rsid w:val="00B16D47"/>
    <w:rsid w:val="00B16DA2"/>
    <w:rsid w:val="00B20228"/>
    <w:rsid w:val="00B206B2"/>
    <w:rsid w:val="00B212B8"/>
    <w:rsid w:val="00B21A04"/>
    <w:rsid w:val="00B22D9A"/>
    <w:rsid w:val="00B23C9D"/>
    <w:rsid w:val="00B241C1"/>
    <w:rsid w:val="00B2461F"/>
    <w:rsid w:val="00B26909"/>
    <w:rsid w:val="00B26C07"/>
    <w:rsid w:val="00B26EA3"/>
    <w:rsid w:val="00B37256"/>
    <w:rsid w:val="00B37F9D"/>
    <w:rsid w:val="00B44A78"/>
    <w:rsid w:val="00B47FAC"/>
    <w:rsid w:val="00B53433"/>
    <w:rsid w:val="00B5361A"/>
    <w:rsid w:val="00B53EF4"/>
    <w:rsid w:val="00B54FB3"/>
    <w:rsid w:val="00B56EC8"/>
    <w:rsid w:val="00B5740C"/>
    <w:rsid w:val="00B575C3"/>
    <w:rsid w:val="00B62539"/>
    <w:rsid w:val="00B6530A"/>
    <w:rsid w:val="00B65A2E"/>
    <w:rsid w:val="00B71304"/>
    <w:rsid w:val="00B71B4C"/>
    <w:rsid w:val="00B7202B"/>
    <w:rsid w:val="00B72FF1"/>
    <w:rsid w:val="00B73B5F"/>
    <w:rsid w:val="00B778E3"/>
    <w:rsid w:val="00B80A5B"/>
    <w:rsid w:val="00B81AD8"/>
    <w:rsid w:val="00B81CFC"/>
    <w:rsid w:val="00B81F59"/>
    <w:rsid w:val="00B8566F"/>
    <w:rsid w:val="00B906DD"/>
    <w:rsid w:val="00B934B8"/>
    <w:rsid w:val="00B94036"/>
    <w:rsid w:val="00B94259"/>
    <w:rsid w:val="00B95871"/>
    <w:rsid w:val="00B95B57"/>
    <w:rsid w:val="00B96460"/>
    <w:rsid w:val="00BA0D33"/>
    <w:rsid w:val="00BA23FE"/>
    <w:rsid w:val="00BA343C"/>
    <w:rsid w:val="00BA4102"/>
    <w:rsid w:val="00BA594D"/>
    <w:rsid w:val="00BA661A"/>
    <w:rsid w:val="00BA6816"/>
    <w:rsid w:val="00BB274E"/>
    <w:rsid w:val="00BB5539"/>
    <w:rsid w:val="00BB7577"/>
    <w:rsid w:val="00BC05D0"/>
    <w:rsid w:val="00BC08DB"/>
    <w:rsid w:val="00BC7D64"/>
    <w:rsid w:val="00BD0B2C"/>
    <w:rsid w:val="00BD65E5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C45"/>
    <w:rsid w:val="00BE77E8"/>
    <w:rsid w:val="00BF0369"/>
    <w:rsid w:val="00BF0B92"/>
    <w:rsid w:val="00BF69BB"/>
    <w:rsid w:val="00BF6DCE"/>
    <w:rsid w:val="00BF733D"/>
    <w:rsid w:val="00BF760B"/>
    <w:rsid w:val="00C00908"/>
    <w:rsid w:val="00C00F1F"/>
    <w:rsid w:val="00C02755"/>
    <w:rsid w:val="00C03CDC"/>
    <w:rsid w:val="00C06CD3"/>
    <w:rsid w:val="00C075FA"/>
    <w:rsid w:val="00C10CDF"/>
    <w:rsid w:val="00C11AE4"/>
    <w:rsid w:val="00C12FD1"/>
    <w:rsid w:val="00C13FAC"/>
    <w:rsid w:val="00C1640E"/>
    <w:rsid w:val="00C16A8D"/>
    <w:rsid w:val="00C20512"/>
    <w:rsid w:val="00C23717"/>
    <w:rsid w:val="00C2563D"/>
    <w:rsid w:val="00C26155"/>
    <w:rsid w:val="00C27804"/>
    <w:rsid w:val="00C309AF"/>
    <w:rsid w:val="00C34716"/>
    <w:rsid w:val="00C34CE3"/>
    <w:rsid w:val="00C37460"/>
    <w:rsid w:val="00C42EAA"/>
    <w:rsid w:val="00C43DDD"/>
    <w:rsid w:val="00C441D0"/>
    <w:rsid w:val="00C45009"/>
    <w:rsid w:val="00C4667C"/>
    <w:rsid w:val="00C47D30"/>
    <w:rsid w:val="00C51306"/>
    <w:rsid w:val="00C5679E"/>
    <w:rsid w:val="00C5715F"/>
    <w:rsid w:val="00C57194"/>
    <w:rsid w:val="00C57452"/>
    <w:rsid w:val="00C60549"/>
    <w:rsid w:val="00C62827"/>
    <w:rsid w:val="00C64FD9"/>
    <w:rsid w:val="00C70C39"/>
    <w:rsid w:val="00C70CB2"/>
    <w:rsid w:val="00C71AF0"/>
    <w:rsid w:val="00C736E0"/>
    <w:rsid w:val="00C81F45"/>
    <w:rsid w:val="00C83BE8"/>
    <w:rsid w:val="00C84F7F"/>
    <w:rsid w:val="00C85BB7"/>
    <w:rsid w:val="00C86D7A"/>
    <w:rsid w:val="00C874E3"/>
    <w:rsid w:val="00C915C2"/>
    <w:rsid w:val="00C93A3A"/>
    <w:rsid w:val="00C950D0"/>
    <w:rsid w:val="00C96211"/>
    <w:rsid w:val="00C97581"/>
    <w:rsid w:val="00CA3989"/>
    <w:rsid w:val="00CB0167"/>
    <w:rsid w:val="00CB1166"/>
    <w:rsid w:val="00CB1CF3"/>
    <w:rsid w:val="00CB25D5"/>
    <w:rsid w:val="00CB5227"/>
    <w:rsid w:val="00CB5402"/>
    <w:rsid w:val="00CB63CF"/>
    <w:rsid w:val="00CC4FA3"/>
    <w:rsid w:val="00CC57A7"/>
    <w:rsid w:val="00CD14E2"/>
    <w:rsid w:val="00CD56A8"/>
    <w:rsid w:val="00CD5E08"/>
    <w:rsid w:val="00CE0219"/>
    <w:rsid w:val="00CE2D0C"/>
    <w:rsid w:val="00CE3709"/>
    <w:rsid w:val="00CE5B98"/>
    <w:rsid w:val="00CE5BA9"/>
    <w:rsid w:val="00CE5BE6"/>
    <w:rsid w:val="00CE7669"/>
    <w:rsid w:val="00CF0457"/>
    <w:rsid w:val="00CF6465"/>
    <w:rsid w:val="00CF65BC"/>
    <w:rsid w:val="00CF6B19"/>
    <w:rsid w:val="00CF75A5"/>
    <w:rsid w:val="00D00794"/>
    <w:rsid w:val="00D021D5"/>
    <w:rsid w:val="00D026DE"/>
    <w:rsid w:val="00D0431A"/>
    <w:rsid w:val="00D05EB4"/>
    <w:rsid w:val="00D06A52"/>
    <w:rsid w:val="00D11419"/>
    <w:rsid w:val="00D118EE"/>
    <w:rsid w:val="00D11B9E"/>
    <w:rsid w:val="00D12061"/>
    <w:rsid w:val="00D135D3"/>
    <w:rsid w:val="00D14B97"/>
    <w:rsid w:val="00D16F90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6B5F"/>
    <w:rsid w:val="00D36BAD"/>
    <w:rsid w:val="00D40216"/>
    <w:rsid w:val="00D43156"/>
    <w:rsid w:val="00D44C53"/>
    <w:rsid w:val="00D4546B"/>
    <w:rsid w:val="00D46FE2"/>
    <w:rsid w:val="00D470A9"/>
    <w:rsid w:val="00D478BE"/>
    <w:rsid w:val="00D505C8"/>
    <w:rsid w:val="00D52268"/>
    <w:rsid w:val="00D543A9"/>
    <w:rsid w:val="00D5454C"/>
    <w:rsid w:val="00D546F8"/>
    <w:rsid w:val="00D5501D"/>
    <w:rsid w:val="00D55B06"/>
    <w:rsid w:val="00D5620F"/>
    <w:rsid w:val="00D57949"/>
    <w:rsid w:val="00D57AF3"/>
    <w:rsid w:val="00D57B19"/>
    <w:rsid w:val="00D57F54"/>
    <w:rsid w:val="00D60115"/>
    <w:rsid w:val="00D6048D"/>
    <w:rsid w:val="00D6195E"/>
    <w:rsid w:val="00D61C32"/>
    <w:rsid w:val="00D636E6"/>
    <w:rsid w:val="00D64588"/>
    <w:rsid w:val="00D6506F"/>
    <w:rsid w:val="00D66AA3"/>
    <w:rsid w:val="00D6798C"/>
    <w:rsid w:val="00D70637"/>
    <w:rsid w:val="00D720B2"/>
    <w:rsid w:val="00D728F5"/>
    <w:rsid w:val="00D748A7"/>
    <w:rsid w:val="00D74E4F"/>
    <w:rsid w:val="00D75996"/>
    <w:rsid w:val="00D77F24"/>
    <w:rsid w:val="00D82BE6"/>
    <w:rsid w:val="00D84ACE"/>
    <w:rsid w:val="00D84C9F"/>
    <w:rsid w:val="00D85215"/>
    <w:rsid w:val="00D863A4"/>
    <w:rsid w:val="00D86DFC"/>
    <w:rsid w:val="00D93649"/>
    <w:rsid w:val="00D936A1"/>
    <w:rsid w:val="00D95771"/>
    <w:rsid w:val="00D97091"/>
    <w:rsid w:val="00D970AD"/>
    <w:rsid w:val="00DA0922"/>
    <w:rsid w:val="00DA0DCE"/>
    <w:rsid w:val="00DA48BF"/>
    <w:rsid w:val="00DA790B"/>
    <w:rsid w:val="00DB04C7"/>
    <w:rsid w:val="00DB23BC"/>
    <w:rsid w:val="00DB2B0C"/>
    <w:rsid w:val="00DB3992"/>
    <w:rsid w:val="00DB6995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B97"/>
    <w:rsid w:val="00DD1305"/>
    <w:rsid w:val="00DD2345"/>
    <w:rsid w:val="00DD3F09"/>
    <w:rsid w:val="00DD4354"/>
    <w:rsid w:val="00DD47BD"/>
    <w:rsid w:val="00DD59C8"/>
    <w:rsid w:val="00DD5FAA"/>
    <w:rsid w:val="00DD6372"/>
    <w:rsid w:val="00DD684E"/>
    <w:rsid w:val="00DD7434"/>
    <w:rsid w:val="00DE05FD"/>
    <w:rsid w:val="00DE1948"/>
    <w:rsid w:val="00DE289D"/>
    <w:rsid w:val="00DE2B7F"/>
    <w:rsid w:val="00DE70E0"/>
    <w:rsid w:val="00DE7FF6"/>
    <w:rsid w:val="00DF0C40"/>
    <w:rsid w:val="00DF0DFC"/>
    <w:rsid w:val="00DF5215"/>
    <w:rsid w:val="00DF5231"/>
    <w:rsid w:val="00DF56CC"/>
    <w:rsid w:val="00DF6188"/>
    <w:rsid w:val="00DF61D2"/>
    <w:rsid w:val="00DF66A6"/>
    <w:rsid w:val="00DF7C01"/>
    <w:rsid w:val="00E00A24"/>
    <w:rsid w:val="00E00AF6"/>
    <w:rsid w:val="00E03C9F"/>
    <w:rsid w:val="00E05168"/>
    <w:rsid w:val="00E0590A"/>
    <w:rsid w:val="00E07C83"/>
    <w:rsid w:val="00E146D0"/>
    <w:rsid w:val="00E14829"/>
    <w:rsid w:val="00E15C13"/>
    <w:rsid w:val="00E16135"/>
    <w:rsid w:val="00E168CD"/>
    <w:rsid w:val="00E17999"/>
    <w:rsid w:val="00E20473"/>
    <w:rsid w:val="00E228F8"/>
    <w:rsid w:val="00E22F6D"/>
    <w:rsid w:val="00E25884"/>
    <w:rsid w:val="00E30C87"/>
    <w:rsid w:val="00E30E36"/>
    <w:rsid w:val="00E30E56"/>
    <w:rsid w:val="00E310EF"/>
    <w:rsid w:val="00E33D81"/>
    <w:rsid w:val="00E35B90"/>
    <w:rsid w:val="00E40E04"/>
    <w:rsid w:val="00E4100C"/>
    <w:rsid w:val="00E42D5F"/>
    <w:rsid w:val="00E43755"/>
    <w:rsid w:val="00E44E32"/>
    <w:rsid w:val="00E47F79"/>
    <w:rsid w:val="00E50D09"/>
    <w:rsid w:val="00E523CF"/>
    <w:rsid w:val="00E52ECB"/>
    <w:rsid w:val="00E52F3C"/>
    <w:rsid w:val="00E5375E"/>
    <w:rsid w:val="00E541F2"/>
    <w:rsid w:val="00E5463F"/>
    <w:rsid w:val="00E55314"/>
    <w:rsid w:val="00E558B2"/>
    <w:rsid w:val="00E561F3"/>
    <w:rsid w:val="00E5695D"/>
    <w:rsid w:val="00E56C72"/>
    <w:rsid w:val="00E61E4F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D82"/>
    <w:rsid w:val="00E838B8"/>
    <w:rsid w:val="00E84640"/>
    <w:rsid w:val="00E850CB"/>
    <w:rsid w:val="00E85EAF"/>
    <w:rsid w:val="00E86B37"/>
    <w:rsid w:val="00E91431"/>
    <w:rsid w:val="00E918E8"/>
    <w:rsid w:val="00E93E09"/>
    <w:rsid w:val="00E947B3"/>
    <w:rsid w:val="00EA4CB9"/>
    <w:rsid w:val="00EB20FA"/>
    <w:rsid w:val="00EB32DF"/>
    <w:rsid w:val="00EB5DE1"/>
    <w:rsid w:val="00EB6381"/>
    <w:rsid w:val="00EB6998"/>
    <w:rsid w:val="00EB7A10"/>
    <w:rsid w:val="00EC0862"/>
    <w:rsid w:val="00EC1461"/>
    <w:rsid w:val="00EC25E6"/>
    <w:rsid w:val="00EC3360"/>
    <w:rsid w:val="00EC48A6"/>
    <w:rsid w:val="00EC5034"/>
    <w:rsid w:val="00EC562A"/>
    <w:rsid w:val="00EC7E51"/>
    <w:rsid w:val="00ED1C90"/>
    <w:rsid w:val="00ED22EE"/>
    <w:rsid w:val="00ED25F2"/>
    <w:rsid w:val="00ED2836"/>
    <w:rsid w:val="00ED62BF"/>
    <w:rsid w:val="00ED63D5"/>
    <w:rsid w:val="00ED7B33"/>
    <w:rsid w:val="00EE09D1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357F"/>
    <w:rsid w:val="00EF4515"/>
    <w:rsid w:val="00EF5D2B"/>
    <w:rsid w:val="00EF6A69"/>
    <w:rsid w:val="00EF7F8C"/>
    <w:rsid w:val="00F0038B"/>
    <w:rsid w:val="00F0328C"/>
    <w:rsid w:val="00F03C3C"/>
    <w:rsid w:val="00F04560"/>
    <w:rsid w:val="00F07E27"/>
    <w:rsid w:val="00F15145"/>
    <w:rsid w:val="00F16222"/>
    <w:rsid w:val="00F16710"/>
    <w:rsid w:val="00F16AF0"/>
    <w:rsid w:val="00F16D19"/>
    <w:rsid w:val="00F16DCC"/>
    <w:rsid w:val="00F20EA9"/>
    <w:rsid w:val="00F22371"/>
    <w:rsid w:val="00F23306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B71"/>
    <w:rsid w:val="00F41066"/>
    <w:rsid w:val="00F430B2"/>
    <w:rsid w:val="00F43718"/>
    <w:rsid w:val="00F442B5"/>
    <w:rsid w:val="00F44328"/>
    <w:rsid w:val="00F44724"/>
    <w:rsid w:val="00F45156"/>
    <w:rsid w:val="00F45DAF"/>
    <w:rsid w:val="00F51E1B"/>
    <w:rsid w:val="00F5211B"/>
    <w:rsid w:val="00F52D7B"/>
    <w:rsid w:val="00F52FA0"/>
    <w:rsid w:val="00F5324F"/>
    <w:rsid w:val="00F536EF"/>
    <w:rsid w:val="00F5403F"/>
    <w:rsid w:val="00F5441F"/>
    <w:rsid w:val="00F545E9"/>
    <w:rsid w:val="00F60037"/>
    <w:rsid w:val="00F62464"/>
    <w:rsid w:val="00F63129"/>
    <w:rsid w:val="00F65146"/>
    <w:rsid w:val="00F65171"/>
    <w:rsid w:val="00F65184"/>
    <w:rsid w:val="00F66E2D"/>
    <w:rsid w:val="00F71E3C"/>
    <w:rsid w:val="00F728CD"/>
    <w:rsid w:val="00F75799"/>
    <w:rsid w:val="00F75B34"/>
    <w:rsid w:val="00F76B35"/>
    <w:rsid w:val="00F775E9"/>
    <w:rsid w:val="00F80326"/>
    <w:rsid w:val="00F869A0"/>
    <w:rsid w:val="00F872D4"/>
    <w:rsid w:val="00F87DF6"/>
    <w:rsid w:val="00F90C17"/>
    <w:rsid w:val="00F9427C"/>
    <w:rsid w:val="00F9491D"/>
    <w:rsid w:val="00F94A5E"/>
    <w:rsid w:val="00F95D13"/>
    <w:rsid w:val="00F960F5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36D5"/>
    <w:rsid w:val="00FB38D5"/>
    <w:rsid w:val="00FB5E0E"/>
    <w:rsid w:val="00FB69F2"/>
    <w:rsid w:val="00FB6E90"/>
    <w:rsid w:val="00FB741C"/>
    <w:rsid w:val="00FC0C98"/>
    <w:rsid w:val="00FC170B"/>
    <w:rsid w:val="00FC24CB"/>
    <w:rsid w:val="00FC3F10"/>
    <w:rsid w:val="00FC42B6"/>
    <w:rsid w:val="00FC68E8"/>
    <w:rsid w:val="00FD0164"/>
    <w:rsid w:val="00FD0249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F58"/>
    <w:rsid w:val="00FE0F21"/>
    <w:rsid w:val="00FE2940"/>
    <w:rsid w:val="00FE4264"/>
    <w:rsid w:val="00FE54CF"/>
    <w:rsid w:val="00FE607A"/>
    <w:rsid w:val="00FE77E1"/>
    <w:rsid w:val="00FE7BF5"/>
    <w:rsid w:val="00FF011C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F7E"/>
    <w:pPr>
      <w:keepNext/>
      <w:ind w:right="-1759"/>
      <w:jc w:val="both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1F7E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1F7E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C1F7E"/>
    <w:pPr>
      <w:keepNext/>
      <w:jc w:val="both"/>
      <w:outlineLvl w:val="5"/>
    </w:pPr>
    <w:rPr>
      <w:sz w:val="2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70B"/>
    <w:rPr>
      <w:rFonts w:eastAsia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470B"/>
    <w:rPr>
      <w:rFonts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470B"/>
    <w:rPr>
      <w:rFonts w:eastAsia="Times New Roman" w:cs="Times New Roman"/>
      <w:sz w:val="28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ListBullet2">
    <w:name w:val="List Bullet 2"/>
    <w:basedOn w:val="Normal"/>
    <w:autoRedefine/>
    <w:uiPriority w:val="99"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3C1F7E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F7E"/>
    <w:pPr>
      <w:ind w:right="-1759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470B"/>
    <w:rPr>
      <w:rFonts w:cs="Times New Roman"/>
      <w:sz w:val="28"/>
    </w:rPr>
  </w:style>
  <w:style w:type="paragraph" w:customStyle="1" w:styleId="21">
    <w:name w:val="Основной текст с отступом 21"/>
    <w:basedOn w:val="Normal"/>
    <w:uiPriority w:val="99"/>
    <w:rsid w:val="003C1F7E"/>
    <w:pPr>
      <w:widowControl w:val="0"/>
      <w:ind w:firstLine="851"/>
    </w:pPr>
    <w:rPr>
      <w:sz w:val="28"/>
      <w:szCs w:val="20"/>
    </w:rPr>
  </w:style>
  <w:style w:type="paragraph" w:styleId="List">
    <w:name w:val="List"/>
    <w:basedOn w:val="Normal"/>
    <w:uiPriority w:val="99"/>
    <w:rsid w:val="003C1F7E"/>
    <w:pPr>
      <w:ind w:left="283" w:hanging="283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C1F7E"/>
    <w:pPr>
      <w:ind w:right="-1759"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470B"/>
    <w:rPr>
      <w:rFonts w:cs="Times New Roman"/>
      <w:sz w:val="28"/>
    </w:rPr>
  </w:style>
  <w:style w:type="paragraph" w:styleId="List2">
    <w:name w:val="List 2"/>
    <w:basedOn w:val="Normal"/>
    <w:uiPriority w:val="99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Signature"/>
    <w:uiPriority w:val="99"/>
    <w:rsid w:val="003C1F7E"/>
  </w:style>
  <w:style w:type="paragraph" w:styleId="Signature">
    <w:name w:val="Signature"/>
    <w:basedOn w:val="Normal"/>
    <w:link w:val="SignatureChar"/>
    <w:uiPriority w:val="99"/>
    <w:rsid w:val="003C1F7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Адресат"/>
    <w:basedOn w:val="Normal"/>
    <w:uiPriority w:val="99"/>
    <w:rsid w:val="003C1F7E"/>
    <w:rPr>
      <w:sz w:val="20"/>
      <w:szCs w:val="20"/>
    </w:rPr>
  </w:style>
  <w:style w:type="paragraph" w:styleId="ListBullet3">
    <w:name w:val="List Bullet 3"/>
    <w:basedOn w:val="Normal"/>
    <w:autoRedefine/>
    <w:uiPriority w:val="99"/>
    <w:rsid w:val="003C1F7E"/>
    <w:pPr>
      <w:ind w:left="566"/>
    </w:pPr>
    <w:rPr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3C1F7E"/>
    <w:pPr>
      <w:ind w:right="-483"/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5470B"/>
    <w:rPr>
      <w:rFonts w:cs="Times New Roman"/>
      <w:sz w:val="28"/>
    </w:rPr>
  </w:style>
  <w:style w:type="paragraph" w:styleId="BodyText2">
    <w:name w:val="Body Text 2"/>
    <w:basedOn w:val="Normal"/>
    <w:link w:val="BodyText2Char"/>
    <w:uiPriority w:val="99"/>
    <w:rsid w:val="003C1F7E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C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C1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C1F7E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C1F7E"/>
    <w:pPr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223C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0C6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8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4</Pages>
  <Words>883</Words>
  <Characters>5034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dc:description/>
  <cp:lastModifiedBy>chernova</cp:lastModifiedBy>
  <cp:revision>7</cp:revision>
  <cp:lastPrinted>2012-02-15T11:30:00Z</cp:lastPrinted>
  <dcterms:created xsi:type="dcterms:W3CDTF">2012-02-15T10:07:00Z</dcterms:created>
  <dcterms:modified xsi:type="dcterms:W3CDTF">2012-02-20T06:03:00Z</dcterms:modified>
</cp:coreProperties>
</file>