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36B" w:rsidRPr="00EA12A9" w:rsidRDefault="004A736B" w:rsidP="00A37367">
      <w:pPr>
        <w:jc w:val="center"/>
        <w:rPr>
          <w:bCs/>
          <w:sz w:val="28"/>
          <w:szCs w:val="28"/>
        </w:rPr>
      </w:pPr>
    </w:p>
    <w:p w:rsidR="00EA12A9" w:rsidRPr="00EA12A9" w:rsidRDefault="00EA12A9" w:rsidP="00A37367">
      <w:pPr>
        <w:jc w:val="center"/>
        <w:rPr>
          <w:bCs/>
          <w:sz w:val="28"/>
          <w:szCs w:val="28"/>
        </w:rPr>
      </w:pPr>
    </w:p>
    <w:p w:rsidR="00EA12A9" w:rsidRPr="00EA12A9" w:rsidRDefault="00EA12A9" w:rsidP="00A37367">
      <w:pPr>
        <w:jc w:val="center"/>
        <w:rPr>
          <w:bCs/>
          <w:sz w:val="28"/>
          <w:szCs w:val="28"/>
        </w:rPr>
      </w:pPr>
    </w:p>
    <w:p w:rsidR="00EA12A9" w:rsidRPr="00EA12A9" w:rsidRDefault="00EA12A9" w:rsidP="00A37367">
      <w:pPr>
        <w:jc w:val="center"/>
        <w:rPr>
          <w:bCs/>
          <w:sz w:val="28"/>
          <w:szCs w:val="28"/>
        </w:rPr>
      </w:pPr>
    </w:p>
    <w:p w:rsidR="00EA12A9" w:rsidRPr="00EA12A9" w:rsidRDefault="00EA12A9" w:rsidP="00A37367">
      <w:pPr>
        <w:jc w:val="center"/>
        <w:rPr>
          <w:bCs/>
          <w:sz w:val="28"/>
          <w:szCs w:val="28"/>
        </w:rPr>
      </w:pPr>
    </w:p>
    <w:p w:rsidR="00EA12A9" w:rsidRPr="00EA12A9" w:rsidRDefault="00EA12A9" w:rsidP="00A37367">
      <w:pPr>
        <w:jc w:val="center"/>
        <w:rPr>
          <w:bCs/>
          <w:sz w:val="28"/>
          <w:szCs w:val="28"/>
        </w:rPr>
      </w:pPr>
    </w:p>
    <w:p w:rsidR="00EA12A9" w:rsidRPr="00EA12A9" w:rsidRDefault="00EA12A9" w:rsidP="00A37367">
      <w:pPr>
        <w:jc w:val="center"/>
        <w:rPr>
          <w:bCs/>
          <w:sz w:val="28"/>
          <w:szCs w:val="28"/>
        </w:rPr>
      </w:pPr>
    </w:p>
    <w:p w:rsidR="00EA12A9" w:rsidRPr="00EA12A9" w:rsidRDefault="00EA12A9" w:rsidP="00A37367">
      <w:pPr>
        <w:jc w:val="center"/>
        <w:rPr>
          <w:bCs/>
          <w:sz w:val="28"/>
          <w:szCs w:val="28"/>
        </w:rPr>
      </w:pPr>
    </w:p>
    <w:p w:rsidR="00EA12A9" w:rsidRPr="00EA12A9" w:rsidRDefault="00EA12A9" w:rsidP="00A37367">
      <w:pPr>
        <w:jc w:val="center"/>
        <w:rPr>
          <w:bCs/>
          <w:sz w:val="28"/>
          <w:szCs w:val="28"/>
        </w:rPr>
      </w:pPr>
    </w:p>
    <w:p w:rsidR="0043041F" w:rsidRPr="00EA12A9" w:rsidRDefault="00B41ADF" w:rsidP="00A37367">
      <w:pPr>
        <w:jc w:val="center"/>
        <w:rPr>
          <w:b/>
          <w:bCs/>
          <w:sz w:val="28"/>
          <w:szCs w:val="28"/>
        </w:rPr>
      </w:pPr>
      <w:r w:rsidRPr="00EA12A9">
        <w:rPr>
          <w:b/>
          <w:bCs/>
          <w:sz w:val="28"/>
          <w:szCs w:val="28"/>
        </w:rPr>
        <w:t>О внесении изменени</w:t>
      </w:r>
      <w:r w:rsidR="006B01DA" w:rsidRPr="00EA12A9">
        <w:rPr>
          <w:b/>
          <w:bCs/>
          <w:sz w:val="28"/>
          <w:szCs w:val="28"/>
        </w:rPr>
        <w:t>й</w:t>
      </w:r>
      <w:r w:rsidRPr="00EA12A9">
        <w:rPr>
          <w:b/>
          <w:bCs/>
          <w:sz w:val="28"/>
          <w:szCs w:val="28"/>
        </w:rPr>
        <w:t xml:space="preserve"> в Закон Ярославской области</w:t>
      </w:r>
      <w:r w:rsidR="00A37367" w:rsidRPr="00EA12A9">
        <w:rPr>
          <w:b/>
          <w:bCs/>
          <w:sz w:val="28"/>
          <w:szCs w:val="28"/>
        </w:rPr>
        <w:t xml:space="preserve"> </w:t>
      </w:r>
    </w:p>
    <w:p w:rsidR="0043041F" w:rsidRPr="00EA12A9" w:rsidRDefault="00B41ADF" w:rsidP="00A37367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EA12A9">
        <w:rPr>
          <w:b/>
          <w:bCs/>
          <w:sz w:val="28"/>
          <w:szCs w:val="28"/>
        </w:rPr>
        <w:t>«</w:t>
      </w:r>
      <w:r w:rsidR="00A37367" w:rsidRPr="00EA12A9">
        <w:rPr>
          <w:rFonts w:eastAsiaTheme="minorHAnsi"/>
          <w:b/>
          <w:bCs/>
          <w:sz w:val="28"/>
          <w:szCs w:val="28"/>
          <w:lang w:eastAsia="en-US"/>
        </w:rPr>
        <w:t xml:space="preserve">О реестре должностей муниципальной службы </w:t>
      </w:r>
    </w:p>
    <w:p w:rsidR="00B41ADF" w:rsidRPr="00EA12A9" w:rsidRDefault="00A37367" w:rsidP="00A37367">
      <w:pPr>
        <w:jc w:val="center"/>
        <w:rPr>
          <w:b/>
          <w:bCs/>
          <w:sz w:val="28"/>
          <w:szCs w:val="28"/>
        </w:rPr>
      </w:pPr>
      <w:r w:rsidRPr="00EA12A9">
        <w:rPr>
          <w:rFonts w:eastAsiaTheme="minorHAnsi"/>
          <w:b/>
          <w:bCs/>
          <w:sz w:val="28"/>
          <w:szCs w:val="28"/>
          <w:lang w:eastAsia="en-US"/>
        </w:rPr>
        <w:t>в Ярославской области</w:t>
      </w:r>
      <w:r w:rsidR="00B41ADF" w:rsidRPr="00EA12A9">
        <w:rPr>
          <w:b/>
          <w:bCs/>
          <w:sz w:val="28"/>
          <w:szCs w:val="28"/>
        </w:rPr>
        <w:t>»</w:t>
      </w:r>
    </w:p>
    <w:p w:rsidR="00267A72" w:rsidRPr="00EA12A9" w:rsidRDefault="00267A72" w:rsidP="00517712">
      <w:pPr>
        <w:ind w:firstLine="709"/>
        <w:jc w:val="both"/>
        <w:rPr>
          <w:smallCaps/>
          <w:sz w:val="28"/>
          <w:szCs w:val="28"/>
        </w:rPr>
      </w:pPr>
    </w:p>
    <w:p w:rsidR="004A736B" w:rsidRPr="00EA12A9" w:rsidRDefault="004A736B" w:rsidP="00517712">
      <w:pPr>
        <w:ind w:firstLine="709"/>
        <w:jc w:val="both"/>
        <w:rPr>
          <w:smallCaps/>
          <w:sz w:val="28"/>
          <w:szCs w:val="28"/>
        </w:rPr>
      </w:pPr>
    </w:p>
    <w:p w:rsidR="00487CF4" w:rsidRPr="00EA12A9" w:rsidRDefault="00487CF4" w:rsidP="00487CF4">
      <w:pPr>
        <w:rPr>
          <w:szCs w:val="28"/>
        </w:rPr>
      </w:pPr>
      <w:proofErr w:type="gramStart"/>
      <w:r w:rsidRPr="00EA12A9">
        <w:rPr>
          <w:szCs w:val="28"/>
        </w:rPr>
        <w:t>Принят</w:t>
      </w:r>
      <w:proofErr w:type="gramEnd"/>
      <w:r w:rsidRPr="00EA12A9">
        <w:rPr>
          <w:szCs w:val="28"/>
        </w:rPr>
        <w:t xml:space="preserve"> Ярославской областной Думой</w:t>
      </w:r>
    </w:p>
    <w:p w:rsidR="00487CF4" w:rsidRPr="00EA12A9" w:rsidRDefault="00487CF4" w:rsidP="00487CF4">
      <w:pPr>
        <w:rPr>
          <w:szCs w:val="28"/>
        </w:rPr>
      </w:pPr>
      <w:r w:rsidRPr="00EA12A9">
        <w:rPr>
          <w:szCs w:val="28"/>
        </w:rPr>
        <w:t>19 ноября 2021 года</w:t>
      </w:r>
    </w:p>
    <w:p w:rsidR="00B41ADF" w:rsidRDefault="00B41ADF" w:rsidP="00517712">
      <w:pPr>
        <w:ind w:firstLine="709"/>
        <w:rPr>
          <w:sz w:val="28"/>
          <w:szCs w:val="28"/>
        </w:rPr>
      </w:pPr>
    </w:p>
    <w:p w:rsidR="00EA12A9" w:rsidRPr="00EA12A9" w:rsidRDefault="00EA12A9" w:rsidP="00517712">
      <w:pPr>
        <w:ind w:firstLine="709"/>
        <w:rPr>
          <w:sz w:val="28"/>
          <w:szCs w:val="28"/>
        </w:rPr>
      </w:pPr>
    </w:p>
    <w:p w:rsidR="00A37367" w:rsidRPr="00EA12A9" w:rsidRDefault="000E2230" w:rsidP="00A37367">
      <w:pPr>
        <w:ind w:firstLine="709"/>
        <w:jc w:val="both"/>
        <w:rPr>
          <w:sz w:val="28"/>
          <w:szCs w:val="28"/>
        </w:rPr>
      </w:pPr>
      <w:r w:rsidRPr="00EA12A9">
        <w:rPr>
          <w:rFonts w:eastAsiaTheme="minorHAnsi"/>
          <w:bCs/>
          <w:sz w:val="28"/>
          <w:szCs w:val="28"/>
          <w:lang w:eastAsia="en-US"/>
        </w:rPr>
        <w:t xml:space="preserve">Внести в </w:t>
      </w:r>
      <w:r w:rsidR="00A37367" w:rsidRPr="00EA12A9">
        <w:rPr>
          <w:rFonts w:eastAsiaTheme="minorHAnsi"/>
          <w:bCs/>
          <w:sz w:val="28"/>
          <w:szCs w:val="28"/>
          <w:lang w:eastAsia="en-US"/>
        </w:rPr>
        <w:t xml:space="preserve">Закон Ярославской области от 27.06.2007 № 47-з «О реестре должностей муниципальной службы в Ярославской области» (Губернские вести, 2007, 29 июня, № 44-б; Документ – Регион, 2012, 4 мая, № 35; 2013, 12 июля, № 54; 2019, 5 апреля, № 27) следующие </w:t>
      </w:r>
      <w:r w:rsidR="00A37367" w:rsidRPr="00EA12A9">
        <w:rPr>
          <w:sz w:val="28"/>
          <w:szCs w:val="28"/>
        </w:rPr>
        <w:t>изменения:</w:t>
      </w:r>
    </w:p>
    <w:p w:rsidR="00A37367" w:rsidRPr="00EA12A9" w:rsidRDefault="00A37367" w:rsidP="00A37367">
      <w:pPr>
        <w:ind w:firstLine="709"/>
        <w:jc w:val="both"/>
        <w:rPr>
          <w:sz w:val="28"/>
          <w:szCs w:val="28"/>
        </w:rPr>
      </w:pPr>
      <w:r w:rsidRPr="00EA12A9">
        <w:rPr>
          <w:sz w:val="28"/>
          <w:szCs w:val="28"/>
        </w:rPr>
        <w:t xml:space="preserve">1) часть 2 статьи 2 признать утратившей силу; </w:t>
      </w:r>
    </w:p>
    <w:p w:rsidR="00A37367" w:rsidRPr="00EA12A9" w:rsidRDefault="00A37367" w:rsidP="00A37367">
      <w:pPr>
        <w:ind w:firstLine="709"/>
        <w:jc w:val="both"/>
        <w:rPr>
          <w:sz w:val="28"/>
          <w:szCs w:val="28"/>
        </w:rPr>
      </w:pPr>
      <w:r w:rsidRPr="00EA12A9">
        <w:rPr>
          <w:sz w:val="28"/>
          <w:szCs w:val="28"/>
        </w:rPr>
        <w:t>2) в разделе III приложения:</w:t>
      </w:r>
    </w:p>
    <w:p w:rsidR="00A37367" w:rsidRPr="00EA12A9" w:rsidRDefault="00A37367" w:rsidP="00A37367">
      <w:pPr>
        <w:ind w:firstLine="709"/>
        <w:jc w:val="both"/>
        <w:rPr>
          <w:sz w:val="28"/>
          <w:szCs w:val="28"/>
        </w:rPr>
      </w:pPr>
      <w:r w:rsidRPr="00EA12A9">
        <w:rPr>
          <w:sz w:val="28"/>
          <w:szCs w:val="28"/>
        </w:rPr>
        <w:t>а) подразделы «Высшая должность муниципальной службы» и «Гла</w:t>
      </w:r>
      <w:r w:rsidRPr="00EA12A9">
        <w:rPr>
          <w:sz w:val="28"/>
          <w:szCs w:val="28"/>
        </w:rPr>
        <w:t>в</w:t>
      </w:r>
      <w:r w:rsidRPr="00EA12A9">
        <w:rPr>
          <w:sz w:val="28"/>
          <w:szCs w:val="28"/>
        </w:rPr>
        <w:t>ная должность муниципальной службы» признать утратившими силу;</w:t>
      </w:r>
    </w:p>
    <w:p w:rsidR="00A37367" w:rsidRPr="00EA12A9" w:rsidRDefault="00A37367" w:rsidP="00A37367">
      <w:pPr>
        <w:ind w:firstLine="709"/>
        <w:jc w:val="both"/>
        <w:rPr>
          <w:sz w:val="28"/>
          <w:szCs w:val="28"/>
        </w:rPr>
      </w:pPr>
      <w:r w:rsidRPr="00EA12A9">
        <w:rPr>
          <w:sz w:val="28"/>
          <w:szCs w:val="28"/>
        </w:rPr>
        <w:t>б) подраздел «Ведущие должности муниципальной службы» изложить в следующей редакции:</w:t>
      </w:r>
    </w:p>
    <w:p w:rsidR="00A37367" w:rsidRPr="00EA12A9" w:rsidRDefault="00A37367" w:rsidP="00A37367">
      <w:pPr>
        <w:ind w:firstLine="709"/>
        <w:jc w:val="both"/>
        <w:rPr>
          <w:sz w:val="28"/>
          <w:szCs w:val="28"/>
        </w:rPr>
      </w:pPr>
      <w:r w:rsidRPr="00EA12A9">
        <w:rPr>
          <w:sz w:val="28"/>
          <w:szCs w:val="28"/>
        </w:rPr>
        <w:t>«Ведущие должности муниципальной службы</w:t>
      </w:r>
    </w:p>
    <w:p w:rsidR="00A37367" w:rsidRPr="00EA12A9" w:rsidRDefault="00A37367" w:rsidP="00A37367">
      <w:pPr>
        <w:ind w:firstLine="709"/>
        <w:jc w:val="both"/>
        <w:rPr>
          <w:sz w:val="28"/>
          <w:szCs w:val="28"/>
        </w:rPr>
      </w:pPr>
      <w:r w:rsidRPr="00EA12A9">
        <w:rPr>
          <w:sz w:val="28"/>
          <w:szCs w:val="28"/>
        </w:rPr>
        <w:t>1. Инспектор.</w:t>
      </w:r>
    </w:p>
    <w:p w:rsidR="00A37367" w:rsidRPr="00EA12A9" w:rsidRDefault="0043041F" w:rsidP="00A37367">
      <w:pPr>
        <w:ind w:firstLine="709"/>
        <w:jc w:val="both"/>
        <w:rPr>
          <w:sz w:val="28"/>
          <w:szCs w:val="28"/>
        </w:rPr>
      </w:pPr>
      <w:r w:rsidRPr="00EA12A9">
        <w:rPr>
          <w:sz w:val="28"/>
          <w:szCs w:val="28"/>
        </w:rPr>
        <w:t xml:space="preserve">2. Консультант </w:t>
      </w:r>
      <w:r w:rsidR="00A37367" w:rsidRPr="00EA12A9">
        <w:rPr>
          <w:sz w:val="28"/>
          <w:szCs w:val="28"/>
        </w:rPr>
        <w:t>**.».</w:t>
      </w:r>
    </w:p>
    <w:p w:rsidR="00A37367" w:rsidRPr="00EA12A9" w:rsidRDefault="00A37367" w:rsidP="00EA12A9">
      <w:pPr>
        <w:jc w:val="both"/>
        <w:rPr>
          <w:sz w:val="28"/>
          <w:szCs w:val="28"/>
        </w:rPr>
      </w:pPr>
    </w:p>
    <w:p w:rsidR="002E2422" w:rsidRPr="00EA12A9" w:rsidRDefault="002E2422" w:rsidP="00EA12A9">
      <w:pPr>
        <w:jc w:val="both"/>
        <w:rPr>
          <w:sz w:val="28"/>
          <w:szCs w:val="28"/>
        </w:rPr>
      </w:pPr>
    </w:p>
    <w:p w:rsidR="00813546" w:rsidRPr="00EA12A9" w:rsidRDefault="00813546" w:rsidP="00517712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2556E7" w:rsidRPr="00EA12A9" w:rsidRDefault="002556E7" w:rsidP="002556E7">
      <w:pPr>
        <w:keepNext/>
        <w:outlineLvl w:val="3"/>
        <w:rPr>
          <w:bCs/>
          <w:sz w:val="28"/>
          <w:szCs w:val="28"/>
        </w:rPr>
      </w:pPr>
      <w:r w:rsidRPr="00EA12A9">
        <w:rPr>
          <w:bCs/>
          <w:sz w:val="28"/>
          <w:szCs w:val="28"/>
        </w:rPr>
        <w:t>Временно исполняющий</w:t>
      </w:r>
    </w:p>
    <w:p w:rsidR="002556E7" w:rsidRPr="00EA12A9" w:rsidRDefault="002556E7" w:rsidP="002556E7">
      <w:pPr>
        <w:keepNext/>
        <w:outlineLvl w:val="3"/>
        <w:rPr>
          <w:bCs/>
          <w:sz w:val="28"/>
          <w:szCs w:val="28"/>
        </w:rPr>
      </w:pPr>
      <w:r w:rsidRPr="00EA12A9">
        <w:rPr>
          <w:bCs/>
          <w:sz w:val="28"/>
          <w:szCs w:val="28"/>
        </w:rPr>
        <w:t>обязанности Губернатора</w:t>
      </w:r>
    </w:p>
    <w:p w:rsidR="002556E7" w:rsidRPr="00EA12A9" w:rsidRDefault="002556E7" w:rsidP="002556E7">
      <w:pPr>
        <w:keepNext/>
        <w:outlineLvl w:val="3"/>
        <w:rPr>
          <w:sz w:val="28"/>
          <w:szCs w:val="28"/>
        </w:rPr>
      </w:pPr>
      <w:r w:rsidRPr="00EA12A9">
        <w:rPr>
          <w:sz w:val="28"/>
          <w:szCs w:val="28"/>
        </w:rPr>
        <w:t>Ярославской области</w:t>
      </w:r>
      <w:r w:rsidRPr="00EA12A9">
        <w:rPr>
          <w:sz w:val="28"/>
          <w:szCs w:val="28"/>
        </w:rPr>
        <w:tab/>
        <w:t xml:space="preserve">                                                                        М.Я. </w:t>
      </w:r>
      <w:proofErr w:type="spellStart"/>
      <w:r w:rsidRPr="00EA12A9">
        <w:rPr>
          <w:sz w:val="28"/>
          <w:szCs w:val="28"/>
        </w:rPr>
        <w:t>Евраев</w:t>
      </w:r>
      <w:proofErr w:type="spellEnd"/>
    </w:p>
    <w:p w:rsidR="002556E7" w:rsidRPr="00EA12A9" w:rsidRDefault="002556E7" w:rsidP="002556E7">
      <w:pPr>
        <w:rPr>
          <w:sz w:val="28"/>
          <w:szCs w:val="28"/>
        </w:rPr>
      </w:pPr>
    </w:p>
    <w:p w:rsidR="002E2422" w:rsidRPr="00EA12A9" w:rsidRDefault="002E2422" w:rsidP="002556E7">
      <w:pPr>
        <w:rPr>
          <w:sz w:val="28"/>
          <w:szCs w:val="28"/>
        </w:rPr>
      </w:pPr>
    </w:p>
    <w:p w:rsidR="00376433" w:rsidRPr="00376433" w:rsidRDefault="00376433" w:rsidP="00376433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jc w:val="both"/>
        <w:textAlignment w:val="baseline"/>
        <w:outlineLvl w:val="1"/>
        <w:rPr>
          <w:bCs/>
          <w:sz w:val="28"/>
          <w:szCs w:val="28"/>
        </w:rPr>
      </w:pPr>
      <w:r w:rsidRPr="00376433">
        <w:rPr>
          <w:bCs/>
          <w:sz w:val="28"/>
          <w:szCs w:val="28"/>
        </w:rPr>
        <w:t>26 ноября 2021 г.</w:t>
      </w:r>
    </w:p>
    <w:p w:rsidR="00F96F4B" w:rsidRPr="00EA12A9" w:rsidRDefault="00F96F4B" w:rsidP="005A33C3">
      <w:pPr>
        <w:rPr>
          <w:sz w:val="28"/>
          <w:szCs w:val="28"/>
        </w:rPr>
      </w:pPr>
    </w:p>
    <w:p w:rsidR="00875284" w:rsidRPr="00EA12A9" w:rsidRDefault="00FB06DF" w:rsidP="005A33C3">
      <w:pPr>
        <w:rPr>
          <w:sz w:val="28"/>
          <w:szCs w:val="28"/>
        </w:rPr>
      </w:pPr>
      <w:r w:rsidRPr="00EA12A9">
        <w:rPr>
          <w:sz w:val="28"/>
          <w:szCs w:val="28"/>
        </w:rPr>
        <w:t>№</w:t>
      </w:r>
      <w:r w:rsidR="00EA12A9">
        <w:rPr>
          <w:sz w:val="28"/>
          <w:szCs w:val="28"/>
        </w:rPr>
        <w:t xml:space="preserve"> </w:t>
      </w:r>
      <w:r w:rsidR="00376433">
        <w:rPr>
          <w:sz w:val="28"/>
          <w:szCs w:val="28"/>
        </w:rPr>
        <w:t>84-з</w:t>
      </w:r>
      <w:bookmarkStart w:id="0" w:name="_GoBack"/>
      <w:bookmarkEnd w:id="0"/>
    </w:p>
    <w:sectPr w:rsidR="00875284" w:rsidRPr="00EA12A9" w:rsidSect="00EA12A9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043E" w:rsidRDefault="007A043E" w:rsidP="00011B0F">
      <w:r>
        <w:separator/>
      </w:r>
    </w:p>
  </w:endnote>
  <w:endnote w:type="continuationSeparator" w:id="0">
    <w:p w:rsidR="007A043E" w:rsidRDefault="007A043E" w:rsidP="00011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043E" w:rsidRDefault="007A043E" w:rsidP="00011B0F">
      <w:r>
        <w:separator/>
      </w:r>
    </w:p>
  </w:footnote>
  <w:footnote w:type="continuationSeparator" w:id="0">
    <w:p w:rsidR="007A043E" w:rsidRDefault="007A043E" w:rsidP="00011B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6493741"/>
      <w:docPartObj>
        <w:docPartGallery w:val="Page Numbers (Top of Page)"/>
        <w:docPartUnique/>
      </w:docPartObj>
    </w:sdtPr>
    <w:sdtEndPr/>
    <w:sdtContent>
      <w:p w:rsidR="00011B0F" w:rsidRDefault="00011B0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7367">
          <w:rPr>
            <w:noProof/>
          </w:rPr>
          <w:t>2</w:t>
        </w:r>
        <w:r>
          <w:fldChar w:fldCharType="end"/>
        </w:r>
      </w:p>
    </w:sdtContent>
  </w:sdt>
  <w:p w:rsidR="00011B0F" w:rsidRDefault="00011B0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ADF"/>
    <w:rsid w:val="0000253F"/>
    <w:rsid w:val="00002A89"/>
    <w:rsid w:val="000079A3"/>
    <w:rsid w:val="00011B0F"/>
    <w:rsid w:val="00015885"/>
    <w:rsid w:val="00015A17"/>
    <w:rsid w:val="0002283B"/>
    <w:rsid w:val="00025517"/>
    <w:rsid w:val="000273FF"/>
    <w:rsid w:val="000274BF"/>
    <w:rsid w:val="000330D9"/>
    <w:rsid w:val="0003361F"/>
    <w:rsid w:val="00035C85"/>
    <w:rsid w:val="00036A7E"/>
    <w:rsid w:val="00045FF9"/>
    <w:rsid w:val="000506ED"/>
    <w:rsid w:val="0005319C"/>
    <w:rsid w:val="00054B9D"/>
    <w:rsid w:val="000606F9"/>
    <w:rsid w:val="000644C8"/>
    <w:rsid w:val="00064B26"/>
    <w:rsid w:val="00064BC4"/>
    <w:rsid w:val="0006738E"/>
    <w:rsid w:val="00067B91"/>
    <w:rsid w:val="00067E0A"/>
    <w:rsid w:val="00074249"/>
    <w:rsid w:val="00075364"/>
    <w:rsid w:val="000768D5"/>
    <w:rsid w:val="0007705D"/>
    <w:rsid w:val="000772BC"/>
    <w:rsid w:val="000827FC"/>
    <w:rsid w:val="0008307C"/>
    <w:rsid w:val="00085DEC"/>
    <w:rsid w:val="0009632A"/>
    <w:rsid w:val="000A0260"/>
    <w:rsid w:val="000A1FC7"/>
    <w:rsid w:val="000A2302"/>
    <w:rsid w:val="000B1405"/>
    <w:rsid w:val="000B2444"/>
    <w:rsid w:val="000B4CC6"/>
    <w:rsid w:val="000B58E8"/>
    <w:rsid w:val="000B5ACE"/>
    <w:rsid w:val="000B5BA6"/>
    <w:rsid w:val="000B6254"/>
    <w:rsid w:val="000B72FD"/>
    <w:rsid w:val="000C00AD"/>
    <w:rsid w:val="000C0F36"/>
    <w:rsid w:val="000D1476"/>
    <w:rsid w:val="000D7A92"/>
    <w:rsid w:val="000E2230"/>
    <w:rsid w:val="000E32B1"/>
    <w:rsid w:val="000E5578"/>
    <w:rsid w:val="000E632C"/>
    <w:rsid w:val="000E65D1"/>
    <w:rsid w:val="000F1933"/>
    <w:rsid w:val="000F249A"/>
    <w:rsid w:val="00114206"/>
    <w:rsid w:val="0012089E"/>
    <w:rsid w:val="0012142D"/>
    <w:rsid w:val="00121C28"/>
    <w:rsid w:val="00127382"/>
    <w:rsid w:val="00130F93"/>
    <w:rsid w:val="001314A4"/>
    <w:rsid w:val="00131503"/>
    <w:rsid w:val="00132DD0"/>
    <w:rsid w:val="001367CF"/>
    <w:rsid w:val="0013754A"/>
    <w:rsid w:val="001378D6"/>
    <w:rsid w:val="001418A4"/>
    <w:rsid w:val="00141B4B"/>
    <w:rsid w:val="00142410"/>
    <w:rsid w:val="00143BF0"/>
    <w:rsid w:val="00144B4A"/>
    <w:rsid w:val="00151C66"/>
    <w:rsid w:val="00151F07"/>
    <w:rsid w:val="001555BC"/>
    <w:rsid w:val="00155A15"/>
    <w:rsid w:val="00155ABA"/>
    <w:rsid w:val="0016268A"/>
    <w:rsid w:val="00163876"/>
    <w:rsid w:val="001671A6"/>
    <w:rsid w:val="00173143"/>
    <w:rsid w:val="001774B0"/>
    <w:rsid w:val="0017753C"/>
    <w:rsid w:val="001816AE"/>
    <w:rsid w:val="001833EC"/>
    <w:rsid w:val="00186503"/>
    <w:rsid w:val="00193580"/>
    <w:rsid w:val="001A2C8D"/>
    <w:rsid w:val="001A587F"/>
    <w:rsid w:val="001C465F"/>
    <w:rsid w:val="001C7F27"/>
    <w:rsid w:val="001D4F51"/>
    <w:rsid w:val="001D7963"/>
    <w:rsid w:val="001E20EA"/>
    <w:rsid w:val="001E2D1D"/>
    <w:rsid w:val="001E697D"/>
    <w:rsid w:val="001E7253"/>
    <w:rsid w:val="001F0F51"/>
    <w:rsid w:val="001F2BB3"/>
    <w:rsid w:val="001F37D4"/>
    <w:rsid w:val="001F4712"/>
    <w:rsid w:val="001F47BF"/>
    <w:rsid w:val="00202AF5"/>
    <w:rsid w:val="00202E99"/>
    <w:rsid w:val="002071FD"/>
    <w:rsid w:val="00207B95"/>
    <w:rsid w:val="00216D90"/>
    <w:rsid w:val="00220575"/>
    <w:rsid w:val="002230A8"/>
    <w:rsid w:val="0022625B"/>
    <w:rsid w:val="002369F0"/>
    <w:rsid w:val="00242562"/>
    <w:rsid w:val="0024260D"/>
    <w:rsid w:val="0024389B"/>
    <w:rsid w:val="0024451A"/>
    <w:rsid w:val="0024567E"/>
    <w:rsid w:val="002550AB"/>
    <w:rsid w:val="002556E7"/>
    <w:rsid w:val="00262244"/>
    <w:rsid w:val="00262A91"/>
    <w:rsid w:val="00267A72"/>
    <w:rsid w:val="002711E3"/>
    <w:rsid w:val="0027375D"/>
    <w:rsid w:val="00280773"/>
    <w:rsid w:val="002811BB"/>
    <w:rsid w:val="0028459D"/>
    <w:rsid w:val="0028480E"/>
    <w:rsid w:val="00292FF7"/>
    <w:rsid w:val="002A51D3"/>
    <w:rsid w:val="002A5BDA"/>
    <w:rsid w:val="002A78B0"/>
    <w:rsid w:val="002B1D28"/>
    <w:rsid w:val="002B2BEA"/>
    <w:rsid w:val="002C4F7E"/>
    <w:rsid w:val="002C5D6F"/>
    <w:rsid w:val="002C65CF"/>
    <w:rsid w:val="002E0A25"/>
    <w:rsid w:val="002E2422"/>
    <w:rsid w:val="002E2EA9"/>
    <w:rsid w:val="002F05D4"/>
    <w:rsid w:val="002F10FF"/>
    <w:rsid w:val="002F407D"/>
    <w:rsid w:val="002F4E5F"/>
    <w:rsid w:val="002F79E3"/>
    <w:rsid w:val="00303E57"/>
    <w:rsid w:val="00304D7B"/>
    <w:rsid w:val="00307493"/>
    <w:rsid w:val="00310000"/>
    <w:rsid w:val="00312747"/>
    <w:rsid w:val="00312BD2"/>
    <w:rsid w:val="00313426"/>
    <w:rsid w:val="00316F9A"/>
    <w:rsid w:val="00317FBC"/>
    <w:rsid w:val="00322DAB"/>
    <w:rsid w:val="00331B15"/>
    <w:rsid w:val="00336148"/>
    <w:rsid w:val="003401A1"/>
    <w:rsid w:val="00342667"/>
    <w:rsid w:val="00344EDE"/>
    <w:rsid w:val="0036035A"/>
    <w:rsid w:val="0036370E"/>
    <w:rsid w:val="00366A21"/>
    <w:rsid w:val="00366E44"/>
    <w:rsid w:val="00374AF0"/>
    <w:rsid w:val="00376433"/>
    <w:rsid w:val="003766F5"/>
    <w:rsid w:val="003800FF"/>
    <w:rsid w:val="0038039A"/>
    <w:rsid w:val="00387587"/>
    <w:rsid w:val="00393163"/>
    <w:rsid w:val="00393D1E"/>
    <w:rsid w:val="00394B62"/>
    <w:rsid w:val="003A0B47"/>
    <w:rsid w:val="003A1168"/>
    <w:rsid w:val="003A220B"/>
    <w:rsid w:val="003A31C2"/>
    <w:rsid w:val="003A54C6"/>
    <w:rsid w:val="003A73A5"/>
    <w:rsid w:val="003B22A7"/>
    <w:rsid w:val="003B2390"/>
    <w:rsid w:val="003B23E3"/>
    <w:rsid w:val="003B4CB6"/>
    <w:rsid w:val="003B5CD3"/>
    <w:rsid w:val="003B6F79"/>
    <w:rsid w:val="003C3DDB"/>
    <w:rsid w:val="003D7429"/>
    <w:rsid w:val="003E28B7"/>
    <w:rsid w:val="003F0397"/>
    <w:rsid w:val="003F2E1B"/>
    <w:rsid w:val="003F3895"/>
    <w:rsid w:val="00402995"/>
    <w:rsid w:val="00406035"/>
    <w:rsid w:val="00410EF5"/>
    <w:rsid w:val="0041221E"/>
    <w:rsid w:val="0041321F"/>
    <w:rsid w:val="00416C89"/>
    <w:rsid w:val="004171AD"/>
    <w:rsid w:val="00423198"/>
    <w:rsid w:val="00424798"/>
    <w:rsid w:val="0042546A"/>
    <w:rsid w:val="00425C46"/>
    <w:rsid w:val="0043041F"/>
    <w:rsid w:val="00441EF5"/>
    <w:rsid w:val="00447BE7"/>
    <w:rsid w:val="0045126E"/>
    <w:rsid w:val="00451EB0"/>
    <w:rsid w:val="00460099"/>
    <w:rsid w:val="00466C49"/>
    <w:rsid w:val="004708EB"/>
    <w:rsid w:val="00471F91"/>
    <w:rsid w:val="00472564"/>
    <w:rsid w:val="004743FF"/>
    <w:rsid w:val="00477EC6"/>
    <w:rsid w:val="004832D3"/>
    <w:rsid w:val="0048437B"/>
    <w:rsid w:val="00484D09"/>
    <w:rsid w:val="004855B1"/>
    <w:rsid w:val="0048703D"/>
    <w:rsid w:val="00487CF4"/>
    <w:rsid w:val="00490403"/>
    <w:rsid w:val="00491D56"/>
    <w:rsid w:val="00492CBD"/>
    <w:rsid w:val="00493378"/>
    <w:rsid w:val="00494DA5"/>
    <w:rsid w:val="00497AAC"/>
    <w:rsid w:val="004A1B3F"/>
    <w:rsid w:val="004A2FDF"/>
    <w:rsid w:val="004A736B"/>
    <w:rsid w:val="004A7EA7"/>
    <w:rsid w:val="004B0102"/>
    <w:rsid w:val="004B0680"/>
    <w:rsid w:val="004B7E1A"/>
    <w:rsid w:val="004C3344"/>
    <w:rsid w:val="004C4D8D"/>
    <w:rsid w:val="004C7DF3"/>
    <w:rsid w:val="004D4A0B"/>
    <w:rsid w:val="004E39C4"/>
    <w:rsid w:val="004E4406"/>
    <w:rsid w:val="004E614B"/>
    <w:rsid w:val="004E6544"/>
    <w:rsid w:val="004F1289"/>
    <w:rsid w:val="004F191E"/>
    <w:rsid w:val="0050111C"/>
    <w:rsid w:val="005021A7"/>
    <w:rsid w:val="00503885"/>
    <w:rsid w:val="005059FD"/>
    <w:rsid w:val="0051073F"/>
    <w:rsid w:val="00513627"/>
    <w:rsid w:val="005156C6"/>
    <w:rsid w:val="00517712"/>
    <w:rsid w:val="00520286"/>
    <w:rsid w:val="005258DA"/>
    <w:rsid w:val="00530544"/>
    <w:rsid w:val="00534223"/>
    <w:rsid w:val="005358D2"/>
    <w:rsid w:val="00535B21"/>
    <w:rsid w:val="005365B2"/>
    <w:rsid w:val="005375F2"/>
    <w:rsid w:val="00540930"/>
    <w:rsid w:val="005452C5"/>
    <w:rsid w:val="0054545C"/>
    <w:rsid w:val="005471D8"/>
    <w:rsid w:val="00554F0E"/>
    <w:rsid w:val="00554F7E"/>
    <w:rsid w:val="0055532A"/>
    <w:rsid w:val="00560210"/>
    <w:rsid w:val="005610F7"/>
    <w:rsid w:val="00564FD6"/>
    <w:rsid w:val="0056595A"/>
    <w:rsid w:val="005701D5"/>
    <w:rsid w:val="00571CC0"/>
    <w:rsid w:val="00572B01"/>
    <w:rsid w:val="00582AF9"/>
    <w:rsid w:val="00583F58"/>
    <w:rsid w:val="0058420F"/>
    <w:rsid w:val="005853DF"/>
    <w:rsid w:val="005901D0"/>
    <w:rsid w:val="005904A0"/>
    <w:rsid w:val="005921D7"/>
    <w:rsid w:val="00595E8D"/>
    <w:rsid w:val="00596957"/>
    <w:rsid w:val="00597E27"/>
    <w:rsid w:val="005A1120"/>
    <w:rsid w:val="005A33C3"/>
    <w:rsid w:val="005A45A4"/>
    <w:rsid w:val="005B0C2F"/>
    <w:rsid w:val="005C05D8"/>
    <w:rsid w:val="005C0E51"/>
    <w:rsid w:val="005C1285"/>
    <w:rsid w:val="005C3DCD"/>
    <w:rsid w:val="005C4A10"/>
    <w:rsid w:val="005C4EA8"/>
    <w:rsid w:val="005C6B05"/>
    <w:rsid w:val="005D01F0"/>
    <w:rsid w:val="005D542C"/>
    <w:rsid w:val="005D601C"/>
    <w:rsid w:val="005E4AD5"/>
    <w:rsid w:val="005E538A"/>
    <w:rsid w:val="005F3EC6"/>
    <w:rsid w:val="00600654"/>
    <w:rsid w:val="006023A9"/>
    <w:rsid w:val="00606DFE"/>
    <w:rsid w:val="006071A5"/>
    <w:rsid w:val="00607CEC"/>
    <w:rsid w:val="00612328"/>
    <w:rsid w:val="00615114"/>
    <w:rsid w:val="006237CB"/>
    <w:rsid w:val="00624BD7"/>
    <w:rsid w:val="00631DF1"/>
    <w:rsid w:val="0063445C"/>
    <w:rsid w:val="006407F8"/>
    <w:rsid w:val="00640C03"/>
    <w:rsid w:val="00642636"/>
    <w:rsid w:val="00646600"/>
    <w:rsid w:val="00654301"/>
    <w:rsid w:val="00655149"/>
    <w:rsid w:val="00666B69"/>
    <w:rsid w:val="00671D3A"/>
    <w:rsid w:val="00672D8A"/>
    <w:rsid w:val="00673975"/>
    <w:rsid w:val="00680195"/>
    <w:rsid w:val="00681B41"/>
    <w:rsid w:val="00683BC8"/>
    <w:rsid w:val="00686A14"/>
    <w:rsid w:val="006937C3"/>
    <w:rsid w:val="00695E5D"/>
    <w:rsid w:val="006A102A"/>
    <w:rsid w:val="006A19C3"/>
    <w:rsid w:val="006A544E"/>
    <w:rsid w:val="006B01DA"/>
    <w:rsid w:val="006C3B83"/>
    <w:rsid w:val="006D1783"/>
    <w:rsid w:val="006D740C"/>
    <w:rsid w:val="006E0254"/>
    <w:rsid w:val="006E5E62"/>
    <w:rsid w:val="006E7594"/>
    <w:rsid w:val="006F1BC7"/>
    <w:rsid w:val="0070159E"/>
    <w:rsid w:val="00701C41"/>
    <w:rsid w:val="00701E51"/>
    <w:rsid w:val="00701FA6"/>
    <w:rsid w:val="007022C4"/>
    <w:rsid w:val="00705014"/>
    <w:rsid w:val="00706FC2"/>
    <w:rsid w:val="00712871"/>
    <w:rsid w:val="00716F6B"/>
    <w:rsid w:val="00721143"/>
    <w:rsid w:val="0072774C"/>
    <w:rsid w:val="007300DE"/>
    <w:rsid w:val="007302F6"/>
    <w:rsid w:val="0073071E"/>
    <w:rsid w:val="00730896"/>
    <w:rsid w:val="00731B94"/>
    <w:rsid w:val="00734CF9"/>
    <w:rsid w:val="00735095"/>
    <w:rsid w:val="00735C89"/>
    <w:rsid w:val="007465A9"/>
    <w:rsid w:val="0075210E"/>
    <w:rsid w:val="00752934"/>
    <w:rsid w:val="00756A77"/>
    <w:rsid w:val="00757918"/>
    <w:rsid w:val="00761F3F"/>
    <w:rsid w:val="00762DA3"/>
    <w:rsid w:val="00770285"/>
    <w:rsid w:val="00771B63"/>
    <w:rsid w:val="00773699"/>
    <w:rsid w:val="007769A5"/>
    <w:rsid w:val="007822FF"/>
    <w:rsid w:val="00783025"/>
    <w:rsid w:val="007853CE"/>
    <w:rsid w:val="00790912"/>
    <w:rsid w:val="00791A4C"/>
    <w:rsid w:val="007A043E"/>
    <w:rsid w:val="007A1440"/>
    <w:rsid w:val="007A1844"/>
    <w:rsid w:val="007A213A"/>
    <w:rsid w:val="007A58F0"/>
    <w:rsid w:val="007A66E7"/>
    <w:rsid w:val="007B2E0B"/>
    <w:rsid w:val="007B524B"/>
    <w:rsid w:val="007B609D"/>
    <w:rsid w:val="007B65AD"/>
    <w:rsid w:val="007B7514"/>
    <w:rsid w:val="007B76AA"/>
    <w:rsid w:val="007C4E0A"/>
    <w:rsid w:val="007C6A53"/>
    <w:rsid w:val="007C6D34"/>
    <w:rsid w:val="007D331D"/>
    <w:rsid w:val="007D4843"/>
    <w:rsid w:val="007D5DB4"/>
    <w:rsid w:val="007E077E"/>
    <w:rsid w:val="007E0D35"/>
    <w:rsid w:val="007E2968"/>
    <w:rsid w:val="007E79B8"/>
    <w:rsid w:val="007E7BCE"/>
    <w:rsid w:val="007F2082"/>
    <w:rsid w:val="0080050F"/>
    <w:rsid w:val="00810C9D"/>
    <w:rsid w:val="00811CF0"/>
    <w:rsid w:val="00813546"/>
    <w:rsid w:val="00814C56"/>
    <w:rsid w:val="00820697"/>
    <w:rsid w:val="00820905"/>
    <w:rsid w:val="00825F63"/>
    <w:rsid w:val="0082761E"/>
    <w:rsid w:val="00827A56"/>
    <w:rsid w:val="00831748"/>
    <w:rsid w:val="00832015"/>
    <w:rsid w:val="0083341B"/>
    <w:rsid w:val="00834B8F"/>
    <w:rsid w:val="00841363"/>
    <w:rsid w:val="00846BBC"/>
    <w:rsid w:val="008478F3"/>
    <w:rsid w:val="00850E16"/>
    <w:rsid w:val="00853D1D"/>
    <w:rsid w:val="00854B7C"/>
    <w:rsid w:val="00854F44"/>
    <w:rsid w:val="00855A54"/>
    <w:rsid w:val="00856058"/>
    <w:rsid w:val="008566BC"/>
    <w:rsid w:val="0086379E"/>
    <w:rsid w:val="00870DE6"/>
    <w:rsid w:val="00871D84"/>
    <w:rsid w:val="00873AF1"/>
    <w:rsid w:val="00873CA9"/>
    <w:rsid w:val="00875284"/>
    <w:rsid w:val="00875DBE"/>
    <w:rsid w:val="00877807"/>
    <w:rsid w:val="00881B8F"/>
    <w:rsid w:val="00883D5D"/>
    <w:rsid w:val="0088665F"/>
    <w:rsid w:val="0089128A"/>
    <w:rsid w:val="008915EE"/>
    <w:rsid w:val="00891CDF"/>
    <w:rsid w:val="00895C20"/>
    <w:rsid w:val="008A012A"/>
    <w:rsid w:val="008B0451"/>
    <w:rsid w:val="008B47A9"/>
    <w:rsid w:val="008B5097"/>
    <w:rsid w:val="008B5D3E"/>
    <w:rsid w:val="008C48F6"/>
    <w:rsid w:val="008D065F"/>
    <w:rsid w:val="008D33E7"/>
    <w:rsid w:val="008D38DE"/>
    <w:rsid w:val="008D5DE5"/>
    <w:rsid w:val="008E04E0"/>
    <w:rsid w:val="008E2370"/>
    <w:rsid w:val="008E3366"/>
    <w:rsid w:val="008F1686"/>
    <w:rsid w:val="008F1990"/>
    <w:rsid w:val="008F1C33"/>
    <w:rsid w:val="008F74D6"/>
    <w:rsid w:val="00901169"/>
    <w:rsid w:val="00902C76"/>
    <w:rsid w:val="00902FFC"/>
    <w:rsid w:val="00905AA4"/>
    <w:rsid w:val="009105A4"/>
    <w:rsid w:val="00915CAE"/>
    <w:rsid w:val="00915D98"/>
    <w:rsid w:val="00917504"/>
    <w:rsid w:val="00917AF1"/>
    <w:rsid w:val="0092184F"/>
    <w:rsid w:val="00922F34"/>
    <w:rsid w:val="00924374"/>
    <w:rsid w:val="00930148"/>
    <w:rsid w:val="00930177"/>
    <w:rsid w:val="00930C48"/>
    <w:rsid w:val="00933C34"/>
    <w:rsid w:val="00936CDC"/>
    <w:rsid w:val="00940F2D"/>
    <w:rsid w:val="00944043"/>
    <w:rsid w:val="009459F1"/>
    <w:rsid w:val="00945B6E"/>
    <w:rsid w:val="00950F84"/>
    <w:rsid w:val="00951A87"/>
    <w:rsid w:val="00952C8D"/>
    <w:rsid w:val="00956705"/>
    <w:rsid w:val="0095674D"/>
    <w:rsid w:val="00956FDC"/>
    <w:rsid w:val="00960AD2"/>
    <w:rsid w:val="0096179F"/>
    <w:rsid w:val="00961DD7"/>
    <w:rsid w:val="00963078"/>
    <w:rsid w:val="0096308C"/>
    <w:rsid w:val="009638DA"/>
    <w:rsid w:val="00965F22"/>
    <w:rsid w:val="009730B0"/>
    <w:rsid w:val="00973650"/>
    <w:rsid w:val="0097543B"/>
    <w:rsid w:val="0098112E"/>
    <w:rsid w:val="009826B2"/>
    <w:rsid w:val="009860E7"/>
    <w:rsid w:val="00992C78"/>
    <w:rsid w:val="009939DA"/>
    <w:rsid w:val="009946E4"/>
    <w:rsid w:val="009A56E6"/>
    <w:rsid w:val="009A646D"/>
    <w:rsid w:val="009B07BF"/>
    <w:rsid w:val="009B0FEE"/>
    <w:rsid w:val="009B53AB"/>
    <w:rsid w:val="009B6540"/>
    <w:rsid w:val="009C169F"/>
    <w:rsid w:val="009C21A0"/>
    <w:rsid w:val="009C2E1F"/>
    <w:rsid w:val="009C710D"/>
    <w:rsid w:val="009C7E6F"/>
    <w:rsid w:val="009D26A9"/>
    <w:rsid w:val="009D5BA5"/>
    <w:rsid w:val="009D6538"/>
    <w:rsid w:val="009E622E"/>
    <w:rsid w:val="009F1B85"/>
    <w:rsid w:val="009F2889"/>
    <w:rsid w:val="009F5DFD"/>
    <w:rsid w:val="00A01A21"/>
    <w:rsid w:val="00A01B8E"/>
    <w:rsid w:val="00A05291"/>
    <w:rsid w:val="00A057A8"/>
    <w:rsid w:val="00A071EC"/>
    <w:rsid w:val="00A076C5"/>
    <w:rsid w:val="00A07F3F"/>
    <w:rsid w:val="00A102DE"/>
    <w:rsid w:val="00A138DC"/>
    <w:rsid w:val="00A148D1"/>
    <w:rsid w:val="00A14D26"/>
    <w:rsid w:val="00A156F2"/>
    <w:rsid w:val="00A16CFC"/>
    <w:rsid w:val="00A17C83"/>
    <w:rsid w:val="00A2307C"/>
    <w:rsid w:val="00A23777"/>
    <w:rsid w:val="00A2403B"/>
    <w:rsid w:val="00A2487F"/>
    <w:rsid w:val="00A26906"/>
    <w:rsid w:val="00A2786E"/>
    <w:rsid w:val="00A35ED6"/>
    <w:rsid w:val="00A36BE7"/>
    <w:rsid w:val="00A37367"/>
    <w:rsid w:val="00A37C55"/>
    <w:rsid w:val="00A43097"/>
    <w:rsid w:val="00A47979"/>
    <w:rsid w:val="00A527AD"/>
    <w:rsid w:val="00A52E74"/>
    <w:rsid w:val="00A54178"/>
    <w:rsid w:val="00A558EF"/>
    <w:rsid w:val="00A565E1"/>
    <w:rsid w:val="00A56D40"/>
    <w:rsid w:val="00A6088A"/>
    <w:rsid w:val="00A671EE"/>
    <w:rsid w:val="00A67B1B"/>
    <w:rsid w:val="00A70D34"/>
    <w:rsid w:val="00A721B1"/>
    <w:rsid w:val="00A826E0"/>
    <w:rsid w:val="00A9073B"/>
    <w:rsid w:val="00AA56D9"/>
    <w:rsid w:val="00AA58F4"/>
    <w:rsid w:val="00AA5B23"/>
    <w:rsid w:val="00AA5C10"/>
    <w:rsid w:val="00AA6770"/>
    <w:rsid w:val="00AB5E64"/>
    <w:rsid w:val="00AC4348"/>
    <w:rsid w:val="00AC4D29"/>
    <w:rsid w:val="00AC67BB"/>
    <w:rsid w:val="00AC6E32"/>
    <w:rsid w:val="00AC77F0"/>
    <w:rsid w:val="00AD4278"/>
    <w:rsid w:val="00AE009F"/>
    <w:rsid w:val="00AE25A9"/>
    <w:rsid w:val="00AE2A11"/>
    <w:rsid w:val="00AE3826"/>
    <w:rsid w:val="00AF2CAB"/>
    <w:rsid w:val="00AF5D5C"/>
    <w:rsid w:val="00AF7D81"/>
    <w:rsid w:val="00B02BDF"/>
    <w:rsid w:val="00B12BC1"/>
    <w:rsid w:val="00B15243"/>
    <w:rsid w:val="00B20125"/>
    <w:rsid w:val="00B2444C"/>
    <w:rsid w:val="00B267B6"/>
    <w:rsid w:val="00B26CE7"/>
    <w:rsid w:val="00B3116B"/>
    <w:rsid w:val="00B3158D"/>
    <w:rsid w:val="00B34103"/>
    <w:rsid w:val="00B35FA5"/>
    <w:rsid w:val="00B367FE"/>
    <w:rsid w:val="00B41ADF"/>
    <w:rsid w:val="00B42195"/>
    <w:rsid w:val="00B45FCD"/>
    <w:rsid w:val="00B47F97"/>
    <w:rsid w:val="00B50446"/>
    <w:rsid w:val="00B5071A"/>
    <w:rsid w:val="00B529E5"/>
    <w:rsid w:val="00B601F9"/>
    <w:rsid w:val="00B607AF"/>
    <w:rsid w:val="00B66CFA"/>
    <w:rsid w:val="00B66DA0"/>
    <w:rsid w:val="00B70B19"/>
    <w:rsid w:val="00B74EB0"/>
    <w:rsid w:val="00B75088"/>
    <w:rsid w:val="00B820CD"/>
    <w:rsid w:val="00B82292"/>
    <w:rsid w:val="00B83A03"/>
    <w:rsid w:val="00B84332"/>
    <w:rsid w:val="00B901BE"/>
    <w:rsid w:val="00B91556"/>
    <w:rsid w:val="00B95639"/>
    <w:rsid w:val="00B96F4C"/>
    <w:rsid w:val="00BA5446"/>
    <w:rsid w:val="00BB2592"/>
    <w:rsid w:val="00BB35B0"/>
    <w:rsid w:val="00BB51AE"/>
    <w:rsid w:val="00BB5234"/>
    <w:rsid w:val="00BB7F21"/>
    <w:rsid w:val="00BC32F8"/>
    <w:rsid w:val="00BD0D78"/>
    <w:rsid w:val="00BD2FA4"/>
    <w:rsid w:val="00BD31B1"/>
    <w:rsid w:val="00BD47B3"/>
    <w:rsid w:val="00BD7443"/>
    <w:rsid w:val="00BE5BC1"/>
    <w:rsid w:val="00BE6E17"/>
    <w:rsid w:val="00BF055F"/>
    <w:rsid w:val="00BF13CA"/>
    <w:rsid w:val="00BF392F"/>
    <w:rsid w:val="00BF7751"/>
    <w:rsid w:val="00C0193E"/>
    <w:rsid w:val="00C02C53"/>
    <w:rsid w:val="00C07A8D"/>
    <w:rsid w:val="00C11A37"/>
    <w:rsid w:val="00C11F62"/>
    <w:rsid w:val="00C121D4"/>
    <w:rsid w:val="00C12A71"/>
    <w:rsid w:val="00C227AA"/>
    <w:rsid w:val="00C23847"/>
    <w:rsid w:val="00C2387A"/>
    <w:rsid w:val="00C31D92"/>
    <w:rsid w:val="00C3255D"/>
    <w:rsid w:val="00C329AF"/>
    <w:rsid w:val="00C341DC"/>
    <w:rsid w:val="00C3437D"/>
    <w:rsid w:val="00C35C97"/>
    <w:rsid w:val="00C4502A"/>
    <w:rsid w:val="00C57046"/>
    <w:rsid w:val="00C638F6"/>
    <w:rsid w:val="00C66D52"/>
    <w:rsid w:val="00C67FDB"/>
    <w:rsid w:val="00C71018"/>
    <w:rsid w:val="00C7267B"/>
    <w:rsid w:val="00C72BA0"/>
    <w:rsid w:val="00C77B90"/>
    <w:rsid w:val="00C8045B"/>
    <w:rsid w:val="00C82CCC"/>
    <w:rsid w:val="00C86134"/>
    <w:rsid w:val="00C960FF"/>
    <w:rsid w:val="00CA01EE"/>
    <w:rsid w:val="00CA14AB"/>
    <w:rsid w:val="00CA4D84"/>
    <w:rsid w:val="00CB2319"/>
    <w:rsid w:val="00CB4E23"/>
    <w:rsid w:val="00CB748B"/>
    <w:rsid w:val="00CB7575"/>
    <w:rsid w:val="00CC1285"/>
    <w:rsid w:val="00CC1D57"/>
    <w:rsid w:val="00CD4BA7"/>
    <w:rsid w:val="00CD50D1"/>
    <w:rsid w:val="00CD755B"/>
    <w:rsid w:val="00CE5269"/>
    <w:rsid w:val="00CE5ABE"/>
    <w:rsid w:val="00CF1550"/>
    <w:rsid w:val="00CF5214"/>
    <w:rsid w:val="00D00D47"/>
    <w:rsid w:val="00D0352A"/>
    <w:rsid w:val="00D04C00"/>
    <w:rsid w:val="00D051A9"/>
    <w:rsid w:val="00D05C3D"/>
    <w:rsid w:val="00D07A7B"/>
    <w:rsid w:val="00D143AE"/>
    <w:rsid w:val="00D16795"/>
    <w:rsid w:val="00D20344"/>
    <w:rsid w:val="00D215F2"/>
    <w:rsid w:val="00D21BD9"/>
    <w:rsid w:val="00D23298"/>
    <w:rsid w:val="00D2536D"/>
    <w:rsid w:val="00D2659F"/>
    <w:rsid w:val="00D26F42"/>
    <w:rsid w:val="00D27698"/>
    <w:rsid w:val="00D32C68"/>
    <w:rsid w:val="00D35251"/>
    <w:rsid w:val="00D355CF"/>
    <w:rsid w:val="00D358EF"/>
    <w:rsid w:val="00D4204A"/>
    <w:rsid w:val="00D437FA"/>
    <w:rsid w:val="00D50195"/>
    <w:rsid w:val="00D5054C"/>
    <w:rsid w:val="00D51E57"/>
    <w:rsid w:val="00D51EFB"/>
    <w:rsid w:val="00D54650"/>
    <w:rsid w:val="00D60D47"/>
    <w:rsid w:val="00D611B8"/>
    <w:rsid w:val="00D65F01"/>
    <w:rsid w:val="00D75838"/>
    <w:rsid w:val="00D75CA4"/>
    <w:rsid w:val="00D778C4"/>
    <w:rsid w:val="00D81750"/>
    <w:rsid w:val="00D91630"/>
    <w:rsid w:val="00D92772"/>
    <w:rsid w:val="00D92BD4"/>
    <w:rsid w:val="00D933C9"/>
    <w:rsid w:val="00DA0863"/>
    <w:rsid w:val="00DA5040"/>
    <w:rsid w:val="00DB4061"/>
    <w:rsid w:val="00DB4902"/>
    <w:rsid w:val="00DC3060"/>
    <w:rsid w:val="00DC3EBD"/>
    <w:rsid w:val="00DC4040"/>
    <w:rsid w:val="00DC5E2D"/>
    <w:rsid w:val="00DD07C5"/>
    <w:rsid w:val="00DD0B42"/>
    <w:rsid w:val="00DD11DD"/>
    <w:rsid w:val="00DD1378"/>
    <w:rsid w:val="00DD20B4"/>
    <w:rsid w:val="00DD4299"/>
    <w:rsid w:val="00DE3926"/>
    <w:rsid w:val="00DE4901"/>
    <w:rsid w:val="00DE7AA7"/>
    <w:rsid w:val="00DF3D59"/>
    <w:rsid w:val="00DF410E"/>
    <w:rsid w:val="00DF6584"/>
    <w:rsid w:val="00E020F7"/>
    <w:rsid w:val="00E045EA"/>
    <w:rsid w:val="00E04E7D"/>
    <w:rsid w:val="00E05E24"/>
    <w:rsid w:val="00E068A1"/>
    <w:rsid w:val="00E130D3"/>
    <w:rsid w:val="00E15F99"/>
    <w:rsid w:val="00E2069B"/>
    <w:rsid w:val="00E25805"/>
    <w:rsid w:val="00E26332"/>
    <w:rsid w:val="00E30DB5"/>
    <w:rsid w:val="00E32845"/>
    <w:rsid w:val="00E32EC0"/>
    <w:rsid w:val="00E33187"/>
    <w:rsid w:val="00E35C67"/>
    <w:rsid w:val="00E36AAA"/>
    <w:rsid w:val="00E47BF4"/>
    <w:rsid w:val="00E502E1"/>
    <w:rsid w:val="00E55FF8"/>
    <w:rsid w:val="00E57FBA"/>
    <w:rsid w:val="00E615F9"/>
    <w:rsid w:val="00E636E3"/>
    <w:rsid w:val="00E65514"/>
    <w:rsid w:val="00E67063"/>
    <w:rsid w:val="00E67483"/>
    <w:rsid w:val="00E70FE5"/>
    <w:rsid w:val="00E75AA2"/>
    <w:rsid w:val="00E77EC3"/>
    <w:rsid w:val="00E837B3"/>
    <w:rsid w:val="00E859F9"/>
    <w:rsid w:val="00E86494"/>
    <w:rsid w:val="00E87F4D"/>
    <w:rsid w:val="00E9144A"/>
    <w:rsid w:val="00EA12A9"/>
    <w:rsid w:val="00EA3D41"/>
    <w:rsid w:val="00EA49DA"/>
    <w:rsid w:val="00EA61AE"/>
    <w:rsid w:val="00EB1100"/>
    <w:rsid w:val="00EB13E3"/>
    <w:rsid w:val="00EB1461"/>
    <w:rsid w:val="00EB700B"/>
    <w:rsid w:val="00EC05D8"/>
    <w:rsid w:val="00EC201C"/>
    <w:rsid w:val="00EC27BE"/>
    <w:rsid w:val="00EC2A15"/>
    <w:rsid w:val="00EC391F"/>
    <w:rsid w:val="00EC7B75"/>
    <w:rsid w:val="00EC7D42"/>
    <w:rsid w:val="00ED58C7"/>
    <w:rsid w:val="00EE0C5F"/>
    <w:rsid w:val="00EE2023"/>
    <w:rsid w:val="00EE6512"/>
    <w:rsid w:val="00EF2251"/>
    <w:rsid w:val="00F01BE4"/>
    <w:rsid w:val="00F02C7F"/>
    <w:rsid w:val="00F03EA3"/>
    <w:rsid w:val="00F04D4F"/>
    <w:rsid w:val="00F060FE"/>
    <w:rsid w:val="00F2067E"/>
    <w:rsid w:val="00F2704C"/>
    <w:rsid w:val="00F3486B"/>
    <w:rsid w:val="00F361E6"/>
    <w:rsid w:val="00F370AE"/>
    <w:rsid w:val="00F403D7"/>
    <w:rsid w:val="00F44960"/>
    <w:rsid w:val="00F60ECA"/>
    <w:rsid w:val="00F62EF5"/>
    <w:rsid w:val="00F63C27"/>
    <w:rsid w:val="00F67D68"/>
    <w:rsid w:val="00F748C1"/>
    <w:rsid w:val="00F754D2"/>
    <w:rsid w:val="00F75A2A"/>
    <w:rsid w:val="00F76D7F"/>
    <w:rsid w:val="00F86BC9"/>
    <w:rsid w:val="00F86F59"/>
    <w:rsid w:val="00F93F47"/>
    <w:rsid w:val="00F9586E"/>
    <w:rsid w:val="00F95B83"/>
    <w:rsid w:val="00F96F4B"/>
    <w:rsid w:val="00FA0003"/>
    <w:rsid w:val="00FA08E8"/>
    <w:rsid w:val="00FA4000"/>
    <w:rsid w:val="00FB06DF"/>
    <w:rsid w:val="00FB0E07"/>
    <w:rsid w:val="00FB3272"/>
    <w:rsid w:val="00FB40C0"/>
    <w:rsid w:val="00FC3746"/>
    <w:rsid w:val="00FC3D8E"/>
    <w:rsid w:val="00FD0502"/>
    <w:rsid w:val="00FD216B"/>
    <w:rsid w:val="00FD2217"/>
    <w:rsid w:val="00FE08AC"/>
    <w:rsid w:val="00FF2411"/>
    <w:rsid w:val="00FF2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A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aliases w:val="Проект вносит"/>
    <w:basedOn w:val="a"/>
    <w:next w:val="a"/>
    <w:link w:val="30"/>
    <w:qFormat/>
    <w:rsid w:val="004A736B"/>
    <w:pPr>
      <w:keepNext/>
      <w:ind w:firstLine="567"/>
      <w:jc w:val="right"/>
      <w:outlineLvl w:val="2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1A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1A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239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aliases w:val="Проект вносит Знак"/>
    <w:basedOn w:val="a0"/>
    <w:link w:val="3"/>
    <w:rsid w:val="004A736B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a9">
    <w:name w:val="Стиль полужирный По центру"/>
    <w:basedOn w:val="a"/>
    <w:rsid w:val="004A736B"/>
    <w:pPr>
      <w:jc w:val="center"/>
    </w:pPr>
    <w:rPr>
      <w:b/>
      <w:bCs/>
      <w:sz w:val="28"/>
      <w:szCs w:val="20"/>
    </w:rPr>
  </w:style>
  <w:style w:type="paragraph" w:customStyle="1" w:styleId="aa">
    <w:name w:val="Название главы"/>
    <w:basedOn w:val="a"/>
    <w:rsid w:val="004A736B"/>
    <w:pPr>
      <w:jc w:val="center"/>
    </w:pPr>
    <w:rPr>
      <w:sz w:val="28"/>
      <w:szCs w:val="20"/>
    </w:rPr>
  </w:style>
  <w:style w:type="paragraph" w:customStyle="1" w:styleId="18">
    <w:name w:val="Стиль 18 пт полужирный По центру"/>
    <w:basedOn w:val="a"/>
    <w:rsid w:val="004A736B"/>
    <w:pPr>
      <w:jc w:val="center"/>
    </w:pPr>
    <w:rPr>
      <w:b/>
      <w:bCs/>
      <w:sz w:val="3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A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aliases w:val="Проект вносит"/>
    <w:basedOn w:val="a"/>
    <w:next w:val="a"/>
    <w:link w:val="30"/>
    <w:qFormat/>
    <w:rsid w:val="004A736B"/>
    <w:pPr>
      <w:keepNext/>
      <w:ind w:firstLine="567"/>
      <w:jc w:val="right"/>
      <w:outlineLvl w:val="2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1A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1A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239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aliases w:val="Проект вносит Знак"/>
    <w:basedOn w:val="a0"/>
    <w:link w:val="3"/>
    <w:rsid w:val="004A736B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a9">
    <w:name w:val="Стиль полужирный По центру"/>
    <w:basedOn w:val="a"/>
    <w:rsid w:val="004A736B"/>
    <w:pPr>
      <w:jc w:val="center"/>
    </w:pPr>
    <w:rPr>
      <w:b/>
      <w:bCs/>
      <w:sz w:val="28"/>
      <w:szCs w:val="20"/>
    </w:rPr>
  </w:style>
  <w:style w:type="paragraph" w:customStyle="1" w:styleId="aa">
    <w:name w:val="Название главы"/>
    <w:basedOn w:val="a"/>
    <w:rsid w:val="004A736B"/>
    <w:pPr>
      <w:jc w:val="center"/>
    </w:pPr>
    <w:rPr>
      <w:sz w:val="28"/>
      <w:szCs w:val="20"/>
    </w:rPr>
  </w:style>
  <w:style w:type="paragraph" w:customStyle="1" w:styleId="18">
    <w:name w:val="Стиль 18 пт полужирный По центру"/>
    <w:basedOn w:val="a"/>
    <w:rsid w:val="004A736B"/>
    <w:pPr>
      <w:jc w:val="center"/>
    </w:pPr>
    <w:rPr>
      <w:b/>
      <w:bCs/>
      <w:sz w:val="3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236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Елена Николаевна</dc:creator>
  <cp:lastModifiedBy>user</cp:lastModifiedBy>
  <cp:revision>5</cp:revision>
  <cp:lastPrinted>2021-10-15T05:27:00Z</cp:lastPrinted>
  <dcterms:created xsi:type="dcterms:W3CDTF">2021-11-03T06:06:00Z</dcterms:created>
  <dcterms:modified xsi:type="dcterms:W3CDTF">2021-11-29T08:59:00Z</dcterms:modified>
</cp:coreProperties>
</file>