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2F" w:rsidRPr="00DC7D2F" w:rsidRDefault="00DC7D2F" w:rsidP="00DC7D2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DC7D2F" w:rsidRPr="00DC7D2F" w:rsidRDefault="0034648A" w:rsidP="007B2F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</w:t>
      </w:r>
      <w:r w:rsidR="007B2F6C" w:rsidRPr="007B2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комиссиях по делам несовершеннолетних и защите их прав в Ярославской области» </w:t>
      </w:r>
      <w:r w:rsidR="00DC7D2F" w:rsidRPr="00DC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C7D2F" w:rsidRPr="00DC7D2F" w:rsidRDefault="00DC7D2F" w:rsidP="00DC7D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2F6C" w:rsidRPr="007B2F6C" w:rsidRDefault="0034648A" w:rsidP="007B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закона Ярославской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Закон Ярославской области </w:t>
      </w:r>
      <w:r w:rsidR="007B2F6C" w:rsidRPr="007B2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комиссиях по делам несовершеннолетних и защите их прав в Ярославской области»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проект закона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подготовлен </w:t>
      </w:r>
      <w:r w:rsid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приведения 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законодательства в соответствие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положениям 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регионально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законодательств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7B2F6C" w:rsidRPr="007B2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2F6C" w:rsidRDefault="001606A7" w:rsidP="001606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08.08.2024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322-ФЗ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внесены изменения в Федеральный закон от 24.06.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1999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120-ФЗ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основах системы профилактики безнадзорности и правонарушений несовершеннолетних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(далее – Федеральный закон), в том числе 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введено понятие наставничества как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профилактическ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</w:t>
      </w:r>
      <w:r w:rsidR="007722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наставниками из числа граждан, включенных в реестр наставников, привлекаемых для осуществления индивидуальной профилактической работы с несовершеннолетними, и (или) организациями из числа организаций, включенных в реестр организаций, участвующих в деятельности по профилактике безнадзорности и правонарушений несовершеннолетних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606A7" w:rsidRDefault="001606A7" w:rsidP="001606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Проектом закона предлагается внести изменения в часть 1 статьи 5 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05.07.2013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40-з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комиссиях по делам несовершеннолетних и защите их прав в 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Закон области)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предусмотрев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полномочия комиссий </w:t>
      </w:r>
      <w:r w:rsidR="00645CC2"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делам несовершеннолетних и защите их прав в Ярославской области</w:t>
      </w:r>
      <w:r w:rsid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19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части наставничества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требованиями 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1606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закона.</w:t>
      </w:r>
      <w:r w:rsidR="008C4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45CC2" w:rsidRDefault="00645CC2" w:rsidP="00645C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проектом закона предлагаетс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скорректировать систему территориальных комиссий 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делам несовершеннолетних и защите их прав в 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 положениями 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законов Ярославской области о преобразовании муниципальных образований, входящих в состав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Большесельского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Борисоглебского,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Брейтовского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Гаврилов-Ямского, Даниловского,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Любимского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Мышкинского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Некоузского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Некрасовского, Первомайского, Пошехонского, Ростовского, Рыбинского,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Тутаевского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Угличского</w:t>
      </w:r>
      <w:proofErr w:type="spellEnd"/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Ярославского муниципальных районов Ярославской области, а также о наделении городского округа город Переславль-Залесский Ярославской области статусом муниципального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645CC2" w:rsidRDefault="00645CC2" w:rsidP="00645C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Проектом закона предлагается установить, что 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территориальны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делам несовершеннолетних и защите их прав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создаются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округ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</w:t>
      </w:r>
      <w:r w:rsidR="009462B4" w:rsidRP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462B4"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районные комиссии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), 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62B4"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городских округ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9462B4"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городские комиссии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и в </w:t>
      </w:r>
      <w:r w:rsidR="009462B4"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территориальных единиц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="009462B4"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городских округов Ярославской области, имеющих территориальное деление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645C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районные комиссии в городах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45CC2" w:rsidRPr="00645CC2" w:rsidRDefault="00645CC2" w:rsidP="00645CC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Соответствующие изменения вносятся в статьи 5, 7,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 и </w:t>
      </w:r>
      <w:r w:rsidR="00946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области.</w:t>
      </w:r>
    </w:p>
    <w:p w:rsidR="006B660D" w:rsidRPr="00DC7D2F" w:rsidRDefault="006B660D" w:rsidP="006B66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660D" w:rsidRPr="00DC7D2F" w:rsidSect="00A31936">
      <w:headerReference w:type="default" r:id="rId6"/>
      <w:headerReference w:type="first" r:id="rId7"/>
      <w:pgSz w:w="11907" w:h="16840" w:code="9"/>
      <w:pgMar w:top="709" w:right="624" w:bottom="426" w:left="1276" w:header="284" w:footer="567" w:gutter="0"/>
      <w:pgNumType w:start="5"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48" w:rsidRDefault="00AB6948" w:rsidP="00AB6948">
      <w:pPr>
        <w:spacing w:after="0" w:line="240" w:lineRule="auto"/>
      </w:pPr>
      <w:r>
        <w:separator/>
      </w:r>
    </w:p>
  </w:endnote>
  <w:end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48" w:rsidRDefault="00AB6948" w:rsidP="00AB6948">
      <w:pPr>
        <w:spacing w:after="0" w:line="240" w:lineRule="auto"/>
      </w:pPr>
      <w:r>
        <w:separator/>
      </w:r>
    </w:p>
  </w:footnote>
  <w:foot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105450"/>
      <w:docPartObj>
        <w:docPartGallery w:val="Page Numbers (Top of Page)"/>
        <w:docPartUnique/>
      </w:docPartObj>
    </w:sdtPr>
    <w:sdtEndPr/>
    <w:sdtContent>
      <w:p w:rsidR="00F67A49" w:rsidRDefault="00F67A49">
        <w:pPr>
          <w:pStyle w:val="a3"/>
          <w:jc w:val="center"/>
        </w:pPr>
        <w:r>
          <w:t>2</w:t>
        </w:r>
      </w:p>
    </w:sdtContent>
  </w:sdt>
  <w:p w:rsidR="00F67A49" w:rsidRDefault="00F67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52" w:rsidRDefault="008C4955">
    <w:pPr>
      <w:pStyle w:val="a3"/>
      <w:jc w:val="center"/>
    </w:pPr>
  </w:p>
  <w:p w:rsidR="00DB773B" w:rsidRPr="00352147" w:rsidRDefault="008C4955" w:rsidP="0027751B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2F"/>
    <w:rsid w:val="00007826"/>
    <w:rsid w:val="000135D6"/>
    <w:rsid w:val="000136B0"/>
    <w:rsid w:val="00025AFB"/>
    <w:rsid w:val="000350D7"/>
    <w:rsid w:val="00056F34"/>
    <w:rsid w:val="000613E6"/>
    <w:rsid w:val="00063FBF"/>
    <w:rsid w:val="00064BE2"/>
    <w:rsid w:val="00074A4C"/>
    <w:rsid w:val="000771F3"/>
    <w:rsid w:val="00083834"/>
    <w:rsid w:val="00086163"/>
    <w:rsid w:val="000903F4"/>
    <w:rsid w:val="000940D3"/>
    <w:rsid w:val="000A0F99"/>
    <w:rsid w:val="000A4309"/>
    <w:rsid w:val="000A464F"/>
    <w:rsid w:val="000A67C0"/>
    <w:rsid w:val="000A7146"/>
    <w:rsid w:val="000B59BF"/>
    <w:rsid w:val="000C233D"/>
    <w:rsid w:val="000C4D04"/>
    <w:rsid w:val="000C6F98"/>
    <w:rsid w:val="000C7551"/>
    <w:rsid w:val="000D4ED1"/>
    <w:rsid w:val="000E07B8"/>
    <w:rsid w:val="000E486A"/>
    <w:rsid w:val="000F0C67"/>
    <w:rsid w:val="000F2505"/>
    <w:rsid w:val="00100EAC"/>
    <w:rsid w:val="00101C6F"/>
    <w:rsid w:val="00103FD8"/>
    <w:rsid w:val="00104CCF"/>
    <w:rsid w:val="00105C79"/>
    <w:rsid w:val="00107B42"/>
    <w:rsid w:val="00117832"/>
    <w:rsid w:val="00126312"/>
    <w:rsid w:val="001274EB"/>
    <w:rsid w:val="00130C96"/>
    <w:rsid w:val="00137AAB"/>
    <w:rsid w:val="00145DDA"/>
    <w:rsid w:val="00146F7B"/>
    <w:rsid w:val="001512AB"/>
    <w:rsid w:val="00156998"/>
    <w:rsid w:val="001606A7"/>
    <w:rsid w:val="00162644"/>
    <w:rsid w:val="00192028"/>
    <w:rsid w:val="001948A4"/>
    <w:rsid w:val="001A47C9"/>
    <w:rsid w:val="001A6A39"/>
    <w:rsid w:val="001B0C54"/>
    <w:rsid w:val="001B18C0"/>
    <w:rsid w:val="001C1AE9"/>
    <w:rsid w:val="001C7D2D"/>
    <w:rsid w:val="001D10F3"/>
    <w:rsid w:val="001D1523"/>
    <w:rsid w:val="001E4009"/>
    <w:rsid w:val="001E4D8D"/>
    <w:rsid w:val="001E7E7F"/>
    <w:rsid w:val="00210F51"/>
    <w:rsid w:val="00212163"/>
    <w:rsid w:val="00225FCD"/>
    <w:rsid w:val="00226158"/>
    <w:rsid w:val="00226958"/>
    <w:rsid w:val="00234FB8"/>
    <w:rsid w:val="002368A4"/>
    <w:rsid w:val="002406B1"/>
    <w:rsid w:val="002406DE"/>
    <w:rsid w:val="00256525"/>
    <w:rsid w:val="00257869"/>
    <w:rsid w:val="00261546"/>
    <w:rsid w:val="00261CB9"/>
    <w:rsid w:val="00261E27"/>
    <w:rsid w:val="0026348F"/>
    <w:rsid w:val="00264468"/>
    <w:rsid w:val="00265131"/>
    <w:rsid w:val="0026518F"/>
    <w:rsid w:val="00277616"/>
    <w:rsid w:val="00284596"/>
    <w:rsid w:val="002857E7"/>
    <w:rsid w:val="00287EBD"/>
    <w:rsid w:val="0029140E"/>
    <w:rsid w:val="00293AE4"/>
    <w:rsid w:val="00293F0B"/>
    <w:rsid w:val="00294D6D"/>
    <w:rsid w:val="00294EC9"/>
    <w:rsid w:val="002A0DFF"/>
    <w:rsid w:val="002A2B4E"/>
    <w:rsid w:val="002A7C71"/>
    <w:rsid w:val="002B2052"/>
    <w:rsid w:val="002B281E"/>
    <w:rsid w:val="002B29E8"/>
    <w:rsid w:val="002B5040"/>
    <w:rsid w:val="002C1D84"/>
    <w:rsid w:val="002D25BE"/>
    <w:rsid w:val="002D2700"/>
    <w:rsid w:val="002D421D"/>
    <w:rsid w:val="002D4BCA"/>
    <w:rsid w:val="002D629C"/>
    <w:rsid w:val="002D70BC"/>
    <w:rsid w:val="002D7A7E"/>
    <w:rsid w:val="002E31F2"/>
    <w:rsid w:val="002E6822"/>
    <w:rsid w:val="002F2ECA"/>
    <w:rsid w:val="003003B9"/>
    <w:rsid w:val="00300B30"/>
    <w:rsid w:val="00311E49"/>
    <w:rsid w:val="003129FF"/>
    <w:rsid w:val="00312B21"/>
    <w:rsid w:val="00315123"/>
    <w:rsid w:val="0031560F"/>
    <w:rsid w:val="00320C62"/>
    <w:rsid w:val="003210A6"/>
    <w:rsid w:val="003246FF"/>
    <w:rsid w:val="00325FE3"/>
    <w:rsid w:val="00326A40"/>
    <w:rsid w:val="00327E64"/>
    <w:rsid w:val="00331F18"/>
    <w:rsid w:val="00331FB3"/>
    <w:rsid w:val="00333931"/>
    <w:rsid w:val="00335860"/>
    <w:rsid w:val="003429C9"/>
    <w:rsid w:val="003443E6"/>
    <w:rsid w:val="00345A9E"/>
    <w:rsid w:val="00345EEF"/>
    <w:rsid w:val="0034648A"/>
    <w:rsid w:val="00346DC5"/>
    <w:rsid w:val="00346EFF"/>
    <w:rsid w:val="0035012F"/>
    <w:rsid w:val="00360545"/>
    <w:rsid w:val="003654D6"/>
    <w:rsid w:val="003767F4"/>
    <w:rsid w:val="00377905"/>
    <w:rsid w:val="003800C0"/>
    <w:rsid w:val="00380F60"/>
    <w:rsid w:val="00381094"/>
    <w:rsid w:val="00383CE4"/>
    <w:rsid w:val="0038694E"/>
    <w:rsid w:val="003908E2"/>
    <w:rsid w:val="00390902"/>
    <w:rsid w:val="00391D78"/>
    <w:rsid w:val="00393518"/>
    <w:rsid w:val="003A0735"/>
    <w:rsid w:val="003A20B8"/>
    <w:rsid w:val="003A4506"/>
    <w:rsid w:val="003B20A4"/>
    <w:rsid w:val="003B5CC4"/>
    <w:rsid w:val="003D762E"/>
    <w:rsid w:val="003E2719"/>
    <w:rsid w:val="003E2F45"/>
    <w:rsid w:val="003F4021"/>
    <w:rsid w:val="003F5EDB"/>
    <w:rsid w:val="004014D7"/>
    <w:rsid w:val="00420C63"/>
    <w:rsid w:val="004227AB"/>
    <w:rsid w:val="00422A60"/>
    <w:rsid w:val="00425061"/>
    <w:rsid w:val="0042558F"/>
    <w:rsid w:val="00434264"/>
    <w:rsid w:val="0044102C"/>
    <w:rsid w:val="00442BCB"/>
    <w:rsid w:val="00444642"/>
    <w:rsid w:val="00446BD7"/>
    <w:rsid w:val="00455758"/>
    <w:rsid w:val="00460308"/>
    <w:rsid w:val="004615CB"/>
    <w:rsid w:val="0046562D"/>
    <w:rsid w:val="00473436"/>
    <w:rsid w:val="00473C1D"/>
    <w:rsid w:val="00481B2C"/>
    <w:rsid w:val="00484AFB"/>
    <w:rsid w:val="00490888"/>
    <w:rsid w:val="00493096"/>
    <w:rsid w:val="00493BF8"/>
    <w:rsid w:val="004964E9"/>
    <w:rsid w:val="004B32C4"/>
    <w:rsid w:val="004C14EE"/>
    <w:rsid w:val="004C3A09"/>
    <w:rsid w:val="004E459F"/>
    <w:rsid w:val="004F01F3"/>
    <w:rsid w:val="004F14A8"/>
    <w:rsid w:val="005006D2"/>
    <w:rsid w:val="00500A4E"/>
    <w:rsid w:val="005015D5"/>
    <w:rsid w:val="00505A37"/>
    <w:rsid w:val="00506313"/>
    <w:rsid w:val="00507C08"/>
    <w:rsid w:val="00513F4E"/>
    <w:rsid w:val="005155D9"/>
    <w:rsid w:val="00515BB9"/>
    <w:rsid w:val="005226E2"/>
    <w:rsid w:val="00522D27"/>
    <w:rsid w:val="00524B2B"/>
    <w:rsid w:val="00525C9D"/>
    <w:rsid w:val="00527C6A"/>
    <w:rsid w:val="00530417"/>
    <w:rsid w:val="00531000"/>
    <w:rsid w:val="00535FAC"/>
    <w:rsid w:val="00540D44"/>
    <w:rsid w:val="00541CB1"/>
    <w:rsid w:val="00551491"/>
    <w:rsid w:val="00553A96"/>
    <w:rsid w:val="0056092B"/>
    <w:rsid w:val="0056251C"/>
    <w:rsid w:val="00565171"/>
    <w:rsid w:val="0056722E"/>
    <w:rsid w:val="005737F9"/>
    <w:rsid w:val="005753DC"/>
    <w:rsid w:val="0058104A"/>
    <w:rsid w:val="005828E2"/>
    <w:rsid w:val="0058505F"/>
    <w:rsid w:val="005858EB"/>
    <w:rsid w:val="00586652"/>
    <w:rsid w:val="005902E3"/>
    <w:rsid w:val="00591F65"/>
    <w:rsid w:val="00592C4B"/>
    <w:rsid w:val="0059676D"/>
    <w:rsid w:val="005B0B17"/>
    <w:rsid w:val="005B1CFB"/>
    <w:rsid w:val="005D74DA"/>
    <w:rsid w:val="005D769A"/>
    <w:rsid w:val="005E6450"/>
    <w:rsid w:val="005F7B65"/>
    <w:rsid w:val="00602460"/>
    <w:rsid w:val="0061609D"/>
    <w:rsid w:val="00624F5F"/>
    <w:rsid w:val="0063230F"/>
    <w:rsid w:val="00633702"/>
    <w:rsid w:val="00640D0D"/>
    <w:rsid w:val="006417E3"/>
    <w:rsid w:val="00641B33"/>
    <w:rsid w:val="00645CC2"/>
    <w:rsid w:val="00651290"/>
    <w:rsid w:val="00653A0D"/>
    <w:rsid w:val="0065409A"/>
    <w:rsid w:val="006571E4"/>
    <w:rsid w:val="00657B6E"/>
    <w:rsid w:val="00664501"/>
    <w:rsid w:val="006649B6"/>
    <w:rsid w:val="00674665"/>
    <w:rsid w:val="00684E65"/>
    <w:rsid w:val="00695DB7"/>
    <w:rsid w:val="006A15E5"/>
    <w:rsid w:val="006A37B5"/>
    <w:rsid w:val="006A539A"/>
    <w:rsid w:val="006A6FD7"/>
    <w:rsid w:val="006B11FB"/>
    <w:rsid w:val="006B346A"/>
    <w:rsid w:val="006B4DC0"/>
    <w:rsid w:val="006B660D"/>
    <w:rsid w:val="006C1272"/>
    <w:rsid w:val="006C3581"/>
    <w:rsid w:val="006C5BD5"/>
    <w:rsid w:val="006D3155"/>
    <w:rsid w:val="006D3B97"/>
    <w:rsid w:val="006D4BB9"/>
    <w:rsid w:val="006D50EA"/>
    <w:rsid w:val="006D5B26"/>
    <w:rsid w:val="006D6450"/>
    <w:rsid w:val="006E01C2"/>
    <w:rsid w:val="006E2169"/>
    <w:rsid w:val="006E4E6C"/>
    <w:rsid w:val="006E5110"/>
    <w:rsid w:val="006E6169"/>
    <w:rsid w:val="006E6209"/>
    <w:rsid w:val="006E714F"/>
    <w:rsid w:val="006F31B4"/>
    <w:rsid w:val="006F4081"/>
    <w:rsid w:val="006F7380"/>
    <w:rsid w:val="007020ED"/>
    <w:rsid w:val="00702C3D"/>
    <w:rsid w:val="00710A44"/>
    <w:rsid w:val="007157F8"/>
    <w:rsid w:val="00722D29"/>
    <w:rsid w:val="00726A4F"/>
    <w:rsid w:val="00735256"/>
    <w:rsid w:val="007355C2"/>
    <w:rsid w:val="0074207A"/>
    <w:rsid w:val="00743463"/>
    <w:rsid w:val="00743ADC"/>
    <w:rsid w:val="00750D37"/>
    <w:rsid w:val="007522D1"/>
    <w:rsid w:val="00753C21"/>
    <w:rsid w:val="007562B3"/>
    <w:rsid w:val="00767C1F"/>
    <w:rsid w:val="0077224D"/>
    <w:rsid w:val="00782859"/>
    <w:rsid w:val="0078634F"/>
    <w:rsid w:val="00790823"/>
    <w:rsid w:val="00791C3C"/>
    <w:rsid w:val="007965FA"/>
    <w:rsid w:val="007A080B"/>
    <w:rsid w:val="007A0947"/>
    <w:rsid w:val="007A1138"/>
    <w:rsid w:val="007A1353"/>
    <w:rsid w:val="007A1E05"/>
    <w:rsid w:val="007A3743"/>
    <w:rsid w:val="007A3E4C"/>
    <w:rsid w:val="007A5020"/>
    <w:rsid w:val="007B1A7C"/>
    <w:rsid w:val="007B1D84"/>
    <w:rsid w:val="007B2F6C"/>
    <w:rsid w:val="007B3B31"/>
    <w:rsid w:val="007C326B"/>
    <w:rsid w:val="007C4846"/>
    <w:rsid w:val="007C4903"/>
    <w:rsid w:val="007C4E8D"/>
    <w:rsid w:val="007C6F64"/>
    <w:rsid w:val="007C7F14"/>
    <w:rsid w:val="007D0125"/>
    <w:rsid w:val="007E6E9D"/>
    <w:rsid w:val="007E741E"/>
    <w:rsid w:val="007E7B07"/>
    <w:rsid w:val="007F4436"/>
    <w:rsid w:val="007F47B5"/>
    <w:rsid w:val="007F5CE7"/>
    <w:rsid w:val="00801DB9"/>
    <w:rsid w:val="00802715"/>
    <w:rsid w:val="0080538D"/>
    <w:rsid w:val="008067D8"/>
    <w:rsid w:val="00810374"/>
    <w:rsid w:val="00812E07"/>
    <w:rsid w:val="00814E84"/>
    <w:rsid w:val="00820078"/>
    <w:rsid w:val="008365C2"/>
    <w:rsid w:val="00843226"/>
    <w:rsid w:val="0084442E"/>
    <w:rsid w:val="00850280"/>
    <w:rsid w:val="00855522"/>
    <w:rsid w:val="00856164"/>
    <w:rsid w:val="008606FF"/>
    <w:rsid w:val="00862F41"/>
    <w:rsid w:val="008630B7"/>
    <w:rsid w:val="00875751"/>
    <w:rsid w:val="00876216"/>
    <w:rsid w:val="008860DC"/>
    <w:rsid w:val="008A4B49"/>
    <w:rsid w:val="008B1D40"/>
    <w:rsid w:val="008B1DB4"/>
    <w:rsid w:val="008B6ECE"/>
    <w:rsid w:val="008B74E6"/>
    <w:rsid w:val="008C0417"/>
    <w:rsid w:val="008C0571"/>
    <w:rsid w:val="008C4955"/>
    <w:rsid w:val="008C63F0"/>
    <w:rsid w:val="008D2A6D"/>
    <w:rsid w:val="008D6BF4"/>
    <w:rsid w:val="008E2DFC"/>
    <w:rsid w:val="008E437A"/>
    <w:rsid w:val="008E7023"/>
    <w:rsid w:val="008F008A"/>
    <w:rsid w:val="008F1FF9"/>
    <w:rsid w:val="008F335C"/>
    <w:rsid w:val="008F34E6"/>
    <w:rsid w:val="008F5DBF"/>
    <w:rsid w:val="00905D9C"/>
    <w:rsid w:val="00915EC3"/>
    <w:rsid w:val="00916FF6"/>
    <w:rsid w:val="00917F2D"/>
    <w:rsid w:val="00924510"/>
    <w:rsid w:val="009246E8"/>
    <w:rsid w:val="0092474A"/>
    <w:rsid w:val="00930808"/>
    <w:rsid w:val="00934738"/>
    <w:rsid w:val="00944DBD"/>
    <w:rsid w:val="009462B4"/>
    <w:rsid w:val="00951DFC"/>
    <w:rsid w:val="00956EC4"/>
    <w:rsid w:val="00962F1D"/>
    <w:rsid w:val="00970789"/>
    <w:rsid w:val="009744C3"/>
    <w:rsid w:val="00976D73"/>
    <w:rsid w:val="009833D6"/>
    <w:rsid w:val="00987010"/>
    <w:rsid w:val="00987768"/>
    <w:rsid w:val="00991B25"/>
    <w:rsid w:val="00996A14"/>
    <w:rsid w:val="009A152D"/>
    <w:rsid w:val="009A4D6D"/>
    <w:rsid w:val="009A6BD5"/>
    <w:rsid w:val="009B16F6"/>
    <w:rsid w:val="009B41B8"/>
    <w:rsid w:val="009B481A"/>
    <w:rsid w:val="009B511B"/>
    <w:rsid w:val="009C120F"/>
    <w:rsid w:val="009C169F"/>
    <w:rsid w:val="009C5E3E"/>
    <w:rsid w:val="009C71C9"/>
    <w:rsid w:val="009D06FC"/>
    <w:rsid w:val="009D20CB"/>
    <w:rsid w:val="009D3D90"/>
    <w:rsid w:val="009D595C"/>
    <w:rsid w:val="009D6B1B"/>
    <w:rsid w:val="009D728F"/>
    <w:rsid w:val="009E182A"/>
    <w:rsid w:val="009E3320"/>
    <w:rsid w:val="009E35A3"/>
    <w:rsid w:val="009F0065"/>
    <w:rsid w:val="009F0842"/>
    <w:rsid w:val="00A01D40"/>
    <w:rsid w:val="00A0482A"/>
    <w:rsid w:val="00A075CC"/>
    <w:rsid w:val="00A21C97"/>
    <w:rsid w:val="00A25090"/>
    <w:rsid w:val="00A25BD7"/>
    <w:rsid w:val="00A30D3A"/>
    <w:rsid w:val="00A314B6"/>
    <w:rsid w:val="00A31936"/>
    <w:rsid w:val="00A3274D"/>
    <w:rsid w:val="00A3734D"/>
    <w:rsid w:val="00A45116"/>
    <w:rsid w:val="00A54546"/>
    <w:rsid w:val="00A57CE3"/>
    <w:rsid w:val="00A63FE4"/>
    <w:rsid w:val="00A64DEF"/>
    <w:rsid w:val="00A7180F"/>
    <w:rsid w:val="00A764E7"/>
    <w:rsid w:val="00A86A37"/>
    <w:rsid w:val="00A923F7"/>
    <w:rsid w:val="00A92C48"/>
    <w:rsid w:val="00A936C0"/>
    <w:rsid w:val="00A95A5B"/>
    <w:rsid w:val="00A9794B"/>
    <w:rsid w:val="00AA6905"/>
    <w:rsid w:val="00AA6945"/>
    <w:rsid w:val="00AB4524"/>
    <w:rsid w:val="00AB6948"/>
    <w:rsid w:val="00AC2C4E"/>
    <w:rsid w:val="00AC5F4B"/>
    <w:rsid w:val="00AC6C4E"/>
    <w:rsid w:val="00AE0B83"/>
    <w:rsid w:val="00AF254D"/>
    <w:rsid w:val="00AF414A"/>
    <w:rsid w:val="00AF76CD"/>
    <w:rsid w:val="00B056AB"/>
    <w:rsid w:val="00B20A82"/>
    <w:rsid w:val="00B212BE"/>
    <w:rsid w:val="00B23995"/>
    <w:rsid w:val="00B27B84"/>
    <w:rsid w:val="00B349E3"/>
    <w:rsid w:val="00B36DAD"/>
    <w:rsid w:val="00B50424"/>
    <w:rsid w:val="00B523DF"/>
    <w:rsid w:val="00B6083F"/>
    <w:rsid w:val="00B641B0"/>
    <w:rsid w:val="00B67489"/>
    <w:rsid w:val="00B67ACE"/>
    <w:rsid w:val="00B73F39"/>
    <w:rsid w:val="00B75DC3"/>
    <w:rsid w:val="00B82CA9"/>
    <w:rsid w:val="00B91ED5"/>
    <w:rsid w:val="00B93307"/>
    <w:rsid w:val="00B95974"/>
    <w:rsid w:val="00B975E4"/>
    <w:rsid w:val="00BA4D65"/>
    <w:rsid w:val="00BA5F02"/>
    <w:rsid w:val="00BA7414"/>
    <w:rsid w:val="00BB3934"/>
    <w:rsid w:val="00BB7B1E"/>
    <w:rsid w:val="00BC171B"/>
    <w:rsid w:val="00BD33C7"/>
    <w:rsid w:val="00BD46A3"/>
    <w:rsid w:val="00BE12E8"/>
    <w:rsid w:val="00BE378B"/>
    <w:rsid w:val="00BE5BAA"/>
    <w:rsid w:val="00BE7148"/>
    <w:rsid w:val="00BE7335"/>
    <w:rsid w:val="00BF49BF"/>
    <w:rsid w:val="00BF70E1"/>
    <w:rsid w:val="00C01957"/>
    <w:rsid w:val="00C0333E"/>
    <w:rsid w:val="00C04DBD"/>
    <w:rsid w:val="00C1154C"/>
    <w:rsid w:val="00C11F3F"/>
    <w:rsid w:val="00C14677"/>
    <w:rsid w:val="00C20404"/>
    <w:rsid w:val="00C30390"/>
    <w:rsid w:val="00C42189"/>
    <w:rsid w:val="00C464F0"/>
    <w:rsid w:val="00C50C7E"/>
    <w:rsid w:val="00C57F3D"/>
    <w:rsid w:val="00C61F68"/>
    <w:rsid w:val="00C70A27"/>
    <w:rsid w:val="00C70D88"/>
    <w:rsid w:val="00C72C88"/>
    <w:rsid w:val="00C74DC2"/>
    <w:rsid w:val="00C80D7A"/>
    <w:rsid w:val="00C82F5C"/>
    <w:rsid w:val="00C870ED"/>
    <w:rsid w:val="00C95D8B"/>
    <w:rsid w:val="00CA16E0"/>
    <w:rsid w:val="00CB61A6"/>
    <w:rsid w:val="00CB6DB0"/>
    <w:rsid w:val="00CC2E3E"/>
    <w:rsid w:val="00CC3292"/>
    <w:rsid w:val="00CC4375"/>
    <w:rsid w:val="00CC6585"/>
    <w:rsid w:val="00CD4D26"/>
    <w:rsid w:val="00CD56C4"/>
    <w:rsid w:val="00CD7D18"/>
    <w:rsid w:val="00CF0A82"/>
    <w:rsid w:val="00CF331B"/>
    <w:rsid w:val="00D0085C"/>
    <w:rsid w:val="00D01E34"/>
    <w:rsid w:val="00D0384D"/>
    <w:rsid w:val="00D04225"/>
    <w:rsid w:val="00D073F4"/>
    <w:rsid w:val="00D1042E"/>
    <w:rsid w:val="00D1470C"/>
    <w:rsid w:val="00D148BC"/>
    <w:rsid w:val="00D16A07"/>
    <w:rsid w:val="00D16D55"/>
    <w:rsid w:val="00D34519"/>
    <w:rsid w:val="00D352AB"/>
    <w:rsid w:val="00D469CD"/>
    <w:rsid w:val="00D50D47"/>
    <w:rsid w:val="00D5143D"/>
    <w:rsid w:val="00D530D8"/>
    <w:rsid w:val="00D56446"/>
    <w:rsid w:val="00D60985"/>
    <w:rsid w:val="00D63B3B"/>
    <w:rsid w:val="00D647CA"/>
    <w:rsid w:val="00D7006F"/>
    <w:rsid w:val="00D74573"/>
    <w:rsid w:val="00D775F4"/>
    <w:rsid w:val="00D8132B"/>
    <w:rsid w:val="00D824D6"/>
    <w:rsid w:val="00D86E65"/>
    <w:rsid w:val="00D9669B"/>
    <w:rsid w:val="00DA411A"/>
    <w:rsid w:val="00DB1B2A"/>
    <w:rsid w:val="00DB78E2"/>
    <w:rsid w:val="00DC0EB1"/>
    <w:rsid w:val="00DC19B7"/>
    <w:rsid w:val="00DC3863"/>
    <w:rsid w:val="00DC7D2F"/>
    <w:rsid w:val="00DD621F"/>
    <w:rsid w:val="00DE1E2B"/>
    <w:rsid w:val="00DE5197"/>
    <w:rsid w:val="00DE533A"/>
    <w:rsid w:val="00DE5770"/>
    <w:rsid w:val="00DE5C17"/>
    <w:rsid w:val="00DF40EF"/>
    <w:rsid w:val="00DF77B5"/>
    <w:rsid w:val="00E04B0D"/>
    <w:rsid w:val="00E11C68"/>
    <w:rsid w:val="00E137CC"/>
    <w:rsid w:val="00E16B26"/>
    <w:rsid w:val="00E21162"/>
    <w:rsid w:val="00E21A96"/>
    <w:rsid w:val="00E2629F"/>
    <w:rsid w:val="00E27D1D"/>
    <w:rsid w:val="00E33F9C"/>
    <w:rsid w:val="00E3677C"/>
    <w:rsid w:val="00E403A6"/>
    <w:rsid w:val="00E423F6"/>
    <w:rsid w:val="00E47F0F"/>
    <w:rsid w:val="00E53E6D"/>
    <w:rsid w:val="00E5696D"/>
    <w:rsid w:val="00E56AF8"/>
    <w:rsid w:val="00E573A4"/>
    <w:rsid w:val="00E621F0"/>
    <w:rsid w:val="00E7443E"/>
    <w:rsid w:val="00E8574F"/>
    <w:rsid w:val="00E918FD"/>
    <w:rsid w:val="00E93B00"/>
    <w:rsid w:val="00EA05E5"/>
    <w:rsid w:val="00EB1749"/>
    <w:rsid w:val="00EB3E04"/>
    <w:rsid w:val="00EB6B39"/>
    <w:rsid w:val="00EB7483"/>
    <w:rsid w:val="00EC60BC"/>
    <w:rsid w:val="00ED1BA0"/>
    <w:rsid w:val="00ED1F30"/>
    <w:rsid w:val="00ED3DA7"/>
    <w:rsid w:val="00ED7E28"/>
    <w:rsid w:val="00EE4248"/>
    <w:rsid w:val="00EF03D4"/>
    <w:rsid w:val="00EF16E3"/>
    <w:rsid w:val="00EF7675"/>
    <w:rsid w:val="00F003DF"/>
    <w:rsid w:val="00F0293A"/>
    <w:rsid w:val="00F044B4"/>
    <w:rsid w:val="00F04F9C"/>
    <w:rsid w:val="00F10937"/>
    <w:rsid w:val="00F13099"/>
    <w:rsid w:val="00F162D8"/>
    <w:rsid w:val="00F16B8C"/>
    <w:rsid w:val="00F347FA"/>
    <w:rsid w:val="00F3480B"/>
    <w:rsid w:val="00F41350"/>
    <w:rsid w:val="00F55040"/>
    <w:rsid w:val="00F56DA1"/>
    <w:rsid w:val="00F67A49"/>
    <w:rsid w:val="00F700A8"/>
    <w:rsid w:val="00F82A48"/>
    <w:rsid w:val="00F847B1"/>
    <w:rsid w:val="00F9146C"/>
    <w:rsid w:val="00F91AE9"/>
    <w:rsid w:val="00F9249C"/>
    <w:rsid w:val="00FA25F4"/>
    <w:rsid w:val="00FA3239"/>
    <w:rsid w:val="00FA65DD"/>
    <w:rsid w:val="00FB0019"/>
    <w:rsid w:val="00FB2898"/>
    <w:rsid w:val="00FB65DC"/>
    <w:rsid w:val="00FC59A1"/>
    <w:rsid w:val="00FE170C"/>
    <w:rsid w:val="00FE3981"/>
    <w:rsid w:val="00FF314D"/>
    <w:rsid w:val="00FF43E9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4E68"/>
  <w15:chartTrackingRefBased/>
  <w15:docId w15:val="{E8A253D1-31DE-465B-8A3C-AFE8B2CF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D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7D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C7D2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B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948"/>
  </w:style>
  <w:style w:type="character" w:styleId="a8">
    <w:name w:val="Hyperlink"/>
    <w:basedOn w:val="a0"/>
    <w:uiPriority w:val="99"/>
    <w:unhideWhenUsed/>
    <w:rsid w:val="007B1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Елена Николаевна</dc:creator>
  <cp:keywords/>
  <dc:description/>
  <cp:lastModifiedBy>Гаврилова Елена Николаевна</cp:lastModifiedBy>
  <cp:revision>8</cp:revision>
  <dcterms:created xsi:type="dcterms:W3CDTF">2024-10-08T13:37:00Z</dcterms:created>
  <dcterms:modified xsi:type="dcterms:W3CDTF">2024-11-25T13:48:00Z</dcterms:modified>
</cp:coreProperties>
</file>