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54" w:rsidRPr="00D21B90" w:rsidRDefault="00CA4A7F" w:rsidP="00CA4A7F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21B90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Приложение </w:t>
      </w:r>
      <w:r w:rsidR="007968D9" w:rsidRPr="00D21B90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</w:p>
    <w:p w:rsidR="002B30ED" w:rsidRPr="002B30ED" w:rsidRDefault="002B30ED" w:rsidP="00DB55AE">
      <w:pPr>
        <w:spacing w:after="0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>Количество принятых законов и отклоненных законопроектов</w:t>
      </w:r>
    </w:p>
    <w:p w:rsidR="002B30ED" w:rsidRPr="002B30ED" w:rsidRDefault="002B30ED" w:rsidP="002B30ED">
      <w:pPr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 xml:space="preserve">за период </w:t>
      </w:r>
      <w:r w:rsidR="002D2E78">
        <w:rPr>
          <w:rFonts w:ascii="Times New Roman" w:hAnsi="Times New Roman" w:cs="Times New Roman"/>
          <w:b/>
          <w:spacing w:val="4"/>
          <w:sz w:val="28"/>
          <w:szCs w:val="28"/>
        </w:rPr>
        <w:t>ок</w:t>
      </w: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>тябрь 20</w:t>
      </w:r>
      <w:r w:rsidR="002D2E78">
        <w:rPr>
          <w:rFonts w:ascii="Times New Roman" w:hAnsi="Times New Roman" w:cs="Times New Roman"/>
          <w:b/>
          <w:spacing w:val="4"/>
          <w:sz w:val="28"/>
          <w:szCs w:val="28"/>
        </w:rPr>
        <w:t>20</w:t>
      </w: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 xml:space="preserve"> года –</w:t>
      </w:r>
      <w:r w:rsidR="00DB55AE">
        <w:rPr>
          <w:rFonts w:ascii="Times New Roman" w:hAnsi="Times New Roman" w:cs="Times New Roman"/>
          <w:b/>
          <w:spacing w:val="4"/>
          <w:sz w:val="28"/>
          <w:szCs w:val="28"/>
        </w:rPr>
        <w:t xml:space="preserve"> сентябрь </w:t>
      </w: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>20</w:t>
      </w:r>
      <w:r w:rsidR="00DB55AE">
        <w:rPr>
          <w:rFonts w:ascii="Times New Roman" w:hAnsi="Times New Roman" w:cs="Times New Roman"/>
          <w:b/>
          <w:spacing w:val="4"/>
          <w:sz w:val="28"/>
          <w:szCs w:val="28"/>
        </w:rPr>
        <w:t>2</w:t>
      </w:r>
      <w:r w:rsidR="002D2E78">
        <w:rPr>
          <w:rFonts w:ascii="Times New Roman" w:hAnsi="Times New Roman" w:cs="Times New Roman"/>
          <w:b/>
          <w:spacing w:val="4"/>
          <w:sz w:val="28"/>
          <w:szCs w:val="28"/>
        </w:rPr>
        <w:t>1</w:t>
      </w: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 xml:space="preserve"> года в разрезе комитетов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3"/>
        <w:gridCol w:w="2217"/>
        <w:gridCol w:w="2243"/>
      </w:tblGrid>
      <w:tr w:rsidR="002D2E78" w:rsidRPr="002D2E78" w:rsidTr="002D2E78"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b/>
                <w:sz w:val="28"/>
                <w:szCs w:val="28"/>
              </w:rPr>
              <w:t>Комитет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2D2E7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D2E78">
              <w:rPr>
                <w:rFonts w:ascii="Times New Roman" w:hAnsi="Times New Roman" w:cs="Times New Roman"/>
                <w:b/>
                <w:sz w:val="28"/>
                <w:szCs w:val="28"/>
              </w:rPr>
              <w:t>конов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Отклонено</w:t>
            </w:r>
          </w:p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2D2E7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D2E78">
              <w:rPr>
                <w:rFonts w:ascii="Times New Roman" w:hAnsi="Times New Roman" w:cs="Times New Roman"/>
                <w:b/>
                <w:sz w:val="28"/>
                <w:szCs w:val="28"/>
              </w:rPr>
              <w:t>конопроектов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аграрной политике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бюджету, финансам и налоговой пол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тике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градостроительству, тран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порту, безопасности и качеству авт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мобильных д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рог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депутатской де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тельности, правопорядку и информационной п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литике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жили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но-коммунальному комплексу, энергетике, экологии и природопольз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ванию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законодательству, вопр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 xml:space="preserve">сам государственной </w:t>
            </w:r>
            <w:bookmarkStart w:id="0" w:name="_GoBack"/>
            <w:bookmarkEnd w:id="0"/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власти и местного самоупра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здравоохран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образованию, культуре, т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ризму, спорту и делам м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лодежи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социальной, демографич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ской политике, труду и занят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D2E78" w:rsidRPr="002D2E78" w:rsidTr="002D2E78">
        <w:trPr>
          <w:trHeight w:val="966"/>
        </w:trPr>
        <w:tc>
          <w:tcPr>
            <w:tcW w:w="5103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литике, инвестициям, промышленности и предпринимател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2D2E78" w:rsidRPr="002D2E78" w:rsidRDefault="002D2E78" w:rsidP="002D2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E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B55AE" w:rsidRPr="00DB55AE" w:rsidRDefault="00DB55AE" w:rsidP="000F1B58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DB55AE" w:rsidRPr="00DB5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7F"/>
    <w:rsid w:val="000F1B58"/>
    <w:rsid w:val="002A79D2"/>
    <w:rsid w:val="002B30ED"/>
    <w:rsid w:val="002D2E78"/>
    <w:rsid w:val="003700E5"/>
    <w:rsid w:val="00546E76"/>
    <w:rsid w:val="0074702A"/>
    <w:rsid w:val="007670B0"/>
    <w:rsid w:val="007968D9"/>
    <w:rsid w:val="00801142"/>
    <w:rsid w:val="00833254"/>
    <w:rsid w:val="008A2C95"/>
    <w:rsid w:val="00A46F50"/>
    <w:rsid w:val="00AB1EA9"/>
    <w:rsid w:val="00B44AED"/>
    <w:rsid w:val="00C569A0"/>
    <w:rsid w:val="00C73FBB"/>
    <w:rsid w:val="00CA4A7F"/>
    <w:rsid w:val="00D21B90"/>
    <w:rsid w:val="00DB55AE"/>
    <w:rsid w:val="00E34E78"/>
    <w:rsid w:val="00E52954"/>
    <w:rsid w:val="00F07BD6"/>
    <w:rsid w:val="00F1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Ушаков Максим Алексеевич</cp:lastModifiedBy>
  <cp:revision>10</cp:revision>
  <dcterms:created xsi:type="dcterms:W3CDTF">2019-09-06T14:48:00Z</dcterms:created>
  <dcterms:modified xsi:type="dcterms:W3CDTF">2021-10-11T16:13:00Z</dcterms:modified>
</cp:coreProperties>
</file>