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B4A" w:rsidRPr="00E7690F" w:rsidRDefault="00D67B4A" w:rsidP="00E7690F">
      <w:pPr>
        <w:ind w:left="5670"/>
        <w:jc w:val="right"/>
        <w:rPr>
          <w:sz w:val="28"/>
          <w:szCs w:val="28"/>
        </w:rPr>
      </w:pPr>
      <w:r w:rsidRPr="00547309">
        <w:rPr>
          <w:sz w:val="28"/>
          <w:szCs w:val="28"/>
        </w:rPr>
        <w:t xml:space="preserve">Приложение </w:t>
      </w:r>
      <w:r w:rsidRPr="00E7690F">
        <w:rPr>
          <w:sz w:val="28"/>
          <w:szCs w:val="28"/>
        </w:rPr>
        <w:t>7</w:t>
      </w:r>
    </w:p>
    <w:p w:rsidR="00D67B4A" w:rsidRPr="00547309" w:rsidRDefault="00D67B4A" w:rsidP="00E7690F">
      <w:pPr>
        <w:ind w:left="5670"/>
        <w:jc w:val="right"/>
        <w:rPr>
          <w:sz w:val="28"/>
          <w:szCs w:val="28"/>
        </w:rPr>
      </w:pPr>
      <w:r w:rsidRPr="00547309">
        <w:rPr>
          <w:sz w:val="28"/>
          <w:szCs w:val="28"/>
        </w:rPr>
        <w:t>к Закону Ярославской области</w:t>
      </w:r>
    </w:p>
    <w:p w:rsidR="00D67B4A" w:rsidRPr="00F55BDA" w:rsidRDefault="00D67B4A" w:rsidP="007867EC">
      <w:pPr>
        <w:ind w:left="5670"/>
        <w:jc w:val="right"/>
        <w:rPr>
          <w:sz w:val="28"/>
          <w:szCs w:val="28"/>
        </w:rPr>
      </w:pPr>
      <w:r w:rsidRPr="00F55BDA">
        <w:rPr>
          <w:sz w:val="28"/>
          <w:szCs w:val="28"/>
        </w:rPr>
        <w:t xml:space="preserve">от </w:t>
      </w:r>
      <w:r>
        <w:rPr>
          <w:sz w:val="28"/>
          <w:szCs w:val="28"/>
        </w:rPr>
        <w:t>27.12.2012 № 73-з</w:t>
      </w:r>
    </w:p>
    <w:p w:rsidR="00D67B4A" w:rsidRDefault="00D67B4A" w:rsidP="00E7690F">
      <w:pPr>
        <w:ind w:left="5670"/>
        <w:jc w:val="right"/>
        <w:rPr>
          <w:sz w:val="28"/>
          <w:szCs w:val="28"/>
        </w:rPr>
      </w:pPr>
    </w:p>
    <w:p w:rsidR="00D67B4A" w:rsidRPr="00547309" w:rsidRDefault="00D67B4A" w:rsidP="00E7690F">
      <w:pPr>
        <w:ind w:left="5670"/>
        <w:jc w:val="right"/>
        <w:rPr>
          <w:sz w:val="28"/>
          <w:szCs w:val="28"/>
        </w:rPr>
      </w:pPr>
    </w:p>
    <w:p w:rsidR="00D67B4A" w:rsidRPr="0092753E" w:rsidRDefault="00D67B4A" w:rsidP="0092753E">
      <w:pPr>
        <w:jc w:val="right"/>
        <w:rPr>
          <w:sz w:val="28"/>
          <w:szCs w:val="28"/>
        </w:rPr>
      </w:pPr>
      <w:bookmarkStart w:id="0" w:name="_GoBack"/>
      <w:bookmarkEnd w:id="0"/>
    </w:p>
    <w:p w:rsidR="00D67B4A" w:rsidRDefault="00D67B4A" w:rsidP="00654F69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</w:t>
      </w:r>
      <w:r w:rsidRPr="007764E2">
        <w:rPr>
          <w:b/>
          <w:bCs/>
          <w:sz w:val="28"/>
          <w:szCs w:val="28"/>
        </w:rPr>
        <w:t>межбюджетных трансфертов</w:t>
      </w:r>
      <w:r>
        <w:rPr>
          <w:b/>
          <w:bCs/>
          <w:sz w:val="28"/>
          <w:szCs w:val="28"/>
        </w:rPr>
        <w:t xml:space="preserve">, получаемых </w:t>
      </w:r>
    </w:p>
    <w:p w:rsidR="00D67B4A" w:rsidRPr="005D3200" w:rsidRDefault="00D67B4A" w:rsidP="00654F69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 областного бюджета и бюджета Федерального фонда обязательного</w:t>
      </w:r>
    </w:p>
    <w:p w:rsidR="00D67B4A" w:rsidRPr="00293F2E" w:rsidRDefault="00D67B4A" w:rsidP="00654F69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медицинского страхования, на 20</w:t>
      </w:r>
      <w:r>
        <w:rPr>
          <w:b/>
          <w:bCs/>
          <w:sz w:val="28"/>
          <w:szCs w:val="28"/>
          <w:lang w:val="en-US"/>
        </w:rPr>
        <w:t>1</w:t>
      </w:r>
      <w:r>
        <w:rPr>
          <w:b/>
          <w:bCs/>
          <w:sz w:val="28"/>
          <w:szCs w:val="28"/>
        </w:rPr>
        <w:t>3 год</w:t>
      </w:r>
    </w:p>
    <w:p w:rsidR="00D67B4A" w:rsidRPr="00293F2E" w:rsidRDefault="00D67B4A" w:rsidP="00654F69">
      <w:pPr>
        <w:ind w:firstLine="720"/>
        <w:rPr>
          <w:sz w:val="28"/>
          <w:szCs w:val="28"/>
        </w:rPr>
      </w:pPr>
    </w:p>
    <w:tbl>
      <w:tblPr>
        <w:tblW w:w="4948" w:type="pct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645"/>
        <w:gridCol w:w="1826"/>
      </w:tblGrid>
      <w:tr w:rsidR="00D67B4A" w:rsidRPr="00596744" w:rsidTr="002E43DD">
        <w:trPr>
          <w:trHeight w:val="713"/>
        </w:trPr>
        <w:tc>
          <w:tcPr>
            <w:tcW w:w="4036" w:type="pct"/>
            <w:vAlign w:val="center"/>
          </w:tcPr>
          <w:p w:rsidR="00D67B4A" w:rsidRPr="00B34EF1" w:rsidRDefault="00D67B4A" w:rsidP="001F57B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96744">
              <w:rPr>
                <w:b/>
                <w:sz w:val="28"/>
                <w:szCs w:val="28"/>
              </w:rPr>
              <w:t>Наименование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</w:rPr>
              <w:t>межбюджетного трансферта</w:t>
            </w:r>
          </w:p>
        </w:tc>
        <w:tc>
          <w:tcPr>
            <w:tcW w:w="964" w:type="pct"/>
            <w:vAlign w:val="center"/>
          </w:tcPr>
          <w:p w:rsidR="00D67B4A" w:rsidRDefault="00D67B4A" w:rsidP="001F57B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96744">
              <w:rPr>
                <w:b/>
                <w:sz w:val="28"/>
                <w:szCs w:val="28"/>
              </w:rPr>
              <w:t>Сумма</w:t>
            </w:r>
          </w:p>
          <w:p w:rsidR="00D67B4A" w:rsidRPr="00596744" w:rsidRDefault="00D67B4A" w:rsidP="001F57B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</w:t>
            </w:r>
            <w:r w:rsidRPr="00596744">
              <w:rPr>
                <w:b/>
                <w:sz w:val="28"/>
                <w:szCs w:val="28"/>
              </w:rPr>
              <w:t>руб.)</w:t>
            </w:r>
          </w:p>
        </w:tc>
      </w:tr>
      <w:tr w:rsidR="00D67B4A" w:rsidRPr="00596744" w:rsidTr="002E43DD">
        <w:trPr>
          <w:trHeight w:val="324"/>
        </w:trPr>
        <w:tc>
          <w:tcPr>
            <w:tcW w:w="4036" w:type="pct"/>
          </w:tcPr>
          <w:p w:rsidR="00D67B4A" w:rsidRPr="008F0A70" w:rsidRDefault="00D67B4A" w:rsidP="001F57BD">
            <w:pPr>
              <w:ind w:right="119"/>
              <w:rPr>
                <w:b/>
                <w:noProof/>
                <w:sz w:val="28"/>
                <w:szCs w:val="28"/>
              </w:rPr>
            </w:pPr>
            <w:r w:rsidRPr="008F0A70">
              <w:rPr>
                <w:b/>
                <w:noProof/>
                <w:sz w:val="28"/>
                <w:szCs w:val="28"/>
              </w:rPr>
              <w:t>Межбюджетные трансферты, всего,</w:t>
            </w:r>
          </w:p>
          <w:p w:rsidR="00D67B4A" w:rsidRPr="008F0A70" w:rsidRDefault="00D67B4A" w:rsidP="001F57BD">
            <w:pPr>
              <w:ind w:right="119"/>
              <w:rPr>
                <w:b/>
                <w:sz w:val="28"/>
                <w:szCs w:val="28"/>
              </w:rPr>
            </w:pPr>
            <w:r w:rsidRPr="008F0A70">
              <w:rPr>
                <w:sz w:val="28"/>
                <w:szCs w:val="28"/>
              </w:rPr>
              <w:t>в том числе:</w:t>
            </w:r>
          </w:p>
        </w:tc>
        <w:tc>
          <w:tcPr>
            <w:tcW w:w="964" w:type="pct"/>
          </w:tcPr>
          <w:p w:rsidR="00D67B4A" w:rsidRPr="00BF0935" w:rsidRDefault="00D67B4A" w:rsidP="001F57B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9</w:t>
            </w:r>
            <w:r>
              <w:rPr>
                <w:b/>
                <w:sz w:val="28"/>
                <w:szCs w:val="28"/>
              </w:rPr>
              <w:t> 319 0</w:t>
            </w:r>
            <w:r>
              <w:rPr>
                <w:b/>
                <w:sz w:val="28"/>
                <w:szCs w:val="28"/>
                <w:lang w:val="en-US"/>
              </w:rPr>
              <w:t>87</w:t>
            </w:r>
            <w:r>
              <w:rPr>
                <w:b/>
                <w:sz w:val="28"/>
                <w:szCs w:val="28"/>
              </w:rPr>
              <w:t> </w:t>
            </w:r>
            <w:r>
              <w:rPr>
                <w:b/>
                <w:sz w:val="28"/>
                <w:szCs w:val="28"/>
                <w:lang w:val="en-US"/>
              </w:rPr>
              <w:t>2</w:t>
            </w:r>
            <w:r>
              <w:rPr>
                <w:b/>
                <w:sz w:val="28"/>
                <w:szCs w:val="28"/>
              </w:rPr>
              <w:t>00</w:t>
            </w:r>
          </w:p>
        </w:tc>
      </w:tr>
      <w:tr w:rsidR="00D67B4A" w:rsidRPr="00596744" w:rsidTr="002E43DD">
        <w:trPr>
          <w:trHeight w:val="299"/>
        </w:trPr>
        <w:tc>
          <w:tcPr>
            <w:tcW w:w="4036" w:type="pct"/>
          </w:tcPr>
          <w:p w:rsidR="00D67B4A" w:rsidRPr="008F0A70" w:rsidRDefault="00D67B4A" w:rsidP="001F57BD">
            <w:pPr>
              <w:ind w:right="119"/>
              <w:rPr>
                <w:noProof/>
                <w:sz w:val="28"/>
                <w:szCs w:val="28"/>
              </w:rPr>
            </w:pPr>
            <w:r w:rsidRPr="008F0A70">
              <w:rPr>
                <w:b/>
                <w:noProof/>
                <w:sz w:val="28"/>
                <w:szCs w:val="28"/>
              </w:rPr>
              <w:t>за счет средств областного бюджета</w:t>
            </w:r>
            <w:r w:rsidRPr="008F0A70">
              <w:rPr>
                <w:noProof/>
                <w:sz w:val="28"/>
                <w:szCs w:val="28"/>
              </w:rPr>
              <w:t xml:space="preserve">, </w:t>
            </w:r>
          </w:p>
          <w:p w:rsidR="00D67B4A" w:rsidRPr="008F0A70" w:rsidRDefault="00D67B4A" w:rsidP="001F57BD">
            <w:pPr>
              <w:ind w:right="119"/>
              <w:rPr>
                <w:noProof/>
                <w:sz w:val="28"/>
                <w:szCs w:val="28"/>
              </w:rPr>
            </w:pPr>
            <w:r w:rsidRPr="008F0A70">
              <w:rPr>
                <w:noProof/>
                <w:sz w:val="28"/>
                <w:szCs w:val="28"/>
              </w:rPr>
              <w:t>в том числе:</w:t>
            </w:r>
          </w:p>
        </w:tc>
        <w:tc>
          <w:tcPr>
            <w:tcW w:w="964" w:type="pct"/>
          </w:tcPr>
          <w:p w:rsidR="00D67B4A" w:rsidRPr="00BF0935" w:rsidRDefault="00D67B4A" w:rsidP="001F57B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r>
              <w:rPr>
                <w:b/>
                <w:sz w:val="28"/>
                <w:szCs w:val="28"/>
              </w:rPr>
              <w:t> </w:t>
            </w:r>
            <w:r>
              <w:rPr>
                <w:b/>
                <w:sz w:val="28"/>
                <w:szCs w:val="28"/>
                <w:lang w:val="en-US"/>
              </w:rPr>
              <w:t>5</w:t>
            </w:r>
            <w:r>
              <w:rPr>
                <w:b/>
                <w:sz w:val="28"/>
                <w:szCs w:val="28"/>
              </w:rPr>
              <w:t>88 043 </w:t>
            </w:r>
            <w:r>
              <w:rPr>
                <w:b/>
                <w:sz w:val="28"/>
                <w:szCs w:val="28"/>
                <w:lang w:val="en-US"/>
              </w:rPr>
              <w:t>3</w:t>
            </w:r>
            <w:r>
              <w:rPr>
                <w:b/>
                <w:sz w:val="28"/>
                <w:szCs w:val="28"/>
              </w:rPr>
              <w:t>00</w:t>
            </w:r>
          </w:p>
        </w:tc>
      </w:tr>
      <w:tr w:rsidR="00D67B4A" w:rsidRPr="003F422F" w:rsidTr="002E43DD">
        <w:trPr>
          <w:trHeight w:val="637"/>
        </w:trPr>
        <w:tc>
          <w:tcPr>
            <w:tcW w:w="4036" w:type="pct"/>
          </w:tcPr>
          <w:p w:rsidR="00D67B4A" w:rsidRPr="008F0A70" w:rsidRDefault="00D67B4A" w:rsidP="001F57BD">
            <w:pPr>
              <w:ind w:right="119"/>
              <w:rPr>
                <w:sz w:val="28"/>
                <w:szCs w:val="28"/>
              </w:rPr>
            </w:pPr>
            <w:r w:rsidRPr="008F0A70">
              <w:rPr>
                <w:sz w:val="28"/>
                <w:szCs w:val="28"/>
              </w:rPr>
              <w:t>дополнительное финансовое обеспечение реализации терр</w:t>
            </w:r>
            <w:r w:rsidRPr="008F0A70">
              <w:rPr>
                <w:sz w:val="28"/>
                <w:szCs w:val="28"/>
              </w:rPr>
              <w:t>и</w:t>
            </w:r>
            <w:r w:rsidRPr="008F0A70">
              <w:rPr>
                <w:sz w:val="28"/>
                <w:szCs w:val="28"/>
              </w:rPr>
              <w:t>ториальной программы обязательного медицинского стр</w:t>
            </w:r>
            <w:r w:rsidRPr="008F0A70">
              <w:rPr>
                <w:sz w:val="28"/>
                <w:szCs w:val="28"/>
              </w:rPr>
              <w:t>а</w:t>
            </w:r>
            <w:r w:rsidRPr="008F0A70">
              <w:rPr>
                <w:sz w:val="28"/>
                <w:szCs w:val="28"/>
              </w:rPr>
              <w:t>хования в части базовой программы обязательного мед</w:t>
            </w:r>
            <w:r w:rsidRPr="008F0A70">
              <w:rPr>
                <w:sz w:val="28"/>
                <w:szCs w:val="28"/>
              </w:rPr>
              <w:t>и</w:t>
            </w:r>
            <w:r w:rsidRPr="008F0A70">
              <w:rPr>
                <w:sz w:val="28"/>
                <w:szCs w:val="28"/>
              </w:rPr>
              <w:t>цинского страхования</w:t>
            </w:r>
          </w:p>
        </w:tc>
        <w:tc>
          <w:tcPr>
            <w:tcW w:w="964" w:type="pct"/>
          </w:tcPr>
          <w:p w:rsidR="00D67B4A" w:rsidRPr="00583E94" w:rsidRDefault="00D67B4A" w:rsidP="001F57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1 031</w:t>
            </w:r>
            <w:r w:rsidRPr="00583E9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en-US"/>
              </w:rPr>
              <w:t>583</w:t>
            </w:r>
            <w:r w:rsidRPr="00583E9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en-US"/>
              </w:rPr>
              <w:t>7</w:t>
            </w:r>
            <w:r w:rsidRPr="00583E94">
              <w:rPr>
                <w:sz w:val="28"/>
                <w:szCs w:val="28"/>
              </w:rPr>
              <w:t>00</w:t>
            </w:r>
          </w:p>
        </w:tc>
      </w:tr>
      <w:tr w:rsidR="00D67B4A" w:rsidRPr="003F422F" w:rsidTr="002E43DD">
        <w:trPr>
          <w:trHeight w:val="637"/>
        </w:trPr>
        <w:tc>
          <w:tcPr>
            <w:tcW w:w="4036" w:type="pct"/>
          </w:tcPr>
          <w:p w:rsidR="00D67B4A" w:rsidRPr="008F0A70" w:rsidRDefault="00D67B4A" w:rsidP="001F57BD">
            <w:pPr>
              <w:ind w:right="119"/>
              <w:rPr>
                <w:sz w:val="28"/>
                <w:szCs w:val="28"/>
              </w:rPr>
            </w:pPr>
            <w:r w:rsidRPr="008F0A70">
              <w:rPr>
                <w:sz w:val="28"/>
                <w:szCs w:val="28"/>
              </w:rPr>
              <w:t>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964" w:type="pct"/>
          </w:tcPr>
          <w:p w:rsidR="00D67B4A" w:rsidRPr="00583E94" w:rsidRDefault="00D67B4A" w:rsidP="001F57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447</w:t>
            </w:r>
            <w:r w:rsidRPr="00583E9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en-US"/>
              </w:rPr>
              <w:t>459</w:t>
            </w:r>
            <w:r w:rsidRPr="00583E9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en-US"/>
              </w:rPr>
              <w:t>6</w:t>
            </w:r>
            <w:r w:rsidRPr="00583E94">
              <w:rPr>
                <w:sz w:val="28"/>
                <w:szCs w:val="28"/>
              </w:rPr>
              <w:t>00</w:t>
            </w:r>
          </w:p>
        </w:tc>
      </w:tr>
      <w:tr w:rsidR="00D67B4A" w:rsidRPr="003F422F" w:rsidTr="002E43DD">
        <w:trPr>
          <w:trHeight w:val="637"/>
        </w:trPr>
        <w:tc>
          <w:tcPr>
            <w:tcW w:w="4036" w:type="pct"/>
          </w:tcPr>
          <w:p w:rsidR="00D67B4A" w:rsidRPr="008F0A70" w:rsidRDefault="00D67B4A" w:rsidP="001F57BD">
            <w:pPr>
              <w:ind w:right="119"/>
              <w:rPr>
                <w:sz w:val="28"/>
                <w:szCs w:val="28"/>
              </w:rPr>
            </w:pPr>
            <w:r w:rsidRPr="008F0A70">
              <w:rPr>
                <w:noProof/>
                <w:sz w:val="28"/>
                <w:szCs w:val="28"/>
              </w:rPr>
              <w:t>прочие безвозмездные поступления на дополнительные меры социальной поддержки медицинских работников медицинских организаций Ярославской области</w:t>
            </w:r>
          </w:p>
        </w:tc>
        <w:tc>
          <w:tcPr>
            <w:tcW w:w="964" w:type="pct"/>
          </w:tcPr>
          <w:p w:rsidR="00D67B4A" w:rsidRPr="00583E94" w:rsidRDefault="00D67B4A" w:rsidP="001F57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109</w:t>
            </w:r>
            <w:r w:rsidRPr="00583E9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en-US"/>
              </w:rPr>
              <w:t>000</w:t>
            </w:r>
            <w:r w:rsidRPr="00583E9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en-US"/>
              </w:rPr>
              <w:t>0</w:t>
            </w:r>
            <w:r w:rsidRPr="00583E94">
              <w:rPr>
                <w:sz w:val="28"/>
                <w:szCs w:val="28"/>
              </w:rPr>
              <w:t>00</w:t>
            </w:r>
          </w:p>
        </w:tc>
      </w:tr>
      <w:tr w:rsidR="00D67B4A" w:rsidRPr="00596744" w:rsidTr="002E43DD">
        <w:trPr>
          <w:trHeight w:val="637"/>
        </w:trPr>
        <w:tc>
          <w:tcPr>
            <w:tcW w:w="4036" w:type="pct"/>
          </w:tcPr>
          <w:p w:rsidR="00D67B4A" w:rsidRPr="008F0A70" w:rsidRDefault="00D67B4A" w:rsidP="001F57BD">
            <w:pPr>
              <w:ind w:right="119"/>
              <w:rPr>
                <w:noProof/>
                <w:sz w:val="28"/>
                <w:szCs w:val="28"/>
              </w:rPr>
            </w:pPr>
            <w:r w:rsidRPr="008F0A70">
              <w:rPr>
                <w:b/>
                <w:noProof/>
                <w:sz w:val="28"/>
                <w:szCs w:val="28"/>
              </w:rPr>
              <w:t>за счет средств Федерального фонда обязательного медицинского страхования</w:t>
            </w:r>
            <w:r w:rsidRPr="008F0A70">
              <w:rPr>
                <w:noProof/>
                <w:sz w:val="28"/>
                <w:szCs w:val="28"/>
              </w:rPr>
              <w:t xml:space="preserve">, </w:t>
            </w:r>
          </w:p>
          <w:p w:rsidR="00D67B4A" w:rsidRPr="008F0A70" w:rsidRDefault="00D67B4A" w:rsidP="001F57BD">
            <w:pPr>
              <w:ind w:right="119"/>
              <w:rPr>
                <w:sz w:val="28"/>
                <w:szCs w:val="28"/>
              </w:rPr>
            </w:pPr>
            <w:r w:rsidRPr="008F0A70">
              <w:rPr>
                <w:noProof/>
                <w:sz w:val="28"/>
                <w:szCs w:val="28"/>
              </w:rPr>
              <w:t>в том числе:</w:t>
            </w:r>
          </w:p>
        </w:tc>
        <w:tc>
          <w:tcPr>
            <w:tcW w:w="964" w:type="pct"/>
          </w:tcPr>
          <w:p w:rsidR="00D67B4A" w:rsidRPr="00BF0935" w:rsidRDefault="00D67B4A" w:rsidP="001F57B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7 731 043 900</w:t>
            </w:r>
          </w:p>
        </w:tc>
      </w:tr>
      <w:tr w:rsidR="00D67B4A" w:rsidRPr="00596744" w:rsidTr="002E43DD">
        <w:trPr>
          <w:trHeight w:val="303"/>
        </w:trPr>
        <w:tc>
          <w:tcPr>
            <w:tcW w:w="4036" w:type="pct"/>
          </w:tcPr>
          <w:p w:rsidR="00D67B4A" w:rsidRPr="008F0A70" w:rsidRDefault="00D67B4A" w:rsidP="001F57BD">
            <w:pPr>
              <w:ind w:right="119"/>
              <w:rPr>
                <w:sz w:val="28"/>
                <w:szCs w:val="28"/>
              </w:rPr>
            </w:pPr>
            <w:r w:rsidRPr="008F0A70">
              <w:rPr>
                <w:sz w:val="28"/>
                <w:szCs w:val="28"/>
              </w:rPr>
              <w:t>выполнение территориальной программы обязательного м</w:t>
            </w:r>
            <w:r w:rsidRPr="008F0A70">
              <w:rPr>
                <w:sz w:val="28"/>
                <w:szCs w:val="28"/>
              </w:rPr>
              <w:t>е</w:t>
            </w:r>
            <w:r w:rsidRPr="008F0A70">
              <w:rPr>
                <w:sz w:val="28"/>
                <w:szCs w:val="28"/>
              </w:rPr>
              <w:t>дицинского страхования в рамках базовой программы об</w:t>
            </w:r>
            <w:r w:rsidRPr="008F0A70">
              <w:rPr>
                <w:sz w:val="28"/>
                <w:szCs w:val="28"/>
              </w:rPr>
              <w:t>я</w:t>
            </w:r>
            <w:r w:rsidRPr="008F0A70">
              <w:rPr>
                <w:sz w:val="28"/>
                <w:szCs w:val="28"/>
              </w:rPr>
              <w:t>зательного медицинского страхования</w:t>
            </w:r>
          </w:p>
        </w:tc>
        <w:tc>
          <w:tcPr>
            <w:tcW w:w="964" w:type="pct"/>
          </w:tcPr>
          <w:p w:rsidR="00D67B4A" w:rsidRPr="00583E94" w:rsidRDefault="00D67B4A" w:rsidP="001F57BD">
            <w:pPr>
              <w:jc w:val="right"/>
              <w:rPr>
                <w:sz w:val="28"/>
                <w:szCs w:val="28"/>
              </w:rPr>
            </w:pPr>
            <w:r w:rsidRPr="00583E94">
              <w:rPr>
                <w:sz w:val="28"/>
                <w:szCs w:val="28"/>
              </w:rPr>
              <w:t>7 731 043 900</w:t>
            </w:r>
          </w:p>
        </w:tc>
      </w:tr>
    </w:tbl>
    <w:p w:rsidR="00D67B4A" w:rsidRDefault="00D67B4A" w:rsidP="00654F69">
      <w:pPr>
        <w:jc w:val="center"/>
      </w:pPr>
    </w:p>
    <w:sectPr w:rsidR="00D67B4A" w:rsidSect="0092753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B4A" w:rsidRDefault="00D67B4A" w:rsidP="0092753E">
      <w:r>
        <w:separator/>
      </w:r>
    </w:p>
  </w:endnote>
  <w:endnote w:type="continuationSeparator" w:id="0">
    <w:p w:rsidR="00D67B4A" w:rsidRDefault="00D67B4A" w:rsidP="00927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B4A" w:rsidRDefault="00D67B4A" w:rsidP="0092753E">
      <w:r>
        <w:separator/>
      </w:r>
    </w:p>
  </w:footnote>
  <w:footnote w:type="continuationSeparator" w:id="0">
    <w:p w:rsidR="00D67B4A" w:rsidRDefault="00D67B4A" w:rsidP="009275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B4A" w:rsidRDefault="00D67B4A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D67B4A" w:rsidRDefault="00D67B4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753E"/>
    <w:rsid w:val="0000106F"/>
    <w:rsid w:val="00002256"/>
    <w:rsid w:val="000026BD"/>
    <w:rsid w:val="00002754"/>
    <w:rsid w:val="000027B8"/>
    <w:rsid w:val="00002DBF"/>
    <w:rsid w:val="00003254"/>
    <w:rsid w:val="00003EBB"/>
    <w:rsid w:val="00004E12"/>
    <w:rsid w:val="00005015"/>
    <w:rsid w:val="00005037"/>
    <w:rsid w:val="000054C4"/>
    <w:rsid w:val="0001017C"/>
    <w:rsid w:val="00010A5C"/>
    <w:rsid w:val="000112EC"/>
    <w:rsid w:val="00011FCD"/>
    <w:rsid w:val="00012E85"/>
    <w:rsid w:val="000131F1"/>
    <w:rsid w:val="000147DB"/>
    <w:rsid w:val="00014E40"/>
    <w:rsid w:val="00014E8D"/>
    <w:rsid w:val="000178C6"/>
    <w:rsid w:val="0001791E"/>
    <w:rsid w:val="00020513"/>
    <w:rsid w:val="00020846"/>
    <w:rsid w:val="00020863"/>
    <w:rsid w:val="00021B13"/>
    <w:rsid w:val="00022409"/>
    <w:rsid w:val="0002355B"/>
    <w:rsid w:val="000235C5"/>
    <w:rsid w:val="00023E1A"/>
    <w:rsid w:val="000245F4"/>
    <w:rsid w:val="00025E75"/>
    <w:rsid w:val="0002635F"/>
    <w:rsid w:val="0002777F"/>
    <w:rsid w:val="0003065B"/>
    <w:rsid w:val="00030676"/>
    <w:rsid w:val="000309DD"/>
    <w:rsid w:val="000313E5"/>
    <w:rsid w:val="000316C0"/>
    <w:rsid w:val="00032252"/>
    <w:rsid w:val="00034AF3"/>
    <w:rsid w:val="00035547"/>
    <w:rsid w:val="00035ABF"/>
    <w:rsid w:val="00035B27"/>
    <w:rsid w:val="000362CC"/>
    <w:rsid w:val="000362E6"/>
    <w:rsid w:val="00036E28"/>
    <w:rsid w:val="000377B4"/>
    <w:rsid w:val="00043F97"/>
    <w:rsid w:val="0004589B"/>
    <w:rsid w:val="000463DC"/>
    <w:rsid w:val="00046EDF"/>
    <w:rsid w:val="00047D54"/>
    <w:rsid w:val="0005099E"/>
    <w:rsid w:val="00051D9B"/>
    <w:rsid w:val="00054267"/>
    <w:rsid w:val="00055BC2"/>
    <w:rsid w:val="00057D77"/>
    <w:rsid w:val="0006105E"/>
    <w:rsid w:val="00062A20"/>
    <w:rsid w:val="000636B3"/>
    <w:rsid w:val="00064216"/>
    <w:rsid w:val="00064623"/>
    <w:rsid w:val="00064C76"/>
    <w:rsid w:val="0006732A"/>
    <w:rsid w:val="000676DF"/>
    <w:rsid w:val="000705FA"/>
    <w:rsid w:val="00070634"/>
    <w:rsid w:val="00070D73"/>
    <w:rsid w:val="00075DA2"/>
    <w:rsid w:val="00081DE5"/>
    <w:rsid w:val="0008362B"/>
    <w:rsid w:val="00083E5F"/>
    <w:rsid w:val="00084B86"/>
    <w:rsid w:val="00085937"/>
    <w:rsid w:val="000860C0"/>
    <w:rsid w:val="00086EC9"/>
    <w:rsid w:val="00087790"/>
    <w:rsid w:val="00091188"/>
    <w:rsid w:val="000917FA"/>
    <w:rsid w:val="00092B0D"/>
    <w:rsid w:val="00092D98"/>
    <w:rsid w:val="00095A6A"/>
    <w:rsid w:val="00095FBF"/>
    <w:rsid w:val="0009748A"/>
    <w:rsid w:val="000A0A5E"/>
    <w:rsid w:val="000A1554"/>
    <w:rsid w:val="000A31EA"/>
    <w:rsid w:val="000A4ECF"/>
    <w:rsid w:val="000A4F67"/>
    <w:rsid w:val="000A5C76"/>
    <w:rsid w:val="000A665E"/>
    <w:rsid w:val="000A6A72"/>
    <w:rsid w:val="000B4CB3"/>
    <w:rsid w:val="000B4F49"/>
    <w:rsid w:val="000B5732"/>
    <w:rsid w:val="000B7047"/>
    <w:rsid w:val="000B74E1"/>
    <w:rsid w:val="000C2621"/>
    <w:rsid w:val="000C34EC"/>
    <w:rsid w:val="000C57EC"/>
    <w:rsid w:val="000C68A9"/>
    <w:rsid w:val="000C787A"/>
    <w:rsid w:val="000C78E7"/>
    <w:rsid w:val="000D1D41"/>
    <w:rsid w:val="000D30F3"/>
    <w:rsid w:val="000D43B8"/>
    <w:rsid w:val="000D4C1F"/>
    <w:rsid w:val="000D4E1A"/>
    <w:rsid w:val="000D537B"/>
    <w:rsid w:val="000D571E"/>
    <w:rsid w:val="000D6110"/>
    <w:rsid w:val="000D7BCB"/>
    <w:rsid w:val="000E0CED"/>
    <w:rsid w:val="000E1760"/>
    <w:rsid w:val="000E3997"/>
    <w:rsid w:val="000E4689"/>
    <w:rsid w:val="000E64D0"/>
    <w:rsid w:val="000F128B"/>
    <w:rsid w:val="000F2098"/>
    <w:rsid w:val="000F27E6"/>
    <w:rsid w:val="000F2CC1"/>
    <w:rsid w:val="000F5A55"/>
    <w:rsid w:val="000F6ED2"/>
    <w:rsid w:val="001006C5"/>
    <w:rsid w:val="00100C36"/>
    <w:rsid w:val="00100D61"/>
    <w:rsid w:val="001015AE"/>
    <w:rsid w:val="00102C64"/>
    <w:rsid w:val="00102F51"/>
    <w:rsid w:val="001032E0"/>
    <w:rsid w:val="0010422B"/>
    <w:rsid w:val="00104343"/>
    <w:rsid w:val="0010436A"/>
    <w:rsid w:val="0010485B"/>
    <w:rsid w:val="00105EA2"/>
    <w:rsid w:val="00106FBE"/>
    <w:rsid w:val="001113C0"/>
    <w:rsid w:val="00111670"/>
    <w:rsid w:val="0011311D"/>
    <w:rsid w:val="001154F3"/>
    <w:rsid w:val="001159DB"/>
    <w:rsid w:val="00116922"/>
    <w:rsid w:val="001179E0"/>
    <w:rsid w:val="00121280"/>
    <w:rsid w:val="00122329"/>
    <w:rsid w:val="001223B6"/>
    <w:rsid w:val="00124C9C"/>
    <w:rsid w:val="00124EF6"/>
    <w:rsid w:val="00125334"/>
    <w:rsid w:val="001253A1"/>
    <w:rsid w:val="0012551C"/>
    <w:rsid w:val="00125CF5"/>
    <w:rsid w:val="00126D1B"/>
    <w:rsid w:val="00127945"/>
    <w:rsid w:val="00130FBB"/>
    <w:rsid w:val="0013152E"/>
    <w:rsid w:val="00132C65"/>
    <w:rsid w:val="0013304D"/>
    <w:rsid w:val="00134267"/>
    <w:rsid w:val="00135E00"/>
    <w:rsid w:val="001406AF"/>
    <w:rsid w:val="00140D62"/>
    <w:rsid w:val="00141616"/>
    <w:rsid w:val="00142A8D"/>
    <w:rsid w:val="00142E27"/>
    <w:rsid w:val="001457F1"/>
    <w:rsid w:val="001464FC"/>
    <w:rsid w:val="00150062"/>
    <w:rsid w:val="0015142D"/>
    <w:rsid w:val="001527F4"/>
    <w:rsid w:val="00154DDF"/>
    <w:rsid w:val="001569F1"/>
    <w:rsid w:val="00156EDD"/>
    <w:rsid w:val="00157BE1"/>
    <w:rsid w:val="00160FF9"/>
    <w:rsid w:val="0016117E"/>
    <w:rsid w:val="00161579"/>
    <w:rsid w:val="001618C0"/>
    <w:rsid w:val="001621E5"/>
    <w:rsid w:val="00162A23"/>
    <w:rsid w:val="00164071"/>
    <w:rsid w:val="00164DB9"/>
    <w:rsid w:val="00165306"/>
    <w:rsid w:val="00165A45"/>
    <w:rsid w:val="0016670C"/>
    <w:rsid w:val="00166D37"/>
    <w:rsid w:val="001727FA"/>
    <w:rsid w:val="00172F3E"/>
    <w:rsid w:val="001734C0"/>
    <w:rsid w:val="00173A41"/>
    <w:rsid w:val="00173BB0"/>
    <w:rsid w:val="00176560"/>
    <w:rsid w:val="00182F4D"/>
    <w:rsid w:val="00185477"/>
    <w:rsid w:val="001861FA"/>
    <w:rsid w:val="001864E4"/>
    <w:rsid w:val="0019115E"/>
    <w:rsid w:val="00191BF3"/>
    <w:rsid w:val="0019389B"/>
    <w:rsid w:val="0019438F"/>
    <w:rsid w:val="00194622"/>
    <w:rsid w:val="00194A6A"/>
    <w:rsid w:val="00194BA5"/>
    <w:rsid w:val="001962E7"/>
    <w:rsid w:val="00196561"/>
    <w:rsid w:val="00196911"/>
    <w:rsid w:val="001A03B4"/>
    <w:rsid w:val="001A3A98"/>
    <w:rsid w:val="001A438A"/>
    <w:rsid w:val="001A557C"/>
    <w:rsid w:val="001B0FC5"/>
    <w:rsid w:val="001B20A6"/>
    <w:rsid w:val="001C0360"/>
    <w:rsid w:val="001C05A9"/>
    <w:rsid w:val="001C3C39"/>
    <w:rsid w:val="001C43D6"/>
    <w:rsid w:val="001C6376"/>
    <w:rsid w:val="001C705C"/>
    <w:rsid w:val="001D1358"/>
    <w:rsid w:val="001D2D47"/>
    <w:rsid w:val="001D402D"/>
    <w:rsid w:val="001D4654"/>
    <w:rsid w:val="001D4895"/>
    <w:rsid w:val="001D6F13"/>
    <w:rsid w:val="001E0C71"/>
    <w:rsid w:val="001E155D"/>
    <w:rsid w:val="001E21F6"/>
    <w:rsid w:val="001E4C57"/>
    <w:rsid w:val="001E5EA3"/>
    <w:rsid w:val="001E72E5"/>
    <w:rsid w:val="001E7542"/>
    <w:rsid w:val="001F0877"/>
    <w:rsid w:val="001F1A0E"/>
    <w:rsid w:val="001F1B4A"/>
    <w:rsid w:val="001F1C8E"/>
    <w:rsid w:val="001F2DE6"/>
    <w:rsid w:val="001F414E"/>
    <w:rsid w:val="001F57BD"/>
    <w:rsid w:val="001F7BF3"/>
    <w:rsid w:val="00200D5D"/>
    <w:rsid w:val="00201D31"/>
    <w:rsid w:val="00203505"/>
    <w:rsid w:val="00205E0E"/>
    <w:rsid w:val="0020611A"/>
    <w:rsid w:val="00207394"/>
    <w:rsid w:val="00210535"/>
    <w:rsid w:val="00211398"/>
    <w:rsid w:val="00211DC2"/>
    <w:rsid w:val="002128DB"/>
    <w:rsid w:val="00212B3F"/>
    <w:rsid w:val="00216168"/>
    <w:rsid w:val="00217A3A"/>
    <w:rsid w:val="00217AD8"/>
    <w:rsid w:val="00217B7A"/>
    <w:rsid w:val="002202DD"/>
    <w:rsid w:val="00220830"/>
    <w:rsid w:val="00220AEC"/>
    <w:rsid w:val="00220B83"/>
    <w:rsid w:val="002219A4"/>
    <w:rsid w:val="0022249A"/>
    <w:rsid w:val="00223A0A"/>
    <w:rsid w:val="00226F20"/>
    <w:rsid w:val="00227B5F"/>
    <w:rsid w:val="00230393"/>
    <w:rsid w:val="00230F71"/>
    <w:rsid w:val="00235A16"/>
    <w:rsid w:val="002364F6"/>
    <w:rsid w:val="00237B5D"/>
    <w:rsid w:val="002424D2"/>
    <w:rsid w:val="00242B28"/>
    <w:rsid w:val="002445A9"/>
    <w:rsid w:val="00245E5B"/>
    <w:rsid w:val="00246550"/>
    <w:rsid w:val="00247B9A"/>
    <w:rsid w:val="00250A03"/>
    <w:rsid w:val="00252AC2"/>
    <w:rsid w:val="00253A93"/>
    <w:rsid w:val="00254D48"/>
    <w:rsid w:val="00257793"/>
    <w:rsid w:val="00260094"/>
    <w:rsid w:val="002636E4"/>
    <w:rsid w:val="00266587"/>
    <w:rsid w:val="00266A17"/>
    <w:rsid w:val="0026708A"/>
    <w:rsid w:val="00267A35"/>
    <w:rsid w:val="00270290"/>
    <w:rsid w:val="00272778"/>
    <w:rsid w:val="00273797"/>
    <w:rsid w:val="00273A6B"/>
    <w:rsid w:val="00274C5C"/>
    <w:rsid w:val="0027545C"/>
    <w:rsid w:val="0027565B"/>
    <w:rsid w:val="00277168"/>
    <w:rsid w:val="00277BFB"/>
    <w:rsid w:val="00280DA4"/>
    <w:rsid w:val="002824D6"/>
    <w:rsid w:val="00282839"/>
    <w:rsid w:val="00282998"/>
    <w:rsid w:val="0028336D"/>
    <w:rsid w:val="0028350E"/>
    <w:rsid w:val="002839D8"/>
    <w:rsid w:val="00283E26"/>
    <w:rsid w:val="00283F42"/>
    <w:rsid w:val="00284124"/>
    <w:rsid w:val="00287958"/>
    <w:rsid w:val="00291634"/>
    <w:rsid w:val="00293F2E"/>
    <w:rsid w:val="002944B9"/>
    <w:rsid w:val="002948D5"/>
    <w:rsid w:val="00295180"/>
    <w:rsid w:val="00296D9B"/>
    <w:rsid w:val="002970C2"/>
    <w:rsid w:val="002A4121"/>
    <w:rsid w:val="002A5789"/>
    <w:rsid w:val="002A6481"/>
    <w:rsid w:val="002B19E1"/>
    <w:rsid w:val="002B39F1"/>
    <w:rsid w:val="002B4005"/>
    <w:rsid w:val="002B6DE7"/>
    <w:rsid w:val="002B6FF9"/>
    <w:rsid w:val="002C0868"/>
    <w:rsid w:val="002C1B71"/>
    <w:rsid w:val="002C24E1"/>
    <w:rsid w:val="002C6C2E"/>
    <w:rsid w:val="002C796F"/>
    <w:rsid w:val="002D01D7"/>
    <w:rsid w:val="002D07AB"/>
    <w:rsid w:val="002D0B0C"/>
    <w:rsid w:val="002D113A"/>
    <w:rsid w:val="002D122A"/>
    <w:rsid w:val="002D208E"/>
    <w:rsid w:val="002D5EEE"/>
    <w:rsid w:val="002E2B34"/>
    <w:rsid w:val="002E2C17"/>
    <w:rsid w:val="002E32F7"/>
    <w:rsid w:val="002E43DD"/>
    <w:rsid w:val="002E5628"/>
    <w:rsid w:val="002E613E"/>
    <w:rsid w:val="002E78B5"/>
    <w:rsid w:val="002E7A96"/>
    <w:rsid w:val="002F0143"/>
    <w:rsid w:val="002F04E2"/>
    <w:rsid w:val="002F1260"/>
    <w:rsid w:val="002F183B"/>
    <w:rsid w:val="002F2423"/>
    <w:rsid w:val="002F422C"/>
    <w:rsid w:val="002F4B9F"/>
    <w:rsid w:val="002F609E"/>
    <w:rsid w:val="002F67F6"/>
    <w:rsid w:val="002F680C"/>
    <w:rsid w:val="002F70FD"/>
    <w:rsid w:val="00300905"/>
    <w:rsid w:val="00300AF3"/>
    <w:rsid w:val="003012E3"/>
    <w:rsid w:val="00301894"/>
    <w:rsid w:val="00302131"/>
    <w:rsid w:val="00302984"/>
    <w:rsid w:val="00302EE5"/>
    <w:rsid w:val="00303898"/>
    <w:rsid w:val="003063CB"/>
    <w:rsid w:val="003076AF"/>
    <w:rsid w:val="00310053"/>
    <w:rsid w:val="0031145A"/>
    <w:rsid w:val="0031726D"/>
    <w:rsid w:val="00321D63"/>
    <w:rsid w:val="00322A7F"/>
    <w:rsid w:val="00323CB6"/>
    <w:rsid w:val="00324364"/>
    <w:rsid w:val="0032472A"/>
    <w:rsid w:val="00326714"/>
    <w:rsid w:val="00330A60"/>
    <w:rsid w:val="003319C0"/>
    <w:rsid w:val="00334DEE"/>
    <w:rsid w:val="00335A3B"/>
    <w:rsid w:val="00335F38"/>
    <w:rsid w:val="00337A13"/>
    <w:rsid w:val="0034005B"/>
    <w:rsid w:val="00342B50"/>
    <w:rsid w:val="00342C56"/>
    <w:rsid w:val="0034436B"/>
    <w:rsid w:val="00346A74"/>
    <w:rsid w:val="00346C66"/>
    <w:rsid w:val="003476A1"/>
    <w:rsid w:val="00350136"/>
    <w:rsid w:val="00350BD4"/>
    <w:rsid w:val="00351A0F"/>
    <w:rsid w:val="0035306C"/>
    <w:rsid w:val="00355B2B"/>
    <w:rsid w:val="00356987"/>
    <w:rsid w:val="003576D5"/>
    <w:rsid w:val="0036071C"/>
    <w:rsid w:val="0036344E"/>
    <w:rsid w:val="003636D3"/>
    <w:rsid w:val="00363B79"/>
    <w:rsid w:val="00364EBE"/>
    <w:rsid w:val="0036503F"/>
    <w:rsid w:val="0036515C"/>
    <w:rsid w:val="0036660D"/>
    <w:rsid w:val="0036738F"/>
    <w:rsid w:val="00374111"/>
    <w:rsid w:val="003774D6"/>
    <w:rsid w:val="003804FF"/>
    <w:rsid w:val="00381DE5"/>
    <w:rsid w:val="003837C3"/>
    <w:rsid w:val="00384413"/>
    <w:rsid w:val="00384976"/>
    <w:rsid w:val="0038669A"/>
    <w:rsid w:val="00386F37"/>
    <w:rsid w:val="00390245"/>
    <w:rsid w:val="00390387"/>
    <w:rsid w:val="00390C89"/>
    <w:rsid w:val="00392FC5"/>
    <w:rsid w:val="003937D0"/>
    <w:rsid w:val="00393DEE"/>
    <w:rsid w:val="00395B31"/>
    <w:rsid w:val="00395F17"/>
    <w:rsid w:val="0039784F"/>
    <w:rsid w:val="003A0C51"/>
    <w:rsid w:val="003A3498"/>
    <w:rsid w:val="003A3B89"/>
    <w:rsid w:val="003A4B80"/>
    <w:rsid w:val="003A64A9"/>
    <w:rsid w:val="003B2FFA"/>
    <w:rsid w:val="003B31B3"/>
    <w:rsid w:val="003B50B8"/>
    <w:rsid w:val="003B5587"/>
    <w:rsid w:val="003B771E"/>
    <w:rsid w:val="003C04EC"/>
    <w:rsid w:val="003C18F1"/>
    <w:rsid w:val="003C3881"/>
    <w:rsid w:val="003C4BBD"/>
    <w:rsid w:val="003C6FB3"/>
    <w:rsid w:val="003D0717"/>
    <w:rsid w:val="003D074E"/>
    <w:rsid w:val="003D0C07"/>
    <w:rsid w:val="003D125D"/>
    <w:rsid w:val="003D2186"/>
    <w:rsid w:val="003D38DC"/>
    <w:rsid w:val="003D42CB"/>
    <w:rsid w:val="003D64FD"/>
    <w:rsid w:val="003E348D"/>
    <w:rsid w:val="003E4A22"/>
    <w:rsid w:val="003E4DC9"/>
    <w:rsid w:val="003F0281"/>
    <w:rsid w:val="003F422F"/>
    <w:rsid w:val="003F4B32"/>
    <w:rsid w:val="003F51E2"/>
    <w:rsid w:val="003F588E"/>
    <w:rsid w:val="003F5B50"/>
    <w:rsid w:val="003F7ACC"/>
    <w:rsid w:val="003F7C6B"/>
    <w:rsid w:val="00400CF2"/>
    <w:rsid w:val="004010DF"/>
    <w:rsid w:val="00401366"/>
    <w:rsid w:val="00401684"/>
    <w:rsid w:val="00403085"/>
    <w:rsid w:val="00403E85"/>
    <w:rsid w:val="004045B3"/>
    <w:rsid w:val="00407A8F"/>
    <w:rsid w:val="00407E9C"/>
    <w:rsid w:val="004123CD"/>
    <w:rsid w:val="00414399"/>
    <w:rsid w:val="00415E0B"/>
    <w:rsid w:val="0041630C"/>
    <w:rsid w:val="00416944"/>
    <w:rsid w:val="00416D1C"/>
    <w:rsid w:val="00416EC8"/>
    <w:rsid w:val="00420A52"/>
    <w:rsid w:val="00421985"/>
    <w:rsid w:val="00421B06"/>
    <w:rsid w:val="004231B2"/>
    <w:rsid w:val="0042585D"/>
    <w:rsid w:val="00426965"/>
    <w:rsid w:val="0042729D"/>
    <w:rsid w:val="00427DA9"/>
    <w:rsid w:val="0043065D"/>
    <w:rsid w:val="00430710"/>
    <w:rsid w:val="00431678"/>
    <w:rsid w:val="00431753"/>
    <w:rsid w:val="00433676"/>
    <w:rsid w:val="00435C64"/>
    <w:rsid w:val="004368BE"/>
    <w:rsid w:val="00437970"/>
    <w:rsid w:val="00440187"/>
    <w:rsid w:val="00442D66"/>
    <w:rsid w:val="00446F0B"/>
    <w:rsid w:val="0045048E"/>
    <w:rsid w:val="00450E74"/>
    <w:rsid w:val="00451206"/>
    <w:rsid w:val="00451B69"/>
    <w:rsid w:val="0045443F"/>
    <w:rsid w:val="00454F97"/>
    <w:rsid w:val="0045545D"/>
    <w:rsid w:val="00456455"/>
    <w:rsid w:val="00457E53"/>
    <w:rsid w:val="004612B0"/>
    <w:rsid w:val="004622B2"/>
    <w:rsid w:val="004622D2"/>
    <w:rsid w:val="0046306D"/>
    <w:rsid w:val="0046453F"/>
    <w:rsid w:val="00465471"/>
    <w:rsid w:val="00465BC7"/>
    <w:rsid w:val="004665C8"/>
    <w:rsid w:val="00467007"/>
    <w:rsid w:val="0047050A"/>
    <w:rsid w:val="004706F1"/>
    <w:rsid w:val="0047136B"/>
    <w:rsid w:val="00471CC2"/>
    <w:rsid w:val="0047654A"/>
    <w:rsid w:val="0047720F"/>
    <w:rsid w:val="0048097A"/>
    <w:rsid w:val="00481B4A"/>
    <w:rsid w:val="004824EA"/>
    <w:rsid w:val="004830EB"/>
    <w:rsid w:val="00483801"/>
    <w:rsid w:val="00485DDD"/>
    <w:rsid w:val="00490896"/>
    <w:rsid w:val="00491E6F"/>
    <w:rsid w:val="00492315"/>
    <w:rsid w:val="004925EE"/>
    <w:rsid w:val="00492FE9"/>
    <w:rsid w:val="00493486"/>
    <w:rsid w:val="00495966"/>
    <w:rsid w:val="00495CB8"/>
    <w:rsid w:val="00495F73"/>
    <w:rsid w:val="0049620D"/>
    <w:rsid w:val="004A152A"/>
    <w:rsid w:val="004A2A78"/>
    <w:rsid w:val="004A2FEB"/>
    <w:rsid w:val="004A3569"/>
    <w:rsid w:val="004A393C"/>
    <w:rsid w:val="004A3ADE"/>
    <w:rsid w:val="004A5E3B"/>
    <w:rsid w:val="004A5E6C"/>
    <w:rsid w:val="004B1D90"/>
    <w:rsid w:val="004B5856"/>
    <w:rsid w:val="004B59E7"/>
    <w:rsid w:val="004B5C82"/>
    <w:rsid w:val="004B5FD0"/>
    <w:rsid w:val="004B66D0"/>
    <w:rsid w:val="004B79DB"/>
    <w:rsid w:val="004C2C8A"/>
    <w:rsid w:val="004C35B4"/>
    <w:rsid w:val="004C3BD2"/>
    <w:rsid w:val="004C4515"/>
    <w:rsid w:val="004C782D"/>
    <w:rsid w:val="004D0531"/>
    <w:rsid w:val="004D18BF"/>
    <w:rsid w:val="004D2D9A"/>
    <w:rsid w:val="004D65E8"/>
    <w:rsid w:val="004D6BC5"/>
    <w:rsid w:val="004E063E"/>
    <w:rsid w:val="004E06C4"/>
    <w:rsid w:val="004E072C"/>
    <w:rsid w:val="004E0C9E"/>
    <w:rsid w:val="004E215E"/>
    <w:rsid w:val="004E2D2B"/>
    <w:rsid w:val="004E30A8"/>
    <w:rsid w:val="004E336A"/>
    <w:rsid w:val="004E4B74"/>
    <w:rsid w:val="004E5327"/>
    <w:rsid w:val="004E6C5F"/>
    <w:rsid w:val="004F0216"/>
    <w:rsid w:val="004F19D9"/>
    <w:rsid w:val="004F37AA"/>
    <w:rsid w:val="004F40AB"/>
    <w:rsid w:val="004F413A"/>
    <w:rsid w:val="004F4A1F"/>
    <w:rsid w:val="004F6ABA"/>
    <w:rsid w:val="00500D2E"/>
    <w:rsid w:val="00501478"/>
    <w:rsid w:val="00502412"/>
    <w:rsid w:val="005041C7"/>
    <w:rsid w:val="0050614A"/>
    <w:rsid w:val="00506514"/>
    <w:rsid w:val="00506C0E"/>
    <w:rsid w:val="005108E4"/>
    <w:rsid w:val="00510905"/>
    <w:rsid w:val="005128D1"/>
    <w:rsid w:val="005132EA"/>
    <w:rsid w:val="00513605"/>
    <w:rsid w:val="00514A5D"/>
    <w:rsid w:val="00514DCA"/>
    <w:rsid w:val="00515211"/>
    <w:rsid w:val="00515E1D"/>
    <w:rsid w:val="00516667"/>
    <w:rsid w:val="00520281"/>
    <w:rsid w:val="00521473"/>
    <w:rsid w:val="00522416"/>
    <w:rsid w:val="0052523A"/>
    <w:rsid w:val="00525E6A"/>
    <w:rsid w:val="005264A8"/>
    <w:rsid w:val="0052662E"/>
    <w:rsid w:val="00527671"/>
    <w:rsid w:val="00531764"/>
    <w:rsid w:val="00531B8B"/>
    <w:rsid w:val="00531E20"/>
    <w:rsid w:val="0053403F"/>
    <w:rsid w:val="0053495B"/>
    <w:rsid w:val="005352DF"/>
    <w:rsid w:val="005362BD"/>
    <w:rsid w:val="00536808"/>
    <w:rsid w:val="00536C2E"/>
    <w:rsid w:val="00540E33"/>
    <w:rsid w:val="00541755"/>
    <w:rsid w:val="005435A6"/>
    <w:rsid w:val="00543727"/>
    <w:rsid w:val="00543997"/>
    <w:rsid w:val="0054402A"/>
    <w:rsid w:val="0054437F"/>
    <w:rsid w:val="00544FCD"/>
    <w:rsid w:val="0054576E"/>
    <w:rsid w:val="00547309"/>
    <w:rsid w:val="00550AA4"/>
    <w:rsid w:val="00551432"/>
    <w:rsid w:val="00552516"/>
    <w:rsid w:val="00552577"/>
    <w:rsid w:val="00553A28"/>
    <w:rsid w:val="00554299"/>
    <w:rsid w:val="00554858"/>
    <w:rsid w:val="00556579"/>
    <w:rsid w:val="00556E0C"/>
    <w:rsid w:val="00556F3A"/>
    <w:rsid w:val="00561B7B"/>
    <w:rsid w:val="00561D03"/>
    <w:rsid w:val="005632C2"/>
    <w:rsid w:val="005632FF"/>
    <w:rsid w:val="00563397"/>
    <w:rsid w:val="00566550"/>
    <w:rsid w:val="005701A3"/>
    <w:rsid w:val="0057177E"/>
    <w:rsid w:val="005733E6"/>
    <w:rsid w:val="00573A92"/>
    <w:rsid w:val="00575BEC"/>
    <w:rsid w:val="0057660F"/>
    <w:rsid w:val="00576C0C"/>
    <w:rsid w:val="005802C9"/>
    <w:rsid w:val="00582069"/>
    <w:rsid w:val="00583E94"/>
    <w:rsid w:val="005846EB"/>
    <w:rsid w:val="00586AF1"/>
    <w:rsid w:val="00587BFA"/>
    <w:rsid w:val="00587F5B"/>
    <w:rsid w:val="005901EA"/>
    <w:rsid w:val="00590BB2"/>
    <w:rsid w:val="00591041"/>
    <w:rsid w:val="00591071"/>
    <w:rsid w:val="005924E0"/>
    <w:rsid w:val="00592F9A"/>
    <w:rsid w:val="00595D3D"/>
    <w:rsid w:val="00596744"/>
    <w:rsid w:val="005975CE"/>
    <w:rsid w:val="00597FCA"/>
    <w:rsid w:val="005A1CE4"/>
    <w:rsid w:val="005A1EDD"/>
    <w:rsid w:val="005A3898"/>
    <w:rsid w:val="005A3CC6"/>
    <w:rsid w:val="005A50B4"/>
    <w:rsid w:val="005A5A06"/>
    <w:rsid w:val="005A5EA0"/>
    <w:rsid w:val="005A6213"/>
    <w:rsid w:val="005A6409"/>
    <w:rsid w:val="005A79BF"/>
    <w:rsid w:val="005A7A69"/>
    <w:rsid w:val="005A7E22"/>
    <w:rsid w:val="005B3202"/>
    <w:rsid w:val="005B475B"/>
    <w:rsid w:val="005B5B5A"/>
    <w:rsid w:val="005B6F7C"/>
    <w:rsid w:val="005C081A"/>
    <w:rsid w:val="005C0839"/>
    <w:rsid w:val="005C19F3"/>
    <w:rsid w:val="005C2315"/>
    <w:rsid w:val="005C3402"/>
    <w:rsid w:val="005C579C"/>
    <w:rsid w:val="005C5D98"/>
    <w:rsid w:val="005C6AE2"/>
    <w:rsid w:val="005D1D5B"/>
    <w:rsid w:val="005D301F"/>
    <w:rsid w:val="005D3200"/>
    <w:rsid w:val="005D5589"/>
    <w:rsid w:val="005D6B52"/>
    <w:rsid w:val="005D6C31"/>
    <w:rsid w:val="005E32F2"/>
    <w:rsid w:val="005E36A0"/>
    <w:rsid w:val="005E4DB2"/>
    <w:rsid w:val="005F0166"/>
    <w:rsid w:val="005F093E"/>
    <w:rsid w:val="005F1A70"/>
    <w:rsid w:val="005F27EB"/>
    <w:rsid w:val="005F49B6"/>
    <w:rsid w:val="005F4BD2"/>
    <w:rsid w:val="005F4C35"/>
    <w:rsid w:val="005F55E0"/>
    <w:rsid w:val="005F568B"/>
    <w:rsid w:val="005F5BF4"/>
    <w:rsid w:val="006014CE"/>
    <w:rsid w:val="00602393"/>
    <w:rsid w:val="0060373D"/>
    <w:rsid w:val="006047B1"/>
    <w:rsid w:val="00606BD3"/>
    <w:rsid w:val="00607386"/>
    <w:rsid w:val="00607854"/>
    <w:rsid w:val="006079FB"/>
    <w:rsid w:val="00613216"/>
    <w:rsid w:val="00613D64"/>
    <w:rsid w:val="0061610D"/>
    <w:rsid w:val="00616488"/>
    <w:rsid w:val="006170AE"/>
    <w:rsid w:val="00617AFA"/>
    <w:rsid w:val="0062091E"/>
    <w:rsid w:val="00620967"/>
    <w:rsid w:val="00620BC8"/>
    <w:rsid w:val="00621B8C"/>
    <w:rsid w:val="00621BCF"/>
    <w:rsid w:val="00622E29"/>
    <w:rsid w:val="006239A9"/>
    <w:rsid w:val="00623CBE"/>
    <w:rsid w:val="00623E49"/>
    <w:rsid w:val="00626B57"/>
    <w:rsid w:val="00626D78"/>
    <w:rsid w:val="0062787D"/>
    <w:rsid w:val="00627FC6"/>
    <w:rsid w:val="006313C0"/>
    <w:rsid w:val="00635250"/>
    <w:rsid w:val="00636B30"/>
    <w:rsid w:val="006370DA"/>
    <w:rsid w:val="006372A6"/>
    <w:rsid w:val="00637343"/>
    <w:rsid w:val="0064038F"/>
    <w:rsid w:val="006406A1"/>
    <w:rsid w:val="00642C3C"/>
    <w:rsid w:val="00642C7D"/>
    <w:rsid w:val="0064465A"/>
    <w:rsid w:val="00644F09"/>
    <w:rsid w:val="00647880"/>
    <w:rsid w:val="006511F1"/>
    <w:rsid w:val="00654235"/>
    <w:rsid w:val="00654F69"/>
    <w:rsid w:val="006559B7"/>
    <w:rsid w:val="006560D9"/>
    <w:rsid w:val="00661386"/>
    <w:rsid w:val="00661E99"/>
    <w:rsid w:val="006627B4"/>
    <w:rsid w:val="00662843"/>
    <w:rsid w:val="00662FAD"/>
    <w:rsid w:val="00663897"/>
    <w:rsid w:val="00663ADA"/>
    <w:rsid w:val="00666AF9"/>
    <w:rsid w:val="006705AB"/>
    <w:rsid w:val="00671580"/>
    <w:rsid w:val="00672516"/>
    <w:rsid w:val="006738BE"/>
    <w:rsid w:val="006758E5"/>
    <w:rsid w:val="006802A5"/>
    <w:rsid w:val="006838E0"/>
    <w:rsid w:val="00683B0A"/>
    <w:rsid w:val="00684F28"/>
    <w:rsid w:val="0068607F"/>
    <w:rsid w:val="006868AC"/>
    <w:rsid w:val="00687348"/>
    <w:rsid w:val="0069148A"/>
    <w:rsid w:val="006921E3"/>
    <w:rsid w:val="006936B7"/>
    <w:rsid w:val="00693962"/>
    <w:rsid w:val="006963A5"/>
    <w:rsid w:val="006A14EB"/>
    <w:rsid w:val="006A2C42"/>
    <w:rsid w:val="006B024B"/>
    <w:rsid w:val="006B5174"/>
    <w:rsid w:val="006B5604"/>
    <w:rsid w:val="006B5F4A"/>
    <w:rsid w:val="006B739D"/>
    <w:rsid w:val="006B7566"/>
    <w:rsid w:val="006C009D"/>
    <w:rsid w:val="006C1831"/>
    <w:rsid w:val="006C23AA"/>
    <w:rsid w:val="006C2B9D"/>
    <w:rsid w:val="006C310F"/>
    <w:rsid w:val="006C39F7"/>
    <w:rsid w:val="006C5D19"/>
    <w:rsid w:val="006C61F6"/>
    <w:rsid w:val="006D0185"/>
    <w:rsid w:val="006D057A"/>
    <w:rsid w:val="006D104E"/>
    <w:rsid w:val="006D21D2"/>
    <w:rsid w:val="006D24CE"/>
    <w:rsid w:val="006D2EF1"/>
    <w:rsid w:val="006D5A98"/>
    <w:rsid w:val="006D65FF"/>
    <w:rsid w:val="006D7566"/>
    <w:rsid w:val="006E14E1"/>
    <w:rsid w:val="006E18B6"/>
    <w:rsid w:val="006E1A80"/>
    <w:rsid w:val="006E2B7A"/>
    <w:rsid w:val="006E2D5A"/>
    <w:rsid w:val="006E46C1"/>
    <w:rsid w:val="006E5698"/>
    <w:rsid w:val="006E5FCE"/>
    <w:rsid w:val="006E6B40"/>
    <w:rsid w:val="006E70E0"/>
    <w:rsid w:val="006E78C9"/>
    <w:rsid w:val="006F3128"/>
    <w:rsid w:val="006F3EE1"/>
    <w:rsid w:val="006F4EFF"/>
    <w:rsid w:val="006F6C28"/>
    <w:rsid w:val="00700B5B"/>
    <w:rsid w:val="00703EFE"/>
    <w:rsid w:val="00703F2C"/>
    <w:rsid w:val="007049F4"/>
    <w:rsid w:val="00705EC9"/>
    <w:rsid w:val="00706562"/>
    <w:rsid w:val="00706DE5"/>
    <w:rsid w:val="00707049"/>
    <w:rsid w:val="0071140A"/>
    <w:rsid w:val="007126FE"/>
    <w:rsid w:val="0071486A"/>
    <w:rsid w:val="00715D65"/>
    <w:rsid w:val="007165F3"/>
    <w:rsid w:val="0072144E"/>
    <w:rsid w:val="00722AEB"/>
    <w:rsid w:val="00723FCB"/>
    <w:rsid w:val="00726992"/>
    <w:rsid w:val="007279D9"/>
    <w:rsid w:val="0073331B"/>
    <w:rsid w:val="00733C64"/>
    <w:rsid w:val="007340AA"/>
    <w:rsid w:val="00735AE5"/>
    <w:rsid w:val="00736443"/>
    <w:rsid w:val="007402CC"/>
    <w:rsid w:val="007408DA"/>
    <w:rsid w:val="00740CE3"/>
    <w:rsid w:val="00743398"/>
    <w:rsid w:val="00747071"/>
    <w:rsid w:val="00750B27"/>
    <w:rsid w:val="0075141B"/>
    <w:rsid w:val="00751453"/>
    <w:rsid w:val="00751BC4"/>
    <w:rsid w:val="00753C6B"/>
    <w:rsid w:val="007543F9"/>
    <w:rsid w:val="00755AFC"/>
    <w:rsid w:val="007577B9"/>
    <w:rsid w:val="0076052F"/>
    <w:rsid w:val="00761652"/>
    <w:rsid w:val="00767E18"/>
    <w:rsid w:val="00767FF5"/>
    <w:rsid w:val="0077063A"/>
    <w:rsid w:val="00770760"/>
    <w:rsid w:val="007764E2"/>
    <w:rsid w:val="00776F08"/>
    <w:rsid w:val="007774C7"/>
    <w:rsid w:val="00781563"/>
    <w:rsid w:val="00781D89"/>
    <w:rsid w:val="007821B8"/>
    <w:rsid w:val="0078395C"/>
    <w:rsid w:val="007850C7"/>
    <w:rsid w:val="00785CF2"/>
    <w:rsid w:val="007867EC"/>
    <w:rsid w:val="007871C9"/>
    <w:rsid w:val="0079149A"/>
    <w:rsid w:val="00791BEE"/>
    <w:rsid w:val="0079269F"/>
    <w:rsid w:val="00793D3E"/>
    <w:rsid w:val="00794670"/>
    <w:rsid w:val="007957FA"/>
    <w:rsid w:val="00795BFB"/>
    <w:rsid w:val="007963EE"/>
    <w:rsid w:val="007A021F"/>
    <w:rsid w:val="007A1092"/>
    <w:rsid w:val="007A205A"/>
    <w:rsid w:val="007A27A4"/>
    <w:rsid w:val="007A2D65"/>
    <w:rsid w:val="007B0A61"/>
    <w:rsid w:val="007B1BAE"/>
    <w:rsid w:val="007B3921"/>
    <w:rsid w:val="007B3E39"/>
    <w:rsid w:val="007B65E6"/>
    <w:rsid w:val="007B72F8"/>
    <w:rsid w:val="007C07E8"/>
    <w:rsid w:val="007C14CF"/>
    <w:rsid w:val="007C160C"/>
    <w:rsid w:val="007C1DD8"/>
    <w:rsid w:val="007C208B"/>
    <w:rsid w:val="007C2D09"/>
    <w:rsid w:val="007C422F"/>
    <w:rsid w:val="007C46DA"/>
    <w:rsid w:val="007C4771"/>
    <w:rsid w:val="007D0230"/>
    <w:rsid w:val="007D1164"/>
    <w:rsid w:val="007D283A"/>
    <w:rsid w:val="007D3186"/>
    <w:rsid w:val="007D4B3E"/>
    <w:rsid w:val="007D65FD"/>
    <w:rsid w:val="007D6E93"/>
    <w:rsid w:val="007D70A4"/>
    <w:rsid w:val="007E3DD5"/>
    <w:rsid w:val="007E55E9"/>
    <w:rsid w:val="007E679E"/>
    <w:rsid w:val="007E6C4D"/>
    <w:rsid w:val="007F223C"/>
    <w:rsid w:val="007F2CC6"/>
    <w:rsid w:val="007F40E2"/>
    <w:rsid w:val="007F62E0"/>
    <w:rsid w:val="007F7863"/>
    <w:rsid w:val="0080014D"/>
    <w:rsid w:val="00800C56"/>
    <w:rsid w:val="00801B20"/>
    <w:rsid w:val="00801F32"/>
    <w:rsid w:val="008027BB"/>
    <w:rsid w:val="00802D85"/>
    <w:rsid w:val="00803320"/>
    <w:rsid w:val="008044EE"/>
    <w:rsid w:val="008047C2"/>
    <w:rsid w:val="008062C8"/>
    <w:rsid w:val="008070E2"/>
    <w:rsid w:val="008075AF"/>
    <w:rsid w:val="008104EF"/>
    <w:rsid w:val="0081079E"/>
    <w:rsid w:val="00810CB7"/>
    <w:rsid w:val="008114CB"/>
    <w:rsid w:val="008133D9"/>
    <w:rsid w:val="008142E5"/>
    <w:rsid w:val="00816918"/>
    <w:rsid w:val="00820546"/>
    <w:rsid w:val="00820582"/>
    <w:rsid w:val="00820818"/>
    <w:rsid w:val="00820A0F"/>
    <w:rsid w:val="0082139C"/>
    <w:rsid w:val="00822745"/>
    <w:rsid w:val="00823226"/>
    <w:rsid w:val="00824592"/>
    <w:rsid w:val="00826AE8"/>
    <w:rsid w:val="008272A2"/>
    <w:rsid w:val="008305AB"/>
    <w:rsid w:val="00830BB5"/>
    <w:rsid w:val="00832435"/>
    <w:rsid w:val="0084002C"/>
    <w:rsid w:val="008414B0"/>
    <w:rsid w:val="008431D1"/>
    <w:rsid w:val="0084386A"/>
    <w:rsid w:val="00843C09"/>
    <w:rsid w:val="0084477D"/>
    <w:rsid w:val="008448E4"/>
    <w:rsid w:val="00844AC5"/>
    <w:rsid w:val="00845A43"/>
    <w:rsid w:val="00847F78"/>
    <w:rsid w:val="00850107"/>
    <w:rsid w:val="00852A7D"/>
    <w:rsid w:val="00853025"/>
    <w:rsid w:val="008543DA"/>
    <w:rsid w:val="00855BCD"/>
    <w:rsid w:val="008573FC"/>
    <w:rsid w:val="00857D0A"/>
    <w:rsid w:val="0086119D"/>
    <w:rsid w:val="00862612"/>
    <w:rsid w:val="00862FEE"/>
    <w:rsid w:val="008632BC"/>
    <w:rsid w:val="008640B5"/>
    <w:rsid w:val="00864486"/>
    <w:rsid w:val="00866328"/>
    <w:rsid w:val="00867F4C"/>
    <w:rsid w:val="00871FC6"/>
    <w:rsid w:val="00872700"/>
    <w:rsid w:val="00872DC1"/>
    <w:rsid w:val="0087357C"/>
    <w:rsid w:val="00874D1B"/>
    <w:rsid w:val="00877832"/>
    <w:rsid w:val="008808BD"/>
    <w:rsid w:val="00880CCB"/>
    <w:rsid w:val="0088491E"/>
    <w:rsid w:val="00884A3B"/>
    <w:rsid w:val="00884EBB"/>
    <w:rsid w:val="00885D84"/>
    <w:rsid w:val="00885DDA"/>
    <w:rsid w:val="00887D22"/>
    <w:rsid w:val="00890EC0"/>
    <w:rsid w:val="008911D7"/>
    <w:rsid w:val="00891553"/>
    <w:rsid w:val="00891779"/>
    <w:rsid w:val="0089454D"/>
    <w:rsid w:val="008951C4"/>
    <w:rsid w:val="008955F1"/>
    <w:rsid w:val="00895C5C"/>
    <w:rsid w:val="00897C69"/>
    <w:rsid w:val="008A2233"/>
    <w:rsid w:val="008A4C93"/>
    <w:rsid w:val="008B25E1"/>
    <w:rsid w:val="008B36FB"/>
    <w:rsid w:val="008B4434"/>
    <w:rsid w:val="008B4B18"/>
    <w:rsid w:val="008B521C"/>
    <w:rsid w:val="008B7D89"/>
    <w:rsid w:val="008B7FC7"/>
    <w:rsid w:val="008C1200"/>
    <w:rsid w:val="008C4EA1"/>
    <w:rsid w:val="008C7DF9"/>
    <w:rsid w:val="008D0DD0"/>
    <w:rsid w:val="008D0FC9"/>
    <w:rsid w:val="008D1D91"/>
    <w:rsid w:val="008D2325"/>
    <w:rsid w:val="008D3880"/>
    <w:rsid w:val="008D423B"/>
    <w:rsid w:val="008D4824"/>
    <w:rsid w:val="008D5700"/>
    <w:rsid w:val="008D7078"/>
    <w:rsid w:val="008E20A0"/>
    <w:rsid w:val="008E220E"/>
    <w:rsid w:val="008E2FAC"/>
    <w:rsid w:val="008E7977"/>
    <w:rsid w:val="008F0A70"/>
    <w:rsid w:val="008F241C"/>
    <w:rsid w:val="008F4DC7"/>
    <w:rsid w:val="008F5C28"/>
    <w:rsid w:val="008F6465"/>
    <w:rsid w:val="008F7035"/>
    <w:rsid w:val="008F72D5"/>
    <w:rsid w:val="008F75B2"/>
    <w:rsid w:val="00900212"/>
    <w:rsid w:val="00901C08"/>
    <w:rsid w:val="00901CBF"/>
    <w:rsid w:val="00902566"/>
    <w:rsid w:val="009026C7"/>
    <w:rsid w:val="009040CB"/>
    <w:rsid w:val="00905DD2"/>
    <w:rsid w:val="009069A5"/>
    <w:rsid w:val="00906D86"/>
    <w:rsid w:val="00906DD1"/>
    <w:rsid w:val="00907C7A"/>
    <w:rsid w:val="009113CA"/>
    <w:rsid w:val="0091168E"/>
    <w:rsid w:val="00911795"/>
    <w:rsid w:val="00912337"/>
    <w:rsid w:val="009123C0"/>
    <w:rsid w:val="00912FB9"/>
    <w:rsid w:val="00913CF4"/>
    <w:rsid w:val="00916939"/>
    <w:rsid w:val="0091716B"/>
    <w:rsid w:val="0091733F"/>
    <w:rsid w:val="00923470"/>
    <w:rsid w:val="009243EC"/>
    <w:rsid w:val="00924555"/>
    <w:rsid w:val="009245C7"/>
    <w:rsid w:val="00924898"/>
    <w:rsid w:val="00924E22"/>
    <w:rsid w:val="00925E4E"/>
    <w:rsid w:val="0092641A"/>
    <w:rsid w:val="00927284"/>
    <w:rsid w:val="0092753E"/>
    <w:rsid w:val="00927DB7"/>
    <w:rsid w:val="00930125"/>
    <w:rsid w:val="00930185"/>
    <w:rsid w:val="00931626"/>
    <w:rsid w:val="00931ACB"/>
    <w:rsid w:val="0093203B"/>
    <w:rsid w:val="0093241B"/>
    <w:rsid w:val="00932B06"/>
    <w:rsid w:val="00932E34"/>
    <w:rsid w:val="00933A9F"/>
    <w:rsid w:val="00933B03"/>
    <w:rsid w:val="009341C8"/>
    <w:rsid w:val="009353AD"/>
    <w:rsid w:val="00937D82"/>
    <w:rsid w:val="009401EC"/>
    <w:rsid w:val="009409D2"/>
    <w:rsid w:val="00941018"/>
    <w:rsid w:val="00941E05"/>
    <w:rsid w:val="009429CD"/>
    <w:rsid w:val="009433CD"/>
    <w:rsid w:val="00943D22"/>
    <w:rsid w:val="00943D5F"/>
    <w:rsid w:val="009448D8"/>
    <w:rsid w:val="009448F1"/>
    <w:rsid w:val="00945B9E"/>
    <w:rsid w:val="009468C6"/>
    <w:rsid w:val="00946B6C"/>
    <w:rsid w:val="00947611"/>
    <w:rsid w:val="0095170E"/>
    <w:rsid w:val="00952C15"/>
    <w:rsid w:val="00953343"/>
    <w:rsid w:val="00953823"/>
    <w:rsid w:val="00954637"/>
    <w:rsid w:val="009559CB"/>
    <w:rsid w:val="00955EAE"/>
    <w:rsid w:val="0096080F"/>
    <w:rsid w:val="00960A2A"/>
    <w:rsid w:val="00960CA5"/>
    <w:rsid w:val="00964C63"/>
    <w:rsid w:val="00964F9A"/>
    <w:rsid w:val="009668C0"/>
    <w:rsid w:val="00967185"/>
    <w:rsid w:val="00967ACA"/>
    <w:rsid w:val="00967BF9"/>
    <w:rsid w:val="00967D68"/>
    <w:rsid w:val="00970C75"/>
    <w:rsid w:val="00971E07"/>
    <w:rsid w:val="00972267"/>
    <w:rsid w:val="009728CD"/>
    <w:rsid w:val="0097294B"/>
    <w:rsid w:val="00973237"/>
    <w:rsid w:val="00976210"/>
    <w:rsid w:val="00977089"/>
    <w:rsid w:val="009777FD"/>
    <w:rsid w:val="00977A6B"/>
    <w:rsid w:val="00980A4F"/>
    <w:rsid w:val="00982167"/>
    <w:rsid w:val="0098244D"/>
    <w:rsid w:val="00982B37"/>
    <w:rsid w:val="00985BAC"/>
    <w:rsid w:val="00986718"/>
    <w:rsid w:val="00990FE3"/>
    <w:rsid w:val="00991D56"/>
    <w:rsid w:val="00993AAE"/>
    <w:rsid w:val="00994FEA"/>
    <w:rsid w:val="009958DA"/>
    <w:rsid w:val="00996687"/>
    <w:rsid w:val="009967EC"/>
    <w:rsid w:val="00997994"/>
    <w:rsid w:val="009A1426"/>
    <w:rsid w:val="009A2C6A"/>
    <w:rsid w:val="009A566F"/>
    <w:rsid w:val="009A6C92"/>
    <w:rsid w:val="009A7E49"/>
    <w:rsid w:val="009B130D"/>
    <w:rsid w:val="009B189A"/>
    <w:rsid w:val="009B3087"/>
    <w:rsid w:val="009B3893"/>
    <w:rsid w:val="009B3E1D"/>
    <w:rsid w:val="009B4A3C"/>
    <w:rsid w:val="009B622D"/>
    <w:rsid w:val="009B72EA"/>
    <w:rsid w:val="009C0C79"/>
    <w:rsid w:val="009C0E83"/>
    <w:rsid w:val="009C10E9"/>
    <w:rsid w:val="009C12BA"/>
    <w:rsid w:val="009C135E"/>
    <w:rsid w:val="009C1954"/>
    <w:rsid w:val="009C426F"/>
    <w:rsid w:val="009C4CFC"/>
    <w:rsid w:val="009C5800"/>
    <w:rsid w:val="009C6B6F"/>
    <w:rsid w:val="009C7F4B"/>
    <w:rsid w:val="009D18EA"/>
    <w:rsid w:val="009D1CCB"/>
    <w:rsid w:val="009D308F"/>
    <w:rsid w:val="009D38ED"/>
    <w:rsid w:val="009D3F36"/>
    <w:rsid w:val="009D7199"/>
    <w:rsid w:val="009D78A6"/>
    <w:rsid w:val="009E35B3"/>
    <w:rsid w:val="009E5131"/>
    <w:rsid w:val="009F216C"/>
    <w:rsid w:val="009F389E"/>
    <w:rsid w:val="009F455E"/>
    <w:rsid w:val="009F5057"/>
    <w:rsid w:val="009F7ADA"/>
    <w:rsid w:val="00A0039D"/>
    <w:rsid w:val="00A00F11"/>
    <w:rsid w:val="00A02240"/>
    <w:rsid w:val="00A0642C"/>
    <w:rsid w:val="00A06C05"/>
    <w:rsid w:val="00A079C2"/>
    <w:rsid w:val="00A07CD8"/>
    <w:rsid w:val="00A10DC4"/>
    <w:rsid w:val="00A1174C"/>
    <w:rsid w:val="00A126B8"/>
    <w:rsid w:val="00A139FF"/>
    <w:rsid w:val="00A14E03"/>
    <w:rsid w:val="00A15CB7"/>
    <w:rsid w:val="00A16717"/>
    <w:rsid w:val="00A16782"/>
    <w:rsid w:val="00A24848"/>
    <w:rsid w:val="00A25363"/>
    <w:rsid w:val="00A275A1"/>
    <w:rsid w:val="00A31D51"/>
    <w:rsid w:val="00A323DD"/>
    <w:rsid w:val="00A32843"/>
    <w:rsid w:val="00A32F03"/>
    <w:rsid w:val="00A33424"/>
    <w:rsid w:val="00A34B38"/>
    <w:rsid w:val="00A36D0D"/>
    <w:rsid w:val="00A400F6"/>
    <w:rsid w:val="00A413F9"/>
    <w:rsid w:val="00A42911"/>
    <w:rsid w:val="00A46338"/>
    <w:rsid w:val="00A469BC"/>
    <w:rsid w:val="00A47F5E"/>
    <w:rsid w:val="00A500D3"/>
    <w:rsid w:val="00A52DDB"/>
    <w:rsid w:val="00A540D3"/>
    <w:rsid w:val="00A56CB0"/>
    <w:rsid w:val="00A57CD6"/>
    <w:rsid w:val="00A6062A"/>
    <w:rsid w:val="00A60D3D"/>
    <w:rsid w:val="00A60EFB"/>
    <w:rsid w:val="00A6106B"/>
    <w:rsid w:val="00A6266B"/>
    <w:rsid w:val="00A62A22"/>
    <w:rsid w:val="00A63640"/>
    <w:rsid w:val="00A64216"/>
    <w:rsid w:val="00A64B0D"/>
    <w:rsid w:val="00A64D9B"/>
    <w:rsid w:val="00A67746"/>
    <w:rsid w:val="00A736C6"/>
    <w:rsid w:val="00A73BDD"/>
    <w:rsid w:val="00A73D8C"/>
    <w:rsid w:val="00A75D35"/>
    <w:rsid w:val="00A75DF8"/>
    <w:rsid w:val="00A760CF"/>
    <w:rsid w:val="00A760F9"/>
    <w:rsid w:val="00A80AB2"/>
    <w:rsid w:val="00A8398C"/>
    <w:rsid w:val="00A83AF3"/>
    <w:rsid w:val="00A859E7"/>
    <w:rsid w:val="00A85C9A"/>
    <w:rsid w:val="00A87045"/>
    <w:rsid w:val="00A87607"/>
    <w:rsid w:val="00A90226"/>
    <w:rsid w:val="00A9111E"/>
    <w:rsid w:val="00A94719"/>
    <w:rsid w:val="00A95EEC"/>
    <w:rsid w:val="00A961C9"/>
    <w:rsid w:val="00A96FDD"/>
    <w:rsid w:val="00A97E25"/>
    <w:rsid w:val="00AA3881"/>
    <w:rsid w:val="00AA447D"/>
    <w:rsid w:val="00AA6D8E"/>
    <w:rsid w:val="00AB0E6E"/>
    <w:rsid w:val="00AB2084"/>
    <w:rsid w:val="00AB31DE"/>
    <w:rsid w:val="00AB36E1"/>
    <w:rsid w:val="00AB584F"/>
    <w:rsid w:val="00AB612B"/>
    <w:rsid w:val="00AB71DE"/>
    <w:rsid w:val="00AC0224"/>
    <w:rsid w:val="00AC070E"/>
    <w:rsid w:val="00AC1193"/>
    <w:rsid w:val="00AC1365"/>
    <w:rsid w:val="00AC138B"/>
    <w:rsid w:val="00AC2419"/>
    <w:rsid w:val="00AC482D"/>
    <w:rsid w:val="00AC6B9D"/>
    <w:rsid w:val="00AD0C19"/>
    <w:rsid w:val="00AD1B33"/>
    <w:rsid w:val="00AD26D4"/>
    <w:rsid w:val="00AD3A45"/>
    <w:rsid w:val="00AD52DF"/>
    <w:rsid w:val="00AD7559"/>
    <w:rsid w:val="00AD7ACE"/>
    <w:rsid w:val="00AE097D"/>
    <w:rsid w:val="00AE0DE2"/>
    <w:rsid w:val="00AE1E36"/>
    <w:rsid w:val="00AE234A"/>
    <w:rsid w:val="00AE28B3"/>
    <w:rsid w:val="00AE28E6"/>
    <w:rsid w:val="00AE43BC"/>
    <w:rsid w:val="00AE4E4F"/>
    <w:rsid w:val="00AE688C"/>
    <w:rsid w:val="00AE6CBD"/>
    <w:rsid w:val="00AE788A"/>
    <w:rsid w:val="00AF112D"/>
    <w:rsid w:val="00AF12FC"/>
    <w:rsid w:val="00AF3497"/>
    <w:rsid w:val="00AF3D9B"/>
    <w:rsid w:val="00AF53FD"/>
    <w:rsid w:val="00AF5E31"/>
    <w:rsid w:val="00AF60D2"/>
    <w:rsid w:val="00AF66D2"/>
    <w:rsid w:val="00AF79C6"/>
    <w:rsid w:val="00B05AAC"/>
    <w:rsid w:val="00B06A0F"/>
    <w:rsid w:val="00B11B2C"/>
    <w:rsid w:val="00B12FBA"/>
    <w:rsid w:val="00B15AC7"/>
    <w:rsid w:val="00B15C74"/>
    <w:rsid w:val="00B15DFD"/>
    <w:rsid w:val="00B1773F"/>
    <w:rsid w:val="00B17B9C"/>
    <w:rsid w:val="00B17F9A"/>
    <w:rsid w:val="00B2061E"/>
    <w:rsid w:val="00B20863"/>
    <w:rsid w:val="00B21CDF"/>
    <w:rsid w:val="00B259C0"/>
    <w:rsid w:val="00B25B80"/>
    <w:rsid w:val="00B27484"/>
    <w:rsid w:val="00B30240"/>
    <w:rsid w:val="00B32B13"/>
    <w:rsid w:val="00B32E6F"/>
    <w:rsid w:val="00B33F3B"/>
    <w:rsid w:val="00B34EF1"/>
    <w:rsid w:val="00B35E12"/>
    <w:rsid w:val="00B36402"/>
    <w:rsid w:val="00B37404"/>
    <w:rsid w:val="00B40E05"/>
    <w:rsid w:val="00B4158C"/>
    <w:rsid w:val="00B41BCA"/>
    <w:rsid w:val="00B421C7"/>
    <w:rsid w:val="00B42633"/>
    <w:rsid w:val="00B43A09"/>
    <w:rsid w:val="00B44811"/>
    <w:rsid w:val="00B44EDF"/>
    <w:rsid w:val="00B457A8"/>
    <w:rsid w:val="00B46311"/>
    <w:rsid w:val="00B47ADD"/>
    <w:rsid w:val="00B509B3"/>
    <w:rsid w:val="00B52EA6"/>
    <w:rsid w:val="00B54272"/>
    <w:rsid w:val="00B54D4B"/>
    <w:rsid w:val="00B568A3"/>
    <w:rsid w:val="00B56EBF"/>
    <w:rsid w:val="00B60D54"/>
    <w:rsid w:val="00B62210"/>
    <w:rsid w:val="00B62978"/>
    <w:rsid w:val="00B62D05"/>
    <w:rsid w:val="00B62D0B"/>
    <w:rsid w:val="00B649AA"/>
    <w:rsid w:val="00B65261"/>
    <w:rsid w:val="00B672A8"/>
    <w:rsid w:val="00B67348"/>
    <w:rsid w:val="00B727F9"/>
    <w:rsid w:val="00B72E8D"/>
    <w:rsid w:val="00B80C12"/>
    <w:rsid w:val="00B81634"/>
    <w:rsid w:val="00B84043"/>
    <w:rsid w:val="00B85081"/>
    <w:rsid w:val="00B854F3"/>
    <w:rsid w:val="00B85B48"/>
    <w:rsid w:val="00B85B6F"/>
    <w:rsid w:val="00B90A00"/>
    <w:rsid w:val="00B90E3D"/>
    <w:rsid w:val="00B9393B"/>
    <w:rsid w:val="00B94E99"/>
    <w:rsid w:val="00B96718"/>
    <w:rsid w:val="00B970A0"/>
    <w:rsid w:val="00B97604"/>
    <w:rsid w:val="00BA00E7"/>
    <w:rsid w:val="00BA026C"/>
    <w:rsid w:val="00BA1A03"/>
    <w:rsid w:val="00BA2147"/>
    <w:rsid w:val="00BA3137"/>
    <w:rsid w:val="00BA4A7E"/>
    <w:rsid w:val="00BA5AD8"/>
    <w:rsid w:val="00BA6748"/>
    <w:rsid w:val="00BA6E20"/>
    <w:rsid w:val="00BB0828"/>
    <w:rsid w:val="00BB0E97"/>
    <w:rsid w:val="00BB13DA"/>
    <w:rsid w:val="00BB1BEF"/>
    <w:rsid w:val="00BB4EDC"/>
    <w:rsid w:val="00BB6AE3"/>
    <w:rsid w:val="00BB75E9"/>
    <w:rsid w:val="00BC13CA"/>
    <w:rsid w:val="00BC1B12"/>
    <w:rsid w:val="00BC4429"/>
    <w:rsid w:val="00BC4879"/>
    <w:rsid w:val="00BC7740"/>
    <w:rsid w:val="00BD000E"/>
    <w:rsid w:val="00BD050F"/>
    <w:rsid w:val="00BD1B6A"/>
    <w:rsid w:val="00BD2942"/>
    <w:rsid w:val="00BD3751"/>
    <w:rsid w:val="00BE4484"/>
    <w:rsid w:val="00BE51C5"/>
    <w:rsid w:val="00BE65B6"/>
    <w:rsid w:val="00BF079E"/>
    <w:rsid w:val="00BF0935"/>
    <w:rsid w:val="00BF1770"/>
    <w:rsid w:val="00BF1F17"/>
    <w:rsid w:val="00BF2CBA"/>
    <w:rsid w:val="00BF5388"/>
    <w:rsid w:val="00BF5C05"/>
    <w:rsid w:val="00BF672F"/>
    <w:rsid w:val="00BF7954"/>
    <w:rsid w:val="00C010AF"/>
    <w:rsid w:val="00C01959"/>
    <w:rsid w:val="00C01E17"/>
    <w:rsid w:val="00C01F2D"/>
    <w:rsid w:val="00C04405"/>
    <w:rsid w:val="00C0446F"/>
    <w:rsid w:val="00C04A42"/>
    <w:rsid w:val="00C05262"/>
    <w:rsid w:val="00C05D27"/>
    <w:rsid w:val="00C05E3A"/>
    <w:rsid w:val="00C06F9D"/>
    <w:rsid w:val="00C0709A"/>
    <w:rsid w:val="00C07C5E"/>
    <w:rsid w:val="00C11BB1"/>
    <w:rsid w:val="00C1538E"/>
    <w:rsid w:val="00C15E32"/>
    <w:rsid w:val="00C167C0"/>
    <w:rsid w:val="00C2070F"/>
    <w:rsid w:val="00C224E9"/>
    <w:rsid w:val="00C2273C"/>
    <w:rsid w:val="00C228BB"/>
    <w:rsid w:val="00C22CDC"/>
    <w:rsid w:val="00C24800"/>
    <w:rsid w:val="00C25DE2"/>
    <w:rsid w:val="00C26BE0"/>
    <w:rsid w:val="00C272AD"/>
    <w:rsid w:val="00C27663"/>
    <w:rsid w:val="00C30999"/>
    <w:rsid w:val="00C31642"/>
    <w:rsid w:val="00C31C83"/>
    <w:rsid w:val="00C34BD9"/>
    <w:rsid w:val="00C3541E"/>
    <w:rsid w:val="00C369E2"/>
    <w:rsid w:val="00C42275"/>
    <w:rsid w:val="00C437FD"/>
    <w:rsid w:val="00C4465E"/>
    <w:rsid w:val="00C45149"/>
    <w:rsid w:val="00C45B6F"/>
    <w:rsid w:val="00C477AC"/>
    <w:rsid w:val="00C47CE4"/>
    <w:rsid w:val="00C532EE"/>
    <w:rsid w:val="00C533B2"/>
    <w:rsid w:val="00C541E2"/>
    <w:rsid w:val="00C61D61"/>
    <w:rsid w:val="00C61D9D"/>
    <w:rsid w:val="00C627DB"/>
    <w:rsid w:val="00C63AAF"/>
    <w:rsid w:val="00C63DD3"/>
    <w:rsid w:val="00C649DA"/>
    <w:rsid w:val="00C703FE"/>
    <w:rsid w:val="00C70641"/>
    <w:rsid w:val="00C733A7"/>
    <w:rsid w:val="00C73F8C"/>
    <w:rsid w:val="00C746E5"/>
    <w:rsid w:val="00C75647"/>
    <w:rsid w:val="00C75843"/>
    <w:rsid w:val="00C77261"/>
    <w:rsid w:val="00C801BE"/>
    <w:rsid w:val="00C8251E"/>
    <w:rsid w:val="00C84DAC"/>
    <w:rsid w:val="00C85626"/>
    <w:rsid w:val="00C85FBB"/>
    <w:rsid w:val="00C867DF"/>
    <w:rsid w:val="00C90907"/>
    <w:rsid w:val="00C9155F"/>
    <w:rsid w:val="00C91EB1"/>
    <w:rsid w:val="00C95C56"/>
    <w:rsid w:val="00C965A8"/>
    <w:rsid w:val="00CA0960"/>
    <w:rsid w:val="00CA13FB"/>
    <w:rsid w:val="00CA6284"/>
    <w:rsid w:val="00CA62E0"/>
    <w:rsid w:val="00CA738E"/>
    <w:rsid w:val="00CB153B"/>
    <w:rsid w:val="00CB2495"/>
    <w:rsid w:val="00CB2639"/>
    <w:rsid w:val="00CB3B87"/>
    <w:rsid w:val="00CB5A6D"/>
    <w:rsid w:val="00CB74FF"/>
    <w:rsid w:val="00CC1911"/>
    <w:rsid w:val="00CC256B"/>
    <w:rsid w:val="00CC2F21"/>
    <w:rsid w:val="00CD053F"/>
    <w:rsid w:val="00CD20E8"/>
    <w:rsid w:val="00CD362B"/>
    <w:rsid w:val="00CD40AF"/>
    <w:rsid w:val="00CD5C0C"/>
    <w:rsid w:val="00CD7B7D"/>
    <w:rsid w:val="00CE0000"/>
    <w:rsid w:val="00CE0685"/>
    <w:rsid w:val="00CE1829"/>
    <w:rsid w:val="00CE27F5"/>
    <w:rsid w:val="00CE5B0A"/>
    <w:rsid w:val="00CE6EDA"/>
    <w:rsid w:val="00CE7D77"/>
    <w:rsid w:val="00CF0458"/>
    <w:rsid w:val="00CF27B0"/>
    <w:rsid w:val="00CF44F6"/>
    <w:rsid w:val="00CF5CBC"/>
    <w:rsid w:val="00CF646D"/>
    <w:rsid w:val="00CF668A"/>
    <w:rsid w:val="00CF6DE1"/>
    <w:rsid w:val="00CF739A"/>
    <w:rsid w:val="00D0032A"/>
    <w:rsid w:val="00D00F2E"/>
    <w:rsid w:val="00D02934"/>
    <w:rsid w:val="00D03660"/>
    <w:rsid w:val="00D03AC7"/>
    <w:rsid w:val="00D06246"/>
    <w:rsid w:val="00D064AF"/>
    <w:rsid w:val="00D067EE"/>
    <w:rsid w:val="00D106EC"/>
    <w:rsid w:val="00D10AA6"/>
    <w:rsid w:val="00D121EE"/>
    <w:rsid w:val="00D12B17"/>
    <w:rsid w:val="00D12D48"/>
    <w:rsid w:val="00D13D81"/>
    <w:rsid w:val="00D14155"/>
    <w:rsid w:val="00D15075"/>
    <w:rsid w:val="00D16920"/>
    <w:rsid w:val="00D172CA"/>
    <w:rsid w:val="00D17985"/>
    <w:rsid w:val="00D224BC"/>
    <w:rsid w:val="00D22862"/>
    <w:rsid w:val="00D22ED6"/>
    <w:rsid w:val="00D23593"/>
    <w:rsid w:val="00D237DF"/>
    <w:rsid w:val="00D23AB7"/>
    <w:rsid w:val="00D26D1D"/>
    <w:rsid w:val="00D27D1C"/>
    <w:rsid w:val="00D305EA"/>
    <w:rsid w:val="00D3065D"/>
    <w:rsid w:val="00D31162"/>
    <w:rsid w:val="00D33A41"/>
    <w:rsid w:val="00D34C27"/>
    <w:rsid w:val="00D350FF"/>
    <w:rsid w:val="00D37115"/>
    <w:rsid w:val="00D3773A"/>
    <w:rsid w:val="00D40BBC"/>
    <w:rsid w:val="00D41154"/>
    <w:rsid w:val="00D417A2"/>
    <w:rsid w:val="00D423CF"/>
    <w:rsid w:val="00D4280F"/>
    <w:rsid w:val="00D44DC7"/>
    <w:rsid w:val="00D501D5"/>
    <w:rsid w:val="00D521DE"/>
    <w:rsid w:val="00D53259"/>
    <w:rsid w:val="00D54C57"/>
    <w:rsid w:val="00D557BD"/>
    <w:rsid w:val="00D5633D"/>
    <w:rsid w:val="00D576EE"/>
    <w:rsid w:val="00D57DAF"/>
    <w:rsid w:val="00D63B4C"/>
    <w:rsid w:val="00D63F11"/>
    <w:rsid w:val="00D6504D"/>
    <w:rsid w:val="00D67038"/>
    <w:rsid w:val="00D67606"/>
    <w:rsid w:val="00D67B4A"/>
    <w:rsid w:val="00D72B5F"/>
    <w:rsid w:val="00D7324B"/>
    <w:rsid w:val="00D77634"/>
    <w:rsid w:val="00D77D90"/>
    <w:rsid w:val="00D8093B"/>
    <w:rsid w:val="00D81619"/>
    <w:rsid w:val="00D8162C"/>
    <w:rsid w:val="00D81965"/>
    <w:rsid w:val="00D8201C"/>
    <w:rsid w:val="00D83041"/>
    <w:rsid w:val="00D8344B"/>
    <w:rsid w:val="00D83B43"/>
    <w:rsid w:val="00D8561E"/>
    <w:rsid w:val="00D86763"/>
    <w:rsid w:val="00D86B10"/>
    <w:rsid w:val="00D870DD"/>
    <w:rsid w:val="00D9144C"/>
    <w:rsid w:val="00D91742"/>
    <w:rsid w:val="00D91ECB"/>
    <w:rsid w:val="00D92A6E"/>
    <w:rsid w:val="00D93835"/>
    <w:rsid w:val="00D938A7"/>
    <w:rsid w:val="00D9496D"/>
    <w:rsid w:val="00D9564B"/>
    <w:rsid w:val="00DA09C9"/>
    <w:rsid w:val="00DA0EFF"/>
    <w:rsid w:val="00DA11A3"/>
    <w:rsid w:val="00DA164A"/>
    <w:rsid w:val="00DA1F56"/>
    <w:rsid w:val="00DB0A1D"/>
    <w:rsid w:val="00DB0F5E"/>
    <w:rsid w:val="00DB105D"/>
    <w:rsid w:val="00DB1375"/>
    <w:rsid w:val="00DB1EED"/>
    <w:rsid w:val="00DB1FA8"/>
    <w:rsid w:val="00DB2944"/>
    <w:rsid w:val="00DB2E4A"/>
    <w:rsid w:val="00DB44AD"/>
    <w:rsid w:val="00DB4A40"/>
    <w:rsid w:val="00DB531D"/>
    <w:rsid w:val="00DB535E"/>
    <w:rsid w:val="00DB6450"/>
    <w:rsid w:val="00DB7A36"/>
    <w:rsid w:val="00DC166E"/>
    <w:rsid w:val="00DC1E3C"/>
    <w:rsid w:val="00DC20DA"/>
    <w:rsid w:val="00DC565D"/>
    <w:rsid w:val="00DC790B"/>
    <w:rsid w:val="00DC7C02"/>
    <w:rsid w:val="00DC7C95"/>
    <w:rsid w:val="00DC7F1F"/>
    <w:rsid w:val="00DD03E1"/>
    <w:rsid w:val="00DD0B5A"/>
    <w:rsid w:val="00DD15EC"/>
    <w:rsid w:val="00DD1C85"/>
    <w:rsid w:val="00DD2AA7"/>
    <w:rsid w:val="00DD4BC6"/>
    <w:rsid w:val="00DD6B23"/>
    <w:rsid w:val="00DD7A76"/>
    <w:rsid w:val="00DD7C78"/>
    <w:rsid w:val="00DE04E9"/>
    <w:rsid w:val="00DE0B1F"/>
    <w:rsid w:val="00DE1416"/>
    <w:rsid w:val="00DE14FB"/>
    <w:rsid w:val="00DE31DB"/>
    <w:rsid w:val="00DE3A62"/>
    <w:rsid w:val="00DE43D4"/>
    <w:rsid w:val="00DE6E2E"/>
    <w:rsid w:val="00DE75E6"/>
    <w:rsid w:val="00DF0CCA"/>
    <w:rsid w:val="00DF0DCE"/>
    <w:rsid w:val="00DF1E87"/>
    <w:rsid w:val="00DF24D2"/>
    <w:rsid w:val="00DF3607"/>
    <w:rsid w:val="00DF3AF8"/>
    <w:rsid w:val="00DF3B9A"/>
    <w:rsid w:val="00DF451D"/>
    <w:rsid w:val="00DF50D2"/>
    <w:rsid w:val="00DF5E8A"/>
    <w:rsid w:val="00DF637D"/>
    <w:rsid w:val="00DF63C1"/>
    <w:rsid w:val="00E012FC"/>
    <w:rsid w:val="00E01F96"/>
    <w:rsid w:val="00E03584"/>
    <w:rsid w:val="00E03CBD"/>
    <w:rsid w:val="00E04B5D"/>
    <w:rsid w:val="00E053DC"/>
    <w:rsid w:val="00E07821"/>
    <w:rsid w:val="00E10353"/>
    <w:rsid w:val="00E11D29"/>
    <w:rsid w:val="00E12DC1"/>
    <w:rsid w:val="00E142D4"/>
    <w:rsid w:val="00E1479B"/>
    <w:rsid w:val="00E14834"/>
    <w:rsid w:val="00E15AFA"/>
    <w:rsid w:val="00E17AE4"/>
    <w:rsid w:val="00E22DE5"/>
    <w:rsid w:val="00E250D4"/>
    <w:rsid w:val="00E26381"/>
    <w:rsid w:val="00E26565"/>
    <w:rsid w:val="00E26689"/>
    <w:rsid w:val="00E27D4F"/>
    <w:rsid w:val="00E27DF6"/>
    <w:rsid w:val="00E33A19"/>
    <w:rsid w:val="00E33AB8"/>
    <w:rsid w:val="00E35AD2"/>
    <w:rsid w:val="00E37641"/>
    <w:rsid w:val="00E41060"/>
    <w:rsid w:val="00E461DF"/>
    <w:rsid w:val="00E4695D"/>
    <w:rsid w:val="00E46C0E"/>
    <w:rsid w:val="00E470DB"/>
    <w:rsid w:val="00E53E00"/>
    <w:rsid w:val="00E53F8B"/>
    <w:rsid w:val="00E54D2F"/>
    <w:rsid w:val="00E54E55"/>
    <w:rsid w:val="00E55409"/>
    <w:rsid w:val="00E569C9"/>
    <w:rsid w:val="00E617B2"/>
    <w:rsid w:val="00E67517"/>
    <w:rsid w:val="00E67607"/>
    <w:rsid w:val="00E67778"/>
    <w:rsid w:val="00E708B8"/>
    <w:rsid w:val="00E712F1"/>
    <w:rsid w:val="00E71320"/>
    <w:rsid w:val="00E71E0F"/>
    <w:rsid w:val="00E72372"/>
    <w:rsid w:val="00E72B93"/>
    <w:rsid w:val="00E739DE"/>
    <w:rsid w:val="00E746DF"/>
    <w:rsid w:val="00E74E84"/>
    <w:rsid w:val="00E75EAD"/>
    <w:rsid w:val="00E76286"/>
    <w:rsid w:val="00E766D0"/>
    <w:rsid w:val="00E7690F"/>
    <w:rsid w:val="00E76E8F"/>
    <w:rsid w:val="00E77651"/>
    <w:rsid w:val="00E77785"/>
    <w:rsid w:val="00E77D07"/>
    <w:rsid w:val="00E800FB"/>
    <w:rsid w:val="00E80237"/>
    <w:rsid w:val="00E81A32"/>
    <w:rsid w:val="00E81AA9"/>
    <w:rsid w:val="00E82457"/>
    <w:rsid w:val="00E856BC"/>
    <w:rsid w:val="00E860FE"/>
    <w:rsid w:val="00E90571"/>
    <w:rsid w:val="00E90D11"/>
    <w:rsid w:val="00E927A1"/>
    <w:rsid w:val="00E932F8"/>
    <w:rsid w:val="00E9376A"/>
    <w:rsid w:val="00E94997"/>
    <w:rsid w:val="00E9499B"/>
    <w:rsid w:val="00E978CF"/>
    <w:rsid w:val="00EA0635"/>
    <w:rsid w:val="00EA25B2"/>
    <w:rsid w:val="00EA2851"/>
    <w:rsid w:val="00EA2EA8"/>
    <w:rsid w:val="00EA2F6C"/>
    <w:rsid w:val="00EA3450"/>
    <w:rsid w:val="00EA3C5E"/>
    <w:rsid w:val="00EA5051"/>
    <w:rsid w:val="00EA5DCB"/>
    <w:rsid w:val="00EA6C0A"/>
    <w:rsid w:val="00EB146F"/>
    <w:rsid w:val="00EB15BD"/>
    <w:rsid w:val="00EB160E"/>
    <w:rsid w:val="00EB3FA5"/>
    <w:rsid w:val="00EB4AB0"/>
    <w:rsid w:val="00EB62BE"/>
    <w:rsid w:val="00EB675E"/>
    <w:rsid w:val="00EB6E05"/>
    <w:rsid w:val="00EC19C3"/>
    <w:rsid w:val="00EC2FF1"/>
    <w:rsid w:val="00EC4FB8"/>
    <w:rsid w:val="00ED0BC4"/>
    <w:rsid w:val="00ED1451"/>
    <w:rsid w:val="00ED2DA8"/>
    <w:rsid w:val="00ED494D"/>
    <w:rsid w:val="00ED580F"/>
    <w:rsid w:val="00EE1AF0"/>
    <w:rsid w:val="00EE35FA"/>
    <w:rsid w:val="00EE67BB"/>
    <w:rsid w:val="00EF03A2"/>
    <w:rsid w:val="00EF0EAB"/>
    <w:rsid w:val="00EF3937"/>
    <w:rsid w:val="00EF4948"/>
    <w:rsid w:val="00EF4A80"/>
    <w:rsid w:val="00EF716B"/>
    <w:rsid w:val="00EF7221"/>
    <w:rsid w:val="00F00769"/>
    <w:rsid w:val="00F013FB"/>
    <w:rsid w:val="00F01B51"/>
    <w:rsid w:val="00F11B76"/>
    <w:rsid w:val="00F12B42"/>
    <w:rsid w:val="00F13743"/>
    <w:rsid w:val="00F15666"/>
    <w:rsid w:val="00F21026"/>
    <w:rsid w:val="00F23152"/>
    <w:rsid w:val="00F23466"/>
    <w:rsid w:val="00F25CD6"/>
    <w:rsid w:val="00F261F4"/>
    <w:rsid w:val="00F26526"/>
    <w:rsid w:val="00F268D7"/>
    <w:rsid w:val="00F278EB"/>
    <w:rsid w:val="00F304E8"/>
    <w:rsid w:val="00F30ADF"/>
    <w:rsid w:val="00F32170"/>
    <w:rsid w:val="00F329BE"/>
    <w:rsid w:val="00F33E77"/>
    <w:rsid w:val="00F348FB"/>
    <w:rsid w:val="00F34F38"/>
    <w:rsid w:val="00F362EB"/>
    <w:rsid w:val="00F3757E"/>
    <w:rsid w:val="00F37D67"/>
    <w:rsid w:val="00F37F22"/>
    <w:rsid w:val="00F43037"/>
    <w:rsid w:val="00F4313B"/>
    <w:rsid w:val="00F46292"/>
    <w:rsid w:val="00F472C0"/>
    <w:rsid w:val="00F47397"/>
    <w:rsid w:val="00F47889"/>
    <w:rsid w:val="00F478A4"/>
    <w:rsid w:val="00F524DF"/>
    <w:rsid w:val="00F53F4F"/>
    <w:rsid w:val="00F558A6"/>
    <w:rsid w:val="00F55BDA"/>
    <w:rsid w:val="00F561FD"/>
    <w:rsid w:val="00F57AEE"/>
    <w:rsid w:val="00F61682"/>
    <w:rsid w:val="00F622A3"/>
    <w:rsid w:val="00F625A2"/>
    <w:rsid w:val="00F637BB"/>
    <w:rsid w:val="00F63E2C"/>
    <w:rsid w:val="00F644EA"/>
    <w:rsid w:val="00F64BFF"/>
    <w:rsid w:val="00F65384"/>
    <w:rsid w:val="00F65422"/>
    <w:rsid w:val="00F66CF8"/>
    <w:rsid w:val="00F679DF"/>
    <w:rsid w:val="00F721F9"/>
    <w:rsid w:val="00F723D9"/>
    <w:rsid w:val="00F73FC6"/>
    <w:rsid w:val="00F753D9"/>
    <w:rsid w:val="00F75EC9"/>
    <w:rsid w:val="00F81003"/>
    <w:rsid w:val="00F81353"/>
    <w:rsid w:val="00F8170F"/>
    <w:rsid w:val="00F83C66"/>
    <w:rsid w:val="00F84F92"/>
    <w:rsid w:val="00F86785"/>
    <w:rsid w:val="00F869F4"/>
    <w:rsid w:val="00F905B5"/>
    <w:rsid w:val="00F91EB2"/>
    <w:rsid w:val="00F928ED"/>
    <w:rsid w:val="00F93351"/>
    <w:rsid w:val="00F93371"/>
    <w:rsid w:val="00F966AF"/>
    <w:rsid w:val="00F971D4"/>
    <w:rsid w:val="00F976A7"/>
    <w:rsid w:val="00FA0BB4"/>
    <w:rsid w:val="00FA1D4E"/>
    <w:rsid w:val="00FA302A"/>
    <w:rsid w:val="00FA355F"/>
    <w:rsid w:val="00FA36F4"/>
    <w:rsid w:val="00FA5458"/>
    <w:rsid w:val="00FA5CD5"/>
    <w:rsid w:val="00FA630B"/>
    <w:rsid w:val="00FA68F8"/>
    <w:rsid w:val="00FA6B46"/>
    <w:rsid w:val="00FA6D3F"/>
    <w:rsid w:val="00FB0776"/>
    <w:rsid w:val="00FB0A9E"/>
    <w:rsid w:val="00FB1420"/>
    <w:rsid w:val="00FB2566"/>
    <w:rsid w:val="00FB2BA7"/>
    <w:rsid w:val="00FB41E0"/>
    <w:rsid w:val="00FB6F01"/>
    <w:rsid w:val="00FB753E"/>
    <w:rsid w:val="00FC0FAF"/>
    <w:rsid w:val="00FC3746"/>
    <w:rsid w:val="00FC413C"/>
    <w:rsid w:val="00FC6928"/>
    <w:rsid w:val="00FC76AE"/>
    <w:rsid w:val="00FC798A"/>
    <w:rsid w:val="00FD27A0"/>
    <w:rsid w:val="00FD3055"/>
    <w:rsid w:val="00FD3BAE"/>
    <w:rsid w:val="00FD3CBD"/>
    <w:rsid w:val="00FD50AF"/>
    <w:rsid w:val="00FD558D"/>
    <w:rsid w:val="00FD6C02"/>
    <w:rsid w:val="00FD6DA7"/>
    <w:rsid w:val="00FD72D9"/>
    <w:rsid w:val="00FD77A2"/>
    <w:rsid w:val="00FE03EF"/>
    <w:rsid w:val="00FE0EBD"/>
    <w:rsid w:val="00FE10DA"/>
    <w:rsid w:val="00FE2911"/>
    <w:rsid w:val="00FE4585"/>
    <w:rsid w:val="00FE5DCD"/>
    <w:rsid w:val="00FE6633"/>
    <w:rsid w:val="00FE6FFC"/>
    <w:rsid w:val="00FF0159"/>
    <w:rsid w:val="00FF14F6"/>
    <w:rsid w:val="00FF29B5"/>
    <w:rsid w:val="00FF337C"/>
    <w:rsid w:val="00FF3BEE"/>
    <w:rsid w:val="00FF50F3"/>
    <w:rsid w:val="00FF579D"/>
    <w:rsid w:val="00FF7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53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2753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2753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92753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2753E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176</Words>
  <Characters>1007</Characters>
  <Application>Microsoft Office Outlook</Application>
  <DocSecurity>0</DocSecurity>
  <Lines>0</Lines>
  <Paragraphs>0</Paragraphs>
  <ScaleCrop>false</ScaleCrop>
  <Company>pravitelstvo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</dc:title>
  <dc:subject/>
  <dc:creator>Travnikov</dc:creator>
  <cp:keywords/>
  <dc:description/>
  <cp:lastModifiedBy>chernova</cp:lastModifiedBy>
  <cp:revision>4</cp:revision>
  <dcterms:created xsi:type="dcterms:W3CDTF">2012-12-13T12:15:00Z</dcterms:created>
  <dcterms:modified xsi:type="dcterms:W3CDTF">2012-12-26T05:55:00Z</dcterms:modified>
</cp:coreProperties>
</file>