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691A" w:rsidTr="008426E8">
        <w:tc>
          <w:tcPr>
            <w:tcW w:w="426" w:type="dxa"/>
            <w:hideMark/>
          </w:tcPr>
          <w:p w:rsidR="0066691A" w:rsidRDefault="0066691A" w:rsidP="008426E8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691A" w:rsidRDefault="0066691A" w:rsidP="008426E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66691A" w:rsidRDefault="0066691A" w:rsidP="008426E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6691A" w:rsidRDefault="0066691A" w:rsidP="008426E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691A" w:rsidRDefault="0066691A" w:rsidP="008426E8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323</w:t>
            </w:r>
            <w:bookmarkStart w:id="0" w:name="_GoBack"/>
            <w:bookmarkEnd w:id="0"/>
          </w:p>
        </w:tc>
      </w:tr>
    </w:tbl>
    <w:p w:rsidR="00A139EA" w:rsidRDefault="00A139EA" w:rsidP="005F7B3C">
      <w:pPr>
        <w:rPr>
          <w:sz w:val="28"/>
          <w:szCs w:val="28"/>
        </w:rPr>
      </w:pPr>
    </w:p>
    <w:p w:rsidR="00A139EA" w:rsidRDefault="00A139EA" w:rsidP="005F7B3C">
      <w:pPr>
        <w:rPr>
          <w:sz w:val="28"/>
          <w:szCs w:val="28"/>
        </w:rPr>
      </w:pPr>
    </w:p>
    <w:p w:rsidR="00A139EA" w:rsidRDefault="00A139EA" w:rsidP="005F7B3C">
      <w:pPr>
        <w:rPr>
          <w:sz w:val="28"/>
          <w:szCs w:val="28"/>
        </w:rPr>
      </w:pPr>
    </w:p>
    <w:p w:rsidR="00B62A24" w:rsidRDefault="005F7B3C" w:rsidP="005F7B3C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0A0A6E" w:rsidRPr="000A0A6E" w:rsidRDefault="00C674EA" w:rsidP="005F7B3C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Ломановской</w:t>
      </w:r>
      <w:proofErr w:type="spellEnd"/>
      <w:r>
        <w:rPr>
          <w:sz w:val="28"/>
          <w:szCs w:val="28"/>
        </w:rPr>
        <w:t xml:space="preserve"> Галины Сергеевны</w:t>
      </w:r>
    </w:p>
    <w:p w:rsidR="005F7B3C" w:rsidRPr="00AB52E3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5F7B3C" w:rsidRPr="00AB52E3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в </w:t>
      </w:r>
      <w:r w:rsidR="000A0A6E">
        <w:rPr>
          <w:sz w:val="28"/>
          <w:szCs w:val="28"/>
        </w:rPr>
        <w:t>Рыбинский</w:t>
      </w:r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</w:p>
    <w:p w:rsidR="00B62A24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5F7B3C" w:rsidRPr="00AB52E3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 w:rsidR="00C674EA">
        <w:rPr>
          <w:sz w:val="28"/>
          <w:szCs w:val="28"/>
        </w:rPr>
        <w:t>9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5F7B3C" w:rsidP="00C20FC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C674EA">
        <w:rPr>
          <w:sz w:val="28"/>
          <w:szCs w:val="28"/>
        </w:rPr>
        <w:t>Ломановской</w:t>
      </w:r>
      <w:proofErr w:type="spellEnd"/>
      <w:r w:rsidR="00C674EA">
        <w:rPr>
          <w:sz w:val="28"/>
          <w:szCs w:val="28"/>
        </w:rPr>
        <w:t xml:space="preserve"> Галины Сергеевны </w:t>
      </w:r>
      <w:r w:rsidRPr="00AB52E3">
        <w:rPr>
          <w:sz w:val="28"/>
          <w:szCs w:val="28"/>
        </w:rPr>
        <w:t xml:space="preserve">на должность мирового судьи в </w:t>
      </w:r>
      <w:r w:rsidR="000A0A6E">
        <w:rPr>
          <w:sz w:val="28"/>
          <w:szCs w:val="28"/>
        </w:rPr>
        <w:t>Рыбинский</w:t>
      </w:r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</w:t>
      </w:r>
      <w:r w:rsidRPr="00AB52E3">
        <w:rPr>
          <w:sz w:val="28"/>
          <w:szCs w:val="28"/>
        </w:rPr>
        <w:t>у</w:t>
      </w:r>
      <w:r w:rsidRPr="00AB52E3">
        <w:rPr>
          <w:sz w:val="28"/>
          <w:szCs w:val="28"/>
        </w:rPr>
        <w:t xml:space="preserve">дебный участок № </w:t>
      </w:r>
      <w:r w:rsidR="00C674EA">
        <w:rPr>
          <w:sz w:val="28"/>
          <w:szCs w:val="28"/>
        </w:rPr>
        <w:t>9</w:t>
      </w:r>
      <w:r w:rsidRPr="00AB52E3">
        <w:rPr>
          <w:sz w:val="28"/>
          <w:szCs w:val="28"/>
        </w:rPr>
        <w:t>, в соответствии с пунктом 6 статьи 26 Устава Яросла</w:t>
      </w:r>
      <w:r w:rsidRPr="00AB52E3">
        <w:rPr>
          <w:sz w:val="28"/>
          <w:szCs w:val="28"/>
        </w:rPr>
        <w:t>в</w:t>
      </w:r>
      <w:r w:rsidRPr="00AB52E3">
        <w:rPr>
          <w:sz w:val="28"/>
          <w:szCs w:val="28"/>
        </w:rPr>
        <w:t>ской области и статьей 7 Закона Ярославской области «О мировых судьях в Ярославской области»</w:t>
      </w:r>
      <w:r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A139EA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B52E3" w:rsidRDefault="00127523" w:rsidP="005F7B3C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proofErr w:type="spellStart"/>
      <w:r w:rsidR="00C674EA">
        <w:rPr>
          <w:szCs w:val="28"/>
        </w:rPr>
        <w:t>Ломановскую</w:t>
      </w:r>
      <w:proofErr w:type="spellEnd"/>
      <w:r w:rsidR="00C674EA">
        <w:rPr>
          <w:szCs w:val="28"/>
        </w:rPr>
        <w:t xml:space="preserve"> Галину Сергеевну</w:t>
      </w:r>
      <w:r w:rsidR="005F7B3C" w:rsidRPr="00AB52E3">
        <w:rPr>
          <w:szCs w:val="28"/>
        </w:rPr>
        <w:t xml:space="preserve"> на должность мирового судьи в </w:t>
      </w:r>
      <w:r w:rsidR="000A0A6E">
        <w:rPr>
          <w:szCs w:val="28"/>
        </w:rPr>
        <w:t>Рыбинский</w:t>
      </w:r>
      <w:r w:rsidR="005F7B3C">
        <w:rPr>
          <w:szCs w:val="28"/>
        </w:rPr>
        <w:t xml:space="preserve"> судебный район</w:t>
      </w:r>
      <w:r w:rsidR="005F7B3C" w:rsidRPr="00AB52E3">
        <w:rPr>
          <w:szCs w:val="28"/>
        </w:rPr>
        <w:t xml:space="preserve"> </w:t>
      </w:r>
      <w:r w:rsidR="005F7B3C">
        <w:rPr>
          <w:szCs w:val="28"/>
        </w:rPr>
        <w:t>Ярославской области</w:t>
      </w:r>
      <w:r w:rsidR="005F7B3C" w:rsidRPr="00AB52E3">
        <w:rPr>
          <w:szCs w:val="28"/>
        </w:rPr>
        <w:t xml:space="preserve"> на судебный уч</w:t>
      </w:r>
      <w:r w:rsidR="005F7B3C" w:rsidRPr="00AB52E3">
        <w:rPr>
          <w:szCs w:val="28"/>
        </w:rPr>
        <w:t>а</w:t>
      </w:r>
      <w:r w:rsidR="005F7B3C" w:rsidRPr="00AB52E3">
        <w:rPr>
          <w:szCs w:val="28"/>
        </w:rPr>
        <w:t xml:space="preserve">сток № </w:t>
      </w:r>
      <w:r w:rsidR="00C674EA">
        <w:rPr>
          <w:szCs w:val="28"/>
        </w:rPr>
        <w:t>9</w:t>
      </w:r>
      <w:r w:rsidR="005F7B3C" w:rsidRPr="00AB52E3">
        <w:rPr>
          <w:szCs w:val="28"/>
        </w:rPr>
        <w:t xml:space="preserve"> на </w:t>
      </w:r>
      <w:r w:rsidR="005F7B3C">
        <w:rPr>
          <w:szCs w:val="28"/>
        </w:rPr>
        <w:t>пятилетний</w:t>
      </w:r>
      <w:r w:rsidR="005F7B3C" w:rsidRPr="00AB52E3">
        <w:rPr>
          <w:szCs w:val="28"/>
        </w:rPr>
        <w:t xml:space="preserve"> срок полномочий.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A139EA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139EA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A139E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0A6E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18E3"/>
    <w:rsid w:val="002A58A0"/>
    <w:rsid w:val="00313BEC"/>
    <w:rsid w:val="00317A46"/>
    <w:rsid w:val="0037176C"/>
    <w:rsid w:val="00371DA0"/>
    <w:rsid w:val="003C14B6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6691A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9E2656"/>
    <w:rsid w:val="00A139EA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62A24"/>
    <w:rsid w:val="00BC0C1E"/>
    <w:rsid w:val="00BC1DE9"/>
    <w:rsid w:val="00BE62D3"/>
    <w:rsid w:val="00C20FC6"/>
    <w:rsid w:val="00C2329B"/>
    <w:rsid w:val="00C34EEC"/>
    <w:rsid w:val="00C56E9C"/>
    <w:rsid w:val="00C674EA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6</cp:revision>
  <cp:lastPrinted>2014-11-28T10:44:00Z</cp:lastPrinted>
  <dcterms:created xsi:type="dcterms:W3CDTF">2014-11-28T10:04:00Z</dcterms:created>
  <dcterms:modified xsi:type="dcterms:W3CDTF">2014-12-17T10:34:00Z</dcterms:modified>
</cp:coreProperties>
</file>