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Pr="003F734F" w:rsidRDefault="00F23348">
            <w:pPr>
              <w:rPr>
                <w:u w:val="single"/>
              </w:rPr>
            </w:pPr>
          </w:p>
        </w:tc>
        <w:tc>
          <w:tcPr>
            <w:tcW w:w="4478" w:type="dxa"/>
          </w:tcPr>
          <w:p w:rsidR="009B7F41" w:rsidRPr="00FF61CD" w:rsidRDefault="009B7F41">
            <w:pPr>
              <w:rPr>
                <w:sz w:val="30"/>
                <w:szCs w:val="30"/>
                <w:lang w:val="en-US"/>
              </w:rPr>
            </w:pPr>
          </w:p>
          <w:p w:rsidR="009B7F41" w:rsidRPr="00FF61CD" w:rsidRDefault="009B7F41">
            <w:pPr>
              <w:rPr>
                <w:sz w:val="30"/>
                <w:szCs w:val="30"/>
                <w:lang w:val="en-US"/>
              </w:rPr>
            </w:pPr>
          </w:p>
          <w:p w:rsidR="00A5698B" w:rsidRPr="00E27858" w:rsidRDefault="00A5698B" w:rsidP="00A5698B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A5698B" w:rsidRPr="00E27858" w:rsidRDefault="00A5698B" w:rsidP="00A5698B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5698B" w:rsidRPr="00E27858" w:rsidRDefault="00A5698B" w:rsidP="00A5698B">
            <w:pPr>
              <w:ind w:firstLine="312"/>
              <w:rPr>
                <w:szCs w:val="28"/>
              </w:rPr>
            </w:pPr>
          </w:p>
          <w:p w:rsidR="00A5698B" w:rsidRPr="00E26561" w:rsidRDefault="00A5698B" w:rsidP="00A5698B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6A74E1" w:rsidRPr="00A5698B" w:rsidRDefault="006A74E1"/>
          <w:p w:rsidR="00F23348" w:rsidRPr="00A5698B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7268C" w:rsidRDefault="00A5698B" w:rsidP="00E9164F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A5698B" w:rsidRPr="008C3062" w:rsidRDefault="00A5698B" w:rsidP="00A5698B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A5698B" w:rsidRDefault="00A5698B" w:rsidP="00A5698B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698B" w:rsidRDefault="00A5698B" w:rsidP="00A5698B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52BB4" w:rsidRDefault="00552BB4" w:rsidP="00552BB4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вношу в Ярославскую областную Думу проект закона Ярославской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правовых актах Ярославской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2BB4" w:rsidRDefault="00552BB4" w:rsidP="00552BB4">
      <w:pPr>
        <w:tabs>
          <w:tab w:val="left" w:pos="5865"/>
        </w:tabs>
        <w:ind w:firstLine="720"/>
        <w:jc w:val="both"/>
        <w:rPr>
          <w:szCs w:val="28"/>
        </w:rPr>
      </w:pPr>
      <w:r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bCs/>
          <w:szCs w:val="28"/>
        </w:rPr>
        <w:t>полномочный представитель Губернатора Ярославской области в Ярославской областной Думе Осипенко В.С.</w:t>
      </w:r>
    </w:p>
    <w:p w:rsidR="00A5698B" w:rsidRPr="00B4052A" w:rsidRDefault="00A5698B" w:rsidP="00A5698B">
      <w:pPr>
        <w:tabs>
          <w:tab w:val="left" w:pos="5865"/>
        </w:tabs>
        <w:ind w:firstLine="720"/>
        <w:jc w:val="both"/>
        <w:rPr>
          <w:szCs w:val="28"/>
        </w:rPr>
      </w:pPr>
    </w:p>
    <w:p w:rsidR="00A5698B" w:rsidRPr="00E4364B" w:rsidRDefault="00A5698B" w:rsidP="00A5698B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Pr="00631F91" w:rsidRDefault="00A5698B" w:rsidP="00A5698B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A5698B" w:rsidRDefault="00A5698B" w:rsidP="00A5698B">
      <w:pPr>
        <w:jc w:val="both"/>
        <w:rPr>
          <w:szCs w:val="28"/>
        </w:rPr>
      </w:pPr>
    </w:p>
    <w:p w:rsidR="00A5698B" w:rsidRPr="003D600E" w:rsidRDefault="00A5698B" w:rsidP="00A5698B">
      <w:pPr>
        <w:jc w:val="both"/>
        <w:rPr>
          <w:szCs w:val="28"/>
        </w:rPr>
      </w:pPr>
    </w:p>
    <w:p w:rsidR="00A5698B" w:rsidRPr="003D600E" w:rsidRDefault="00A5698B" w:rsidP="00A5698B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5698B" w:rsidTr="00BC0DD8">
        <w:trPr>
          <w:cantSplit/>
        </w:trPr>
        <w:tc>
          <w:tcPr>
            <w:tcW w:w="4648" w:type="dxa"/>
          </w:tcPr>
          <w:p w:rsidR="00A5698B" w:rsidRPr="003D600E" w:rsidRDefault="00A5698B" w:rsidP="00BC0DD8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5698B" w:rsidRDefault="00A5698B" w:rsidP="00BC0DD8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552BB4" w:rsidRDefault="00552BB4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552BB4" w:rsidRDefault="00552BB4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552BB4" w:rsidRPr="00552BB4" w:rsidRDefault="00552BB4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F39B7" w:rsidRDefault="005F39B7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5698B" w:rsidRPr="00C118F5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4A43C1" w:rsidRDefault="00A5698B" w:rsidP="00A569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4A43C1" w:rsidSect="008C78F8">
      <w:headerReference w:type="even" r:id="rId9"/>
      <w:foot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EC" w:rsidRDefault="00C03FEC">
      <w:r>
        <w:separator/>
      </w:r>
    </w:p>
  </w:endnote>
  <w:endnote w:type="continuationSeparator" w:id="0">
    <w:p w:rsidR="00C03FEC" w:rsidRDefault="00C0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552BB4" w:rsidP="00352147">
    <w:pPr>
      <w:pStyle w:val="a8"/>
      <w:rPr>
        <w:sz w:val="16"/>
        <w:lang w:val="en-US"/>
      </w:rPr>
    </w:pPr>
    <w:fldSimple w:instr=" DOCPROPERTY &quot;ИД&quot; \* MERGEFORMAT ">
      <w:r w:rsidR="003F734F" w:rsidRPr="003F734F">
        <w:rPr>
          <w:sz w:val="16"/>
        </w:rPr>
        <w:t>19140337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3F734F" w:rsidRPr="003F734F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EC" w:rsidRDefault="00C03FEC">
      <w:r>
        <w:separator/>
      </w:r>
    </w:p>
  </w:footnote>
  <w:footnote w:type="continuationSeparator" w:id="0">
    <w:p w:rsidR="00C03FEC" w:rsidRDefault="00C03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D80"/>
    <w:rsid w:val="00175F02"/>
    <w:rsid w:val="00180475"/>
    <w:rsid w:val="001827CE"/>
    <w:rsid w:val="001A6918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D0C91"/>
    <w:rsid w:val="002E71DD"/>
    <w:rsid w:val="0032234F"/>
    <w:rsid w:val="00352147"/>
    <w:rsid w:val="0035384D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3F734F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A43C1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2BB4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39B7"/>
    <w:rsid w:val="005F7339"/>
    <w:rsid w:val="0061137B"/>
    <w:rsid w:val="00611BBA"/>
    <w:rsid w:val="00613792"/>
    <w:rsid w:val="00616E1B"/>
    <w:rsid w:val="00623924"/>
    <w:rsid w:val="006342D8"/>
    <w:rsid w:val="00643CED"/>
    <w:rsid w:val="0069635A"/>
    <w:rsid w:val="006A0365"/>
    <w:rsid w:val="006A74E1"/>
    <w:rsid w:val="006C3294"/>
    <w:rsid w:val="006E2583"/>
    <w:rsid w:val="00715C6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268C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5698B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3FEC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A49CE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5B57"/>
    <w:rsid w:val="00F96592"/>
    <w:rsid w:val="00FA5911"/>
    <w:rsid w:val="00FB6CA2"/>
    <w:rsid w:val="00FC6F70"/>
    <w:rsid w:val="00F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56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56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1184-8ED7-4AA5-AF3E-FE254530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2022-11-16T14:21:00Z</cp:lastPrinted>
  <dcterms:created xsi:type="dcterms:W3CDTF">2022-12-21T07:43:00Z</dcterms:created>
  <dcterms:modified xsi:type="dcterms:W3CDTF">2022-12-21T07:43:00Z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19140337</vt:lpwstr>
  </property>
  <property fmtid="{D5CDD505-2E9C-101B-9397-08002B2CF9AE}" pid="13" name="INSTALL_ID">
    <vt:lpwstr>34115</vt:lpwstr>
  </property>
</Properties>
</file>