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C72D47" w:rsidTr="00C72D47">
        <w:tc>
          <w:tcPr>
            <w:tcW w:w="709" w:type="dxa"/>
            <w:hideMark/>
          </w:tcPr>
          <w:p w:rsidR="00C72D47" w:rsidRDefault="00C72D47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2D47" w:rsidRDefault="00C72D47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18.02.2014</w:t>
            </w:r>
          </w:p>
        </w:tc>
        <w:tc>
          <w:tcPr>
            <w:tcW w:w="4111" w:type="dxa"/>
          </w:tcPr>
          <w:p w:rsidR="00C72D47" w:rsidRDefault="00C72D47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C72D47" w:rsidRDefault="00C72D47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2D47" w:rsidRDefault="00C72D47">
            <w:pPr>
              <w:widowControl w:val="0"/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3</w:t>
            </w:r>
          </w:p>
        </w:tc>
      </w:tr>
    </w:tbl>
    <w:p w:rsidR="00B85B9B" w:rsidRDefault="00B85B9B" w:rsidP="001E3AC1">
      <w:pPr>
        <w:rPr>
          <w:sz w:val="28"/>
          <w:szCs w:val="28"/>
        </w:rPr>
      </w:pPr>
    </w:p>
    <w:p w:rsidR="00B85B9B" w:rsidRDefault="00B85B9B" w:rsidP="001E3AC1">
      <w:pPr>
        <w:rPr>
          <w:sz w:val="28"/>
          <w:szCs w:val="28"/>
        </w:rPr>
      </w:pPr>
      <w:bookmarkStart w:id="0" w:name="_GoBack"/>
      <w:bookmarkEnd w:id="0"/>
    </w:p>
    <w:p w:rsidR="001E3AC1" w:rsidRDefault="001E3AC1" w:rsidP="001E3AC1">
      <w:pPr>
        <w:rPr>
          <w:sz w:val="28"/>
          <w:szCs w:val="28"/>
        </w:rPr>
      </w:pPr>
      <w:r w:rsidRPr="00B814D7">
        <w:rPr>
          <w:sz w:val="28"/>
          <w:szCs w:val="28"/>
        </w:rPr>
        <w:t>О проекте закона Ярославской области</w:t>
      </w:r>
    </w:p>
    <w:p w:rsidR="001E3AC1" w:rsidRDefault="001E3AC1" w:rsidP="001E3AC1">
      <w:pPr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</w:t>
      </w:r>
      <w:proofErr w:type="gramStart"/>
      <w:r>
        <w:rPr>
          <w:sz w:val="28"/>
          <w:szCs w:val="28"/>
        </w:rPr>
        <w:t>отдельные</w:t>
      </w:r>
      <w:proofErr w:type="gramEnd"/>
      <w:r>
        <w:rPr>
          <w:sz w:val="28"/>
          <w:szCs w:val="28"/>
        </w:rPr>
        <w:t xml:space="preserve"> </w:t>
      </w:r>
    </w:p>
    <w:p w:rsidR="001E3AC1" w:rsidRDefault="001E3AC1" w:rsidP="001E3AC1">
      <w:pPr>
        <w:rPr>
          <w:sz w:val="28"/>
          <w:szCs w:val="28"/>
        </w:rPr>
      </w:pPr>
      <w:r>
        <w:rPr>
          <w:sz w:val="28"/>
          <w:szCs w:val="28"/>
        </w:rPr>
        <w:t xml:space="preserve">законодательные акты </w:t>
      </w:r>
      <w:proofErr w:type="gramStart"/>
      <w:r>
        <w:rPr>
          <w:sz w:val="28"/>
          <w:szCs w:val="28"/>
        </w:rPr>
        <w:t>Ярославской</w:t>
      </w:r>
      <w:proofErr w:type="gramEnd"/>
      <w:r>
        <w:rPr>
          <w:sz w:val="28"/>
          <w:szCs w:val="28"/>
        </w:rPr>
        <w:t xml:space="preserve"> </w:t>
      </w:r>
    </w:p>
    <w:p w:rsidR="001E3AC1" w:rsidRDefault="001E3AC1" w:rsidP="001E3AC1">
      <w:pPr>
        <w:rPr>
          <w:sz w:val="28"/>
          <w:szCs w:val="28"/>
        </w:rPr>
      </w:pPr>
      <w:r>
        <w:rPr>
          <w:sz w:val="28"/>
          <w:szCs w:val="28"/>
        </w:rPr>
        <w:t xml:space="preserve">области и признании </w:t>
      </w:r>
      <w:proofErr w:type="gramStart"/>
      <w:r>
        <w:rPr>
          <w:sz w:val="28"/>
          <w:szCs w:val="28"/>
        </w:rPr>
        <w:t>утратившими</w:t>
      </w:r>
      <w:proofErr w:type="gramEnd"/>
      <w:r>
        <w:rPr>
          <w:sz w:val="28"/>
          <w:szCs w:val="28"/>
        </w:rPr>
        <w:t xml:space="preserve"> </w:t>
      </w:r>
    </w:p>
    <w:p w:rsidR="001E3AC1" w:rsidRDefault="001E3AC1" w:rsidP="001E3AC1">
      <w:pPr>
        <w:rPr>
          <w:sz w:val="28"/>
          <w:szCs w:val="28"/>
        </w:rPr>
      </w:pPr>
      <w:r>
        <w:rPr>
          <w:sz w:val="28"/>
          <w:szCs w:val="28"/>
        </w:rPr>
        <w:t xml:space="preserve">силу отдельных законодательных актов </w:t>
      </w:r>
    </w:p>
    <w:p w:rsidR="001E3AC1" w:rsidRDefault="001E3AC1" w:rsidP="001E3AC1">
      <w:pPr>
        <w:rPr>
          <w:sz w:val="28"/>
          <w:szCs w:val="28"/>
        </w:rPr>
      </w:pPr>
      <w:r>
        <w:rPr>
          <w:sz w:val="28"/>
          <w:szCs w:val="28"/>
        </w:rPr>
        <w:t xml:space="preserve">(положений законодательных актов) </w:t>
      </w:r>
    </w:p>
    <w:p w:rsidR="001E3AC1" w:rsidRPr="00B85B9B" w:rsidRDefault="001E3AC1" w:rsidP="001E3AC1">
      <w:pPr>
        <w:rPr>
          <w:sz w:val="28"/>
          <w:szCs w:val="28"/>
        </w:rPr>
      </w:pPr>
      <w:r w:rsidRPr="00B85B9B">
        <w:rPr>
          <w:sz w:val="28"/>
          <w:szCs w:val="28"/>
        </w:rPr>
        <w:t>Ярославской области</w:t>
      </w:r>
      <w:r w:rsidR="00401FFD" w:rsidRPr="00B85B9B">
        <w:rPr>
          <w:sz w:val="28"/>
          <w:szCs w:val="28"/>
        </w:rPr>
        <w:t>»</w:t>
      </w:r>
    </w:p>
    <w:p w:rsidR="00871037" w:rsidRPr="00B85B9B" w:rsidRDefault="00871037" w:rsidP="009C296A">
      <w:pPr>
        <w:ind w:firstLine="709"/>
        <w:jc w:val="both"/>
        <w:rPr>
          <w:sz w:val="28"/>
          <w:szCs w:val="28"/>
        </w:rPr>
      </w:pPr>
    </w:p>
    <w:p w:rsidR="001E3AC1" w:rsidRPr="00B85B9B" w:rsidRDefault="001E3AC1" w:rsidP="009C296A">
      <w:pPr>
        <w:ind w:firstLine="709"/>
        <w:jc w:val="both"/>
        <w:rPr>
          <w:sz w:val="28"/>
          <w:szCs w:val="28"/>
        </w:rPr>
      </w:pPr>
    </w:p>
    <w:p w:rsidR="009C296A" w:rsidRPr="00B85B9B" w:rsidRDefault="009C296A" w:rsidP="009C296A">
      <w:pPr>
        <w:ind w:firstLine="709"/>
        <w:jc w:val="both"/>
        <w:rPr>
          <w:sz w:val="28"/>
          <w:szCs w:val="28"/>
        </w:rPr>
      </w:pPr>
      <w:r w:rsidRPr="00B85B9B">
        <w:rPr>
          <w:sz w:val="28"/>
          <w:szCs w:val="28"/>
        </w:rPr>
        <w:t>Ярославская областная Дума</w:t>
      </w:r>
    </w:p>
    <w:p w:rsidR="009C296A" w:rsidRPr="00B85B9B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B85B9B" w:rsidRDefault="00E102FF" w:rsidP="00B85B9B">
      <w:pPr>
        <w:ind w:firstLine="284"/>
        <w:jc w:val="center"/>
        <w:rPr>
          <w:b/>
          <w:sz w:val="28"/>
          <w:szCs w:val="28"/>
        </w:rPr>
      </w:pPr>
      <w:proofErr w:type="gramStart"/>
      <w:r w:rsidRPr="00B85B9B">
        <w:rPr>
          <w:b/>
          <w:sz w:val="28"/>
          <w:szCs w:val="28"/>
        </w:rPr>
        <w:t>П</w:t>
      </w:r>
      <w:proofErr w:type="gramEnd"/>
      <w:r w:rsidRPr="00B85B9B">
        <w:rPr>
          <w:b/>
          <w:sz w:val="28"/>
          <w:szCs w:val="28"/>
        </w:rPr>
        <w:t xml:space="preserve"> О С Т А Н О В И Л А:</w:t>
      </w:r>
    </w:p>
    <w:p w:rsidR="00E102FF" w:rsidRPr="00B85B9B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B85B9B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B85B9B">
        <w:rPr>
          <w:szCs w:val="28"/>
        </w:rPr>
        <w:t>1</w:t>
      </w:r>
      <w:r w:rsidR="00CB2CE6" w:rsidRPr="00B85B9B">
        <w:rPr>
          <w:szCs w:val="28"/>
        </w:rPr>
        <w:t xml:space="preserve">. </w:t>
      </w:r>
      <w:proofErr w:type="gramStart"/>
      <w:r w:rsidR="00E102FF" w:rsidRPr="00B85B9B">
        <w:rPr>
          <w:szCs w:val="28"/>
        </w:rPr>
        <w:t xml:space="preserve">Принять </w:t>
      </w:r>
      <w:r w:rsidR="00C54C50" w:rsidRPr="00B85B9B">
        <w:rPr>
          <w:szCs w:val="28"/>
        </w:rPr>
        <w:t>в первом чтении п</w:t>
      </w:r>
      <w:r w:rsidR="00F32960" w:rsidRPr="00B85B9B">
        <w:rPr>
          <w:szCs w:val="28"/>
        </w:rPr>
        <w:t xml:space="preserve">роект закона Ярославской области </w:t>
      </w:r>
      <w:r w:rsidR="004E2E55" w:rsidRPr="00B85B9B">
        <w:t>«</w:t>
      </w:r>
      <w:r w:rsidR="00106234" w:rsidRPr="00B85B9B">
        <w:t>О</w:t>
      </w:r>
      <w:r w:rsidR="00B85B9B" w:rsidRPr="00B85B9B">
        <w:t> </w:t>
      </w:r>
      <w:r w:rsidR="00106234" w:rsidRPr="00B85B9B">
        <w:t>внесении изменений в отдельные законодательные акты Ярославской о</w:t>
      </w:r>
      <w:r w:rsidR="00106234" w:rsidRPr="00B85B9B">
        <w:t>б</w:t>
      </w:r>
      <w:r w:rsidR="00106234" w:rsidRPr="00B85B9B">
        <w:t xml:space="preserve">ласти </w:t>
      </w:r>
      <w:r w:rsidR="00106234" w:rsidRPr="00B85B9B">
        <w:rPr>
          <w:bCs/>
        </w:rPr>
        <w:t>и признании утратившими силу отдельных законодательных актов (п</w:t>
      </w:r>
      <w:r w:rsidR="00106234" w:rsidRPr="00B85B9B">
        <w:rPr>
          <w:bCs/>
        </w:rPr>
        <w:t>о</w:t>
      </w:r>
      <w:r w:rsidR="00106234" w:rsidRPr="00B85B9B">
        <w:rPr>
          <w:bCs/>
        </w:rPr>
        <w:t>ложений законодательных актов) Ярославской области</w:t>
      </w:r>
      <w:r w:rsidR="004E2E55" w:rsidRPr="00B85B9B">
        <w:t>»</w:t>
      </w:r>
      <w:r w:rsidR="0051638F" w:rsidRPr="00B85B9B">
        <w:t xml:space="preserve">, </w:t>
      </w:r>
      <w:r w:rsidR="0051638F" w:rsidRPr="00B85B9B">
        <w:rPr>
          <w:iCs/>
        </w:rPr>
        <w:t xml:space="preserve">внесенный </w:t>
      </w:r>
      <w:r w:rsidR="00106234" w:rsidRPr="00B85B9B">
        <w:rPr>
          <w:iCs/>
          <w:szCs w:val="28"/>
        </w:rPr>
        <w:t>Губе</w:t>
      </w:r>
      <w:r w:rsidR="00106234" w:rsidRPr="00B85B9B">
        <w:rPr>
          <w:iCs/>
          <w:szCs w:val="28"/>
        </w:rPr>
        <w:t>р</w:t>
      </w:r>
      <w:r w:rsidR="00106234" w:rsidRPr="00B85B9B">
        <w:rPr>
          <w:iCs/>
          <w:szCs w:val="28"/>
        </w:rPr>
        <w:t xml:space="preserve">натором </w:t>
      </w:r>
      <w:r w:rsidR="004E2E55" w:rsidRPr="00B85B9B">
        <w:rPr>
          <w:iCs/>
          <w:szCs w:val="28"/>
        </w:rPr>
        <w:t>Ярославской области</w:t>
      </w:r>
      <w:r w:rsidR="00A245AA" w:rsidRPr="00B85B9B">
        <w:rPr>
          <w:szCs w:val="28"/>
        </w:rPr>
        <w:t>.</w:t>
      </w:r>
      <w:proofErr w:type="gramEnd"/>
    </w:p>
    <w:p w:rsidR="00CB2CE6" w:rsidRPr="00B85B9B" w:rsidRDefault="00CB2CE6" w:rsidP="00F9695C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B85B9B">
        <w:rPr>
          <w:szCs w:val="28"/>
        </w:rPr>
        <w:t xml:space="preserve">2. Направить указанный законопроект в </w:t>
      </w:r>
      <w:r w:rsidR="00DF3EBA" w:rsidRPr="00B85B9B">
        <w:rPr>
          <w:szCs w:val="28"/>
        </w:rPr>
        <w:t>комитет</w:t>
      </w:r>
      <w:r w:rsidRPr="00B85B9B">
        <w:rPr>
          <w:szCs w:val="28"/>
        </w:rPr>
        <w:t xml:space="preserve"> </w:t>
      </w:r>
      <w:r w:rsidR="006C0CD5" w:rsidRPr="00B85B9B">
        <w:rPr>
          <w:szCs w:val="28"/>
        </w:rPr>
        <w:t>Ярославской облас</w:t>
      </w:r>
      <w:r w:rsidR="006C0CD5" w:rsidRPr="00B85B9B">
        <w:rPr>
          <w:szCs w:val="28"/>
        </w:rPr>
        <w:t>т</w:t>
      </w:r>
      <w:r w:rsidR="006C0CD5" w:rsidRPr="00B85B9B">
        <w:rPr>
          <w:szCs w:val="28"/>
        </w:rPr>
        <w:t xml:space="preserve">ной Думы </w:t>
      </w:r>
      <w:r w:rsidRPr="00B85B9B">
        <w:rPr>
          <w:szCs w:val="28"/>
        </w:rPr>
        <w:t>по законодательству, вопросам государственной власти и местного самоуправления, ответственн</w:t>
      </w:r>
      <w:r w:rsidR="00DF3EBA" w:rsidRPr="00B85B9B">
        <w:rPr>
          <w:szCs w:val="28"/>
        </w:rPr>
        <w:t>ый</w:t>
      </w:r>
      <w:r w:rsidRPr="00B85B9B">
        <w:rPr>
          <w:szCs w:val="28"/>
        </w:rPr>
        <w:t xml:space="preserve"> за рассмотрение поправок к законопроекту и подготовку его ко второму чтению.</w:t>
      </w:r>
    </w:p>
    <w:p w:rsidR="00CB2CE6" w:rsidRPr="00B85B9B" w:rsidRDefault="00CB2CE6" w:rsidP="00F9695C">
      <w:pPr>
        <w:pStyle w:val="30"/>
        <w:jc w:val="both"/>
        <w:rPr>
          <w:szCs w:val="28"/>
        </w:rPr>
      </w:pPr>
      <w:r w:rsidRPr="00B85B9B">
        <w:rPr>
          <w:szCs w:val="28"/>
        </w:rPr>
        <w:t xml:space="preserve">3. Установить, что поправки к указанному законопроекту направляются в </w:t>
      </w:r>
      <w:r w:rsidR="006C0CD5" w:rsidRPr="00B85B9B">
        <w:rPr>
          <w:szCs w:val="28"/>
        </w:rPr>
        <w:t xml:space="preserve">Ярославскую областную Думу </w:t>
      </w:r>
      <w:r w:rsidR="004D1ADD" w:rsidRPr="00B85B9B">
        <w:rPr>
          <w:szCs w:val="28"/>
        </w:rPr>
        <w:t xml:space="preserve">до </w:t>
      </w:r>
      <w:r w:rsidR="00106234" w:rsidRPr="00B85B9B">
        <w:rPr>
          <w:szCs w:val="28"/>
        </w:rPr>
        <w:t>4 марта</w:t>
      </w:r>
      <w:r w:rsidR="00713C79" w:rsidRPr="00B85B9B">
        <w:rPr>
          <w:szCs w:val="28"/>
        </w:rPr>
        <w:t xml:space="preserve"> </w:t>
      </w:r>
      <w:r w:rsidR="00D959EB" w:rsidRPr="00B85B9B">
        <w:rPr>
          <w:szCs w:val="28"/>
        </w:rPr>
        <w:t>201</w:t>
      </w:r>
      <w:r w:rsidR="00106234" w:rsidRPr="00B85B9B">
        <w:rPr>
          <w:szCs w:val="28"/>
        </w:rPr>
        <w:t>4</w:t>
      </w:r>
      <w:r w:rsidRPr="00B85B9B">
        <w:rPr>
          <w:szCs w:val="28"/>
        </w:rPr>
        <w:t xml:space="preserve"> года.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B85B9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B5428D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B85B9B">
      <w:pgSz w:w="11906" w:h="16838"/>
      <w:pgMar w:top="4820" w:right="851" w:bottom="567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425" w:rsidRDefault="00AB6425">
      <w:r>
        <w:separator/>
      </w:r>
    </w:p>
  </w:endnote>
  <w:endnote w:type="continuationSeparator" w:id="0">
    <w:p w:rsidR="00AB6425" w:rsidRDefault="00AB6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425" w:rsidRDefault="00AB6425">
      <w:r>
        <w:separator/>
      </w:r>
    </w:p>
  </w:footnote>
  <w:footnote w:type="continuationSeparator" w:id="0">
    <w:p w:rsidR="00AB6425" w:rsidRDefault="00AB6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104840"/>
    <w:rsid w:val="00106234"/>
    <w:rsid w:val="00115679"/>
    <w:rsid w:val="0011582D"/>
    <w:rsid w:val="00116929"/>
    <w:rsid w:val="00131CAC"/>
    <w:rsid w:val="00152566"/>
    <w:rsid w:val="0016564F"/>
    <w:rsid w:val="00184A1C"/>
    <w:rsid w:val="001B15FD"/>
    <w:rsid w:val="001B1C0F"/>
    <w:rsid w:val="001C2E7D"/>
    <w:rsid w:val="001C48BE"/>
    <w:rsid w:val="001C5686"/>
    <w:rsid w:val="001C6783"/>
    <w:rsid w:val="001E3AC1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61F0D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1FFD"/>
    <w:rsid w:val="00411048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B65B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7112F"/>
    <w:rsid w:val="00584345"/>
    <w:rsid w:val="00597EBA"/>
    <w:rsid w:val="005B25DE"/>
    <w:rsid w:val="005C0900"/>
    <w:rsid w:val="005D033B"/>
    <w:rsid w:val="00642269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0073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B6425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85B9B"/>
    <w:rsid w:val="00B97378"/>
    <w:rsid w:val="00BD7F1B"/>
    <w:rsid w:val="00BE3C4B"/>
    <w:rsid w:val="00BE76B4"/>
    <w:rsid w:val="00BF13FD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2D47"/>
    <w:rsid w:val="00C74147"/>
    <w:rsid w:val="00C80E46"/>
    <w:rsid w:val="00C97255"/>
    <w:rsid w:val="00CA6684"/>
    <w:rsid w:val="00CB054A"/>
    <w:rsid w:val="00CB2CE6"/>
    <w:rsid w:val="00CC6928"/>
    <w:rsid w:val="00CD3BB4"/>
    <w:rsid w:val="00CD62D5"/>
    <w:rsid w:val="00CE7C91"/>
    <w:rsid w:val="00CF09CD"/>
    <w:rsid w:val="00D238FC"/>
    <w:rsid w:val="00D265E9"/>
    <w:rsid w:val="00D85A0A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C52F5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9F950-ECDC-4087-ABE9-E8E4E7F23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66</cp:revision>
  <cp:lastPrinted>2011-06-17T07:19:00Z</cp:lastPrinted>
  <dcterms:created xsi:type="dcterms:W3CDTF">2011-05-25T04:39:00Z</dcterms:created>
  <dcterms:modified xsi:type="dcterms:W3CDTF">2014-02-25T06:08:00Z</dcterms:modified>
</cp:coreProperties>
</file>