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B33A1D" w:rsidTr="00721342">
        <w:tc>
          <w:tcPr>
            <w:tcW w:w="709" w:type="dxa"/>
          </w:tcPr>
          <w:p w:rsidR="00B33A1D" w:rsidRDefault="00B33A1D" w:rsidP="00721342">
            <w:pPr>
              <w:widowControl w:val="0"/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33A1D" w:rsidRDefault="00B33A1D" w:rsidP="00721342">
            <w:pPr>
              <w:widowControl w:val="0"/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30.10.2012</w:t>
            </w:r>
          </w:p>
        </w:tc>
        <w:tc>
          <w:tcPr>
            <w:tcW w:w="3260" w:type="dxa"/>
          </w:tcPr>
          <w:p w:rsidR="00B33A1D" w:rsidRDefault="00B33A1D" w:rsidP="00721342">
            <w:pPr>
              <w:widowControl w:val="0"/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B33A1D" w:rsidRDefault="00B33A1D" w:rsidP="00721342">
            <w:pPr>
              <w:widowControl w:val="0"/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33A1D" w:rsidRPr="00B9202C" w:rsidRDefault="00B33A1D" w:rsidP="00721342">
            <w:pPr>
              <w:widowControl w:val="0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213</w:t>
            </w:r>
          </w:p>
        </w:tc>
      </w:tr>
    </w:tbl>
    <w:p w:rsidR="00B33A1D" w:rsidRDefault="00B33A1D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B33A1D" w:rsidRDefault="00B33A1D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B33A1D" w:rsidRDefault="00B33A1D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B33A1D" w:rsidRPr="0048784A" w:rsidRDefault="00B33A1D" w:rsidP="00C74147">
      <w:pPr>
        <w:pStyle w:val="Heading5"/>
        <w:ind w:firstLine="0"/>
        <w:jc w:val="left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>О проекте закона Ярославской области</w:t>
      </w:r>
    </w:p>
    <w:p w:rsidR="00B33A1D" w:rsidRDefault="00B33A1D" w:rsidP="001B469F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kern w:val="28"/>
        </w:rPr>
      </w:pPr>
      <w:r w:rsidRPr="00FE0908">
        <w:rPr>
          <w:kern w:val="28"/>
        </w:rPr>
        <w:t>«О</w:t>
      </w:r>
      <w:r>
        <w:rPr>
          <w:kern w:val="28"/>
        </w:rPr>
        <w:t xml:space="preserve">б административных комиссиях </w:t>
      </w:r>
    </w:p>
    <w:p w:rsidR="00B33A1D" w:rsidRDefault="00B33A1D" w:rsidP="001B469F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>
        <w:rPr>
          <w:kern w:val="28"/>
        </w:rPr>
        <w:t xml:space="preserve">в </w:t>
      </w:r>
      <w:r w:rsidRPr="00FE0908">
        <w:rPr>
          <w:kern w:val="28"/>
        </w:rPr>
        <w:t>Ярославской области»</w:t>
      </w:r>
    </w:p>
    <w:p w:rsidR="00B33A1D" w:rsidRPr="005B25DE" w:rsidRDefault="00B33A1D" w:rsidP="005B25DE">
      <w:pPr>
        <w:jc w:val="both"/>
        <w:rPr>
          <w:sz w:val="28"/>
          <w:szCs w:val="28"/>
        </w:rPr>
      </w:pPr>
    </w:p>
    <w:p w:rsidR="00B33A1D" w:rsidRDefault="00B33A1D" w:rsidP="009C296A">
      <w:pPr>
        <w:ind w:firstLine="709"/>
        <w:jc w:val="both"/>
        <w:rPr>
          <w:sz w:val="28"/>
          <w:szCs w:val="28"/>
        </w:rPr>
      </w:pPr>
    </w:p>
    <w:p w:rsidR="00B33A1D" w:rsidRPr="009C296A" w:rsidRDefault="00B33A1D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B33A1D" w:rsidRDefault="00B33A1D" w:rsidP="00F9695C">
      <w:pPr>
        <w:ind w:firstLine="709"/>
        <w:jc w:val="center"/>
        <w:rPr>
          <w:b/>
          <w:sz w:val="28"/>
          <w:szCs w:val="28"/>
        </w:rPr>
      </w:pPr>
    </w:p>
    <w:p w:rsidR="00B33A1D" w:rsidRPr="000903DF" w:rsidRDefault="00B33A1D" w:rsidP="00F9695C">
      <w:pPr>
        <w:ind w:firstLine="709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B33A1D" w:rsidRPr="009A70BA" w:rsidRDefault="00B33A1D" w:rsidP="00F9695C">
      <w:pPr>
        <w:ind w:firstLine="709"/>
        <w:jc w:val="center"/>
        <w:rPr>
          <w:b/>
          <w:sz w:val="28"/>
          <w:szCs w:val="28"/>
        </w:rPr>
      </w:pPr>
    </w:p>
    <w:p w:rsidR="00B33A1D" w:rsidRPr="00115679" w:rsidRDefault="00B33A1D" w:rsidP="00A46930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>1. Принять в первом чтении проект закона Ярославской области</w:t>
      </w:r>
      <w:bookmarkStart w:id="0" w:name="_GoBack"/>
      <w:bookmarkEnd w:id="0"/>
      <w:r>
        <w:rPr>
          <w:szCs w:val="28"/>
        </w:rPr>
        <w:t xml:space="preserve"> </w:t>
      </w:r>
      <w:r w:rsidRPr="00FE0908">
        <w:rPr>
          <w:kern w:val="28"/>
        </w:rPr>
        <w:t>«О</w:t>
      </w:r>
      <w:r>
        <w:rPr>
          <w:kern w:val="28"/>
        </w:rPr>
        <w:t xml:space="preserve">б административных комиссиях в </w:t>
      </w:r>
      <w:r w:rsidRPr="00FE0908">
        <w:rPr>
          <w:kern w:val="28"/>
        </w:rPr>
        <w:t>Ярославской области»</w:t>
      </w:r>
      <w:r>
        <w:rPr>
          <w:i/>
        </w:rPr>
        <w:t xml:space="preserve">, </w:t>
      </w:r>
      <w:r w:rsidRPr="00E509A4">
        <w:rPr>
          <w:iCs/>
        </w:rPr>
        <w:t xml:space="preserve">внесенный </w:t>
      </w:r>
      <w:r>
        <w:rPr>
          <w:iCs/>
        </w:rPr>
        <w:t>Г</w:t>
      </w:r>
      <w:r>
        <w:rPr>
          <w:iCs/>
        </w:rPr>
        <w:t>у</w:t>
      </w:r>
      <w:r>
        <w:rPr>
          <w:iCs/>
        </w:rPr>
        <w:t>бернатором Ярославской области</w:t>
      </w:r>
      <w:r w:rsidRPr="00115679">
        <w:rPr>
          <w:szCs w:val="28"/>
        </w:rPr>
        <w:t>.</w:t>
      </w:r>
    </w:p>
    <w:p w:rsidR="00B33A1D" w:rsidRPr="000903DF" w:rsidRDefault="00B33A1D" w:rsidP="00F9695C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05F">
        <w:rPr>
          <w:szCs w:val="28"/>
        </w:rPr>
        <w:t>2. Направить указанный законопроект в комитет Ярославской облас</w:t>
      </w:r>
      <w:r w:rsidRPr="003C205F">
        <w:rPr>
          <w:szCs w:val="28"/>
        </w:rPr>
        <w:t>т</w:t>
      </w:r>
      <w:r w:rsidRPr="003C205F">
        <w:rPr>
          <w:szCs w:val="28"/>
        </w:rPr>
        <w:t>ной Думы по законодательству</w:t>
      </w:r>
      <w:r w:rsidRPr="00CD3BB4">
        <w:rPr>
          <w:szCs w:val="28"/>
        </w:rPr>
        <w:t>, вопросам государственной власти и местного самоуправления, ответственный за рассмотрение поправок к законопроекту и подготовку его ко второму</w:t>
      </w:r>
      <w:r w:rsidRPr="000903DF">
        <w:rPr>
          <w:szCs w:val="28"/>
        </w:rPr>
        <w:t xml:space="preserve"> чтению.</w:t>
      </w:r>
    </w:p>
    <w:p w:rsidR="00B33A1D" w:rsidRPr="000903DF" w:rsidRDefault="00B33A1D" w:rsidP="00F9695C">
      <w:pPr>
        <w:pStyle w:val="BodyTextIndent3"/>
        <w:jc w:val="both"/>
        <w:rPr>
          <w:szCs w:val="28"/>
        </w:rPr>
      </w:pPr>
      <w:r w:rsidRPr="000903DF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Pr="00955835">
        <w:rPr>
          <w:szCs w:val="28"/>
        </w:rPr>
        <w:t xml:space="preserve">8 </w:t>
      </w:r>
      <w:r>
        <w:rPr>
          <w:szCs w:val="28"/>
        </w:rPr>
        <w:t xml:space="preserve">ноября </w:t>
      </w:r>
      <w:r w:rsidRPr="000903DF">
        <w:rPr>
          <w:szCs w:val="28"/>
        </w:rPr>
        <w:t>201</w:t>
      </w:r>
      <w:r>
        <w:rPr>
          <w:szCs w:val="28"/>
        </w:rPr>
        <w:t>2</w:t>
      </w:r>
      <w:r w:rsidRPr="000903DF">
        <w:rPr>
          <w:szCs w:val="28"/>
        </w:rPr>
        <w:t xml:space="preserve"> года.</w:t>
      </w:r>
    </w:p>
    <w:p w:rsidR="00B33A1D" w:rsidRPr="000903DF" w:rsidRDefault="00B33A1D" w:rsidP="00F9695C">
      <w:pPr>
        <w:jc w:val="both"/>
        <w:rPr>
          <w:sz w:val="28"/>
          <w:szCs w:val="28"/>
        </w:rPr>
      </w:pPr>
    </w:p>
    <w:p w:rsidR="00B33A1D" w:rsidRDefault="00B33A1D" w:rsidP="00F9695C">
      <w:pPr>
        <w:jc w:val="both"/>
        <w:rPr>
          <w:sz w:val="28"/>
        </w:rPr>
      </w:pPr>
    </w:p>
    <w:p w:rsidR="00B33A1D" w:rsidRDefault="00B33A1D" w:rsidP="00F9695C">
      <w:pPr>
        <w:jc w:val="both"/>
        <w:rPr>
          <w:sz w:val="28"/>
        </w:rPr>
      </w:pPr>
    </w:p>
    <w:p w:rsidR="00B33A1D" w:rsidRDefault="00B33A1D" w:rsidP="00F9695C">
      <w:pPr>
        <w:pStyle w:val="Heading3"/>
      </w:pPr>
      <w:r>
        <w:t>Председатель</w:t>
      </w:r>
    </w:p>
    <w:p w:rsidR="00B33A1D" w:rsidRPr="002C1105" w:rsidRDefault="00B33A1D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B33A1D" w:rsidRDefault="00B33A1D" w:rsidP="00F9695C">
      <w:pPr>
        <w:pStyle w:val="Heading3"/>
      </w:pPr>
    </w:p>
    <w:sectPr w:rsidR="00B33A1D" w:rsidSect="008140B1">
      <w:pgSz w:w="11906" w:h="16838"/>
      <w:pgMar w:top="4820" w:right="851" w:bottom="425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A1D" w:rsidRDefault="00B33A1D">
      <w:r>
        <w:separator/>
      </w:r>
    </w:p>
  </w:endnote>
  <w:endnote w:type="continuationSeparator" w:id="0">
    <w:p w:rsidR="00B33A1D" w:rsidRDefault="00B33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A1D" w:rsidRDefault="00B33A1D">
      <w:r>
        <w:separator/>
      </w:r>
    </w:p>
  </w:footnote>
  <w:footnote w:type="continuationSeparator" w:id="0">
    <w:p w:rsidR="00B33A1D" w:rsidRDefault="00B33A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45831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52566"/>
    <w:rsid w:val="0016564F"/>
    <w:rsid w:val="00184A1C"/>
    <w:rsid w:val="001B1C0F"/>
    <w:rsid w:val="001B469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C03C2"/>
    <w:rsid w:val="002C1105"/>
    <w:rsid w:val="002C1CA3"/>
    <w:rsid w:val="002F17D9"/>
    <w:rsid w:val="002F1954"/>
    <w:rsid w:val="002F200A"/>
    <w:rsid w:val="002F3D61"/>
    <w:rsid w:val="00301FDD"/>
    <w:rsid w:val="003440D7"/>
    <w:rsid w:val="0034786D"/>
    <w:rsid w:val="00347FD1"/>
    <w:rsid w:val="003729DD"/>
    <w:rsid w:val="003B68B2"/>
    <w:rsid w:val="003B7A35"/>
    <w:rsid w:val="003C205F"/>
    <w:rsid w:val="003C786E"/>
    <w:rsid w:val="003E552E"/>
    <w:rsid w:val="003F2453"/>
    <w:rsid w:val="00411048"/>
    <w:rsid w:val="00422B49"/>
    <w:rsid w:val="00423F18"/>
    <w:rsid w:val="004450A0"/>
    <w:rsid w:val="0044612F"/>
    <w:rsid w:val="0044770E"/>
    <w:rsid w:val="00483DC3"/>
    <w:rsid w:val="0048784A"/>
    <w:rsid w:val="00491B96"/>
    <w:rsid w:val="00493D06"/>
    <w:rsid w:val="004A6166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638F"/>
    <w:rsid w:val="005314D4"/>
    <w:rsid w:val="0055501C"/>
    <w:rsid w:val="00562FA3"/>
    <w:rsid w:val="00566394"/>
    <w:rsid w:val="00584345"/>
    <w:rsid w:val="00597EBA"/>
    <w:rsid w:val="005B25DE"/>
    <w:rsid w:val="005C0900"/>
    <w:rsid w:val="005D033B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21342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F7785"/>
    <w:rsid w:val="00804752"/>
    <w:rsid w:val="00812780"/>
    <w:rsid w:val="00813A72"/>
    <w:rsid w:val="008140B1"/>
    <w:rsid w:val="0082312E"/>
    <w:rsid w:val="0084771E"/>
    <w:rsid w:val="008617EB"/>
    <w:rsid w:val="00865E92"/>
    <w:rsid w:val="00871037"/>
    <w:rsid w:val="00876D6D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55835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F7677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B0954"/>
    <w:rsid w:val="00AB585B"/>
    <w:rsid w:val="00AE75D6"/>
    <w:rsid w:val="00AF1E34"/>
    <w:rsid w:val="00B0356F"/>
    <w:rsid w:val="00B33A1D"/>
    <w:rsid w:val="00B42317"/>
    <w:rsid w:val="00B51DE7"/>
    <w:rsid w:val="00B77D5B"/>
    <w:rsid w:val="00B8479B"/>
    <w:rsid w:val="00B9202C"/>
    <w:rsid w:val="00B97378"/>
    <w:rsid w:val="00BD7F1B"/>
    <w:rsid w:val="00BE3C4B"/>
    <w:rsid w:val="00BF13FD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959EB"/>
    <w:rsid w:val="00DC18DF"/>
    <w:rsid w:val="00DF3EBA"/>
    <w:rsid w:val="00E102FF"/>
    <w:rsid w:val="00E20539"/>
    <w:rsid w:val="00E23175"/>
    <w:rsid w:val="00E25E63"/>
    <w:rsid w:val="00E26DC8"/>
    <w:rsid w:val="00E27492"/>
    <w:rsid w:val="00E36303"/>
    <w:rsid w:val="00E509A4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1258"/>
    <w:rsid w:val="00F7403D"/>
    <w:rsid w:val="00F81F8D"/>
    <w:rsid w:val="00F948B0"/>
    <w:rsid w:val="00F9695C"/>
    <w:rsid w:val="00FD72A0"/>
    <w:rsid w:val="00FE0908"/>
    <w:rsid w:val="00FE38D3"/>
    <w:rsid w:val="00FE5AE6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175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23175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E23175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23175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23175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E23175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E23175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E23175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7414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23175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E23175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E23175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E2317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E23175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C1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47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1</Pages>
  <Words>110</Words>
  <Characters>662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46</cp:revision>
  <cp:lastPrinted>2011-06-17T07:19:00Z</cp:lastPrinted>
  <dcterms:created xsi:type="dcterms:W3CDTF">2011-05-25T04:39:00Z</dcterms:created>
  <dcterms:modified xsi:type="dcterms:W3CDTF">2012-11-01T09:12:00Z</dcterms:modified>
</cp:coreProperties>
</file>