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C9701E" w:rsidTr="000D6407">
        <w:tc>
          <w:tcPr>
            <w:tcW w:w="709" w:type="dxa"/>
          </w:tcPr>
          <w:p w:rsidR="00C9701E" w:rsidRDefault="00C9701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9701E" w:rsidRDefault="00C9701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27.03.2012</w:t>
            </w:r>
          </w:p>
        </w:tc>
        <w:tc>
          <w:tcPr>
            <w:tcW w:w="3260" w:type="dxa"/>
          </w:tcPr>
          <w:p w:rsidR="00C9701E" w:rsidRDefault="00C9701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C9701E" w:rsidRDefault="00C9701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9701E" w:rsidRDefault="00C9701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</w:tr>
    </w:tbl>
    <w:p w:rsidR="00C9701E" w:rsidRDefault="00C9701E" w:rsidP="00CF57A2">
      <w:pPr>
        <w:spacing w:line="216" w:lineRule="auto"/>
        <w:jc w:val="both"/>
        <w:rPr>
          <w:sz w:val="28"/>
          <w:szCs w:val="28"/>
        </w:rPr>
      </w:pPr>
    </w:p>
    <w:p w:rsidR="00C9701E" w:rsidRDefault="00C9701E" w:rsidP="00CF57A2">
      <w:pPr>
        <w:spacing w:line="216" w:lineRule="auto"/>
        <w:jc w:val="both"/>
        <w:rPr>
          <w:sz w:val="28"/>
          <w:szCs w:val="28"/>
        </w:rPr>
      </w:pPr>
    </w:p>
    <w:p w:rsidR="00C9701E" w:rsidRPr="00E63B87" w:rsidRDefault="00C9701E" w:rsidP="00CF57A2">
      <w:pPr>
        <w:spacing w:line="216" w:lineRule="auto"/>
        <w:jc w:val="both"/>
        <w:rPr>
          <w:sz w:val="24"/>
        </w:rPr>
      </w:pPr>
      <w:bookmarkStart w:id="0" w:name="_GoBack"/>
      <w:bookmarkEnd w:id="0"/>
    </w:p>
    <w:p w:rsidR="00C9701E" w:rsidRDefault="00C9701E" w:rsidP="0044560C">
      <w:pPr>
        <w:widowControl w:val="0"/>
        <w:jc w:val="both"/>
        <w:rPr>
          <w:sz w:val="28"/>
          <w:szCs w:val="28"/>
        </w:rPr>
      </w:pPr>
      <w:r w:rsidRPr="00621175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проекте федерального закона № 2673-6 </w:t>
      </w:r>
    </w:p>
    <w:p w:rsidR="00C9701E" w:rsidRDefault="00C9701E" w:rsidP="0044560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Федеральный закон </w:t>
      </w:r>
    </w:p>
    <w:p w:rsidR="00C9701E" w:rsidRDefault="00C9701E" w:rsidP="0044560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«О теплоснабжении»</w:t>
      </w:r>
    </w:p>
    <w:p w:rsidR="00C9701E" w:rsidRPr="00E63B87" w:rsidRDefault="00C9701E" w:rsidP="00CF57A2">
      <w:pPr>
        <w:ind w:firstLine="720"/>
        <w:jc w:val="both"/>
        <w:rPr>
          <w:sz w:val="28"/>
        </w:rPr>
      </w:pPr>
    </w:p>
    <w:p w:rsidR="00C9701E" w:rsidRPr="00E63B87" w:rsidRDefault="00C9701E" w:rsidP="00CF57A2">
      <w:pPr>
        <w:ind w:firstLine="720"/>
        <w:jc w:val="both"/>
        <w:rPr>
          <w:sz w:val="28"/>
        </w:rPr>
      </w:pPr>
    </w:p>
    <w:p w:rsidR="00C9701E" w:rsidRPr="00E63B87" w:rsidRDefault="00C9701E" w:rsidP="00CF57A2">
      <w:pPr>
        <w:ind w:firstLine="720"/>
        <w:jc w:val="both"/>
        <w:rPr>
          <w:sz w:val="28"/>
        </w:rPr>
      </w:pPr>
      <w:r w:rsidRPr="00E63B87">
        <w:rPr>
          <w:sz w:val="28"/>
        </w:rPr>
        <w:t>Ярославская областная Дума</w:t>
      </w:r>
    </w:p>
    <w:p w:rsidR="00C9701E" w:rsidRPr="00E63B87" w:rsidRDefault="00C9701E" w:rsidP="00CF57A2">
      <w:pPr>
        <w:ind w:firstLine="720"/>
        <w:jc w:val="both"/>
        <w:rPr>
          <w:sz w:val="28"/>
        </w:rPr>
      </w:pPr>
    </w:p>
    <w:p w:rsidR="00C9701E" w:rsidRPr="00E63B87" w:rsidRDefault="00C9701E" w:rsidP="00CF57A2">
      <w:pPr>
        <w:jc w:val="center"/>
        <w:rPr>
          <w:b/>
          <w:sz w:val="28"/>
        </w:rPr>
      </w:pPr>
      <w:r w:rsidRPr="00E63B87">
        <w:rPr>
          <w:b/>
          <w:sz w:val="28"/>
        </w:rPr>
        <w:t>П О С Т А Н О В И Л А:</w:t>
      </w:r>
    </w:p>
    <w:p w:rsidR="00C9701E" w:rsidRPr="00E63B87" w:rsidRDefault="00C9701E" w:rsidP="00CF57A2">
      <w:pPr>
        <w:jc w:val="center"/>
        <w:rPr>
          <w:b/>
          <w:sz w:val="28"/>
        </w:rPr>
      </w:pPr>
    </w:p>
    <w:p w:rsidR="00C9701E" w:rsidRDefault="00C9701E" w:rsidP="0044560C">
      <w:pPr>
        <w:widowControl w:val="0"/>
        <w:ind w:firstLine="709"/>
        <w:jc w:val="both"/>
        <w:rPr>
          <w:sz w:val="28"/>
          <w:szCs w:val="28"/>
        </w:rPr>
      </w:pPr>
      <w:r w:rsidRPr="00E63B87">
        <w:rPr>
          <w:sz w:val="28"/>
          <w:szCs w:val="28"/>
        </w:rPr>
        <w:t xml:space="preserve">1. </w:t>
      </w:r>
      <w:r>
        <w:rPr>
          <w:sz w:val="28"/>
          <w:szCs w:val="28"/>
        </w:rPr>
        <w:t>П</w:t>
      </w:r>
      <w:r w:rsidRPr="00E63B87">
        <w:rPr>
          <w:sz w:val="28"/>
          <w:szCs w:val="28"/>
        </w:rPr>
        <w:t xml:space="preserve">оддержать проект федерального закона </w:t>
      </w:r>
      <w:r>
        <w:rPr>
          <w:sz w:val="28"/>
          <w:szCs w:val="28"/>
        </w:rPr>
        <w:t>№ 2673-6 «О внесении и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менений в Федеральный закон «О теплоснабжении», </w:t>
      </w:r>
      <w:r w:rsidRPr="00E85A46">
        <w:rPr>
          <w:sz w:val="28"/>
          <w:szCs w:val="28"/>
        </w:rPr>
        <w:t>внесенный в Государс</w:t>
      </w:r>
      <w:r w:rsidRPr="00E85A46">
        <w:rPr>
          <w:sz w:val="28"/>
          <w:szCs w:val="28"/>
        </w:rPr>
        <w:t>т</w:t>
      </w:r>
      <w:r w:rsidRPr="00E85A46">
        <w:rPr>
          <w:sz w:val="28"/>
          <w:szCs w:val="28"/>
        </w:rPr>
        <w:t xml:space="preserve">венную Думу Федерального Собрания Российской Федерации </w:t>
      </w:r>
      <w:r>
        <w:rPr>
          <w:sz w:val="28"/>
          <w:szCs w:val="28"/>
        </w:rPr>
        <w:t>Парламентом</w:t>
      </w:r>
      <w:r w:rsidRPr="00621175">
        <w:rPr>
          <w:sz w:val="28"/>
          <w:szCs w:val="28"/>
        </w:rPr>
        <w:t xml:space="preserve"> Республики</w:t>
      </w:r>
      <w:r>
        <w:rPr>
          <w:sz w:val="28"/>
          <w:szCs w:val="28"/>
        </w:rPr>
        <w:t xml:space="preserve"> Северная Осетия-Алания.</w:t>
      </w:r>
      <w:r w:rsidRPr="003073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C9701E" w:rsidRPr="00170902" w:rsidRDefault="00C9701E" w:rsidP="0044560C">
      <w:pPr>
        <w:ind w:firstLine="709"/>
        <w:jc w:val="both"/>
        <w:rPr>
          <w:sz w:val="28"/>
          <w:szCs w:val="28"/>
        </w:rPr>
      </w:pPr>
      <w:r w:rsidRPr="00E63B87">
        <w:rPr>
          <w:sz w:val="28"/>
          <w:szCs w:val="28"/>
        </w:rPr>
        <w:t xml:space="preserve">2. Направить </w:t>
      </w:r>
      <w:r>
        <w:rPr>
          <w:sz w:val="28"/>
          <w:szCs w:val="28"/>
        </w:rPr>
        <w:t xml:space="preserve">настоящее </w:t>
      </w:r>
      <w:r w:rsidRPr="00E63B87">
        <w:rPr>
          <w:sz w:val="28"/>
          <w:szCs w:val="28"/>
        </w:rPr>
        <w:t xml:space="preserve">Постановление </w:t>
      </w:r>
      <w:r w:rsidRPr="00170902">
        <w:rPr>
          <w:sz w:val="28"/>
          <w:szCs w:val="28"/>
        </w:rPr>
        <w:t xml:space="preserve">в </w:t>
      </w:r>
      <w:r>
        <w:rPr>
          <w:sz w:val="28"/>
          <w:szCs w:val="28"/>
        </w:rPr>
        <w:t>Комитет Государственной Думы</w:t>
      </w:r>
      <w:r w:rsidRPr="00170902">
        <w:rPr>
          <w:sz w:val="28"/>
          <w:szCs w:val="28"/>
        </w:rPr>
        <w:t xml:space="preserve"> Федерального Собрания Российской Федерации</w:t>
      </w:r>
      <w:r>
        <w:rPr>
          <w:sz w:val="28"/>
          <w:szCs w:val="28"/>
        </w:rPr>
        <w:t xml:space="preserve"> по энергетике и Па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ламент</w:t>
      </w:r>
      <w:r w:rsidRPr="00621175">
        <w:rPr>
          <w:sz w:val="28"/>
          <w:szCs w:val="28"/>
        </w:rPr>
        <w:t xml:space="preserve"> Республики</w:t>
      </w:r>
      <w:r>
        <w:rPr>
          <w:sz w:val="28"/>
          <w:szCs w:val="28"/>
        </w:rPr>
        <w:t xml:space="preserve"> Северная Осетия-Алания.</w:t>
      </w:r>
      <w:r w:rsidRPr="003073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C9701E" w:rsidRPr="00E63B87" w:rsidRDefault="00C9701E" w:rsidP="00CF57A2">
      <w:pPr>
        <w:ind w:firstLine="720"/>
        <w:jc w:val="both"/>
        <w:rPr>
          <w:sz w:val="28"/>
          <w:szCs w:val="28"/>
        </w:rPr>
      </w:pPr>
      <w:r w:rsidRPr="00E63B87">
        <w:rPr>
          <w:sz w:val="28"/>
          <w:szCs w:val="28"/>
        </w:rPr>
        <w:t xml:space="preserve">3. </w:t>
      </w:r>
      <w:r>
        <w:rPr>
          <w:sz w:val="28"/>
          <w:szCs w:val="28"/>
        </w:rPr>
        <w:t>Настоящее Постановление вступает в силу со дня его принятия</w:t>
      </w:r>
      <w:r w:rsidRPr="00E63B87">
        <w:rPr>
          <w:sz w:val="28"/>
          <w:szCs w:val="28"/>
        </w:rPr>
        <w:t xml:space="preserve">. </w:t>
      </w:r>
    </w:p>
    <w:p w:rsidR="00C9701E" w:rsidRPr="00E63B87" w:rsidRDefault="00C9701E" w:rsidP="00CF57A2">
      <w:pPr>
        <w:tabs>
          <w:tab w:val="left" w:pos="708"/>
          <w:tab w:val="left" w:pos="1420"/>
        </w:tabs>
        <w:jc w:val="both"/>
        <w:rPr>
          <w:sz w:val="28"/>
        </w:rPr>
      </w:pPr>
    </w:p>
    <w:p w:rsidR="00C9701E" w:rsidRPr="00E63B87" w:rsidRDefault="00C9701E" w:rsidP="00CF57A2">
      <w:pPr>
        <w:tabs>
          <w:tab w:val="left" w:pos="708"/>
          <w:tab w:val="left" w:pos="1420"/>
        </w:tabs>
        <w:jc w:val="both"/>
        <w:rPr>
          <w:sz w:val="28"/>
        </w:rPr>
      </w:pPr>
    </w:p>
    <w:p w:rsidR="00C9701E" w:rsidRPr="00E63B87" w:rsidRDefault="00C9701E" w:rsidP="00CF57A2">
      <w:pPr>
        <w:tabs>
          <w:tab w:val="left" w:pos="708"/>
          <w:tab w:val="left" w:pos="1420"/>
        </w:tabs>
        <w:jc w:val="both"/>
        <w:rPr>
          <w:sz w:val="28"/>
        </w:rPr>
      </w:pPr>
    </w:p>
    <w:p w:rsidR="00C9701E" w:rsidRPr="00E63B87" w:rsidRDefault="00C9701E" w:rsidP="00CF57A2">
      <w:pPr>
        <w:tabs>
          <w:tab w:val="left" w:pos="708"/>
          <w:tab w:val="left" w:pos="1420"/>
        </w:tabs>
        <w:jc w:val="both"/>
        <w:rPr>
          <w:sz w:val="28"/>
        </w:rPr>
      </w:pPr>
      <w:r w:rsidRPr="00E63B87">
        <w:rPr>
          <w:sz w:val="28"/>
        </w:rPr>
        <w:t>Председатель</w:t>
      </w:r>
    </w:p>
    <w:p w:rsidR="00C9701E" w:rsidRPr="00E63B87" w:rsidRDefault="00C9701E" w:rsidP="00CF57A2">
      <w:pPr>
        <w:keepNext/>
        <w:jc w:val="both"/>
        <w:outlineLvl w:val="3"/>
        <w:rPr>
          <w:sz w:val="28"/>
        </w:rPr>
      </w:pPr>
      <w:r w:rsidRPr="00E63B87">
        <w:rPr>
          <w:sz w:val="28"/>
        </w:rPr>
        <w:t>Ярославской областной Думы                                                         В.В. Рогоцкий</w:t>
      </w:r>
    </w:p>
    <w:sectPr w:rsidR="00C9701E" w:rsidRPr="00E63B87" w:rsidSect="00575368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4F4C"/>
    <w:rsid w:val="00010A96"/>
    <w:rsid w:val="00012408"/>
    <w:rsid w:val="000141F7"/>
    <w:rsid w:val="0001540A"/>
    <w:rsid w:val="00016A33"/>
    <w:rsid w:val="000203F3"/>
    <w:rsid w:val="000251F6"/>
    <w:rsid w:val="00032F4B"/>
    <w:rsid w:val="00043868"/>
    <w:rsid w:val="000479E9"/>
    <w:rsid w:val="00050585"/>
    <w:rsid w:val="0005216E"/>
    <w:rsid w:val="00056CC3"/>
    <w:rsid w:val="00062939"/>
    <w:rsid w:val="000A3FE3"/>
    <w:rsid w:val="000A5D77"/>
    <w:rsid w:val="000B0DE2"/>
    <w:rsid w:val="000C387B"/>
    <w:rsid w:val="000C7EA7"/>
    <w:rsid w:val="000D2FFA"/>
    <w:rsid w:val="000D4FE4"/>
    <w:rsid w:val="000D6407"/>
    <w:rsid w:val="000D7D48"/>
    <w:rsid w:val="000E0761"/>
    <w:rsid w:val="000E4217"/>
    <w:rsid w:val="000E7330"/>
    <w:rsid w:val="000E75D0"/>
    <w:rsid w:val="000F4AC6"/>
    <w:rsid w:val="00103045"/>
    <w:rsid w:val="00106FDD"/>
    <w:rsid w:val="00107E35"/>
    <w:rsid w:val="001102B7"/>
    <w:rsid w:val="0011125C"/>
    <w:rsid w:val="001145D2"/>
    <w:rsid w:val="001277D4"/>
    <w:rsid w:val="00132928"/>
    <w:rsid w:val="00133125"/>
    <w:rsid w:val="00134A5B"/>
    <w:rsid w:val="001506F9"/>
    <w:rsid w:val="00157ECD"/>
    <w:rsid w:val="00163E79"/>
    <w:rsid w:val="00170902"/>
    <w:rsid w:val="00172AD0"/>
    <w:rsid w:val="00176174"/>
    <w:rsid w:val="001826E5"/>
    <w:rsid w:val="0018510B"/>
    <w:rsid w:val="0018731E"/>
    <w:rsid w:val="001A1CFB"/>
    <w:rsid w:val="001B4E9D"/>
    <w:rsid w:val="001C6259"/>
    <w:rsid w:val="001E4BFC"/>
    <w:rsid w:val="001F1A48"/>
    <w:rsid w:val="001F55AE"/>
    <w:rsid w:val="00203FE6"/>
    <w:rsid w:val="00206941"/>
    <w:rsid w:val="00222047"/>
    <w:rsid w:val="002275FE"/>
    <w:rsid w:val="002310BB"/>
    <w:rsid w:val="002410DA"/>
    <w:rsid w:val="00241F03"/>
    <w:rsid w:val="00250695"/>
    <w:rsid w:val="0025458C"/>
    <w:rsid w:val="002547B7"/>
    <w:rsid w:val="00255BF8"/>
    <w:rsid w:val="002806CF"/>
    <w:rsid w:val="002A3FFE"/>
    <w:rsid w:val="002C168D"/>
    <w:rsid w:val="002C55CD"/>
    <w:rsid w:val="002C5BB7"/>
    <w:rsid w:val="002E5321"/>
    <w:rsid w:val="002F1F4B"/>
    <w:rsid w:val="002F2B28"/>
    <w:rsid w:val="00301265"/>
    <w:rsid w:val="00301535"/>
    <w:rsid w:val="0030732A"/>
    <w:rsid w:val="00321C86"/>
    <w:rsid w:val="0032349C"/>
    <w:rsid w:val="00345CD1"/>
    <w:rsid w:val="0035106A"/>
    <w:rsid w:val="00364EC4"/>
    <w:rsid w:val="003663F0"/>
    <w:rsid w:val="0037724A"/>
    <w:rsid w:val="00385D20"/>
    <w:rsid w:val="003A3628"/>
    <w:rsid w:val="003A476B"/>
    <w:rsid w:val="003B09E9"/>
    <w:rsid w:val="003B7B8C"/>
    <w:rsid w:val="003C1336"/>
    <w:rsid w:val="003D105E"/>
    <w:rsid w:val="003D24C1"/>
    <w:rsid w:val="003D2E1B"/>
    <w:rsid w:val="003E2092"/>
    <w:rsid w:val="003F40E7"/>
    <w:rsid w:val="003F628F"/>
    <w:rsid w:val="00400FD0"/>
    <w:rsid w:val="004016D7"/>
    <w:rsid w:val="00402C83"/>
    <w:rsid w:val="00403E0D"/>
    <w:rsid w:val="00407933"/>
    <w:rsid w:val="00410485"/>
    <w:rsid w:val="00410AAD"/>
    <w:rsid w:val="004304F4"/>
    <w:rsid w:val="00436D48"/>
    <w:rsid w:val="00436E54"/>
    <w:rsid w:val="0044560C"/>
    <w:rsid w:val="00447016"/>
    <w:rsid w:val="00453E1B"/>
    <w:rsid w:val="00454B0A"/>
    <w:rsid w:val="00456747"/>
    <w:rsid w:val="00465E4C"/>
    <w:rsid w:val="004674BC"/>
    <w:rsid w:val="0047085B"/>
    <w:rsid w:val="00470EB8"/>
    <w:rsid w:val="00480FBA"/>
    <w:rsid w:val="00492C40"/>
    <w:rsid w:val="004930BF"/>
    <w:rsid w:val="00495BE8"/>
    <w:rsid w:val="00497992"/>
    <w:rsid w:val="004B033E"/>
    <w:rsid w:val="004B32B7"/>
    <w:rsid w:val="004B5481"/>
    <w:rsid w:val="004C06ED"/>
    <w:rsid w:val="004D6359"/>
    <w:rsid w:val="004D7122"/>
    <w:rsid w:val="004E7CBC"/>
    <w:rsid w:val="004E7E5D"/>
    <w:rsid w:val="004F5637"/>
    <w:rsid w:val="00500A55"/>
    <w:rsid w:val="00504F4C"/>
    <w:rsid w:val="005055CC"/>
    <w:rsid w:val="005069C0"/>
    <w:rsid w:val="005109AC"/>
    <w:rsid w:val="00511085"/>
    <w:rsid w:val="00513848"/>
    <w:rsid w:val="00514FA0"/>
    <w:rsid w:val="0052124E"/>
    <w:rsid w:val="00523D4C"/>
    <w:rsid w:val="0053193F"/>
    <w:rsid w:val="00540FFC"/>
    <w:rsid w:val="00541E29"/>
    <w:rsid w:val="0054255A"/>
    <w:rsid w:val="00546441"/>
    <w:rsid w:val="00546DDD"/>
    <w:rsid w:val="005645D4"/>
    <w:rsid w:val="00573656"/>
    <w:rsid w:val="00575368"/>
    <w:rsid w:val="0057589D"/>
    <w:rsid w:val="0058240C"/>
    <w:rsid w:val="005844BC"/>
    <w:rsid w:val="00596C30"/>
    <w:rsid w:val="005A3BD6"/>
    <w:rsid w:val="005A5E19"/>
    <w:rsid w:val="005B144F"/>
    <w:rsid w:val="005B60F2"/>
    <w:rsid w:val="005B66F3"/>
    <w:rsid w:val="005B7715"/>
    <w:rsid w:val="005B781D"/>
    <w:rsid w:val="005C5335"/>
    <w:rsid w:val="005D1044"/>
    <w:rsid w:val="005D2831"/>
    <w:rsid w:val="005D66DB"/>
    <w:rsid w:val="005E1CE0"/>
    <w:rsid w:val="005E2644"/>
    <w:rsid w:val="005F0789"/>
    <w:rsid w:val="005F4381"/>
    <w:rsid w:val="005F6B5D"/>
    <w:rsid w:val="005F7FD6"/>
    <w:rsid w:val="00605198"/>
    <w:rsid w:val="00612DEF"/>
    <w:rsid w:val="00613C02"/>
    <w:rsid w:val="006156EC"/>
    <w:rsid w:val="006165E3"/>
    <w:rsid w:val="00621175"/>
    <w:rsid w:val="0063263A"/>
    <w:rsid w:val="00642DF8"/>
    <w:rsid w:val="00657672"/>
    <w:rsid w:val="006643AF"/>
    <w:rsid w:val="0066506D"/>
    <w:rsid w:val="0067375E"/>
    <w:rsid w:val="006918AB"/>
    <w:rsid w:val="006943F3"/>
    <w:rsid w:val="0069585D"/>
    <w:rsid w:val="006A2827"/>
    <w:rsid w:val="006A2FCD"/>
    <w:rsid w:val="006A4032"/>
    <w:rsid w:val="006C0B8E"/>
    <w:rsid w:val="006D1F6A"/>
    <w:rsid w:val="006D627C"/>
    <w:rsid w:val="006D7995"/>
    <w:rsid w:val="006E0EC4"/>
    <w:rsid w:val="006E1808"/>
    <w:rsid w:val="006E1EC6"/>
    <w:rsid w:val="006E50B4"/>
    <w:rsid w:val="006E5F3F"/>
    <w:rsid w:val="00704F25"/>
    <w:rsid w:val="00710D48"/>
    <w:rsid w:val="007178D5"/>
    <w:rsid w:val="007216BF"/>
    <w:rsid w:val="00724A32"/>
    <w:rsid w:val="007264CE"/>
    <w:rsid w:val="007279BC"/>
    <w:rsid w:val="00731FFA"/>
    <w:rsid w:val="00732181"/>
    <w:rsid w:val="00734BD2"/>
    <w:rsid w:val="0073617F"/>
    <w:rsid w:val="00737FA8"/>
    <w:rsid w:val="00742F1A"/>
    <w:rsid w:val="00751289"/>
    <w:rsid w:val="00762281"/>
    <w:rsid w:val="00764791"/>
    <w:rsid w:val="00765FEC"/>
    <w:rsid w:val="00771FA8"/>
    <w:rsid w:val="0077288C"/>
    <w:rsid w:val="007929D0"/>
    <w:rsid w:val="007973C7"/>
    <w:rsid w:val="007A5E78"/>
    <w:rsid w:val="007B3846"/>
    <w:rsid w:val="007B3D9E"/>
    <w:rsid w:val="007B6DA6"/>
    <w:rsid w:val="007C42C7"/>
    <w:rsid w:val="007D330F"/>
    <w:rsid w:val="007D445E"/>
    <w:rsid w:val="007D50B3"/>
    <w:rsid w:val="007E19BF"/>
    <w:rsid w:val="007E3AC7"/>
    <w:rsid w:val="007F1859"/>
    <w:rsid w:val="007F4C3F"/>
    <w:rsid w:val="007F5C69"/>
    <w:rsid w:val="007F7D42"/>
    <w:rsid w:val="008000D4"/>
    <w:rsid w:val="00802667"/>
    <w:rsid w:val="0081053E"/>
    <w:rsid w:val="00810C43"/>
    <w:rsid w:val="00811DEE"/>
    <w:rsid w:val="00811EB8"/>
    <w:rsid w:val="0081243F"/>
    <w:rsid w:val="00834752"/>
    <w:rsid w:val="00836979"/>
    <w:rsid w:val="00845C3C"/>
    <w:rsid w:val="0084629B"/>
    <w:rsid w:val="008463FD"/>
    <w:rsid w:val="00850C62"/>
    <w:rsid w:val="00856B06"/>
    <w:rsid w:val="0086262D"/>
    <w:rsid w:val="00867253"/>
    <w:rsid w:val="008722CF"/>
    <w:rsid w:val="00882AE6"/>
    <w:rsid w:val="0088718C"/>
    <w:rsid w:val="00894638"/>
    <w:rsid w:val="00894840"/>
    <w:rsid w:val="008953EB"/>
    <w:rsid w:val="008A0444"/>
    <w:rsid w:val="008A3C70"/>
    <w:rsid w:val="008A7B95"/>
    <w:rsid w:val="008B3A14"/>
    <w:rsid w:val="008B71A7"/>
    <w:rsid w:val="008C3BBE"/>
    <w:rsid w:val="008C41A7"/>
    <w:rsid w:val="008D5443"/>
    <w:rsid w:val="008F4D70"/>
    <w:rsid w:val="008F54DC"/>
    <w:rsid w:val="008F5BFF"/>
    <w:rsid w:val="008F681A"/>
    <w:rsid w:val="008F78C5"/>
    <w:rsid w:val="00905305"/>
    <w:rsid w:val="009102AB"/>
    <w:rsid w:val="00930835"/>
    <w:rsid w:val="00931CAD"/>
    <w:rsid w:val="009419AC"/>
    <w:rsid w:val="00942319"/>
    <w:rsid w:val="00942618"/>
    <w:rsid w:val="00942EB0"/>
    <w:rsid w:val="00952A1B"/>
    <w:rsid w:val="00962932"/>
    <w:rsid w:val="009659DF"/>
    <w:rsid w:val="00967AF4"/>
    <w:rsid w:val="00971136"/>
    <w:rsid w:val="00973DC7"/>
    <w:rsid w:val="00977D4E"/>
    <w:rsid w:val="00987693"/>
    <w:rsid w:val="009A1238"/>
    <w:rsid w:val="009B0A75"/>
    <w:rsid w:val="009B785D"/>
    <w:rsid w:val="009D099B"/>
    <w:rsid w:val="009E73FE"/>
    <w:rsid w:val="009F2B2C"/>
    <w:rsid w:val="009F2BDA"/>
    <w:rsid w:val="009F38AA"/>
    <w:rsid w:val="00A05C5A"/>
    <w:rsid w:val="00A06ABF"/>
    <w:rsid w:val="00A11336"/>
    <w:rsid w:val="00A1712E"/>
    <w:rsid w:val="00A24ADE"/>
    <w:rsid w:val="00A25F69"/>
    <w:rsid w:val="00A334E8"/>
    <w:rsid w:val="00A36905"/>
    <w:rsid w:val="00A41EEF"/>
    <w:rsid w:val="00A52406"/>
    <w:rsid w:val="00A6072F"/>
    <w:rsid w:val="00A6582A"/>
    <w:rsid w:val="00A73768"/>
    <w:rsid w:val="00A8613D"/>
    <w:rsid w:val="00A96E56"/>
    <w:rsid w:val="00A973D0"/>
    <w:rsid w:val="00AA0FDD"/>
    <w:rsid w:val="00AA6273"/>
    <w:rsid w:val="00AA79B1"/>
    <w:rsid w:val="00AC0553"/>
    <w:rsid w:val="00AC251E"/>
    <w:rsid w:val="00AC3E73"/>
    <w:rsid w:val="00AC42C5"/>
    <w:rsid w:val="00AF3458"/>
    <w:rsid w:val="00AF5BE3"/>
    <w:rsid w:val="00B06C3B"/>
    <w:rsid w:val="00B16308"/>
    <w:rsid w:val="00B21BC0"/>
    <w:rsid w:val="00B24ED9"/>
    <w:rsid w:val="00B2566C"/>
    <w:rsid w:val="00B33588"/>
    <w:rsid w:val="00B416B6"/>
    <w:rsid w:val="00B4179C"/>
    <w:rsid w:val="00B41E28"/>
    <w:rsid w:val="00B4652B"/>
    <w:rsid w:val="00B50C0A"/>
    <w:rsid w:val="00B53C9D"/>
    <w:rsid w:val="00B54B0A"/>
    <w:rsid w:val="00B57992"/>
    <w:rsid w:val="00B6059E"/>
    <w:rsid w:val="00B6122E"/>
    <w:rsid w:val="00B62F94"/>
    <w:rsid w:val="00B67B96"/>
    <w:rsid w:val="00B71ACA"/>
    <w:rsid w:val="00B76139"/>
    <w:rsid w:val="00B762E8"/>
    <w:rsid w:val="00B83B8F"/>
    <w:rsid w:val="00B93285"/>
    <w:rsid w:val="00B94A38"/>
    <w:rsid w:val="00BA4CD0"/>
    <w:rsid w:val="00BA7A7E"/>
    <w:rsid w:val="00BB024D"/>
    <w:rsid w:val="00BB04DE"/>
    <w:rsid w:val="00BB23BB"/>
    <w:rsid w:val="00BB3AA0"/>
    <w:rsid w:val="00BC1741"/>
    <w:rsid w:val="00BC1FE5"/>
    <w:rsid w:val="00BC6143"/>
    <w:rsid w:val="00BD2152"/>
    <w:rsid w:val="00BD3375"/>
    <w:rsid w:val="00BD3D82"/>
    <w:rsid w:val="00BD65F9"/>
    <w:rsid w:val="00BD7566"/>
    <w:rsid w:val="00BE635F"/>
    <w:rsid w:val="00BF29C0"/>
    <w:rsid w:val="00C122C7"/>
    <w:rsid w:val="00C126E7"/>
    <w:rsid w:val="00C13559"/>
    <w:rsid w:val="00C2105A"/>
    <w:rsid w:val="00C34C1C"/>
    <w:rsid w:val="00C42084"/>
    <w:rsid w:val="00C526A5"/>
    <w:rsid w:val="00C526D1"/>
    <w:rsid w:val="00C55F92"/>
    <w:rsid w:val="00C566B6"/>
    <w:rsid w:val="00C56A40"/>
    <w:rsid w:val="00C645F1"/>
    <w:rsid w:val="00C65249"/>
    <w:rsid w:val="00C71FAE"/>
    <w:rsid w:val="00C8477C"/>
    <w:rsid w:val="00C9701E"/>
    <w:rsid w:val="00CA52BB"/>
    <w:rsid w:val="00CA68C8"/>
    <w:rsid w:val="00CC4AB6"/>
    <w:rsid w:val="00CD2821"/>
    <w:rsid w:val="00CD44A9"/>
    <w:rsid w:val="00CD6E44"/>
    <w:rsid w:val="00CE0A6D"/>
    <w:rsid w:val="00CF013D"/>
    <w:rsid w:val="00CF57A2"/>
    <w:rsid w:val="00D327C3"/>
    <w:rsid w:val="00D34893"/>
    <w:rsid w:val="00D47A1F"/>
    <w:rsid w:val="00D61CBE"/>
    <w:rsid w:val="00D63F5E"/>
    <w:rsid w:val="00D64498"/>
    <w:rsid w:val="00D645CD"/>
    <w:rsid w:val="00D66CAA"/>
    <w:rsid w:val="00D74955"/>
    <w:rsid w:val="00D774BE"/>
    <w:rsid w:val="00D838F7"/>
    <w:rsid w:val="00D86026"/>
    <w:rsid w:val="00D861B4"/>
    <w:rsid w:val="00D91382"/>
    <w:rsid w:val="00DA0709"/>
    <w:rsid w:val="00DA50F6"/>
    <w:rsid w:val="00DA561D"/>
    <w:rsid w:val="00DB1E95"/>
    <w:rsid w:val="00DB51BD"/>
    <w:rsid w:val="00DB7D33"/>
    <w:rsid w:val="00DC0582"/>
    <w:rsid w:val="00DC1CE4"/>
    <w:rsid w:val="00DC30C1"/>
    <w:rsid w:val="00DC3853"/>
    <w:rsid w:val="00DC767C"/>
    <w:rsid w:val="00DD5E1B"/>
    <w:rsid w:val="00DE6D5A"/>
    <w:rsid w:val="00E11AAD"/>
    <w:rsid w:val="00E12B2D"/>
    <w:rsid w:val="00E27C7A"/>
    <w:rsid w:val="00E36562"/>
    <w:rsid w:val="00E40260"/>
    <w:rsid w:val="00E41B4B"/>
    <w:rsid w:val="00E41E7A"/>
    <w:rsid w:val="00E427E2"/>
    <w:rsid w:val="00E42F55"/>
    <w:rsid w:val="00E5026C"/>
    <w:rsid w:val="00E51266"/>
    <w:rsid w:val="00E52CF5"/>
    <w:rsid w:val="00E560B5"/>
    <w:rsid w:val="00E63B87"/>
    <w:rsid w:val="00E7133D"/>
    <w:rsid w:val="00E72BC5"/>
    <w:rsid w:val="00E73859"/>
    <w:rsid w:val="00E74A9C"/>
    <w:rsid w:val="00E85A46"/>
    <w:rsid w:val="00E863AD"/>
    <w:rsid w:val="00E94E79"/>
    <w:rsid w:val="00E950F6"/>
    <w:rsid w:val="00EA6F48"/>
    <w:rsid w:val="00EB00AD"/>
    <w:rsid w:val="00EC1C8F"/>
    <w:rsid w:val="00EC4100"/>
    <w:rsid w:val="00EC64B2"/>
    <w:rsid w:val="00EC6943"/>
    <w:rsid w:val="00EC6AD0"/>
    <w:rsid w:val="00ED03D8"/>
    <w:rsid w:val="00ED10A7"/>
    <w:rsid w:val="00ED4ABC"/>
    <w:rsid w:val="00ED4BC8"/>
    <w:rsid w:val="00ED7669"/>
    <w:rsid w:val="00EE278B"/>
    <w:rsid w:val="00EE48A4"/>
    <w:rsid w:val="00EF4CDA"/>
    <w:rsid w:val="00F04749"/>
    <w:rsid w:val="00F10853"/>
    <w:rsid w:val="00F23E7A"/>
    <w:rsid w:val="00F310A5"/>
    <w:rsid w:val="00F35689"/>
    <w:rsid w:val="00F46070"/>
    <w:rsid w:val="00F46A8D"/>
    <w:rsid w:val="00F4756C"/>
    <w:rsid w:val="00F502C0"/>
    <w:rsid w:val="00F504DB"/>
    <w:rsid w:val="00F57620"/>
    <w:rsid w:val="00F82D64"/>
    <w:rsid w:val="00F87B2D"/>
    <w:rsid w:val="00FA05EA"/>
    <w:rsid w:val="00FA40F2"/>
    <w:rsid w:val="00FA56D7"/>
    <w:rsid w:val="00FA686E"/>
    <w:rsid w:val="00FB1C01"/>
    <w:rsid w:val="00FB6B25"/>
    <w:rsid w:val="00FC10A2"/>
    <w:rsid w:val="00FC2E05"/>
    <w:rsid w:val="00FC4195"/>
    <w:rsid w:val="00FC5936"/>
    <w:rsid w:val="00FD112B"/>
    <w:rsid w:val="00FD2402"/>
    <w:rsid w:val="00FD7D6A"/>
    <w:rsid w:val="00FE5893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7A2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CF57A2"/>
    <w:pPr>
      <w:widowControl w:val="0"/>
      <w:ind w:firstLine="709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1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114</Words>
  <Characters>655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10</cp:revision>
  <dcterms:created xsi:type="dcterms:W3CDTF">2012-03-20T10:50:00Z</dcterms:created>
  <dcterms:modified xsi:type="dcterms:W3CDTF">2012-04-02T07:51:00Z</dcterms:modified>
</cp:coreProperties>
</file>