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9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CE7336" w:rsidRPr="008C6F2A" w:rsidRDefault="00CE7336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2932" w:rsidRDefault="00925510" w:rsidP="00796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5B63AE" w:rsidRP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bookmarkStart w:id="0" w:name="_GoBack"/>
      <w:bookmarkEnd w:id="0"/>
    </w:p>
    <w:p w:rsidR="005B63AE" w:rsidRPr="008C6F2A" w:rsidRDefault="005B63AE" w:rsidP="005B63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5B63AE" w:rsidRPr="005B63AE" w:rsidTr="005B63AE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A6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ежемесячное денежное вознаграждение за</w:t>
            </w:r>
            <w:r w:rsidR="005A6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483 389 858,73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198 123 160,00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62 007 740,00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22 557 191,00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13 838 549,09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27 916 297,00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22 349 149,00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23 278 333,06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5 743 501,00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7 219 900,92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4 157 787,76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13 675 860,13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12 790 717,00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5 148 762,00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4 567 044,06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8 869 148,65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9 476 641,00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6 249 036,97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7 457 425,00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27 963 615,09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4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</w:t>
            </w:r>
            <w:r w:rsidR="00545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211 582 488,63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112 292 097,00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21 077 391,84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12 590 431,00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3 109 635,00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14 774 260,00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6 614 338,40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8 510 285,36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1 011 795,00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1 105 315,00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484 317,40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3 906 330,04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2 537 879,00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1 439 597,83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1 358 296,00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2 054 390,42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1 871 634,00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1 578 990,32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1 432 914,02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13 832 591,00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634 356 126,03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224 269 232,68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61 746 179,68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25 032 635,03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20 592 360,90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27 916 019,68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28 916 388,77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23 116 926,86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10 255 773,09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13 309 942,22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8 981 251,98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21 187 504,77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30 951 047,96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21 888 557,00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4 706 225,88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7 784 571,81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16 930 803,65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7 850 114,65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41 795 507,75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37 125 081,67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121 099 711,00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36 403 150,00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28 041 163,00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27 518 663,00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29 136 735,00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128 097 508,83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60 870 862,14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16 186 205,22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7 877 223,32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1 605 801,81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6 160 830,28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4 358 476,40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3 226 693,84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564 428,71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383 906,77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1 802 098,99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8 482 400,84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2 406 330,00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310 394,78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706 645,01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1 822 683,80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1 459 442,37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2 876 943,90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6 552 523,65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311 064 157,22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92 499 328,00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49 359 375,00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16 444 875,00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9 641 879,00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22 238 750,00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18 621 175,00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5 720 023,00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2 589 980,00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12 724 323,00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9 527 650,00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5 127 173,45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4 981 837,00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7 083 774,00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4 503 031,77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6 058 628,00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18 615 963,00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93 406 529,00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43 946 516,00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11 997 636,00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4 179 011,00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1 780 531,00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5 718 646,00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3 152 587,00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5 352 067,00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1 253 180,00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2 506 359,00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1 582 055,00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1 253 180,00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5 938 595,00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организацию образовательного процесса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16 719 710 985,00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7 938 531 409,00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1 984 077 303,00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702 135 648,00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443 160 735,00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853 138 661,00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589 712 017,00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713 816 755,00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142 717 896,00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201 318 027,00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99 646 069,00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426 425 053,00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384 349 136,00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131 156 266,00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134 032 844,00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204 399 634,00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275 727 707,00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138 951 703,00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146 143 019,00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1 210 271 103,00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организацию бесплатного горячего питания обучающихся, получающих начальное общее образование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630 823 770,93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312 336 427,65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95 973 989,00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28 229 020,00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10 370 000,00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34 249 875,00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21 806 559,06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29 034 593,00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3 550 224,00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5 921 204,00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2 207 002,00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12 027 908,46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11 863 098,00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5 155 690,00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3 664 950,00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4 957 332,76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9 106 283,00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3 958 329,00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4 743 449,00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31 667 837,00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448 445 900,00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1 950 941 100,00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145 642 965,98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60 435 306,85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33 883 103,47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2 753 937,39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4 812 456,58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8 192 045,73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5 521 901,18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6 711 224,85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2 452 298,87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1 276 332,01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789 299,92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2 685 685,36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2 803 227,24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1 041 005,88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822 671,63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1 326 264,58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1 931 050,25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1 376 860,94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587 776,54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6 240 516,71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4 697,61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14 697,61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269 014 914,97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144 844 244,97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39 465 204,33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10 919 066,48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3 393 842,25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15 924 211,79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7 117 585,87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10 450 242,32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1 732 670,36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2 720 295,54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1 586 211,79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4 281 544,71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3 760 471,61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1 720 546,26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1 016 079,90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2 016 549,60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4 668 757,97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1 290 888,86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1 495 238,18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10 611 262,18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152 527 333,14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57 864 750,44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24 961 467,55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3 121 072,69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636 159,98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23 575 994,90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7 288 484,73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11 852 683,48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1 377 964,53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268 556,59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3 907 330,94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2 890 302,03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1 497 003,96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475 910,30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701 813,84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2 016 690,36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3 920 245,46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1 892 599,41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957 312,36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3 320 989,59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221 263 784,01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102 195 097,05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40 781 030,81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9 606 474,60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4 293 159,83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10 138 444,56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8 574 562,00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9 593 203,62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1 571 909,93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1 794 301,61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1 028 740,11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4 481 474,71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4 138 145,32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1 821 293,48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1 784 452,71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2 976 806,21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3 932 985,88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1 798 623,84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2 649 372,74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8 103 705,00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599 351 623,42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283 713 874,68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99 624 853,84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25 768 369,96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11 219 171,79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32 912 549,20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16 011 426,41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23 473 403,44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5 196 160,17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4 891 432,77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4 628 553,74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9 199 821,81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7 048 724,67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3 164 669,64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2 518 390,08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7 468 766,72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13 980 321,97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4 162 112,44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3 638 010,76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40 731 009,33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денежные выплаты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127 003 595,91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54 570 267,69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16 567 257,78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4 835 748,61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3 535 381,21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7 828 520,47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5 203 977,27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6 483 762,23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992 753,38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1 920 022,26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436 725,00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3 498 625,22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2 890 066,67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1 640 309,34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1 563 660,76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1 692 156,28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2 606 989,96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1 458 549,13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1 588 370,80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7 690 451,85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197 438 612,35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53 035 648,44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12 490 748,66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13 609 965,00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7 718 265,25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12 565 279,00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11 641 768,00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11 617 339,00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5 121 845,00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5 557 463,00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3 725 319,00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7 460 984,00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7 471 436,00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5 660 086,00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4 935 664,00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5 453 824,00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7 470 280,00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5 601 831,00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5 348 431,00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10 952 436,00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содержание специализированных учреждений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сфере социальной защиты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34 794 261,88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25 260 976,81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9 533 285,07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выплату ежемесячного пособия на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86 460 818,54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34 293 552,88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11 274 325,82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4 517 106,73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2 375 834,12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5 366 423,39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3 946 527,75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4 123 339,19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1 199 514,55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1 357 181,48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564 378,85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2 466 113,26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2 408 655,88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1 079 255,60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788 546,00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1 241 677,44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1 986 813,07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984 628,62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1 343 480,45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5 143 463,46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компенсацию отдельным категориям граждан оплаты взноса на капитальный ремонт общего имущества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многоквартирном доме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185 051,71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94 516,11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36 436,50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10 599,26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7 891,97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2 711,37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1 083,24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853,16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7 743 070,61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2 821 163,27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1 001 162,40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434 066,58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212 842,29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489 349,98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376 463,65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418 523,21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101 058,07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100 698,09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51 167,01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186 727,58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233 565,58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118 786,74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71 095,84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125 053,47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196 777,68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104 860,88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581 442,29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639 852 999,03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248 798 483,56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82 491 362,99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34 545 249,42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16 903 712,45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37 553 130,78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29 751 654,11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33 973 612,39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7 736 229,40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7 743 130,58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3 877 124,78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14 688 698,77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18 390 618,72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9 117 161,01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5 472 376,95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9 392 736,15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15 563 858,44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7 897 475,49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8 958 783,34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46 997 599,70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компенсацию отдельным категориям граждан оплаты взноса на капитальный ремонт общего имущества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12 393 568,77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6 449 150,18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2 520 316,61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462 620,55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142 964,34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662 221,99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511 648,41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489 422,00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65 984,95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19 276,90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169 560,58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131 222,57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65 446,30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57 394,50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145 545,73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44 941,05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53 445,51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253 671,83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2 287 484 688,63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540 864 943,81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122 402 215,83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134 906 534,00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138 266 705,00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150 550 672,00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76 528 870,00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97 312 690,00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83 438 599,00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91 902 854,00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38 808 088,00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98 222 131,00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115 911 105,00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57 045 754,99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91 804 926,00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78 769 877,00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77 692 701,00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69 898 739,00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101 602 292,00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121 554 991,00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140 078 187,57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40 173 446,78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21 366 888,03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5 639 605,79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6 768 377,49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8 770 240,69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6 862 641,18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6 475 696,67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4 096 482,85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1 283 152,00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3 750 424,40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3 522 320,20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2 686 826,05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3 901 300,00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1 808 489,50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2 227 302,34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4 292 278,29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9 146 715,31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3 394 798,59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607 072,82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697 006,95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296 478,57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277 798,41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173 796,05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74 476,72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54 844,75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113 666,47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151 931,39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64 614,71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54 854,96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82 502,20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97 131,09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85 549,25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54 294,12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82 930,01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оказание социальной помощи на основании социального контракта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377 355 324,32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105 734 901,23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62 952 084,87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23 390 518,56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11 654 832,87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23 798 466,69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22 954 107,45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22 150 451,88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5 311 595,80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5 728 972,60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4 356 335,62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11 153 261,64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12 582 153,00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5 060 610,00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4 991 840,74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6 344 166,68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8 949 785,20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7 710 792,00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6 926 890,00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25 603 557,49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100 842 653,00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25 575 276,00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12 780 846,00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4 897 032,00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3 981 615,00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6 336 936,00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7 882 290,00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6 448 222,00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2 107 218,00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2 526 624,00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896 162,00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3 677 868,00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3 100 548,00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2 040 637,00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3 272 570,00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2 518 098,00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2 619 305,00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3 281 606,00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4 368 954,00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18 284 324,20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11 778 487,00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3 646 303,00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253 745,00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479 302,00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208 246,80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169 748,00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145 220,60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30 958,00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616 755,80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частичную оплату стоимости путевки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231 334 831,00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89 795 656,00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26 043 182,00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14 335 148,00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6 394 552,00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14 598 808,00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9 833 392,00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11 934 909,00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3 683 848,00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3 856 004,00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1 376 086,00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6 528 360,00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3 317 724,00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3 466 974,00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5 028 460,00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2 034 004,00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3 367 845,00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16 265 284,00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2 790 882,04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1 020 517,06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308 087,54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183 912,83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77 695,39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189 250,52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122 265,53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149 080,56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84 346,65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82 303,45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44 065,82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36 465,01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46 001,25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63 164,83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27 217,91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195 538,14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20 265,00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13 755 149,50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821 194,00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2 942 379,50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3 297 388,50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524 160,00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2 255 449,50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1 315 889,50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1 377 619,50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12 388 675,89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1 299 589,00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106 944,30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3 613 571,00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1 947 721,00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565 028,06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10 796,70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122 279,94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180 847,42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258 816,76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60 344,70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31 842,40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607 678,42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45 975,63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207 324,26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2 823 228,30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осуществление полномочий по первичному воинскому учету органами местного самоуправления поселений 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17 545 485,79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241 593,81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255 275,99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23 443,00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49 036 767,00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18 812 878,94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5 730 543,71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2 242 574,32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1 273 911,00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2 720 767,00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2 249 063,12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2 250 008,00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1 079 703,01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1 125 259,00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732 712,00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1 047 696,00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970 201,00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1 100 783,40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1 229 754,00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977 128,50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1 118 783,00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1 634 097,00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Субвенция на обеспечение государственных полномочий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деятельности территориальных комиссий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66 531 417,80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29 817 154,00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8 253 600,00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2 331 404,36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491 624,00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795 813,44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3 485 785,00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4 649 936,00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2 890 251,00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514 864,00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265 159,00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20 259 848,72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7 894 710,50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2 568 149,25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1 331 637,50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760 925,02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1 141 400,00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1 046 274,96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856 049,79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380 467,71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570 700,00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380 467,71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190 224,75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285 349,96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570 699,98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1 712 099,92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94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Субвенция на обеспечение долговременного ухода за</w:t>
            </w:r>
            <w:r w:rsidR="00941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34 823 186,02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23 857 478,02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6 937 389,00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4 028 319,00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27 607 218 211,98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796BC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BC" w:rsidRDefault="007333BC" w:rsidP="005A5D8B">
      <w:pPr>
        <w:spacing w:after="0" w:line="240" w:lineRule="auto"/>
      </w:pPr>
      <w:r>
        <w:separator/>
      </w:r>
    </w:p>
  </w:endnote>
  <w:end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BC" w:rsidRDefault="007333BC" w:rsidP="005A5D8B">
      <w:pPr>
        <w:spacing w:after="0" w:line="240" w:lineRule="auto"/>
      </w:pPr>
      <w:r>
        <w:separator/>
      </w:r>
    </w:p>
  </w:footnote>
  <w:foot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58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2F58A4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452DF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A6BD8"/>
    <w:rsid w:val="005B2E41"/>
    <w:rsid w:val="005B63AE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5297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96BC6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1710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F5F3B-4CFC-4CAE-9B8C-31A4CA36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10208</Words>
  <Characters>58186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2024-04-26T09:01:00Z</cp:lastPrinted>
  <dcterms:created xsi:type="dcterms:W3CDTF">2024-04-26T09:01:00Z</dcterms:created>
  <dcterms:modified xsi:type="dcterms:W3CDTF">2024-04-26T09:01:00Z</dcterms:modified>
</cp:coreProperties>
</file>