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Default="009B7F41">
            <w:pPr>
              <w:rPr>
                <w:lang w:val="en-US"/>
              </w:rPr>
            </w:pPr>
          </w:p>
          <w:p w:rsidR="009B7F41" w:rsidRDefault="009B7F41">
            <w:pPr>
              <w:rPr>
                <w:lang w:val="en-US"/>
              </w:rPr>
            </w:pPr>
          </w:p>
          <w:p w:rsidR="000D236C" w:rsidRDefault="000D236C" w:rsidP="000D236C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FF6972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337C4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D236C" w:rsidRPr="00A0257C" w:rsidRDefault="000D236C" w:rsidP="000D236C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A0257C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0D236C" w:rsidRPr="00FF6972" w:rsidRDefault="000D236C" w:rsidP="000D236C">
            <w:pPr>
              <w:ind w:firstLine="342"/>
              <w:rPr>
                <w:szCs w:val="28"/>
              </w:rPr>
            </w:pPr>
          </w:p>
          <w:p w:rsidR="000D236C" w:rsidRPr="00FF6972" w:rsidRDefault="00337C49" w:rsidP="000D236C">
            <w:pPr>
              <w:ind w:firstLine="342"/>
              <w:rPr>
                <w:szCs w:val="28"/>
              </w:rPr>
            </w:pPr>
            <w:r>
              <w:rPr>
                <w:szCs w:val="28"/>
              </w:rPr>
              <w:t>М.В. Боровицкому</w:t>
            </w:r>
          </w:p>
          <w:p w:rsidR="006A74E1" w:rsidRPr="000D236C" w:rsidRDefault="006A74E1"/>
          <w:p w:rsidR="00F23348" w:rsidRPr="000D236C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CE4C88" w:rsidP="00E9164F">
            <w:pPr>
              <w:rPr>
                <w:szCs w:val="24"/>
              </w:rPr>
            </w:pPr>
            <w:fldSimple w:instr=" DOCPROPERTY &quot;Заголовок&quot; \* MERGEFORMAT ">
              <w:r w:rsidR="000D236C" w:rsidRPr="000D236C">
                <w:rPr>
                  <w:szCs w:val="24"/>
                </w:rPr>
                <w:t>О законодательной</w:t>
              </w:r>
              <w:r w:rsidR="000D236C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0D236C" w:rsidRPr="008C3062" w:rsidRDefault="000D236C" w:rsidP="000D236C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7C49">
        <w:rPr>
          <w:rFonts w:ascii="Times New Roman" w:hAnsi="Times New Roman" w:cs="Times New Roman"/>
          <w:sz w:val="28"/>
          <w:szCs w:val="28"/>
        </w:rPr>
        <w:t>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0D236C" w:rsidRPr="008C3062" w:rsidRDefault="000D236C" w:rsidP="000D236C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D236C" w:rsidRPr="00DE47C7" w:rsidRDefault="000D236C" w:rsidP="000D236C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3B3995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вношу </w:t>
      </w:r>
      <w:r w:rsidR="001227A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3995">
        <w:rPr>
          <w:rFonts w:ascii="Times New Roman" w:hAnsi="Times New Roman" w:cs="Times New Roman"/>
          <w:sz w:val="28"/>
          <w:szCs w:val="28"/>
        </w:rPr>
        <w:t xml:space="preserve">в </w:t>
      </w:r>
      <w:r w:rsidRPr="00DE47C7">
        <w:rPr>
          <w:rFonts w:ascii="Times New Roman" w:hAnsi="Times New Roman" w:cs="Times New Roman"/>
          <w:sz w:val="28"/>
          <w:szCs w:val="28"/>
        </w:rPr>
        <w:t xml:space="preserve">Ярославскую областную Думу проект закона Ярославской области </w:t>
      </w:r>
      <w:r w:rsidRPr="00DE47C7">
        <w:rPr>
          <w:rFonts w:ascii="Times New Roman" w:hAnsi="Times New Roman" w:cs="Times New Roman"/>
          <w:sz w:val="28"/>
          <w:szCs w:val="28"/>
        </w:rPr>
        <w:br/>
      </w:r>
      <w:r w:rsidRPr="00DE47C7">
        <w:rPr>
          <w:rFonts w:ascii="Times New Roman" w:hAnsi="Times New Roman" w:cs="Times New Roman"/>
          <w:bCs/>
          <w:iCs/>
          <w:sz w:val="28"/>
          <w:szCs w:val="28"/>
        </w:rPr>
        <w:t>«О внесении изменений в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статьи 3 и 4</w:t>
      </w:r>
      <w:r w:rsidRPr="00DE47C7">
        <w:rPr>
          <w:rFonts w:ascii="Times New Roman" w:hAnsi="Times New Roman" w:cs="Times New Roman"/>
          <w:bCs/>
          <w:i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iCs/>
          <w:sz w:val="28"/>
          <w:szCs w:val="28"/>
        </w:rPr>
        <w:t>а</w:t>
      </w:r>
      <w:r w:rsidRPr="00DE47C7">
        <w:rPr>
          <w:rFonts w:ascii="Times New Roman" w:hAnsi="Times New Roman" w:cs="Times New Roman"/>
          <w:bCs/>
          <w:iCs/>
          <w:sz w:val="28"/>
          <w:szCs w:val="28"/>
        </w:rPr>
        <w:t xml:space="preserve"> Ярославской области </w:t>
      </w:r>
      <w:r w:rsidRPr="00DE47C7">
        <w:rPr>
          <w:rFonts w:ascii="Times New Roman" w:hAnsi="Times New Roman" w:cs="Times New Roman"/>
          <w:sz w:val="28"/>
          <w:szCs w:val="28"/>
        </w:rPr>
        <w:t>«О пожарной безопасности в Ярославской области</w:t>
      </w:r>
      <w:r w:rsidRPr="00DE47C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E47C7">
        <w:rPr>
          <w:rFonts w:ascii="Times New Roman" w:hAnsi="Times New Roman" w:cs="Times New Roman"/>
          <w:sz w:val="28"/>
          <w:szCs w:val="28"/>
        </w:rPr>
        <w:t>.</w:t>
      </w:r>
    </w:p>
    <w:p w:rsidR="000D236C" w:rsidRPr="00B4052A" w:rsidRDefault="000D236C" w:rsidP="000D236C">
      <w:pPr>
        <w:tabs>
          <w:tab w:val="left" w:pos="5865"/>
        </w:tabs>
        <w:ind w:firstLine="720"/>
        <w:jc w:val="both"/>
        <w:rPr>
          <w:szCs w:val="28"/>
        </w:rPr>
      </w:pPr>
      <w:r w:rsidRPr="005E4D7B">
        <w:rPr>
          <w:szCs w:val="28"/>
        </w:rPr>
        <w:t>Официальным представителем Губернатора области</w:t>
      </w:r>
      <w:r w:rsidRPr="00B4052A">
        <w:rPr>
          <w:szCs w:val="28"/>
        </w:rPr>
        <w:t xml:space="preserve"> по указанному</w:t>
      </w:r>
      <w:r w:rsidRPr="003B3995">
        <w:rPr>
          <w:szCs w:val="28"/>
        </w:rPr>
        <w:t xml:space="preserve"> законопроекту назначен </w:t>
      </w:r>
      <w:r w:rsidRPr="00B273D3">
        <w:rPr>
          <w:szCs w:val="28"/>
        </w:rPr>
        <w:t xml:space="preserve">заместитель </w:t>
      </w:r>
      <w:r>
        <w:rPr>
          <w:szCs w:val="28"/>
        </w:rPr>
        <w:t xml:space="preserve">Губернатора </w:t>
      </w:r>
      <w:r w:rsidRPr="00B273D3">
        <w:rPr>
          <w:szCs w:val="28"/>
        </w:rPr>
        <w:t xml:space="preserve">Ярославской области </w:t>
      </w:r>
      <w:r>
        <w:rPr>
          <w:szCs w:val="28"/>
        </w:rPr>
        <w:t>Шабалин А.Ю.</w:t>
      </w:r>
    </w:p>
    <w:p w:rsidR="000D236C" w:rsidRPr="00E4364B" w:rsidRDefault="000D236C" w:rsidP="000D236C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36C" w:rsidRPr="00631F91" w:rsidRDefault="000D236C" w:rsidP="000D236C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>
        <w:rPr>
          <w:rFonts w:ascii="Times New Roman" w:hAnsi="Times New Roman"/>
          <w:sz w:val="28"/>
        </w:rPr>
        <w:t xml:space="preserve">___ </w:t>
      </w:r>
      <w:r w:rsidRPr="00631F91">
        <w:rPr>
          <w:rFonts w:ascii="Times New Roman" w:hAnsi="Times New Roman"/>
          <w:sz w:val="28"/>
        </w:rPr>
        <w:t>л. в 1 экз.</w:t>
      </w:r>
    </w:p>
    <w:p w:rsidR="000D236C" w:rsidRDefault="000D236C" w:rsidP="000D236C">
      <w:pPr>
        <w:pStyle w:val="ConsNormal"/>
        <w:tabs>
          <w:tab w:val="left" w:pos="738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507A1" w:rsidTr="000D236C">
        <w:trPr>
          <w:trHeight w:val="399"/>
        </w:trPr>
        <w:tc>
          <w:tcPr>
            <w:tcW w:w="4735" w:type="dxa"/>
          </w:tcPr>
          <w:p w:rsidR="005507A1" w:rsidRPr="00985201" w:rsidRDefault="005507A1" w:rsidP="00985201">
            <w:pPr>
              <w:rPr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0D236C">
              <w:rPr>
                <w:szCs w:val="28"/>
              </w:rPr>
              <w:t>Д.Ю. Миронов</w:t>
            </w:r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8F2F2D" w:rsidRDefault="008F2F2D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D236C" w:rsidRPr="00C118F5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</w:t>
      </w:r>
    </w:p>
    <w:p w:rsidR="000D236C" w:rsidRPr="00C118F5" w:rsidRDefault="000D236C" w:rsidP="000D236C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  <w:bookmarkStart w:id="0" w:name="_GoBack"/>
      <w:bookmarkEnd w:id="0"/>
    </w:p>
    <w:sectPr w:rsidR="000D236C" w:rsidRPr="00C118F5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A1D" w:rsidRDefault="002E0A1D">
      <w:r>
        <w:separator/>
      </w:r>
    </w:p>
  </w:endnote>
  <w:endnote w:type="continuationSeparator" w:id="0">
    <w:p w:rsidR="002E0A1D" w:rsidRDefault="002E0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CE4C88" w:rsidP="00352147">
    <w:pPr>
      <w:pStyle w:val="a8"/>
      <w:rPr>
        <w:sz w:val="16"/>
        <w:lang w:val="en-US"/>
      </w:rPr>
    </w:pPr>
    <w:fldSimple w:instr=" DOCPROPERTY &quot;ИД&quot; \* MERGEFORMAT ">
      <w:r w:rsidR="000D236C" w:rsidRPr="000D236C">
        <w:rPr>
          <w:sz w:val="16"/>
        </w:rPr>
        <w:t>15189920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1227AF" w:rsidRPr="001227AF">
        <w:rPr>
          <w:sz w:val="16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CE4C88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0D236C" w:rsidRPr="000D236C">
        <w:rPr>
          <w:sz w:val="18"/>
          <w:szCs w:val="18"/>
        </w:rPr>
        <w:t>15189920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1227AF" w:rsidRPr="001227AF">
        <w:rPr>
          <w:sz w:val="18"/>
          <w:szCs w:val="18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A1D" w:rsidRDefault="002E0A1D">
      <w:r>
        <w:separator/>
      </w:r>
    </w:p>
  </w:footnote>
  <w:footnote w:type="continuationSeparator" w:id="0">
    <w:p w:rsidR="002E0A1D" w:rsidRDefault="002E0A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D236C"/>
    <w:rsid w:val="000E3D8C"/>
    <w:rsid w:val="00102136"/>
    <w:rsid w:val="00107829"/>
    <w:rsid w:val="001122B2"/>
    <w:rsid w:val="001227AF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0A1D"/>
    <w:rsid w:val="002E71DD"/>
    <w:rsid w:val="0032234F"/>
    <w:rsid w:val="00337C49"/>
    <w:rsid w:val="00352147"/>
    <w:rsid w:val="0035432A"/>
    <w:rsid w:val="0035489C"/>
    <w:rsid w:val="00360FDC"/>
    <w:rsid w:val="00376845"/>
    <w:rsid w:val="003773FA"/>
    <w:rsid w:val="003813E8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4708D"/>
    <w:rsid w:val="00850FEF"/>
    <w:rsid w:val="00865E19"/>
    <w:rsid w:val="008823A1"/>
    <w:rsid w:val="0089152B"/>
    <w:rsid w:val="008A37CA"/>
    <w:rsid w:val="008A5169"/>
    <w:rsid w:val="008A573F"/>
    <w:rsid w:val="008B50A1"/>
    <w:rsid w:val="008C4FF6"/>
    <w:rsid w:val="008C78F8"/>
    <w:rsid w:val="008E2E14"/>
    <w:rsid w:val="008F2F2D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E4C88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1E76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2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D23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2AC09-2290-4D1C-B4E2-D9FB70442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2021-02-18T13:55:00Z</dcterms:created>
  <dcterms:modified xsi:type="dcterms:W3CDTF">2021-02-18T13:55:00Z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Д.Ю. Миронов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3</vt:lpwstr>
  </property>
  <property fmtid="{D5CDD505-2E9C-101B-9397-08002B2CF9AE}" pid="12" name="ИД">
    <vt:lpwstr>15189920</vt:lpwstr>
  </property>
  <property fmtid="{D5CDD505-2E9C-101B-9397-08002B2CF9AE}" pid="13" name="INSTALL_ID">
    <vt:lpwstr>34115</vt:lpwstr>
  </property>
</Properties>
</file>