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C599A" w:rsidRPr="007E0BA9" w:rsidTr="00370B59">
        <w:tc>
          <w:tcPr>
            <w:tcW w:w="426" w:type="dxa"/>
            <w:hideMark/>
          </w:tcPr>
          <w:p w:rsidR="00FC599A" w:rsidRPr="007E0BA9" w:rsidRDefault="00FC599A" w:rsidP="00370B5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</w:rPr>
            </w:pPr>
            <w:r w:rsidRPr="007E0BA9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C599A" w:rsidRPr="007E0BA9" w:rsidRDefault="00FC599A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0</w:t>
            </w:r>
            <w:r w:rsidRPr="007E0BA9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Pr="007E0BA9">
              <w:rPr>
                <w:sz w:val="28"/>
                <w:szCs w:val="28"/>
              </w:rPr>
              <w:t>.2015</w:t>
            </w:r>
          </w:p>
        </w:tc>
        <w:tc>
          <w:tcPr>
            <w:tcW w:w="4111" w:type="dxa"/>
          </w:tcPr>
          <w:p w:rsidR="00FC599A" w:rsidRPr="007E0BA9" w:rsidRDefault="00FC599A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C599A" w:rsidRPr="007E0BA9" w:rsidRDefault="00FC599A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C599A" w:rsidRPr="007E0BA9" w:rsidRDefault="00FC599A" w:rsidP="00370B5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FB6855" w:rsidRPr="00FB6855" w:rsidRDefault="00FB6855" w:rsidP="00FC599A">
      <w:pPr>
        <w:jc w:val="both"/>
        <w:rPr>
          <w:sz w:val="28"/>
          <w:szCs w:val="28"/>
        </w:rPr>
      </w:pPr>
    </w:p>
    <w:p w:rsidR="00FB6855" w:rsidRPr="00FB6855" w:rsidRDefault="00FB6855" w:rsidP="00FC599A">
      <w:pPr>
        <w:jc w:val="both"/>
        <w:rPr>
          <w:sz w:val="28"/>
          <w:szCs w:val="28"/>
        </w:rPr>
      </w:pPr>
    </w:p>
    <w:p w:rsidR="00FB6855" w:rsidRPr="00FB6855" w:rsidRDefault="00FB6855" w:rsidP="00FC599A">
      <w:pPr>
        <w:jc w:val="both"/>
        <w:rPr>
          <w:sz w:val="28"/>
          <w:szCs w:val="28"/>
        </w:rPr>
      </w:pPr>
    </w:p>
    <w:p w:rsidR="002321FF" w:rsidRPr="00FB6855" w:rsidRDefault="002321FF" w:rsidP="00FB6855">
      <w:pPr>
        <w:jc w:val="both"/>
        <w:rPr>
          <w:sz w:val="28"/>
          <w:szCs w:val="28"/>
        </w:rPr>
      </w:pPr>
      <w:r w:rsidRPr="00FB6855">
        <w:rPr>
          <w:sz w:val="28"/>
          <w:szCs w:val="28"/>
        </w:rPr>
        <w:t xml:space="preserve">О награждении Почетным знаком </w:t>
      </w:r>
    </w:p>
    <w:p w:rsidR="002321FF" w:rsidRPr="00FB6855" w:rsidRDefault="002321FF" w:rsidP="00FB6855">
      <w:pPr>
        <w:pStyle w:val="3"/>
        <w:spacing w:after="0"/>
        <w:ind w:left="0"/>
        <w:rPr>
          <w:sz w:val="28"/>
          <w:szCs w:val="28"/>
        </w:rPr>
      </w:pPr>
      <w:r w:rsidRPr="00FB6855">
        <w:rPr>
          <w:sz w:val="28"/>
          <w:szCs w:val="28"/>
        </w:rPr>
        <w:t xml:space="preserve">Ярославской областной Думы </w:t>
      </w:r>
    </w:p>
    <w:p w:rsidR="002321FF" w:rsidRPr="00FB6855" w:rsidRDefault="002321FF" w:rsidP="00FB6855">
      <w:pPr>
        <w:pStyle w:val="3"/>
        <w:spacing w:after="0"/>
        <w:ind w:left="0"/>
        <w:rPr>
          <w:sz w:val="28"/>
          <w:szCs w:val="28"/>
        </w:rPr>
      </w:pPr>
      <w:r w:rsidRPr="00FB6855">
        <w:rPr>
          <w:sz w:val="28"/>
          <w:szCs w:val="28"/>
        </w:rPr>
        <w:t>«За вклад в развитие Ярославской области»</w:t>
      </w:r>
    </w:p>
    <w:p w:rsidR="002321FF" w:rsidRDefault="002321FF" w:rsidP="00FB6855">
      <w:pPr>
        <w:ind w:firstLine="709"/>
        <w:jc w:val="both"/>
        <w:rPr>
          <w:sz w:val="28"/>
          <w:szCs w:val="28"/>
        </w:rPr>
      </w:pPr>
    </w:p>
    <w:p w:rsidR="00FB6855" w:rsidRPr="00FB6855" w:rsidRDefault="00FB6855" w:rsidP="00FB6855">
      <w:pPr>
        <w:ind w:firstLine="709"/>
        <w:jc w:val="both"/>
        <w:rPr>
          <w:sz w:val="28"/>
          <w:szCs w:val="28"/>
        </w:rPr>
      </w:pPr>
    </w:p>
    <w:p w:rsidR="002321FF" w:rsidRPr="00FB6855" w:rsidRDefault="002321FF" w:rsidP="00FB6855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FB6855">
        <w:rPr>
          <w:sz w:val="28"/>
          <w:szCs w:val="28"/>
        </w:rPr>
        <w:t>В соответствии с Положением о Почетном знаке Ярославской облас</w:t>
      </w:r>
      <w:r w:rsidRPr="00FB6855">
        <w:rPr>
          <w:sz w:val="28"/>
          <w:szCs w:val="28"/>
        </w:rPr>
        <w:t>т</w:t>
      </w:r>
      <w:r w:rsidRPr="00FB6855">
        <w:rPr>
          <w:sz w:val="28"/>
          <w:szCs w:val="28"/>
        </w:rPr>
        <w:t>ной Думы «За вклад в развитие Ярославской области», утвержденным П</w:t>
      </w:r>
      <w:r w:rsidRPr="00FB6855">
        <w:rPr>
          <w:sz w:val="28"/>
          <w:szCs w:val="28"/>
        </w:rPr>
        <w:t>о</w:t>
      </w:r>
      <w:r w:rsidRPr="00FB6855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FB6855" w:rsidRDefault="002321FF" w:rsidP="00FB6855">
      <w:pPr>
        <w:ind w:firstLine="709"/>
        <w:jc w:val="both"/>
        <w:rPr>
          <w:sz w:val="28"/>
          <w:szCs w:val="28"/>
        </w:rPr>
      </w:pPr>
    </w:p>
    <w:p w:rsidR="002321FF" w:rsidRPr="00FB6855" w:rsidRDefault="002321FF" w:rsidP="00FB6855">
      <w:pPr>
        <w:jc w:val="center"/>
        <w:rPr>
          <w:sz w:val="28"/>
          <w:szCs w:val="28"/>
        </w:rPr>
      </w:pPr>
      <w:proofErr w:type="gramStart"/>
      <w:r w:rsidRPr="00FB6855">
        <w:rPr>
          <w:b/>
          <w:sz w:val="28"/>
          <w:szCs w:val="28"/>
        </w:rPr>
        <w:t>П</w:t>
      </w:r>
      <w:proofErr w:type="gramEnd"/>
      <w:r w:rsidRPr="00FB6855">
        <w:rPr>
          <w:b/>
          <w:sz w:val="28"/>
          <w:szCs w:val="28"/>
        </w:rPr>
        <w:t xml:space="preserve"> О С Т А Н О В И Л А:</w:t>
      </w:r>
    </w:p>
    <w:p w:rsidR="002321FF" w:rsidRPr="00FB6855" w:rsidRDefault="002321FF" w:rsidP="00FB6855">
      <w:pPr>
        <w:pStyle w:val="2"/>
        <w:rPr>
          <w:szCs w:val="28"/>
        </w:rPr>
      </w:pPr>
    </w:p>
    <w:p w:rsidR="002D43B4" w:rsidRPr="00FB6855" w:rsidRDefault="002321FF" w:rsidP="00FB68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855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FB6855">
        <w:rPr>
          <w:sz w:val="28"/>
          <w:szCs w:val="28"/>
        </w:rPr>
        <w:t>азвитие Ярославской области»</w:t>
      </w:r>
      <w:r w:rsidR="002D43B4" w:rsidRPr="00FB6855">
        <w:rPr>
          <w:sz w:val="28"/>
          <w:szCs w:val="28"/>
        </w:rPr>
        <w:t xml:space="preserve"> за высокие достижения в области произво</w:t>
      </w:r>
      <w:r w:rsidR="002D43B4" w:rsidRPr="00FB6855">
        <w:rPr>
          <w:sz w:val="28"/>
          <w:szCs w:val="28"/>
        </w:rPr>
        <w:t>д</w:t>
      </w:r>
      <w:r w:rsidR="002D43B4" w:rsidRPr="00FB6855">
        <w:rPr>
          <w:sz w:val="28"/>
          <w:szCs w:val="28"/>
        </w:rPr>
        <w:t>ства, экономики, за высокое профессиональное мастерство, способствующее развитию Ярославской области</w:t>
      </w:r>
      <w:r w:rsidR="00900547" w:rsidRPr="00FB6855">
        <w:rPr>
          <w:sz w:val="28"/>
          <w:szCs w:val="28"/>
        </w:rPr>
        <w:t xml:space="preserve"> Анатолия Григорьевича</w:t>
      </w:r>
      <w:r w:rsidR="008549A9" w:rsidRPr="00FB6855">
        <w:rPr>
          <w:sz w:val="28"/>
          <w:szCs w:val="28"/>
        </w:rPr>
        <w:t xml:space="preserve"> </w:t>
      </w:r>
      <w:proofErr w:type="spellStart"/>
      <w:r w:rsidR="008549A9" w:rsidRPr="00FB6855">
        <w:rPr>
          <w:sz w:val="28"/>
          <w:szCs w:val="28"/>
        </w:rPr>
        <w:t>Арзиманова</w:t>
      </w:r>
      <w:proofErr w:type="spellEnd"/>
      <w:r w:rsidR="00900547" w:rsidRPr="00FB6855">
        <w:rPr>
          <w:sz w:val="28"/>
          <w:szCs w:val="28"/>
        </w:rPr>
        <w:t xml:space="preserve">. </w:t>
      </w:r>
    </w:p>
    <w:p w:rsidR="00E059BB" w:rsidRPr="00FB6855" w:rsidRDefault="00E059BB" w:rsidP="00FB68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7327" w:rsidRPr="00FB6855" w:rsidRDefault="00BA7327" w:rsidP="00FB68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2951" w:rsidRPr="00FB6855" w:rsidRDefault="00C72951" w:rsidP="00FB68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FB6855" w:rsidRDefault="002D43B4" w:rsidP="00FB6855">
      <w:pPr>
        <w:jc w:val="both"/>
        <w:rPr>
          <w:sz w:val="28"/>
          <w:szCs w:val="28"/>
        </w:rPr>
      </w:pPr>
      <w:r w:rsidRPr="00FB6855">
        <w:rPr>
          <w:sz w:val="28"/>
          <w:szCs w:val="28"/>
        </w:rPr>
        <w:t>Председатель</w:t>
      </w:r>
    </w:p>
    <w:p w:rsidR="00AD580E" w:rsidRPr="00FB6855" w:rsidRDefault="00AD580E" w:rsidP="00FB6855">
      <w:pPr>
        <w:jc w:val="both"/>
        <w:rPr>
          <w:b/>
          <w:sz w:val="28"/>
          <w:szCs w:val="28"/>
        </w:rPr>
      </w:pPr>
      <w:r w:rsidRPr="00FB6855">
        <w:rPr>
          <w:sz w:val="28"/>
          <w:szCs w:val="28"/>
        </w:rPr>
        <w:t xml:space="preserve">Ярославской областной Думы </w:t>
      </w:r>
      <w:r w:rsidRPr="00FB6855">
        <w:rPr>
          <w:sz w:val="28"/>
          <w:szCs w:val="28"/>
        </w:rPr>
        <w:tab/>
      </w:r>
      <w:r w:rsidRPr="00FB6855">
        <w:rPr>
          <w:sz w:val="28"/>
          <w:szCs w:val="28"/>
        </w:rPr>
        <w:tab/>
      </w:r>
      <w:r w:rsidRPr="00FB6855">
        <w:rPr>
          <w:i/>
          <w:sz w:val="28"/>
          <w:szCs w:val="28"/>
        </w:rPr>
        <w:t xml:space="preserve">  </w:t>
      </w:r>
      <w:r w:rsidRPr="00FB6855">
        <w:rPr>
          <w:sz w:val="28"/>
          <w:szCs w:val="28"/>
        </w:rPr>
        <w:t xml:space="preserve">        </w:t>
      </w:r>
      <w:r w:rsidR="002D43B4" w:rsidRPr="00FB6855">
        <w:rPr>
          <w:sz w:val="28"/>
          <w:szCs w:val="28"/>
        </w:rPr>
        <w:t xml:space="preserve">                     М.В. Боровицкий</w:t>
      </w:r>
    </w:p>
    <w:p w:rsidR="00720051" w:rsidRPr="00FB6855" w:rsidRDefault="00720051" w:rsidP="00FB6855">
      <w:pPr>
        <w:ind w:firstLine="709"/>
        <w:rPr>
          <w:sz w:val="28"/>
          <w:szCs w:val="28"/>
        </w:rPr>
      </w:pPr>
    </w:p>
    <w:sectPr w:rsidR="00720051" w:rsidRPr="00FB6855" w:rsidSect="00FB685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21FF"/>
    <w:rsid w:val="002D43B4"/>
    <w:rsid w:val="002D6A70"/>
    <w:rsid w:val="00494280"/>
    <w:rsid w:val="004A571E"/>
    <w:rsid w:val="00530774"/>
    <w:rsid w:val="0057210F"/>
    <w:rsid w:val="005F2024"/>
    <w:rsid w:val="00645911"/>
    <w:rsid w:val="006A4B69"/>
    <w:rsid w:val="006D7832"/>
    <w:rsid w:val="006E57AD"/>
    <w:rsid w:val="00720051"/>
    <w:rsid w:val="007606B7"/>
    <w:rsid w:val="007B1695"/>
    <w:rsid w:val="008549A9"/>
    <w:rsid w:val="00900547"/>
    <w:rsid w:val="0098590F"/>
    <w:rsid w:val="009C72C7"/>
    <w:rsid w:val="00A44C07"/>
    <w:rsid w:val="00AC1A12"/>
    <w:rsid w:val="00AD580E"/>
    <w:rsid w:val="00BA5CE0"/>
    <w:rsid w:val="00BA7327"/>
    <w:rsid w:val="00BB58B7"/>
    <w:rsid w:val="00BD15E9"/>
    <w:rsid w:val="00BF6223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93DED"/>
    <w:rsid w:val="00FB414A"/>
    <w:rsid w:val="00FB6855"/>
    <w:rsid w:val="00FC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20</cp:revision>
  <cp:lastPrinted>2015-11-17T13:46:00Z</cp:lastPrinted>
  <dcterms:created xsi:type="dcterms:W3CDTF">2015-04-10T11:38:00Z</dcterms:created>
  <dcterms:modified xsi:type="dcterms:W3CDTF">2015-11-24T08:04:00Z</dcterms:modified>
</cp:coreProperties>
</file>