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817175" w:rsidRPr="00817175" w:rsidTr="00817175">
        <w:tc>
          <w:tcPr>
            <w:tcW w:w="426" w:type="dxa"/>
            <w:vAlign w:val="bottom"/>
            <w:hideMark/>
          </w:tcPr>
          <w:p w:rsidR="00817175" w:rsidRPr="00817175" w:rsidRDefault="00817175" w:rsidP="0081717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817175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17175" w:rsidRPr="00817175" w:rsidRDefault="00817175" w:rsidP="0081717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817175">
              <w:rPr>
                <w:rFonts w:ascii="Times New Roman" w:hAnsi="Times New Roman" w:cs="Times New Roman"/>
                <w:sz w:val="28"/>
                <w:szCs w:val="28"/>
              </w:rPr>
              <w:t>25.05.2021</w:t>
            </w:r>
          </w:p>
        </w:tc>
        <w:tc>
          <w:tcPr>
            <w:tcW w:w="4111" w:type="dxa"/>
            <w:vAlign w:val="bottom"/>
          </w:tcPr>
          <w:p w:rsidR="00817175" w:rsidRPr="00817175" w:rsidRDefault="00817175" w:rsidP="0081717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817175" w:rsidRPr="00817175" w:rsidRDefault="00817175" w:rsidP="0081717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81717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17175" w:rsidRPr="00817175" w:rsidRDefault="00817175" w:rsidP="0081717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  <w:bookmarkStart w:id="0" w:name="_GoBack"/>
            <w:bookmarkEnd w:id="0"/>
          </w:p>
        </w:tc>
      </w:tr>
    </w:tbl>
    <w:p w:rsidR="00156FF6" w:rsidRPr="00156FF6" w:rsidRDefault="00156FF6" w:rsidP="00156F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6FF6" w:rsidRPr="00156FF6" w:rsidRDefault="00156FF6" w:rsidP="00156F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5A95" w:rsidRPr="00156FF6" w:rsidRDefault="007E5A95" w:rsidP="00156F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140EB8" w:rsidRPr="00156FF6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кандидатуре</w:t>
      </w:r>
      <w:r w:rsidR="000777CF" w:rsidRPr="00156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r w:rsidRPr="00156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должность</w:t>
      </w:r>
    </w:p>
    <w:p w:rsidR="007E5A95" w:rsidRPr="00156FF6" w:rsidRDefault="007E5A95" w:rsidP="00156F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Уполномоченного по правам </w:t>
      </w:r>
    </w:p>
    <w:p w:rsidR="007E5A95" w:rsidRPr="00156FF6" w:rsidRDefault="007E5A95" w:rsidP="00156F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F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ребенка </w:t>
      </w:r>
      <w:r w:rsidRPr="00156FF6">
        <w:rPr>
          <w:rFonts w:ascii="Times New Roman" w:eastAsia="Times New Roman" w:hAnsi="Times New Roman" w:cs="Times New Roman"/>
          <w:sz w:val="28"/>
          <w:szCs w:val="28"/>
          <w:lang w:eastAsia="ru-RU"/>
        </w:rPr>
        <w:t>в Ярославской области</w:t>
      </w:r>
    </w:p>
    <w:p w:rsidR="007E5A95" w:rsidRPr="00156FF6" w:rsidRDefault="007E5A95" w:rsidP="00156FF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5A95" w:rsidRPr="00156FF6" w:rsidRDefault="007E5A95" w:rsidP="00156FF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5A95" w:rsidRPr="00156FF6" w:rsidRDefault="00AF4AFC" w:rsidP="00156F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7E5A95" w:rsidRPr="00156FF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 со стать</w:t>
      </w:r>
      <w:r w:rsidRPr="00156FF6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7E5A95" w:rsidRPr="00156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3716" w:rsidRPr="00156FF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E5A95" w:rsidRPr="00156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 Ярославской области «Об Уполн</w:t>
      </w:r>
      <w:r w:rsidR="007E5A95" w:rsidRPr="00156FF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E5A95" w:rsidRPr="00156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моченном по правам </w:t>
      </w:r>
      <w:r w:rsidR="007E5A95" w:rsidRPr="00156F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ребенка</w:t>
      </w:r>
      <w:r w:rsidR="007E5A95" w:rsidRPr="00156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Ярославской области» Ярославская областная Дума</w:t>
      </w:r>
    </w:p>
    <w:p w:rsidR="007E5A95" w:rsidRPr="00156FF6" w:rsidRDefault="007E5A95" w:rsidP="00156F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5A95" w:rsidRPr="00156FF6" w:rsidRDefault="007E5A95" w:rsidP="00156F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56F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156F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7E5A95" w:rsidRPr="00156FF6" w:rsidRDefault="007E5A95" w:rsidP="00156F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3716" w:rsidRPr="00156FF6" w:rsidRDefault="00EF3716" w:rsidP="00156F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FF6">
        <w:rPr>
          <w:rFonts w:ascii="Times New Roman" w:hAnsi="Times New Roman" w:cs="Times New Roman"/>
          <w:sz w:val="28"/>
          <w:szCs w:val="28"/>
        </w:rPr>
        <w:t>1. Выбрать кандидатуру Крупина Михаила Львовича на должность Уполномоченного по правам ребенка в Ярославской области.</w:t>
      </w:r>
    </w:p>
    <w:p w:rsidR="00EF3716" w:rsidRPr="00156FF6" w:rsidRDefault="00EF3716" w:rsidP="00156F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FF6">
        <w:rPr>
          <w:rFonts w:ascii="Times New Roman" w:hAnsi="Times New Roman" w:cs="Times New Roman"/>
          <w:sz w:val="28"/>
          <w:szCs w:val="28"/>
        </w:rPr>
        <w:t>2. Направить выбранную кандидатуру на согласование Уполномоче</w:t>
      </w:r>
      <w:r w:rsidRPr="00156FF6">
        <w:rPr>
          <w:rFonts w:ascii="Times New Roman" w:hAnsi="Times New Roman" w:cs="Times New Roman"/>
          <w:sz w:val="28"/>
          <w:szCs w:val="28"/>
        </w:rPr>
        <w:t>н</w:t>
      </w:r>
      <w:r w:rsidRPr="00156FF6">
        <w:rPr>
          <w:rFonts w:ascii="Times New Roman" w:hAnsi="Times New Roman" w:cs="Times New Roman"/>
          <w:sz w:val="28"/>
          <w:szCs w:val="28"/>
        </w:rPr>
        <w:t>ному при Президенте Российской Федерации по правам ребенка.</w:t>
      </w:r>
    </w:p>
    <w:p w:rsidR="00EF3716" w:rsidRPr="00156FF6" w:rsidRDefault="00EF3716" w:rsidP="00156F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FF6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Постановление вступает в силу со дня его принятия.</w:t>
      </w:r>
    </w:p>
    <w:p w:rsidR="00EF3716" w:rsidRPr="00156FF6" w:rsidRDefault="00EF3716" w:rsidP="00156FF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FF6">
        <w:rPr>
          <w:rFonts w:ascii="Times New Roman" w:eastAsia="Times New Roman" w:hAnsi="Times New Roman" w:cs="Times New Roman"/>
          <w:sz w:val="28"/>
          <w:szCs w:val="28"/>
          <w:lang w:eastAsia="ru-RU"/>
        </w:rPr>
        <w:t>4. Настоящее Постановление подлежит официальному опубликованию в газете «Документ – Регион»</w:t>
      </w:r>
      <w:r w:rsidR="002D4611" w:rsidRPr="00156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2D4611" w:rsidRPr="00156FF6">
        <w:rPr>
          <w:rFonts w:ascii="Times New Roman" w:hAnsi="Times New Roman" w:cs="Times New Roman"/>
          <w:sz w:val="28"/>
          <w:szCs w:val="28"/>
        </w:rPr>
        <w:t xml:space="preserve"> </w:t>
      </w:r>
      <w:r w:rsidR="002D4611" w:rsidRPr="00156FF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«</w:t>
      </w:r>
      <w:proofErr w:type="gramStart"/>
      <w:r w:rsidR="002D4611" w:rsidRPr="00156FF6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Официальном</w:t>
      </w:r>
      <w:proofErr w:type="gramEnd"/>
      <w:r w:rsidR="002D4611" w:rsidRPr="00156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интернет-портале прав</w:t>
      </w:r>
      <w:r w:rsidR="002D4611" w:rsidRPr="00156FF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D4611" w:rsidRPr="00156FF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вой информации» (www.pravo.gov.ru).</w:t>
      </w:r>
    </w:p>
    <w:p w:rsidR="00EF3716" w:rsidRPr="00156FF6" w:rsidRDefault="00EF3716" w:rsidP="00156F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9AF" w:rsidRPr="00156FF6" w:rsidRDefault="00C219AF" w:rsidP="00156F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1A69" w:rsidRPr="00156FF6" w:rsidRDefault="00971A69" w:rsidP="00156F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2006" w:rsidRPr="00156FF6" w:rsidRDefault="00FF2006" w:rsidP="00156FF6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F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FF2006" w:rsidRPr="00156FF6" w:rsidRDefault="00FF2006" w:rsidP="00156FF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6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  <w:r w:rsidRPr="00156FF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56FF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56FF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56FF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56FF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56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М.В. Боровицкий</w:t>
      </w:r>
    </w:p>
    <w:sectPr w:rsidR="00FF2006" w:rsidRPr="00156FF6" w:rsidSect="00156FF6">
      <w:pgSz w:w="11906" w:h="16838"/>
      <w:pgMar w:top="4820" w:right="851" w:bottom="42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A95"/>
    <w:rsid w:val="000777CF"/>
    <w:rsid w:val="00082512"/>
    <w:rsid w:val="000B5C2B"/>
    <w:rsid w:val="00124282"/>
    <w:rsid w:val="00140EB8"/>
    <w:rsid w:val="00156FF6"/>
    <w:rsid w:val="001E1D7D"/>
    <w:rsid w:val="002D4611"/>
    <w:rsid w:val="002F560A"/>
    <w:rsid w:val="00326B1D"/>
    <w:rsid w:val="005C2671"/>
    <w:rsid w:val="006316DB"/>
    <w:rsid w:val="0077605C"/>
    <w:rsid w:val="007E5A95"/>
    <w:rsid w:val="00817175"/>
    <w:rsid w:val="008B0CFE"/>
    <w:rsid w:val="00971A69"/>
    <w:rsid w:val="00981050"/>
    <w:rsid w:val="009C469B"/>
    <w:rsid w:val="00AF4AFC"/>
    <w:rsid w:val="00C219AF"/>
    <w:rsid w:val="00C40ECF"/>
    <w:rsid w:val="00DE6237"/>
    <w:rsid w:val="00EF3716"/>
    <w:rsid w:val="00FF2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6F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6F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6F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6F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70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2021-05-20T07:09:00Z</cp:lastPrinted>
  <dcterms:created xsi:type="dcterms:W3CDTF">2021-05-12T10:32:00Z</dcterms:created>
  <dcterms:modified xsi:type="dcterms:W3CDTF">2021-05-26T06:26:00Z</dcterms:modified>
</cp:coreProperties>
</file>