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1AE6" w:rsidRPr="00011AE6" w:rsidTr="00011AE6">
        <w:tc>
          <w:tcPr>
            <w:tcW w:w="426" w:type="dxa"/>
            <w:vAlign w:val="bottom"/>
            <w:hideMark/>
          </w:tcPr>
          <w:p w:rsidR="00011AE6" w:rsidRPr="00011AE6" w:rsidRDefault="00011AE6" w:rsidP="00011A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011AE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1AE6" w:rsidRPr="00011AE6" w:rsidRDefault="00011AE6" w:rsidP="00011A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AE6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011AE6" w:rsidRPr="00011AE6" w:rsidRDefault="00011AE6" w:rsidP="00011A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11AE6" w:rsidRPr="00011AE6" w:rsidRDefault="00011AE6" w:rsidP="00011A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A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1AE6" w:rsidRPr="00011AE6" w:rsidRDefault="00011AE6" w:rsidP="00011AE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011AE6">
              <w:rPr>
                <w:rFonts w:ascii="Times New Roman" w:eastAsia="Calibri" w:hAnsi="Times New Roman" w:cs="Times New Roman"/>
                <w:sz w:val="28"/>
              </w:rPr>
              <w:t>4</w:t>
            </w:r>
          </w:p>
        </w:tc>
      </w:tr>
      <w:bookmarkEnd w:id="0"/>
    </w:tbl>
    <w:p w:rsidR="0072679C" w:rsidRPr="0072679C" w:rsidRDefault="0072679C" w:rsidP="00CD3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79C" w:rsidRPr="0072679C" w:rsidRDefault="0072679C" w:rsidP="00CD3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О </w:t>
      </w:r>
      <w:r w:rsidR="00647F95" w:rsidRPr="0072679C">
        <w:rPr>
          <w:rFonts w:ascii="Times New Roman" w:hAnsi="Times New Roman" w:cs="Times New Roman"/>
          <w:sz w:val="28"/>
          <w:szCs w:val="28"/>
        </w:rPr>
        <w:t>Законе</w:t>
      </w:r>
      <w:r w:rsidRPr="0072679C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 xml:space="preserve">общего имущества в многоквартирных домах </w:t>
      </w:r>
    </w:p>
    <w:p w:rsidR="00CD3B7A" w:rsidRPr="0072679C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FE03CF" w:rsidRPr="0072679C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72679C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2679C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2679C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2679C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26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26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2679C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FD8" w:rsidRPr="0072679C" w:rsidRDefault="00647F95" w:rsidP="00740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Принять Закон Ярославской области «О внесении изменений в Закон Ярославской области «Об отдельных вопросах организации проведения к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питального ремонта общего имущества в многоквартирных домах на терр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Ярославской области».</w:t>
      </w:r>
    </w:p>
    <w:p w:rsidR="00740FD8" w:rsidRPr="0072679C" w:rsidRDefault="00647F95" w:rsidP="00740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указанный Закон Ярославской области Губернатору Яр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0FD8"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97B5A" w:rsidRPr="0072679C" w:rsidRDefault="00197B5A" w:rsidP="00740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385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 и на «</w:t>
      </w:r>
      <w:proofErr w:type="gramStart"/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</w:t>
      </w:r>
      <w:r w:rsidRPr="007267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267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267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267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72679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4080B" w:rsidRPr="0072679C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FD8" w:rsidRPr="0072679C" w:rsidRDefault="00740FD8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2679C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2679C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2679C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79C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2679C">
        <w:rPr>
          <w:rFonts w:ascii="Times New Roman" w:hAnsi="Times New Roman" w:cs="Times New Roman"/>
          <w:sz w:val="28"/>
          <w:szCs w:val="28"/>
        </w:rPr>
        <w:t xml:space="preserve"> </w:t>
      </w:r>
      <w:r w:rsidRPr="0072679C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72679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2679C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72679C">
        <w:rPr>
          <w:rFonts w:ascii="Times New Roman" w:hAnsi="Times New Roman" w:cs="Times New Roman"/>
          <w:sz w:val="28"/>
          <w:szCs w:val="28"/>
        </w:rPr>
        <w:t xml:space="preserve">       А.Д. Константинов</w:t>
      </w:r>
    </w:p>
    <w:sectPr w:rsidR="00FE7A2F" w:rsidRPr="0072679C" w:rsidSect="0072679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1AE6"/>
    <w:rsid w:val="00015261"/>
    <w:rsid w:val="00043567"/>
    <w:rsid w:val="000469A8"/>
    <w:rsid w:val="00071C04"/>
    <w:rsid w:val="00086AB7"/>
    <w:rsid w:val="00092BC1"/>
    <w:rsid w:val="00131C2B"/>
    <w:rsid w:val="0014080B"/>
    <w:rsid w:val="00197B5A"/>
    <w:rsid w:val="0025447D"/>
    <w:rsid w:val="002F36EC"/>
    <w:rsid w:val="00326C80"/>
    <w:rsid w:val="0035147B"/>
    <w:rsid w:val="00385AD6"/>
    <w:rsid w:val="00390058"/>
    <w:rsid w:val="003D0D48"/>
    <w:rsid w:val="003D6E36"/>
    <w:rsid w:val="003E7BA9"/>
    <w:rsid w:val="004221A7"/>
    <w:rsid w:val="00436B44"/>
    <w:rsid w:val="004C29DC"/>
    <w:rsid w:val="005466CC"/>
    <w:rsid w:val="00585B04"/>
    <w:rsid w:val="005A181B"/>
    <w:rsid w:val="0063331E"/>
    <w:rsid w:val="006378F2"/>
    <w:rsid w:val="00647F95"/>
    <w:rsid w:val="00673411"/>
    <w:rsid w:val="0072679C"/>
    <w:rsid w:val="00740FD8"/>
    <w:rsid w:val="00786248"/>
    <w:rsid w:val="00786AC3"/>
    <w:rsid w:val="007E4468"/>
    <w:rsid w:val="007F31E3"/>
    <w:rsid w:val="00824F3E"/>
    <w:rsid w:val="008321B5"/>
    <w:rsid w:val="008D6624"/>
    <w:rsid w:val="008E3473"/>
    <w:rsid w:val="008F5AEB"/>
    <w:rsid w:val="00951E33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9395D"/>
    <w:rsid w:val="00DA04EB"/>
    <w:rsid w:val="00DD7CAB"/>
    <w:rsid w:val="00E159CE"/>
    <w:rsid w:val="00E26C2D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11</cp:revision>
  <cp:lastPrinted>2019-12-09T09:14:00Z</cp:lastPrinted>
  <dcterms:created xsi:type="dcterms:W3CDTF">2020-01-13T07:12:00Z</dcterms:created>
  <dcterms:modified xsi:type="dcterms:W3CDTF">2020-02-12T06:38:00Z</dcterms:modified>
</cp:coreProperties>
</file>