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6A2C" w:rsidTr="00A76A2C">
        <w:tc>
          <w:tcPr>
            <w:tcW w:w="426" w:type="dxa"/>
            <w:vAlign w:val="bottom"/>
            <w:hideMark/>
          </w:tcPr>
          <w:p w:rsidR="00A76A2C" w:rsidRDefault="00A76A2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6A2C" w:rsidRDefault="00A76A2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A76A2C" w:rsidRDefault="00A76A2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76A2C" w:rsidRDefault="00A76A2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6A2C" w:rsidRPr="00A76A2C" w:rsidRDefault="00A76A2C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002148"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6F3690" w:rsidRPr="006F3690" w:rsidRDefault="006F3690" w:rsidP="006F36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F3690" w:rsidRPr="006F3690" w:rsidRDefault="006F3690" w:rsidP="006F36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25BD" w:rsidRPr="006F3690" w:rsidRDefault="007825BD" w:rsidP="006F36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3690">
        <w:rPr>
          <w:sz w:val="28"/>
          <w:szCs w:val="28"/>
        </w:rPr>
        <w:t xml:space="preserve">О </w:t>
      </w:r>
      <w:r w:rsidRPr="006F3690">
        <w:rPr>
          <w:color w:val="000000"/>
          <w:sz w:val="28"/>
          <w:szCs w:val="28"/>
        </w:rPr>
        <w:t xml:space="preserve">проекте </w:t>
      </w:r>
      <w:r w:rsidRPr="006F3690">
        <w:rPr>
          <w:sz w:val="28"/>
          <w:szCs w:val="28"/>
        </w:rPr>
        <w:t xml:space="preserve">закона Ярославской области </w:t>
      </w:r>
    </w:p>
    <w:p w:rsidR="007825BD" w:rsidRPr="006F3690" w:rsidRDefault="007825BD" w:rsidP="006F369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3690">
        <w:rPr>
          <w:sz w:val="28"/>
          <w:szCs w:val="28"/>
        </w:rPr>
        <w:t xml:space="preserve">«О признании </w:t>
      </w:r>
      <w:proofErr w:type="gramStart"/>
      <w:r w:rsidRPr="006F3690">
        <w:rPr>
          <w:sz w:val="28"/>
          <w:szCs w:val="28"/>
        </w:rPr>
        <w:t>утратившим</w:t>
      </w:r>
      <w:proofErr w:type="gramEnd"/>
      <w:r w:rsidRPr="006F3690">
        <w:rPr>
          <w:sz w:val="28"/>
          <w:szCs w:val="28"/>
        </w:rPr>
        <w:t xml:space="preserve"> силу </w:t>
      </w:r>
    </w:p>
    <w:p w:rsidR="007825BD" w:rsidRPr="006F3690" w:rsidRDefault="007825BD" w:rsidP="006F369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3690">
        <w:rPr>
          <w:sz w:val="28"/>
          <w:szCs w:val="28"/>
        </w:rPr>
        <w:t xml:space="preserve">Закона Ярославской области </w:t>
      </w:r>
    </w:p>
    <w:p w:rsidR="007825BD" w:rsidRPr="006F3690" w:rsidRDefault="007825BD" w:rsidP="006F369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3690">
        <w:rPr>
          <w:spacing w:val="-2"/>
          <w:sz w:val="28"/>
          <w:szCs w:val="28"/>
        </w:rPr>
        <w:t>«О благоустройстве в Ярославской области</w:t>
      </w:r>
      <w:r w:rsidRPr="006F3690">
        <w:rPr>
          <w:bCs/>
          <w:sz w:val="28"/>
          <w:szCs w:val="28"/>
        </w:rPr>
        <w:t>»</w:t>
      </w:r>
    </w:p>
    <w:p w:rsidR="00EE1E03" w:rsidRPr="006F3690" w:rsidRDefault="00EE1E03" w:rsidP="006F3690">
      <w:pPr>
        <w:contextualSpacing/>
        <w:jc w:val="both"/>
        <w:rPr>
          <w:sz w:val="28"/>
          <w:szCs w:val="28"/>
        </w:rPr>
      </w:pPr>
    </w:p>
    <w:p w:rsidR="00C05CA9" w:rsidRPr="006F3690" w:rsidRDefault="00C05CA9" w:rsidP="006F3690">
      <w:pPr>
        <w:contextualSpacing/>
        <w:jc w:val="both"/>
        <w:rPr>
          <w:sz w:val="28"/>
          <w:szCs w:val="28"/>
        </w:rPr>
      </w:pPr>
    </w:p>
    <w:p w:rsidR="009C296A" w:rsidRPr="006F3690" w:rsidRDefault="009C296A" w:rsidP="006F3690">
      <w:pPr>
        <w:ind w:firstLine="709"/>
        <w:contextualSpacing/>
        <w:jc w:val="both"/>
        <w:rPr>
          <w:sz w:val="28"/>
          <w:szCs w:val="28"/>
        </w:rPr>
      </w:pPr>
      <w:r w:rsidRPr="006F3690">
        <w:rPr>
          <w:sz w:val="28"/>
          <w:szCs w:val="28"/>
        </w:rPr>
        <w:t>Ярославская областная Дума</w:t>
      </w:r>
    </w:p>
    <w:p w:rsidR="009C296A" w:rsidRPr="006F3690" w:rsidRDefault="009C296A" w:rsidP="006F369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F3690" w:rsidRDefault="00E102FF" w:rsidP="006F3690">
      <w:pPr>
        <w:contextualSpacing/>
        <w:jc w:val="center"/>
        <w:rPr>
          <w:b/>
          <w:sz w:val="28"/>
          <w:szCs w:val="28"/>
        </w:rPr>
      </w:pPr>
      <w:proofErr w:type="gramStart"/>
      <w:r w:rsidRPr="006F3690">
        <w:rPr>
          <w:b/>
          <w:sz w:val="28"/>
          <w:szCs w:val="28"/>
        </w:rPr>
        <w:t>П</w:t>
      </w:r>
      <w:proofErr w:type="gramEnd"/>
      <w:r w:rsidRPr="006F3690">
        <w:rPr>
          <w:b/>
          <w:sz w:val="28"/>
          <w:szCs w:val="28"/>
        </w:rPr>
        <w:t xml:space="preserve"> О С Т А Н О В И Л А:</w:t>
      </w:r>
    </w:p>
    <w:p w:rsidR="00E102FF" w:rsidRPr="006F3690" w:rsidRDefault="00E102FF" w:rsidP="006F3690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6F3690" w:rsidRDefault="00E102FF" w:rsidP="006F3690">
      <w:pPr>
        <w:ind w:firstLine="709"/>
        <w:jc w:val="both"/>
        <w:rPr>
          <w:sz w:val="28"/>
          <w:szCs w:val="28"/>
        </w:rPr>
      </w:pPr>
      <w:r w:rsidRPr="006F3690">
        <w:rPr>
          <w:sz w:val="28"/>
          <w:szCs w:val="28"/>
        </w:rPr>
        <w:t xml:space="preserve">Принять </w:t>
      </w:r>
      <w:r w:rsidR="001F59D1" w:rsidRPr="006F3690">
        <w:rPr>
          <w:sz w:val="28"/>
          <w:szCs w:val="28"/>
        </w:rPr>
        <w:t>в первом чтении проект закона</w:t>
      </w:r>
      <w:r w:rsidR="00F32960" w:rsidRPr="006F3690">
        <w:rPr>
          <w:sz w:val="28"/>
          <w:szCs w:val="28"/>
        </w:rPr>
        <w:t xml:space="preserve"> Ярославской области</w:t>
      </w:r>
      <w:r w:rsidR="00032537" w:rsidRPr="006F3690">
        <w:rPr>
          <w:sz w:val="28"/>
          <w:szCs w:val="28"/>
        </w:rPr>
        <w:t xml:space="preserve"> </w:t>
      </w:r>
      <w:r w:rsidR="007825BD" w:rsidRPr="006F3690">
        <w:rPr>
          <w:sz w:val="28"/>
          <w:szCs w:val="28"/>
        </w:rPr>
        <w:t>«</w:t>
      </w:r>
      <w:proofErr w:type="gramStart"/>
      <w:r w:rsidR="007825BD" w:rsidRPr="006F3690">
        <w:rPr>
          <w:sz w:val="28"/>
          <w:szCs w:val="28"/>
        </w:rPr>
        <w:t>О</w:t>
      </w:r>
      <w:proofErr w:type="gramEnd"/>
      <w:r w:rsidR="007825BD" w:rsidRPr="006F3690">
        <w:rPr>
          <w:sz w:val="28"/>
          <w:szCs w:val="28"/>
        </w:rPr>
        <w:t xml:space="preserve"> пр</w:t>
      </w:r>
      <w:r w:rsidR="007825BD" w:rsidRPr="006F3690">
        <w:rPr>
          <w:sz w:val="28"/>
          <w:szCs w:val="28"/>
        </w:rPr>
        <w:t>и</w:t>
      </w:r>
      <w:r w:rsidR="007825BD" w:rsidRPr="006F3690">
        <w:rPr>
          <w:sz w:val="28"/>
          <w:szCs w:val="28"/>
        </w:rPr>
        <w:t xml:space="preserve">знании утратившим силу Закона Ярославской области </w:t>
      </w:r>
      <w:r w:rsidR="007825BD" w:rsidRPr="006F3690">
        <w:rPr>
          <w:spacing w:val="-2"/>
          <w:sz w:val="28"/>
          <w:szCs w:val="28"/>
        </w:rPr>
        <w:t>«О благоустройстве в Ярославской области</w:t>
      </w:r>
      <w:r w:rsidR="007825BD" w:rsidRPr="006F3690">
        <w:rPr>
          <w:sz w:val="28"/>
          <w:szCs w:val="28"/>
        </w:rPr>
        <w:t>»</w:t>
      </w:r>
      <w:r w:rsidR="00D32DAC" w:rsidRPr="006F3690">
        <w:rPr>
          <w:sz w:val="28"/>
          <w:szCs w:val="28"/>
        </w:rPr>
        <w:t xml:space="preserve">, </w:t>
      </w:r>
      <w:proofErr w:type="gramStart"/>
      <w:r w:rsidR="00D32DAC" w:rsidRPr="006F3690">
        <w:rPr>
          <w:rFonts w:eastAsia="Calibri"/>
          <w:sz w:val="28"/>
          <w:szCs w:val="28"/>
        </w:rPr>
        <w:t>внесенный</w:t>
      </w:r>
      <w:proofErr w:type="gramEnd"/>
      <w:r w:rsidR="00D32DAC" w:rsidRPr="006F3690">
        <w:rPr>
          <w:color w:val="000000"/>
          <w:sz w:val="28"/>
          <w:szCs w:val="28"/>
        </w:rPr>
        <w:t xml:space="preserve"> </w:t>
      </w:r>
      <w:r w:rsidR="00D32DAC" w:rsidRPr="006F3690">
        <w:rPr>
          <w:sz w:val="28"/>
          <w:szCs w:val="28"/>
        </w:rPr>
        <w:t>Губернатором Ярославской области.</w:t>
      </w:r>
    </w:p>
    <w:p w:rsidR="007168C8" w:rsidRPr="006F3690" w:rsidRDefault="007168C8" w:rsidP="006F36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6F3690" w:rsidRDefault="00824235" w:rsidP="006F36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6F3690" w:rsidRDefault="009F7569" w:rsidP="006F36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6F3690" w:rsidRDefault="00093AC8" w:rsidP="006F3690">
      <w:pPr>
        <w:pStyle w:val="3"/>
        <w:contextualSpacing/>
        <w:rPr>
          <w:szCs w:val="28"/>
        </w:rPr>
      </w:pPr>
      <w:r w:rsidRPr="006F3690">
        <w:rPr>
          <w:szCs w:val="28"/>
        </w:rPr>
        <w:t>Председатель</w:t>
      </w:r>
    </w:p>
    <w:p w:rsidR="00E102FF" w:rsidRPr="006F3690" w:rsidRDefault="00093AC8" w:rsidP="006F3690">
      <w:pPr>
        <w:jc w:val="both"/>
        <w:rPr>
          <w:sz w:val="28"/>
          <w:szCs w:val="28"/>
        </w:rPr>
      </w:pPr>
      <w:r w:rsidRPr="006F3690">
        <w:rPr>
          <w:sz w:val="28"/>
          <w:szCs w:val="28"/>
        </w:rPr>
        <w:t>Ярославской областной Думы</w:t>
      </w:r>
      <w:r w:rsidRPr="006F3690">
        <w:rPr>
          <w:sz w:val="28"/>
          <w:szCs w:val="28"/>
        </w:rPr>
        <w:tab/>
      </w:r>
      <w:r w:rsidRPr="006F3690">
        <w:rPr>
          <w:sz w:val="28"/>
          <w:szCs w:val="28"/>
        </w:rPr>
        <w:tab/>
      </w:r>
      <w:r w:rsidRPr="006F3690">
        <w:rPr>
          <w:sz w:val="28"/>
          <w:szCs w:val="28"/>
        </w:rPr>
        <w:tab/>
      </w:r>
      <w:r w:rsidRPr="006F3690">
        <w:rPr>
          <w:sz w:val="28"/>
          <w:szCs w:val="28"/>
        </w:rPr>
        <w:tab/>
        <w:t xml:space="preserve">      </w:t>
      </w:r>
      <w:r w:rsidR="007E06EC">
        <w:rPr>
          <w:sz w:val="28"/>
          <w:szCs w:val="28"/>
        </w:rPr>
        <w:t xml:space="preserve"> </w:t>
      </w:r>
      <w:r w:rsidRPr="006F3690">
        <w:rPr>
          <w:sz w:val="28"/>
          <w:szCs w:val="28"/>
        </w:rPr>
        <w:t xml:space="preserve">    </w:t>
      </w:r>
      <w:r w:rsidR="00B5428D" w:rsidRPr="006F3690">
        <w:rPr>
          <w:sz w:val="28"/>
          <w:szCs w:val="28"/>
        </w:rPr>
        <w:t>М.В. Боровицкий</w:t>
      </w:r>
    </w:p>
    <w:sectPr w:rsidR="00E102FF" w:rsidRPr="006F3690" w:rsidSect="006F369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A34" w:rsidRDefault="001B1A34">
      <w:r>
        <w:separator/>
      </w:r>
    </w:p>
  </w:endnote>
  <w:endnote w:type="continuationSeparator" w:id="0">
    <w:p w:rsidR="001B1A34" w:rsidRDefault="001B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A34" w:rsidRDefault="001B1A34">
      <w:r>
        <w:separator/>
      </w:r>
    </w:p>
  </w:footnote>
  <w:footnote w:type="continuationSeparator" w:id="0">
    <w:p w:rsidR="001B1A34" w:rsidRDefault="001B1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2148"/>
    <w:rsid w:val="00003832"/>
    <w:rsid w:val="00032537"/>
    <w:rsid w:val="00045831"/>
    <w:rsid w:val="000514F5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A34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5E05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C229E"/>
    <w:rsid w:val="005D033B"/>
    <w:rsid w:val="005D4226"/>
    <w:rsid w:val="00636E0B"/>
    <w:rsid w:val="006444FA"/>
    <w:rsid w:val="00645167"/>
    <w:rsid w:val="00661AF8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690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25BD"/>
    <w:rsid w:val="00787FC5"/>
    <w:rsid w:val="00787FEC"/>
    <w:rsid w:val="0079320E"/>
    <w:rsid w:val="007A3CF4"/>
    <w:rsid w:val="007A567D"/>
    <w:rsid w:val="007B1C25"/>
    <w:rsid w:val="007B78A7"/>
    <w:rsid w:val="007C4BF0"/>
    <w:rsid w:val="007E06EC"/>
    <w:rsid w:val="007F10A7"/>
    <w:rsid w:val="007F7785"/>
    <w:rsid w:val="00804752"/>
    <w:rsid w:val="00812780"/>
    <w:rsid w:val="00813A72"/>
    <w:rsid w:val="0082312E"/>
    <w:rsid w:val="00824057"/>
    <w:rsid w:val="00824235"/>
    <w:rsid w:val="0082765A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76A2C"/>
    <w:rsid w:val="00A8012F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34F7E"/>
    <w:rsid w:val="00B415D2"/>
    <w:rsid w:val="00B42317"/>
    <w:rsid w:val="00B51DE7"/>
    <w:rsid w:val="00B5428D"/>
    <w:rsid w:val="00B65E84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271B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72D6"/>
    <w:rsid w:val="00D72650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A7DB0"/>
    <w:rsid w:val="00EB015A"/>
    <w:rsid w:val="00ED3039"/>
    <w:rsid w:val="00EE0307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36DD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E75F-59D0-421A-8A34-B09A516C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105</cp:revision>
  <cp:lastPrinted>2013-11-12T12:49:00Z</cp:lastPrinted>
  <dcterms:created xsi:type="dcterms:W3CDTF">2013-10-30T12:49:00Z</dcterms:created>
  <dcterms:modified xsi:type="dcterms:W3CDTF">2018-01-23T12:08:00Z</dcterms:modified>
</cp:coreProperties>
</file>