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AB17B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AB17B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D7750B">
      <w:pPr>
        <w:spacing w:before="120"/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от </w:t>
      </w:r>
      <w:r w:rsidR="00301362">
        <w:rPr>
          <w:rFonts w:ascii="Times New Roman" w:hAnsi="Times New Roman"/>
          <w:sz w:val="28"/>
          <w:szCs w:val="28"/>
        </w:rPr>
        <w:t>01.07.2022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="00301362">
        <w:rPr>
          <w:rFonts w:ascii="Times New Roman" w:hAnsi="Times New Roman"/>
          <w:sz w:val="28"/>
          <w:szCs w:val="28"/>
        </w:rPr>
        <w:t>31-з</w:t>
      </w:r>
      <w:bookmarkStart w:id="0" w:name="_GoBack"/>
      <w:bookmarkEnd w:id="0"/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46D3E" w:rsidRDefault="00246D3E" w:rsidP="00246D3E">
      <w:pPr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Исполнение </w:t>
      </w:r>
    </w:p>
    <w:p w:rsidR="00246D3E" w:rsidRDefault="00246D3E" w:rsidP="00246D3E">
      <w:pPr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расходов бюджета Территориального фонда</w:t>
      </w:r>
    </w:p>
    <w:p w:rsidR="00246D3E" w:rsidRDefault="00246D3E" w:rsidP="00246D3E">
      <w:pPr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обязательного медицинского страхования Ярославской области</w:t>
      </w:r>
    </w:p>
    <w:p w:rsidR="00246D3E" w:rsidRDefault="00246D3E" w:rsidP="00246D3E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разделам и подразделам, целевым статьям и группам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2021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426"/>
        <w:gridCol w:w="567"/>
        <w:gridCol w:w="1701"/>
        <w:gridCol w:w="567"/>
        <w:gridCol w:w="2268"/>
      </w:tblGrid>
      <w:tr w:rsidR="00572E85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AB17B3" w:rsidRDefault="00B7409B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0C7C1B"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зательного медицинского страхования</w:t>
            </w:r>
            <w:r w:rsidR="000C70E1"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0A038C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19 878 056 280,54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ния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Выполнение функций аппар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тами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й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выполнения функций органами управления территориального фонда обяз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тельного медицинского страх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о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ганами управления госуда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внебюджетными фондами</w:t>
            </w:r>
          </w:p>
          <w:p w:rsidR="00553286" w:rsidRPr="00AB17B3" w:rsidRDefault="00553286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95 387 123,98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B17B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="00AB17B3"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1524A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27 496 166,25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11 969,76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D7750B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pacing w:val="-6"/>
                <w:sz w:val="28"/>
                <w:szCs w:val="28"/>
                <w:lang w:eastAsia="ru-RU"/>
              </w:rPr>
            </w:pPr>
            <w:r w:rsidRPr="00D7750B">
              <w:rPr>
                <w:rFonts w:ascii="Times New Roman" w:eastAsia="Times New Roman" w:hAnsi="Times New Roman"/>
                <w:bCs/>
                <w:i/>
                <w:spacing w:val="-6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27 411,91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19 755 133 608,64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19 755 133 608,64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ния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19 755 133 608,64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19 755 133 608,64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й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16 861 737 219,80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5D7F7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16 </w:t>
            </w:r>
            <w:r w:rsidR="005D7F7A"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332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810 368,66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528 926 851,14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й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мероприятий по организации дополнительного профессионального образов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ния медицинских работников по программам повышения квалификации, а также по пр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обретению и проведению 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монта медицинского оборуд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о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0C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1 340 956,81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1 340 956,81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й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ской Федерации (Расходы на оплату медицинской помощи, оказанной застрахованным л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цам за пределами территории субъекта Российской Федер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ции, в котором выдан полис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61424A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322 395 867,72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322 395 867,72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(Реализация террит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риальной программы обяз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221 226 600,00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221 226 600,00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316E5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(Расходы на оплату медицинской помощи, оказа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застрахованным лицам за 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пределами территории субъе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Российской Федерации, в котором выдан полис обяз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54 254,82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F22786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862E6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54 254,82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расходов м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организаций на оплату труда врачей и среднего медицинского персонала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4 258 099,43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4 258 099,43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ведения углубленной диспа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серизации застрахованных по обязательному медицинскому страхованию лиц, перенесших новую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коронавирусную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цию (COVID-19), в рамках ре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лизации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6 316 943,70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6 316 943,70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чайной ситуации и (или) при возникновении угрозы распр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  <w:p w:rsidR="00D7750B" w:rsidRPr="00E37D09" w:rsidRDefault="00D7750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0CB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426 012 000,00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04D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426 012 000,00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0508E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чайной ситуации и (или) при возникновении угрозы распр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(Расходы на оплату медицинской пом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щи, оказанной застрахованным лицам за пределами террит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рии субъекта Российской Ф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дерации, в котором выдан п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 обязательного медицинск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04275C" w:rsidP="0004275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42 862</w:t>
            </w:r>
            <w:r w:rsidR="00E10CBB"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  <w:r w:rsidR="00E10CBB"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04275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42 8</w:t>
            </w:r>
            <w:r w:rsidR="0004275C"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04275C"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030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04275C"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05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(Реализация территориальной программы обязательного м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1 709 559 400,00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A77A7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1 595 693 211,14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113 866 188,86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нию, в том числе с заболеван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(Расходы на оплату медици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помощи, оказанной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лицам за пред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лами территории субъекта Ро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котором выдан полис обязательного м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111 185 436,71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111 185 436,71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на территориях суб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720 455,87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720 455,87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приятий по организации 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полнительного профессионал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вышения квалификации, а та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 по приобретению и пров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дению ремонта медицинского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47 464 343,73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B17B3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47 464 343,73</w:t>
            </w:r>
          </w:p>
        </w:tc>
      </w:tr>
    </w:tbl>
    <w:p w:rsidR="00025BC3" w:rsidRPr="00E37D09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E37D09" w:rsidSect="00D7750B">
      <w:headerReference w:type="even" r:id="rId9"/>
      <w:headerReference w:type="default" r:id="rId10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335" w:rsidRDefault="00773335" w:rsidP="00025BC3">
      <w:r>
        <w:separator/>
      </w:r>
    </w:p>
  </w:endnote>
  <w:endnote w:type="continuationSeparator" w:id="0">
    <w:p w:rsidR="00773335" w:rsidRDefault="00773335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335" w:rsidRDefault="00773335" w:rsidP="00025BC3">
      <w:r>
        <w:separator/>
      </w:r>
    </w:p>
  </w:footnote>
  <w:footnote w:type="continuationSeparator" w:id="0">
    <w:p w:rsidR="00773335" w:rsidRDefault="00773335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301362">
      <w:rPr>
        <w:rStyle w:val="a7"/>
        <w:rFonts w:ascii="Times New Roman" w:hAnsi="Times New Roman"/>
        <w:noProof/>
        <w:sz w:val="28"/>
        <w:szCs w:val="24"/>
      </w:rPr>
      <w:t>6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038C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46D3E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1362"/>
    <w:rsid w:val="003071A1"/>
    <w:rsid w:val="00313ADD"/>
    <w:rsid w:val="00316E59"/>
    <w:rsid w:val="0032503E"/>
    <w:rsid w:val="003276E2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3087D"/>
    <w:rsid w:val="00552300"/>
    <w:rsid w:val="00553115"/>
    <w:rsid w:val="00553286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D7F7A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52FE9"/>
    <w:rsid w:val="0065463C"/>
    <w:rsid w:val="00655DF8"/>
    <w:rsid w:val="00662512"/>
    <w:rsid w:val="00662B19"/>
    <w:rsid w:val="00670324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3335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228C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6291C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B17B3"/>
    <w:rsid w:val="00AD4911"/>
    <w:rsid w:val="00AF0639"/>
    <w:rsid w:val="00B11D78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641A0"/>
    <w:rsid w:val="00D7750B"/>
    <w:rsid w:val="00D920A0"/>
    <w:rsid w:val="00DA0BC0"/>
    <w:rsid w:val="00DB20EE"/>
    <w:rsid w:val="00DB49CD"/>
    <w:rsid w:val="00DC3092"/>
    <w:rsid w:val="00DE122E"/>
    <w:rsid w:val="00DE4A4C"/>
    <w:rsid w:val="00DF07F5"/>
    <w:rsid w:val="00DF30DB"/>
    <w:rsid w:val="00E003D0"/>
    <w:rsid w:val="00E020C1"/>
    <w:rsid w:val="00E10CBB"/>
    <w:rsid w:val="00E15398"/>
    <w:rsid w:val="00E16D09"/>
    <w:rsid w:val="00E213E4"/>
    <w:rsid w:val="00E26003"/>
    <w:rsid w:val="00E2738A"/>
    <w:rsid w:val="00E37D09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75CE"/>
    <w:rsid w:val="00F624B0"/>
    <w:rsid w:val="00F64237"/>
    <w:rsid w:val="00F66F1C"/>
    <w:rsid w:val="00F75715"/>
    <w:rsid w:val="00F75D06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BF1D5-CB41-4B22-B445-B7737EEA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20</cp:revision>
  <cp:lastPrinted>2021-11-15T12:44:00Z</cp:lastPrinted>
  <dcterms:created xsi:type="dcterms:W3CDTF">2021-09-06T10:27:00Z</dcterms:created>
  <dcterms:modified xsi:type="dcterms:W3CDTF">2022-07-04T08:07:00Z</dcterms:modified>
</cp:coreProperties>
</file>