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19C3A" w14:textId="77777777" w:rsidR="00A740A9" w:rsidRPr="00A740A9" w:rsidRDefault="00A740A9" w:rsidP="00A740A9">
      <w:pPr>
        <w:jc w:val="right"/>
        <w:rPr>
          <w:rFonts w:eastAsia="Calibri"/>
          <w:b/>
          <w:sz w:val="20"/>
        </w:rPr>
      </w:pPr>
      <w:r w:rsidRPr="00A740A9">
        <w:rPr>
          <w:rFonts w:eastAsia="Calibri"/>
          <w:b/>
          <w:sz w:val="20"/>
        </w:rPr>
        <w:t>Проект вносит</w:t>
      </w:r>
    </w:p>
    <w:p w14:paraId="5B13467E" w14:textId="77777777" w:rsidR="00A740A9" w:rsidRPr="00A740A9" w:rsidRDefault="00A740A9" w:rsidP="00A740A9">
      <w:pPr>
        <w:jc w:val="right"/>
        <w:rPr>
          <w:rFonts w:eastAsia="Calibri"/>
          <w:b/>
          <w:sz w:val="20"/>
        </w:rPr>
      </w:pPr>
      <w:r w:rsidRPr="00A740A9">
        <w:rPr>
          <w:rFonts w:eastAsia="Calibri"/>
          <w:b/>
          <w:sz w:val="20"/>
        </w:rPr>
        <w:t>Губернатор Ярославской области</w:t>
      </w:r>
    </w:p>
    <w:p w14:paraId="0D843F6C" w14:textId="77777777" w:rsidR="00A740A9" w:rsidRPr="00A740A9" w:rsidRDefault="00A740A9" w:rsidP="00A740A9">
      <w:pPr>
        <w:jc w:val="right"/>
        <w:rPr>
          <w:rFonts w:eastAsia="Calibri"/>
          <w:b/>
          <w:sz w:val="20"/>
        </w:rPr>
      </w:pPr>
    </w:p>
    <w:p w14:paraId="2581B813" w14:textId="77777777" w:rsidR="00A740A9" w:rsidRPr="00A740A9" w:rsidRDefault="00A740A9" w:rsidP="00A740A9">
      <w:pPr>
        <w:jc w:val="right"/>
        <w:rPr>
          <w:rFonts w:eastAsia="Calibri"/>
          <w:b/>
          <w:i/>
          <w:iCs/>
          <w:sz w:val="20"/>
        </w:rPr>
      </w:pPr>
      <w:proofErr w:type="spellStart"/>
      <w:r w:rsidRPr="00A740A9">
        <w:rPr>
          <w:rFonts w:eastAsia="Calibri"/>
          <w:b/>
          <w:sz w:val="20"/>
        </w:rPr>
        <w:t>Евраев</w:t>
      </w:r>
      <w:proofErr w:type="spellEnd"/>
      <w:r w:rsidRPr="00A740A9">
        <w:rPr>
          <w:rFonts w:eastAsia="Calibri"/>
          <w:b/>
          <w:sz w:val="20"/>
        </w:rPr>
        <w:t xml:space="preserve"> М.Я.</w:t>
      </w:r>
    </w:p>
    <w:p w14:paraId="7C7F8053" w14:textId="489E0BB0" w:rsidR="00A740A9" w:rsidRDefault="00A740A9" w:rsidP="00A740A9">
      <w:pPr>
        <w:rPr>
          <w:rFonts w:eastAsia="Calibri"/>
          <w:b/>
          <w:sz w:val="20"/>
        </w:rPr>
      </w:pPr>
    </w:p>
    <w:p w14:paraId="72332DFC" w14:textId="77777777" w:rsidR="00A740A9" w:rsidRPr="00A740A9" w:rsidRDefault="00A740A9" w:rsidP="00A740A9">
      <w:pPr>
        <w:rPr>
          <w:rFonts w:eastAsia="Calibri"/>
          <w:b/>
          <w:sz w:val="20"/>
        </w:rPr>
      </w:pPr>
    </w:p>
    <w:p w14:paraId="2FA9BD9C" w14:textId="77777777" w:rsidR="000B41F0" w:rsidRPr="001D37B6" w:rsidRDefault="000B41F0" w:rsidP="00A740A9">
      <w:pPr>
        <w:jc w:val="right"/>
      </w:pPr>
    </w:p>
    <w:p w14:paraId="1DDBE6E3" w14:textId="77777777" w:rsidR="007B4179" w:rsidRPr="001D37B6" w:rsidRDefault="001B07A6">
      <w:pPr>
        <w:jc w:val="center"/>
      </w:pPr>
      <w:r w:rsidRPr="001D37B6">
        <w:rPr>
          <w:noProof/>
          <w:sz w:val="20"/>
          <w:szCs w:val="20"/>
        </w:rPr>
        <w:drawing>
          <wp:inline distT="0" distB="0" distL="0" distR="0" wp14:anchorId="4B3A8F19" wp14:editId="20907F09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54472" w14:textId="77777777" w:rsidR="007B4179" w:rsidRPr="001D37B6" w:rsidRDefault="007B4179">
      <w:pPr>
        <w:jc w:val="center"/>
        <w:rPr>
          <w:sz w:val="20"/>
        </w:rPr>
      </w:pPr>
    </w:p>
    <w:p w14:paraId="4E8F82CF" w14:textId="77777777" w:rsidR="002C371A" w:rsidRPr="00F42BF2" w:rsidRDefault="002C371A" w:rsidP="002C371A">
      <w:pPr>
        <w:jc w:val="center"/>
        <w:rPr>
          <w:b/>
          <w:bCs/>
          <w:sz w:val="32"/>
          <w:szCs w:val="32"/>
        </w:rPr>
      </w:pPr>
      <w:r w:rsidRPr="00F42BF2">
        <w:rPr>
          <w:b/>
          <w:bCs/>
          <w:sz w:val="32"/>
          <w:szCs w:val="32"/>
        </w:rPr>
        <w:t>З А К О Н</w:t>
      </w:r>
    </w:p>
    <w:p w14:paraId="729A1E48" w14:textId="20630645" w:rsidR="002C371A" w:rsidRPr="00F42BF2" w:rsidRDefault="002C371A" w:rsidP="002C371A">
      <w:pPr>
        <w:jc w:val="center"/>
        <w:rPr>
          <w:b/>
          <w:bCs/>
          <w:sz w:val="32"/>
          <w:szCs w:val="32"/>
        </w:rPr>
      </w:pPr>
      <w:r w:rsidRPr="00F42BF2">
        <w:rPr>
          <w:b/>
          <w:bCs/>
          <w:sz w:val="32"/>
          <w:szCs w:val="32"/>
        </w:rPr>
        <w:t>Я</w:t>
      </w:r>
      <w:r w:rsidR="00F42BF2" w:rsidRPr="00F42BF2">
        <w:rPr>
          <w:b/>
          <w:bCs/>
          <w:sz w:val="32"/>
          <w:szCs w:val="32"/>
        </w:rPr>
        <w:t>рославской области</w:t>
      </w:r>
    </w:p>
    <w:p w14:paraId="1D058C13" w14:textId="77777777" w:rsidR="009B7293" w:rsidRPr="001D37B6" w:rsidRDefault="009B7293" w:rsidP="00951713">
      <w:pPr>
        <w:jc w:val="center"/>
        <w:rPr>
          <w:b/>
          <w:sz w:val="28"/>
          <w:szCs w:val="28"/>
        </w:rPr>
      </w:pPr>
    </w:p>
    <w:p w14:paraId="1E0E6B5C" w14:textId="4392CE48" w:rsidR="00623853" w:rsidRPr="00623853" w:rsidRDefault="00993F22" w:rsidP="00951713">
      <w:pPr>
        <w:pStyle w:val="1"/>
        <w:ind w:left="0"/>
        <w:jc w:val="center"/>
        <w:rPr>
          <w:b/>
          <w:bCs/>
          <w:szCs w:val="28"/>
        </w:rPr>
      </w:pPr>
      <w:r w:rsidRPr="001D37B6">
        <w:rPr>
          <w:b/>
          <w:bCs/>
          <w:szCs w:val="28"/>
        </w:rPr>
        <w:t>О</w:t>
      </w:r>
      <w:r w:rsidR="00623853">
        <w:rPr>
          <w:b/>
          <w:bCs/>
          <w:szCs w:val="28"/>
        </w:rPr>
        <w:t xml:space="preserve"> внесении изменений в Закон Я</w:t>
      </w:r>
      <w:r w:rsidR="00623853" w:rsidRPr="00623853">
        <w:rPr>
          <w:b/>
          <w:bCs/>
          <w:szCs w:val="28"/>
        </w:rPr>
        <w:t>рославской области</w:t>
      </w:r>
    </w:p>
    <w:p w14:paraId="2A39741A" w14:textId="78A44D6C" w:rsidR="00623853" w:rsidRPr="00623853" w:rsidRDefault="00623853" w:rsidP="00951713">
      <w:pPr>
        <w:pStyle w:val="1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«О</w:t>
      </w:r>
      <w:r w:rsidRPr="00623853">
        <w:rPr>
          <w:b/>
          <w:bCs/>
          <w:szCs w:val="28"/>
        </w:rPr>
        <w:t>б административно-территориальном устройстве</w:t>
      </w:r>
    </w:p>
    <w:p w14:paraId="7B2AC6C9" w14:textId="31569022" w:rsidR="002771BF" w:rsidRPr="001D37B6" w:rsidRDefault="00623853" w:rsidP="00951713">
      <w:pPr>
        <w:pStyle w:val="1"/>
        <w:ind w:left="0"/>
        <w:jc w:val="center"/>
        <w:rPr>
          <w:b/>
          <w:szCs w:val="28"/>
        </w:rPr>
      </w:pPr>
      <w:r>
        <w:rPr>
          <w:b/>
          <w:bCs/>
          <w:szCs w:val="28"/>
        </w:rPr>
        <w:t>Я</w:t>
      </w:r>
      <w:r w:rsidRPr="00623853">
        <w:rPr>
          <w:b/>
          <w:bCs/>
          <w:szCs w:val="28"/>
        </w:rPr>
        <w:t xml:space="preserve">рославской </w:t>
      </w:r>
      <w:r>
        <w:rPr>
          <w:b/>
          <w:bCs/>
          <w:szCs w:val="28"/>
        </w:rPr>
        <w:t>области и порядке его изменения»</w:t>
      </w:r>
    </w:p>
    <w:p w14:paraId="331904E8" w14:textId="77777777" w:rsidR="007B579C" w:rsidRPr="00F75A66" w:rsidRDefault="007B579C" w:rsidP="007B579C">
      <w:pPr>
        <w:rPr>
          <w:sz w:val="28"/>
          <w:szCs w:val="28"/>
        </w:rPr>
      </w:pPr>
      <w:bookmarkStart w:id="0" w:name="_GoBack"/>
    </w:p>
    <w:p w14:paraId="61DE03BB" w14:textId="77777777" w:rsidR="00EB5501" w:rsidRPr="00F75A66" w:rsidRDefault="00EB5501" w:rsidP="002771BF">
      <w:pPr>
        <w:pStyle w:val="ab"/>
        <w:rPr>
          <w:sz w:val="28"/>
          <w:szCs w:val="28"/>
        </w:rPr>
      </w:pPr>
    </w:p>
    <w:p w14:paraId="1D4219C4" w14:textId="1B12E3E5" w:rsidR="002771BF" w:rsidRPr="00F75A66" w:rsidRDefault="002771BF" w:rsidP="006F1D55">
      <w:pPr>
        <w:pStyle w:val="ab"/>
        <w:jc w:val="left"/>
        <w:rPr>
          <w:sz w:val="28"/>
          <w:szCs w:val="28"/>
        </w:rPr>
      </w:pPr>
      <w:r w:rsidRPr="00F75A66">
        <w:rPr>
          <w:sz w:val="28"/>
          <w:szCs w:val="28"/>
        </w:rPr>
        <w:t>Принят Ярославской областной Думой</w:t>
      </w:r>
    </w:p>
    <w:p w14:paraId="0BE33F36" w14:textId="20EC6607" w:rsidR="002771BF" w:rsidRPr="00F75A66" w:rsidRDefault="00EB5501" w:rsidP="002771BF">
      <w:pPr>
        <w:pStyle w:val="ab"/>
        <w:rPr>
          <w:sz w:val="28"/>
          <w:szCs w:val="28"/>
        </w:rPr>
      </w:pPr>
      <w:r w:rsidRPr="00F75A66">
        <w:rPr>
          <w:sz w:val="28"/>
          <w:szCs w:val="28"/>
        </w:rPr>
        <w:t>«___</w:t>
      </w:r>
      <w:proofErr w:type="gramStart"/>
      <w:r w:rsidRPr="00F75A66">
        <w:rPr>
          <w:sz w:val="28"/>
          <w:szCs w:val="28"/>
        </w:rPr>
        <w:t>_»</w:t>
      </w:r>
      <w:r w:rsidR="002771BF" w:rsidRPr="00F75A66">
        <w:rPr>
          <w:sz w:val="28"/>
          <w:szCs w:val="28"/>
        </w:rPr>
        <w:t>_</w:t>
      </w:r>
      <w:proofErr w:type="gramEnd"/>
      <w:r w:rsidR="002771BF" w:rsidRPr="00F75A66">
        <w:rPr>
          <w:sz w:val="28"/>
          <w:szCs w:val="28"/>
        </w:rPr>
        <w:t>____________ 20</w:t>
      </w:r>
      <w:r w:rsidR="008B07E9" w:rsidRPr="00F75A66">
        <w:rPr>
          <w:sz w:val="28"/>
          <w:szCs w:val="28"/>
        </w:rPr>
        <w:t>2</w:t>
      </w:r>
      <w:r w:rsidR="00653425" w:rsidRPr="00F75A66">
        <w:rPr>
          <w:sz w:val="28"/>
          <w:szCs w:val="28"/>
        </w:rPr>
        <w:t>5</w:t>
      </w:r>
      <w:r w:rsidR="002771BF" w:rsidRPr="00F75A66">
        <w:rPr>
          <w:sz w:val="28"/>
          <w:szCs w:val="28"/>
        </w:rPr>
        <w:t xml:space="preserve"> года</w:t>
      </w:r>
    </w:p>
    <w:p w14:paraId="27FCA747" w14:textId="77777777" w:rsidR="002771BF" w:rsidRPr="00F75A66" w:rsidRDefault="002771BF" w:rsidP="00375E0D">
      <w:pPr>
        <w:rPr>
          <w:sz w:val="28"/>
          <w:szCs w:val="28"/>
        </w:rPr>
      </w:pPr>
    </w:p>
    <w:p w14:paraId="61A53905" w14:textId="77777777" w:rsidR="00623853" w:rsidRPr="00F75A66" w:rsidRDefault="00623853" w:rsidP="007E408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F75A66">
        <w:rPr>
          <w:b/>
          <w:bCs/>
          <w:sz w:val="28"/>
          <w:szCs w:val="28"/>
        </w:rPr>
        <w:t>Статья 1</w:t>
      </w:r>
    </w:p>
    <w:p w14:paraId="408C9EBD" w14:textId="0B606FA3" w:rsidR="004141CE" w:rsidRPr="00F75A66" w:rsidRDefault="004141CE" w:rsidP="004141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A66">
        <w:rPr>
          <w:bCs/>
          <w:sz w:val="28"/>
          <w:szCs w:val="28"/>
        </w:rPr>
        <w:t xml:space="preserve">Внести в Закон Ярославской области </w:t>
      </w:r>
      <w:r w:rsidRPr="00F75A66">
        <w:rPr>
          <w:sz w:val="28"/>
          <w:szCs w:val="28"/>
        </w:rPr>
        <w:t xml:space="preserve">от 07.02.2002 № 12-з «Об административно-территориальном устройстве Ярославской области и порядке его изменения» (Губернские вести, 2002, 15 февраля, № 11; 2008, 9 июля, № 55; Документ-Регион, 2024, 19 ноября, № 92) следующие изменения: </w:t>
      </w:r>
    </w:p>
    <w:p w14:paraId="6DB28CA7" w14:textId="74A7F2BD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>1) в части 2 статьи 1 слова «Федеральным законом «Об общих принципах организации местного самоуправления в Российской Федерации» заменить словами «Федеральным законом «Об общих принципах организации местного самоуправления в единой системе публичной власти»;</w:t>
      </w:r>
    </w:p>
    <w:p w14:paraId="476293BA" w14:textId="77777777" w:rsidR="004141CE" w:rsidRPr="00F75A66" w:rsidRDefault="004141CE" w:rsidP="004141CE">
      <w:pPr>
        <w:ind w:firstLine="709"/>
        <w:jc w:val="both"/>
        <w:rPr>
          <w:bCs/>
          <w:sz w:val="28"/>
          <w:szCs w:val="28"/>
        </w:rPr>
      </w:pPr>
      <w:r w:rsidRPr="00F75A66">
        <w:rPr>
          <w:sz w:val="28"/>
          <w:szCs w:val="28"/>
        </w:rPr>
        <w:t xml:space="preserve">2) </w:t>
      </w:r>
      <w:r w:rsidRPr="00F75A66">
        <w:rPr>
          <w:bCs/>
          <w:sz w:val="28"/>
          <w:szCs w:val="28"/>
        </w:rPr>
        <w:t>часть 3 статьи 10 изложить в следующей редакции:</w:t>
      </w:r>
    </w:p>
    <w:p w14:paraId="2BCA32C5" w14:textId="77777777" w:rsidR="004141CE" w:rsidRPr="00F75A66" w:rsidRDefault="004141CE" w:rsidP="004141CE">
      <w:pPr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«3. К населенным пунктам, не имеющим статуса административно-территориальных единиц, относятся сельские населенные пункты.</w:t>
      </w:r>
    </w:p>
    <w:p w14:paraId="070A6E23" w14:textId="0C69BCFF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 xml:space="preserve">Типами сельских населенных пунктов являются деревни, села, поселки, станции, поселки при железнодорожных станциях, слободы, хутора, местечки, </w:t>
      </w:r>
      <w:r w:rsidR="00A740A9" w:rsidRPr="00F75A66">
        <w:rPr>
          <w:sz w:val="28"/>
          <w:szCs w:val="28"/>
        </w:rPr>
        <w:t>а </w:t>
      </w:r>
      <w:r w:rsidRPr="00F75A66">
        <w:rPr>
          <w:sz w:val="28"/>
          <w:szCs w:val="28"/>
        </w:rPr>
        <w:t>также иные населенные пункты, не отнесенные к категории городских населенных пунктов.</w:t>
      </w:r>
    </w:p>
    <w:p w14:paraId="362FDB87" w14:textId="7F7D2B84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 xml:space="preserve">Одиночные дома, а также железнодорожные будки, дома лесников, бакенщиков, метеостанции, полевые станы, пасеки, сторожки, контрольные пункты, казармы, кордоны и иные </w:t>
      </w:r>
      <w:r w:rsidR="00FF22A0" w:rsidRPr="00F75A66">
        <w:rPr>
          <w:sz w:val="28"/>
          <w:szCs w:val="28"/>
        </w:rPr>
        <w:t>объекты служебного назначения в </w:t>
      </w:r>
      <w:r w:rsidRPr="00F75A66">
        <w:rPr>
          <w:sz w:val="28"/>
          <w:szCs w:val="28"/>
        </w:rPr>
        <w:t>соответствующих отраслях экономики, имеющие временное значе</w:t>
      </w:r>
      <w:r w:rsidR="00FF22A0" w:rsidRPr="00F75A66">
        <w:rPr>
          <w:sz w:val="28"/>
          <w:szCs w:val="28"/>
        </w:rPr>
        <w:t xml:space="preserve">ние </w:t>
      </w:r>
      <w:r w:rsidR="00FF22A0" w:rsidRPr="00F75A66">
        <w:rPr>
          <w:sz w:val="28"/>
          <w:szCs w:val="28"/>
        </w:rPr>
        <w:lastRenderedPageBreak/>
        <w:t>и </w:t>
      </w:r>
      <w:r w:rsidRPr="00F75A66">
        <w:rPr>
          <w:sz w:val="28"/>
          <w:szCs w:val="28"/>
        </w:rPr>
        <w:t xml:space="preserve">непостоянный состав населения, не </w:t>
      </w:r>
      <w:r w:rsidR="00FF22A0" w:rsidRPr="00F75A66">
        <w:rPr>
          <w:sz w:val="28"/>
          <w:szCs w:val="28"/>
        </w:rPr>
        <w:t>являются населенными пунктами и </w:t>
      </w:r>
      <w:r w:rsidRPr="00F75A66">
        <w:rPr>
          <w:sz w:val="28"/>
          <w:szCs w:val="28"/>
        </w:rPr>
        <w:t>подлежат приписке к населенным пу</w:t>
      </w:r>
      <w:r w:rsidR="00FF22A0" w:rsidRPr="00F75A66">
        <w:rPr>
          <w:sz w:val="28"/>
          <w:szCs w:val="28"/>
        </w:rPr>
        <w:t>нктам, с которыми они связаны в </w:t>
      </w:r>
      <w:r w:rsidRPr="00F75A66">
        <w:rPr>
          <w:sz w:val="28"/>
          <w:szCs w:val="28"/>
        </w:rPr>
        <w:t>административном, производственном или территориальном отношении.</w:t>
      </w:r>
    </w:p>
    <w:p w14:paraId="6A182362" w14:textId="6505A754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>Границы сельских населенных пунктов устанавливаются генеральными планами соответствующих муниципальных образований в порядке, предусмотренном федеральным законодательством.»;</w:t>
      </w:r>
    </w:p>
    <w:p w14:paraId="75CAD442" w14:textId="2BF8EC53" w:rsidR="004141CE" w:rsidRPr="00F75A66" w:rsidRDefault="00FF22A0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>3</w:t>
      </w:r>
      <w:r w:rsidR="004141CE" w:rsidRPr="00F75A66">
        <w:rPr>
          <w:sz w:val="28"/>
          <w:szCs w:val="28"/>
        </w:rPr>
        <w:t>) в статье 12</w:t>
      </w:r>
      <w:r w:rsidR="004141CE" w:rsidRPr="00F75A66">
        <w:rPr>
          <w:sz w:val="28"/>
          <w:szCs w:val="28"/>
          <w:vertAlign w:val="superscript"/>
        </w:rPr>
        <w:t>1</w:t>
      </w:r>
      <w:r w:rsidR="004141CE" w:rsidRPr="00F75A66">
        <w:rPr>
          <w:sz w:val="28"/>
          <w:szCs w:val="28"/>
        </w:rPr>
        <w:t>:</w:t>
      </w:r>
    </w:p>
    <w:p w14:paraId="2EA381C4" w14:textId="77777777" w:rsidR="00FF22A0" w:rsidRPr="00F75A66" w:rsidRDefault="00FF22A0" w:rsidP="00FF22A0">
      <w:pPr>
        <w:ind w:firstLine="709"/>
        <w:jc w:val="both"/>
        <w:rPr>
          <w:bCs/>
          <w:sz w:val="28"/>
          <w:szCs w:val="28"/>
        </w:rPr>
      </w:pPr>
      <w:r w:rsidRPr="00F75A66">
        <w:rPr>
          <w:sz w:val="28"/>
          <w:szCs w:val="28"/>
        </w:rPr>
        <w:t xml:space="preserve">а) </w:t>
      </w:r>
      <w:r w:rsidRPr="00F75A66">
        <w:rPr>
          <w:bCs/>
          <w:sz w:val="28"/>
          <w:szCs w:val="28"/>
        </w:rPr>
        <w:t>в пункте 3 части 1 слово «категории» заменить словом «типа»;</w:t>
      </w:r>
    </w:p>
    <w:p w14:paraId="013DCFE8" w14:textId="47B003F8" w:rsidR="004141CE" w:rsidRPr="00F75A66" w:rsidRDefault="00FF22A0" w:rsidP="00FF22A0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 xml:space="preserve">б) </w:t>
      </w:r>
      <w:r w:rsidR="004141CE" w:rsidRPr="00F75A66">
        <w:rPr>
          <w:sz w:val="28"/>
          <w:szCs w:val="28"/>
        </w:rPr>
        <w:t>в абзаце первом части 4 слова «поселений, муниципальных районов,» исключить;</w:t>
      </w:r>
    </w:p>
    <w:p w14:paraId="3B5DA85C" w14:textId="77777777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>б) часть 5 изложить в следующей редакции:</w:t>
      </w:r>
    </w:p>
    <w:p w14:paraId="1310AA4B" w14:textId="77777777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>«5. Изменение административно-территориального устройства осуществляется с учетом мнения населения соответствующих административно-территориальных единиц и сельских населенных пунктов.</w:t>
      </w:r>
    </w:p>
    <w:p w14:paraId="0161A829" w14:textId="77777777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>При изменении административно-территориального устройства, связанном с изменением границ населенных пунктов, учет мнения населения осуществляется в соответствии с Градостроительным кодексом Российской Федерации.</w:t>
      </w:r>
    </w:p>
    <w:p w14:paraId="1A7CE71E" w14:textId="77777777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>В случае изменения административно-территориального устройства, связанного с преобразованием муниципальных образований, учет мнения населения осуществляется в соответствии с Федеральным законом «Об общих принципах организации местного самоуправления в единой системе публичной власти».</w:t>
      </w:r>
    </w:p>
    <w:p w14:paraId="44BB228C" w14:textId="77777777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>Мнение населения по вопросам установления (переноса) административных центров районов Ярославской области, сельских округов выражается представительными органами соответствующих муниципальных округов.</w:t>
      </w:r>
    </w:p>
    <w:p w14:paraId="5A292020" w14:textId="47534D89" w:rsidR="004141CE" w:rsidRPr="00F75A66" w:rsidRDefault="004141CE" w:rsidP="004141CE">
      <w:pPr>
        <w:ind w:firstLine="709"/>
        <w:jc w:val="both"/>
        <w:rPr>
          <w:sz w:val="28"/>
          <w:szCs w:val="28"/>
        </w:rPr>
      </w:pPr>
      <w:r w:rsidRPr="00F75A66">
        <w:rPr>
          <w:sz w:val="28"/>
          <w:szCs w:val="28"/>
        </w:rPr>
        <w:t xml:space="preserve">Мнение населения по вопросам создания, изменения </w:t>
      </w:r>
      <w:r w:rsidR="00FF22A0" w:rsidRPr="00F75A66">
        <w:rPr>
          <w:sz w:val="28"/>
          <w:szCs w:val="28"/>
        </w:rPr>
        <w:t>типа и </w:t>
      </w:r>
      <w:r w:rsidRPr="00F75A66">
        <w:rPr>
          <w:sz w:val="28"/>
          <w:szCs w:val="28"/>
        </w:rPr>
        <w:t>ликвидации сельских населенных пунктов, а также по иным вопросам изменения административно-территориального устройства выражается представительными органами соответствующих муниципальных округов, городских округов.</w:t>
      </w:r>
      <w:r w:rsidR="00FF22A0" w:rsidRPr="00F75A66">
        <w:rPr>
          <w:sz w:val="28"/>
          <w:szCs w:val="28"/>
        </w:rPr>
        <w:t xml:space="preserve">»; </w:t>
      </w:r>
    </w:p>
    <w:p w14:paraId="0F304C62" w14:textId="5AF538DF" w:rsidR="000D521E" w:rsidRPr="00F75A66" w:rsidRDefault="00FF22A0" w:rsidP="00FF22A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4</w:t>
      </w:r>
      <w:r w:rsidR="00AB4080" w:rsidRPr="00F75A66">
        <w:rPr>
          <w:bCs/>
          <w:sz w:val="28"/>
          <w:szCs w:val="28"/>
        </w:rPr>
        <w:t xml:space="preserve">) </w:t>
      </w:r>
      <w:r w:rsidR="000D521E" w:rsidRPr="00F75A66">
        <w:rPr>
          <w:bCs/>
          <w:sz w:val="28"/>
          <w:szCs w:val="28"/>
        </w:rPr>
        <w:t>в статье 12</w:t>
      </w:r>
      <w:r w:rsidR="000D521E" w:rsidRPr="00F75A66">
        <w:rPr>
          <w:bCs/>
          <w:sz w:val="28"/>
          <w:szCs w:val="28"/>
          <w:vertAlign w:val="superscript"/>
        </w:rPr>
        <w:t>4</w:t>
      </w:r>
      <w:r w:rsidR="000D521E" w:rsidRPr="00F75A66">
        <w:rPr>
          <w:bCs/>
          <w:sz w:val="28"/>
          <w:szCs w:val="28"/>
        </w:rPr>
        <w:t>:</w:t>
      </w:r>
    </w:p>
    <w:p w14:paraId="2A320FD2" w14:textId="4086A014" w:rsidR="000D521E" w:rsidRPr="00F75A66" w:rsidRDefault="000D521E" w:rsidP="007E40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 xml:space="preserve">а) в наименовании </w:t>
      </w:r>
      <w:r w:rsidR="00951713" w:rsidRPr="00F75A66">
        <w:rPr>
          <w:bCs/>
          <w:sz w:val="28"/>
          <w:szCs w:val="28"/>
        </w:rPr>
        <w:t>слово «категории» заменить словом «</w:t>
      </w:r>
      <w:r w:rsidRPr="00F75A66">
        <w:rPr>
          <w:bCs/>
          <w:sz w:val="28"/>
          <w:szCs w:val="28"/>
        </w:rPr>
        <w:t>типа»;</w:t>
      </w:r>
    </w:p>
    <w:p w14:paraId="762F0411" w14:textId="0C5F4633" w:rsidR="00AB4080" w:rsidRPr="00F75A66" w:rsidRDefault="000D521E" w:rsidP="007E40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 xml:space="preserve">б) </w:t>
      </w:r>
      <w:r w:rsidR="00C43655" w:rsidRPr="00F75A66">
        <w:rPr>
          <w:bCs/>
          <w:sz w:val="28"/>
          <w:szCs w:val="28"/>
        </w:rPr>
        <w:t>часть 2 изложить в следующей редакции:</w:t>
      </w:r>
    </w:p>
    <w:p w14:paraId="1123106B" w14:textId="67912854" w:rsidR="00C43655" w:rsidRPr="00F75A66" w:rsidRDefault="00FF22A0" w:rsidP="00FF22A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«2. Изменение типов сельских населенных пунктов</w:t>
      </w:r>
      <w:r w:rsidR="00C43655" w:rsidRPr="00F75A66">
        <w:rPr>
          <w:bCs/>
          <w:sz w:val="28"/>
          <w:szCs w:val="28"/>
        </w:rPr>
        <w:t xml:space="preserve"> осуществляется </w:t>
      </w:r>
      <w:r w:rsidR="0020176D" w:rsidRPr="00F75A66">
        <w:rPr>
          <w:bCs/>
          <w:sz w:val="28"/>
          <w:szCs w:val="28"/>
        </w:rPr>
        <w:t>в целях исключения</w:t>
      </w:r>
      <w:r w:rsidRPr="00F75A66">
        <w:rPr>
          <w:bCs/>
          <w:sz w:val="28"/>
          <w:szCs w:val="28"/>
        </w:rPr>
        <w:t xml:space="preserve"> нахождения на территории одного муниципального образования Ярославской области двух и более сельских населенных пунктов, имеющих одинаковый тип и наименование, а также в целях упорядочивания типов сельских населенных пунктов с учетом исторических и </w:t>
      </w:r>
      <w:r w:rsidR="00C43655" w:rsidRPr="00F75A66">
        <w:rPr>
          <w:bCs/>
          <w:sz w:val="28"/>
          <w:szCs w:val="28"/>
        </w:rPr>
        <w:t>культурных традиций</w:t>
      </w:r>
      <w:r w:rsidRPr="00F75A66">
        <w:rPr>
          <w:bCs/>
          <w:sz w:val="28"/>
          <w:szCs w:val="28"/>
        </w:rPr>
        <w:t>.»;</w:t>
      </w:r>
    </w:p>
    <w:p w14:paraId="64430110" w14:textId="187DFE09" w:rsidR="00FF22A0" w:rsidRPr="00F75A66" w:rsidRDefault="00FF22A0" w:rsidP="00FF22A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5) абзац первый статьи 25 изложить в следующей редакции:</w:t>
      </w:r>
    </w:p>
    <w:p w14:paraId="760A500A" w14:textId="6BCD36F8" w:rsidR="00FF22A0" w:rsidRPr="00F75A66" w:rsidRDefault="00FF22A0" w:rsidP="00FF22A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«С проектом закона Ярославской области об изменении административно-территориального устройства сельских округов (</w:t>
      </w:r>
      <w:r w:rsidR="008656CB" w:rsidRPr="00F75A66">
        <w:rPr>
          <w:bCs/>
          <w:sz w:val="28"/>
          <w:szCs w:val="28"/>
        </w:rPr>
        <w:t xml:space="preserve">за исключением проекта закона </w:t>
      </w:r>
      <w:r w:rsidR="008656CB" w:rsidRPr="00F75A66">
        <w:rPr>
          <w:bCs/>
          <w:sz w:val="28"/>
          <w:szCs w:val="28"/>
        </w:rPr>
        <w:lastRenderedPageBreak/>
        <w:t>Ярославской области </w:t>
      </w:r>
      <w:r w:rsidR="008656CB" w:rsidRPr="00F75A66">
        <w:rPr>
          <w:bCs/>
          <w:iCs/>
          <w:sz w:val="28"/>
          <w:szCs w:val="28"/>
        </w:rPr>
        <w:t>об изменении административно-территориального устройства сельских округов</w:t>
      </w:r>
      <w:r w:rsidR="008656CB" w:rsidRPr="00F75A66">
        <w:rPr>
          <w:bCs/>
          <w:sz w:val="28"/>
          <w:szCs w:val="28"/>
        </w:rPr>
        <w:t>, </w:t>
      </w:r>
      <w:r w:rsidR="008656CB" w:rsidRPr="00F75A66">
        <w:rPr>
          <w:bCs/>
          <w:iCs/>
          <w:sz w:val="28"/>
          <w:szCs w:val="28"/>
        </w:rPr>
        <w:t>предусматривающ</w:t>
      </w:r>
      <w:r w:rsidR="0020176D" w:rsidRPr="00F75A66">
        <w:rPr>
          <w:bCs/>
          <w:iCs/>
          <w:sz w:val="28"/>
          <w:szCs w:val="28"/>
        </w:rPr>
        <w:t>его</w:t>
      </w:r>
      <w:r w:rsidR="008656CB" w:rsidRPr="00F75A66">
        <w:rPr>
          <w:bCs/>
          <w:iCs/>
          <w:sz w:val="28"/>
          <w:szCs w:val="28"/>
        </w:rPr>
        <w:t xml:space="preserve"> изменение</w:t>
      </w:r>
      <w:r w:rsidR="008656CB" w:rsidRPr="00F75A66">
        <w:rPr>
          <w:bCs/>
          <w:sz w:val="28"/>
          <w:szCs w:val="28"/>
        </w:rPr>
        <w:t> типа сельского населенного пункта</w:t>
      </w:r>
      <w:r w:rsidRPr="00F75A66">
        <w:rPr>
          <w:bCs/>
          <w:sz w:val="28"/>
          <w:szCs w:val="28"/>
        </w:rPr>
        <w:t>) представляются:</w:t>
      </w:r>
      <w:r w:rsidR="00A740A9" w:rsidRPr="00F75A66">
        <w:rPr>
          <w:bCs/>
          <w:sz w:val="28"/>
          <w:szCs w:val="28"/>
        </w:rPr>
        <w:t>»;</w:t>
      </w:r>
    </w:p>
    <w:p w14:paraId="348753A5" w14:textId="2B140B0A" w:rsidR="00FF22A0" w:rsidRPr="00F75A66" w:rsidRDefault="00A740A9" w:rsidP="00FF22A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6) в статье 26:</w:t>
      </w:r>
    </w:p>
    <w:p w14:paraId="3AF85ADF" w14:textId="1C000B01" w:rsidR="0046488C" w:rsidRPr="00F75A66" w:rsidRDefault="0046488C" w:rsidP="00FF22A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а) наименование изложить в следующей редакции:</w:t>
      </w:r>
    </w:p>
    <w:p w14:paraId="2A1DD204" w14:textId="056FD35C" w:rsidR="0046488C" w:rsidRPr="00F75A66" w:rsidRDefault="0046488C" w:rsidP="0046488C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75A66">
        <w:rPr>
          <w:bCs/>
          <w:sz w:val="28"/>
          <w:szCs w:val="28"/>
        </w:rPr>
        <w:t>«Статья 26.</w:t>
      </w:r>
      <w:r w:rsidRPr="00F75A66">
        <w:rPr>
          <w:b/>
          <w:bCs/>
          <w:sz w:val="28"/>
          <w:szCs w:val="28"/>
        </w:rPr>
        <w:t xml:space="preserve"> Перечень документов и материалов, представляемых при изменении административно-территориального устройства городских населенных пунктов и городских районов, </w:t>
      </w:r>
      <w:r w:rsidR="0020176D" w:rsidRPr="00F75A66">
        <w:rPr>
          <w:b/>
          <w:bCs/>
          <w:sz w:val="28"/>
          <w:szCs w:val="28"/>
        </w:rPr>
        <w:t>изменении административно-территориального устройства сельских округов в виде изменения типа сельского населенного пункта</w:t>
      </w:r>
      <w:r w:rsidRPr="00F75A66">
        <w:rPr>
          <w:bCs/>
          <w:sz w:val="28"/>
          <w:szCs w:val="28"/>
        </w:rPr>
        <w:t>»;</w:t>
      </w:r>
    </w:p>
    <w:p w14:paraId="5772F0BC" w14:textId="51E0BCF7" w:rsidR="00A740A9" w:rsidRPr="00F75A66" w:rsidRDefault="0046488C" w:rsidP="00FF22A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б</w:t>
      </w:r>
      <w:r w:rsidR="00A740A9" w:rsidRPr="00F75A66">
        <w:rPr>
          <w:bCs/>
          <w:sz w:val="28"/>
          <w:szCs w:val="28"/>
        </w:rPr>
        <w:t>) абзац первый изложить в следующей редакции:</w:t>
      </w:r>
    </w:p>
    <w:p w14:paraId="58FB564F" w14:textId="783E9D17" w:rsidR="00A740A9" w:rsidRPr="00F75A66" w:rsidRDefault="00A740A9" w:rsidP="00A740A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«С проектом закона Ярославской области об изменении административно-территориального устройства городских населенных пунктов и городских районов,</w:t>
      </w:r>
      <w:r w:rsidR="00B75FED" w:rsidRPr="00F75A66">
        <w:rPr>
          <w:bCs/>
          <w:sz w:val="28"/>
          <w:szCs w:val="28"/>
        </w:rPr>
        <w:t xml:space="preserve"> </w:t>
      </w:r>
      <w:r w:rsidR="0020176D" w:rsidRPr="00F75A66">
        <w:rPr>
          <w:bCs/>
          <w:sz w:val="28"/>
          <w:szCs w:val="28"/>
        </w:rPr>
        <w:t>л</w:t>
      </w:r>
      <w:r w:rsidR="00F75A66" w:rsidRPr="00F75A66">
        <w:rPr>
          <w:bCs/>
          <w:sz w:val="28"/>
          <w:szCs w:val="28"/>
        </w:rPr>
        <w:t>ибо о</w:t>
      </w:r>
      <w:r w:rsidR="00B75FED" w:rsidRPr="00F75A66">
        <w:rPr>
          <w:bCs/>
          <w:iCs/>
          <w:sz w:val="28"/>
          <w:szCs w:val="28"/>
        </w:rPr>
        <w:t>б изменении административно-территориального устройства сельских округов</w:t>
      </w:r>
      <w:r w:rsidR="00B75FED" w:rsidRPr="00F75A66">
        <w:rPr>
          <w:bCs/>
          <w:sz w:val="28"/>
          <w:szCs w:val="28"/>
        </w:rPr>
        <w:t>, </w:t>
      </w:r>
      <w:r w:rsidR="00B75FED" w:rsidRPr="00F75A66">
        <w:rPr>
          <w:bCs/>
          <w:iCs/>
          <w:sz w:val="28"/>
          <w:szCs w:val="28"/>
        </w:rPr>
        <w:t>предусматривающи</w:t>
      </w:r>
      <w:r w:rsidR="0020176D" w:rsidRPr="00F75A66">
        <w:rPr>
          <w:bCs/>
          <w:iCs/>
          <w:sz w:val="28"/>
          <w:szCs w:val="28"/>
        </w:rPr>
        <w:t>м</w:t>
      </w:r>
      <w:r w:rsidR="00B75FED" w:rsidRPr="00F75A66">
        <w:rPr>
          <w:bCs/>
          <w:iCs/>
          <w:sz w:val="28"/>
          <w:szCs w:val="28"/>
        </w:rPr>
        <w:t xml:space="preserve"> изменение</w:t>
      </w:r>
      <w:r w:rsidR="00B75FED" w:rsidRPr="00F75A66">
        <w:rPr>
          <w:bCs/>
          <w:sz w:val="28"/>
          <w:szCs w:val="28"/>
        </w:rPr>
        <w:t xml:space="preserve"> типа сельского населенного пункта, </w:t>
      </w:r>
      <w:r w:rsidRPr="00F75A66">
        <w:rPr>
          <w:bCs/>
          <w:sz w:val="28"/>
          <w:szCs w:val="28"/>
        </w:rPr>
        <w:t>представляются:»;</w:t>
      </w:r>
    </w:p>
    <w:p w14:paraId="4059C9A7" w14:textId="29ED0C9B" w:rsidR="00A740A9" w:rsidRPr="00F75A66" w:rsidRDefault="00F75A66" w:rsidP="00A740A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в</w:t>
      </w:r>
      <w:r w:rsidR="00A740A9" w:rsidRPr="00F75A66">
        <w:rPr>
          <w:bCs/>
          <w:sz w:val="28"/>
          <w:szCs w:val="28"/>
        </w:rPr>
        <w:t xml:space="preserve">) </w:t>
      </w:r>
      <w:r w:rsidRPr="00F75A66">
        <w:rPr>
          <w:bCs/>
          <w:sz w:val="28"/>
          <w:szCs w:val="28"/>
        </w:rPr>
        <w:t>в</w:t>
      </w:r>
      <w:r w:rsidR="005D4AF3" w:rsidRPr="00F75A66">
        <w:rPr>
          <w:bCs/>
          <w:sz w:val="28"/>
          <w:szCs w:val="28"/>
        </w:rPr>
        <w:t xml:space="preserve"> абзаце третьем после слов «</w:t>
      </w:r>
      <w:r w:rsidR="00A740A9" w:rsidRPr="00F75A66">
        <w:rPr>
          <w:bCs/>
          <w:sz w:val="28"/>
          <w:szCs w:val="28"/>
        </w:rPr>
        <w:t>района в городе;</w:t>
      </w:r>
      <w:r w:rsidR="005D4AF3" w:rsidRPr="00F75A66">
        <w:rPr>
          <w:bCs/>
          <w:sz w:val="28"/>
          <w:szCs w:val="28"/>
        </w:rPr>
        <w:t xml:space="preserve">» дополнить словами «предложения </w:t>
      </w:r>
      <w:r w:rsidR="0046488C" w:rsidRPr="00F75A66">
        <w:rPr>
          <w:bCs/>
          <w:sz w:val="28"/>
          <w:szCs w:val="28"/>
        </w:rPr>
        <w:t>о типе</w:t>
      </w:r>
      <w:r w:rsidR="005D4AF3" w:rsidRPr="00F75A66">
        <w:rPr>
          <w:bCs/>
          <w:sz w:val="28"/>
          <w:szCs w:val="28"/>
        </w:rPr>
        <w:t xml:space="preserve"> сельского населенного пункта;».</w:t>
      </w:r>
    </w:p>
    <w:p w14:paraId="23FFBE75" w14:textId="77777777" w:rsidR="00623853" w:rsidRPr="00F75A66" w:rsidRDefault="00623853" w:rsidP="007E408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253A4F52" w14:textId="77777777" w:rsidR="00623853" w:rsidRPr="00F75A66" w:rsidRDefault="00623853" w:rsidP="007E408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F75A66">
        <w:rPr>
          <w:b/>
          <w:bCs/>
          <w:sz w:val="28"/>
          <w:szCs w:val="28"/>
        </w:rPr>
        <w:t>Статья 2</w:t>
      </w:r>
    </w:p>
    <w:p w14:paraId="633C86A2" w14:textId="77777777" w:rsidR="00623853" w:rsidRPr="00F75A66" w:rsidRDefault="00623853" w:rsidP="007E40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A66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14:paraId="33D46917" w14:textId="77777777" w:rsidR="00EB06FE" w:rsidRPr="00F75A66" w:rsidRDefault="00EB06FE" w:rsidP="007E408A">
      <w:pPr>
        <w:keepNext/>
        <w:tabs>
          <w:tab w:val="left" w:pos="8222"/>
        </w:tabs>
        <w:autoSpaceDE w:val="0"/>
        <w:autoSpaceDN w:val="0"/>
        <w:ind w:firstLine="709"/>
        <w:jc w:val="both"/>
        <w:outlineLvl w:val="1"/>
        <w:rPr>
          <w:bCs/>
          <w:sz w:val="28"/>
          <w:szCs w:val="28"/>
        </w:rPr>
      </w:pPr>
    </w:p>
    <w:p w14:paraId="76D05D8F" w14:textId="77777777" w:rsidR="00EB06FE" w:rsidRPr="00F75A66" w:rsidRDefault="00EB06FE" w:rsidP="00EB06FE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14:paraId="5C3DC875" w14:textId="77777777" w:rsidR="002E6E72" w:rsidRPr="00F75A66" w:rsidRDefault="002E6E72" w:rsidP="004C661E">
      <w:pPr>
        <w:rPr>
          <w:sz w:val="28"/>
          <w:szCs w:val="28"/>
        </w:rPr>
      </w:pPr>
    </w:p>
    <w:p w14:paraId="78CD1CA5" w14:textId="77777777" w:rsidR="0005129E" w:rsidRPr="00F75A66" w:rsidRDefault="0005129E" w:rsidP="0005129E">
      <w:pPr>
        <w:pStyle w:val="2"/>
        <w:rPr>
          <w:b w:val="0"/>
          <w:szCs w:val="28"/>
        </w:rPr>
      </w:pPr>
      <w:r w:rsidRPr="00F75A66">
        <w:rPr>
          <w:b w:val="0"/>
          <w:szCs w:val="28"/>
        </w:rPr>
        <w:t>Губернатор</w:t>
      </w:r>
    </w:p>
    <w:p w14:paraId="6FD0D80E" w14:textId="3AA61DEF" w:rsidR="0005129E" w:rsidRPr="00F75A66" w:rsidRDefault="0005129E" w:rsidP="0005129E">
      <w:pPr>
        <w:pStyle w:val="2"/>
        <w:rPr>
          <w:b w:val="0"/>
          <w:szCs w:val="28"/>
        </w:rPr>
      </w:pPr>
      <w:r w:rsidRPr="00F75A66">
        <w:rPr>
          <w:b w:val="0"/>
          <w:szCs w:val="28"/>
        </w:rPr>
        <w:t xml:space="preserve">Ярославской области </w:t>
      </w:r>
      <w:r w:rsidR="00051E11" w:rsidRPr="00F75A66">
        <w:rPr>
          <w:b w:val="0"/>
          <w:szCs w:val="28"/>
        </w:rPr>
        <w:t xml:space="preserve">      </w:t>
      </w:r>
      <w:r w:rsidR="00696056" w:rsidRPr="00F75A66">
        <w:rPr>
          <w:b w:val="0"/>
          <w:szCs w:val="28"/>
        </w:rPr>
        <w:t xml:space="preserve"> </w:t>
      </w:r>
      <w:r w:rsidR="00051E11" w:rsidRPr="00F75A66">
        <w:rPr>
          <w:b w:val="0"/>
          <w:szCs w:val="28"/>
        </w:rPr>
        <w:t xml:space="preserve">  </w:t>
      </w:r>
      <w:r w:rsidRPr="00F75A66">
        <w:rPr>
          <w:b w:val="0"/>
          <w:szCs w:val="28"/>
        </w:rPr>
        <w:t xml:space="preserve">                </w:t>
      </w:r>
      <w:r w:rsidR="00C11B72" w:rsidRPr="00F75A66">
        <w:rPr>
          <w:b w:val="0"/>
          <w:szCs w:val="28"/>
        </w:rPr>
        <w:t xml:space="preserve">  </w:t>
      </w:r>
      <w:r w:rsidRPr="00F75A66">
        <w:rPr>
          <w:b w:val="0"/>
          <w:szCs w:val="28"/>
        </w:rPr>
        <w:t xml:space="preserve">    </w:t>
      </w:r>
      <w:r w:rsidR="00563621" w:rsidRPr="00F75A66">
        <w:rPr>
          <w:b w:val="0"/>
          <w:szCs w:val="28"/>
        </w:rPr>
        <w:t xml:space="preserve">   </w:t>
      </w:r>
      <w:r w:rsidR="00747038" w:rsidRPr="00F75A66">
        <w:rPr>
          <w:b w:val="0"/>
          <w:szCs w:val="28"/>
        </w:rPr>
        <w:t xml:space="preserve"> </w:t>
      </w:r>
      <w:r w:rsidR="00563621" w:rsidRPr="00F75A66">
        <w:rPr>
          <w:b w:val="0"/>
          <w:szCs w:val="28"/>
        </w:rPr>
        <w:t xml:space="preserve"> </w:t>
      </w:r>
      <w:r w:rsidRPr="00F75A66">
        <w:rPr>
          <w:b w:val="0"/>
          <w:szCs w:val="28"/>
        </w:rPr>
        <w:t xml:space="preserve">               </w:t>
      </w:r>
      <w:r w:rsidR="00353AE9" w:rsidRPr="00F75A66">
        <w:rPr>
          <w:b w:val="0"/>
          <w:szCs w:val="28"/>
        </w:rPr>
        <w:t xml:space="preserve"> </w:t>
      </w:r>
      <w:r w:rsidR="007E06C3" w:rsidRPr="00F75A66">
        <w:rPr>
          <w:b w:val="0"/>
          <w:szCs w:val="28"/>
        </w:rPr>
        <w:t xml:space="preserve">   </w:t>
      </w:r>
      <w:r w:rsidRPr="00F75A66">
        <w:rPr>
          <w:b w:val="0"/>
          <w:szCs w:val="28"/>
        </w:rPr>
        <w:t xml:space="preserve">                    М.Я. Евраев</w:t>
      </w:r>
    </w:p>
    <w:p w14:paraId="4DAAAD6D" w14:textId="77777777" w:rsidR="004C661E" w:rsidRPr="00F75A66" w:rsidRDefault="004C661E" w:rsidP="004C661E">
      <w:pPr>
        <w:rPr>
          <w:sz w:val="28"/>
          <w:szCs w:val="28"/>
        </w:rPr>
      </w:pPr>
    </w:p>
    <w:p w14:paraId="27CC05F7" w14:textId="63C78CAB" w:rsidR="0005129E" w:rsidRPr="00F75A66" w:rsidRDefault="0005129E" w:rsidP="0005129E">
      <w:pPr>
        <w:pStyle w:val="2"/>
        <w:rPr>
          <w:b w:val="0"/>
          <w:szCs w:val="28"/>
        </w:rPr>
      </w:pPr>
      <w:r w:rsidRPr="00F75A66">
        <w:rPr>
          <w:b w:val="0"/>
          <w:szCs w:val="28"/>
        </w:rPr>
        <w:t>«__»</w:t>
      </w:r>
      <w:r w:rsidR="0091638E" w:rsidRPr="00F75A66">
        <w:rPr>
          <w:b w:val="0"/>
          <w:szCs w:val="28"/>
        </w:rPr>
        <w:t xml:space="preserve"> </w:t>
      </w:r>
      <w:r w:rsidRPr="00F75A66">
        <w:rPr>
          <w:b w:val="0"/>
          <w:szCs w:val="28"/>
        </w:rPr>
        <w:t>_____________ 202</w:t>
      </w:r>
      <w:r w:rsidR="00653425" w:rsidRPr="00F75A66">
        <w:rPr>
          <w:b w:val="0"/>
          <w:szCs w:val="28"/>
        </w:rPr>
        <w:t>5</w:t>
      </w:r>
      <w:r w:rsidRPr="00F75A66">
        <w:rPr>
          <w:b w:val="0"/>
          <w:szCs w:val="28"/>
        </w:rPr>
        <w:t xml:space="preserve"> г.</w:t>
      </w:r>
    </w:p>
    <w:p w14:paraId="590DA6A0" w14:textId="77777777" w:rsidR="0005129E" w:rsidRPr="00F75A66" w:rsidRDefault="0005129E" w:rsidP="0005129E">
      <w:pPr>
        <w:pStyle w:val="2"/>
        <w:rPr>
          <w:b w:val="0"/>
          <w:szCs w:val="28"/>
        </w:rPr>
      </w:pPr>
    </w:p>
    <w:p w14:paraId="7BBE366B" w14:textId="77777777" w:rsidR="00F54AE7" w:rsidRPr="00F75A66" w:rsidRDefault="0005129E" w:rsidP="0005129E">
      <w:pPr>
        <w:pStyle w:val="2"/>
        <w:rPr>
          <w:b w:val="0"/>
          <w:szCs w:val="28"/>
        </w:rPr>
      </w:pPr>
      <w:r w:rsidRPr="00F75A66">
        <w:rPr>
          <w:b w:val="0"/>
          <w:szCs w:val="28"/>
        </w:rPr>
        <w:t>№ _______</w:t>
      </w:r>
      <w:bookmarkEnd w:id="0"/>
    </w:p>
    <w:sectPr w:rsidR="00F54AE7" w:rsidRPr="00F75A66" w:rsidSect="00A740A9">
      <w:headerReference w:type="even" r:id="rId9"/>
      <w:headerReference w:type="default" r:id="rId10"/>
      <w:pgSz w:w="11906" w:h="16838" w:code="9"/>
      <w:pgMar w:top="851" w:right="849" w:bottom="170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B6D83" w14:textId="77777777" w:rsidR="006C79A8" w:rsidRDefault="006C79A8">
      <w:r>
        <w:separator/>
      </w:r>
    </w:p>
  </w:endnote>
  <w:endnote w:type="continuationSeparator" w:id="0">
    <w:p w14:paraId="117BE070" w14:textId="77777777" w:rsidR="006C79A8" w:rsidRDefault="006C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3D44D" w14:textId="77777777" w:rsidR="006C79A8" w:rsidRDefault="006C79A8">
      <w:r>
        <w:separator/>
      </w:r>
    </w:p>
  </w:footnote>
  <w:footnote w:type="continuationSeparator" w:id="0">
    <w:p w14:paraId="2EF3960F" w14:textId="77777777" w:rsidR="006C79A8" w:rsidRDefault="006C7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E0FE7" w14:textId="77777777" w:rsidR="00D80C99" w:rsidRDefault="00D80C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294E210" w14:textId="77777777" w:rsidR="00D80C99" w:rsidRDefault="00D80C9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81E07" w14:textId="547D89BE" w:rsidR="00D80C99" w:rsidRDefault="00D80C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5A66">
      <w:rPr>
        <w:rStyle w:val="a5"/>
        <w:noProof/>
      </w:rPr>
      <w:t>3</w:t>
    </w:r>
    <w:r>
      <w:rPr>
        <w:rStyle w:val="a5"/>
      </w:rPr>
      <w:fldChar w:fldCharType="end"/>
    </w:r>
  </w:p>
  <w:p w14:paraId="01D4C99D" w14:textId="77777777" w:rsidR="00D80C99" w:rsidRDefault="00D80C99">
    <w:pPr>
      <w:pStyle w:val="a4"/>
      <w:ind w:right="360"/>
    </w:pPr>
  </w:p>
  <w:p w14:paraId="5B47420F" w14:textId="77777777" w:rsidR="00D80C99" w:rsidRDefault="00D80C9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67A5"/>
    <w:multiLevelType w:val="hybridMultilevel"/>
    <w:tmpl w:val="4E5EEBA2"/>
    <w:lvl w:ilvl="0" w:tplc="F7A8A812">
      <w:start w:val="1"/>
      <w:numFmt w:val="decimal"/>
      <w:lvlText w:val="%1)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A0906A7"/>
    <w:multiLevelType w:val="hybridMultilevel"/>
    <w:tmpl w:val="D316818A"/>
    <w:lvl w:ilvl="0" w:tplc="7A86C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210E69"/>
    <w:multiLevelType w:val="hybridMultilevel"/>
    <w:tmpl w:val="0360B140"/>
    <w:lvl w:ilvl="0" w:tplc="8FE4BD0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150C0"/>
    <w:multiLevelType w:val="hybridMultilevel"/>
    <w:tmpl w:val="D4DC93B0"/>
    <w:lvl w:ilvl="0" w:tplc="4FA278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EB01F0"/>
    <w:multiLevelType w:val="hybridMultilevel"/>
    <w:tmpl w:val="CE10C4E0"/>
    <w:lvl w:ilvl="0" w:tplc="A31600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135E08"/>
    <w:multiLevelType w:val="hybridMultilevel"/>
    <w:tmpl w:val="2F94917C"/>
    <w:lvl w:ilvl="0" w:tplc="7DBE5C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9" w15:restartNumberingAfterBreak="0">
    <w:nsid w:val="67BE22B6"/>
    <w:multiLevelType w:val="hybridMultilevel"/>
    <w:tmpl w:val="0EB0BFEE"/>
    <w:lvl w:ilvl="0" w:tplc="28441A0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2"/>
  </w:num>
  <w:num w:numId="5">
    <w:abstractNumId w:val="10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13989"/>
    <w:rsid w:val="00016EE9"/>
    <w:rsid w:val="00030B8F"/>
    <w:rsid w:val="00031607"/>
    <w:rsid w:val="00035647"/>
    <w:rsid w:val="00035AE9"/>
    <w:rsid w:val="000378B8"/>
    <w:rsid w:val="0004123E"/>
    <w:rsid w:val="00041F77"/>
    <w:rsid w:val="00042078"/>
    <w:rsid w:val="000440D4"/>
    <w:rsid w:val="000441FF"/>
    <w:rsid w:val="0005129E"/>
    <w:rsid w:val="00051E11"/>
    <w:rsid w:val="00053EE0"/>
    <w:rsid w:val="000575D1"/>
    <w:rsid w:val="000600B6"/>
    <w:rsid w:val="0006055A"/>
    <w:rsid w:val="000716E3"/>
    <w:rsid w:val="000735B8"/>
    <w:rsid w:val="0007378A"/>
    <w:rsid w:val="000769AE"/>
    <w:rsid w:val="00080450"/>
    <w:rsid w:val="0008079F"/>
    <w:rsid w:val="00086083"/>
    <w:rsid w:val="000934E3"/>
    <w:rsid w:val="000A0815"/>
    <w:rsid w:val="000A57CA"/>
    <w:rsid w:val="000A6FFC"/>
    <w:rsid w:val="000A7A06"/>
    <w:rsid w:val="000B17BA"/>
    <w:rsid w:val="000B18F2"/>
    <w:rsid w:val="000B41F0"/>
    <w:rsid w:val="000B47E6"/>
    <w:rsid w:val="000B4A64"/>
    <w:rsid w:val="000B5138"/>
    <w:rsid w:val="000B52EE"/>
    <w:rsid w:val="000C076E"/>
    <w:rsid w:val="000C2277"/>
    <w:rsid w:val="000C3FD9"/>
    <w:rsid w:val="000C4773"/>
    <w:rsid w:val="000C542D"/>
    <w:rsid w:val="000C64A4"/>
    <w:rsid w:val="000C7242"/>
    <w:rsid w:val="000D05CD"/>
    <w:rsid w:val="000D09C3"/>
    <w:rsid w:val="000D2B50"/>
    <w:rsid w:val="000D521E"/>
    <w:rsid w:val="000D68B4"/>
    <w:rsid w:val="000E12C1"/>
    <w:rsid w:val="000F0B91"/>
    <w:rsid w:val="000F5063"/>
    <w:rsid w:val="00106F85"/>
    <w:rsid w:val="00113791"/>
    <w:rsid w:val="00117049"/>
    <w:rsid w:val="00131C59"/>
    <w:rsid w:val="00131CA1"/>
    <w:rsid w:val="00134B21"/>
    <w:rsid w:val="001469FF"/>
    <w:rsid w:val="0015069A"/>
    <w:rsid w:val="0015330A"/>
    <w:rsid w:val="00153B35"/>
    <w:rsid w:val="00156BAC"/>
    <w:rsid w:val="00163487"/>
    <w:rsid w:val="00165263"/>
    <w:rsid w:val="00172D75"/>
    <w:rsid w:val="00173031"/>
    <w:rsid w:val="00195EC2"/>
    <w:rsid w:val="0019715E"/>
    <w:rsid w:val="001A5903"/>
    <w:rsid w:val="001B07A6"/>
    <w:rsid w:val="001B47A9"/>
    <w:rsid w:val="001B66AA"/>
    <w:rsid w:val="001C5443"/>
    <w:rsid w:val="001C6C9E"/>
    <w:rsid w:val="001C7AD8"/>
    <w:rsid w:val="001D37B6"/>
    <w:rsid w:val="001D5869"/>
    <w:rsid w:val="001E19C1"/>
    <w:rsid w:val="001E19D9"/>
    <w:rsid w:val="001E2A84"/>
    <w:rsid w:val="001E48B2"/>
    <w:rsid w:val="001E6D81"/>
    <w:rsid w:val="001E77BA"/>
    <w:rsid w:val="001F0AC4"/>
    <w:rsid w:val="001F2EB2"/>
    <w:rsid w:val="001F3F8B"/>
    <w:rsid w:val="001F7550"/>
    <w:rsid w:val="001F7AF7"/>
    <w:rsid w:val="0020176D"/>
    <w:rsid w:val="00202722"/>
    <w:rsid w:val="002105F7"/>
    <w:rsid w:val="00212714"/>
    <w:rsid w:val="002163B1"/>
    <w:rsid w:val="002216D0"/>
    <w:rsid w:val="00221EA7"/>
    <w:rsid w:val="002246BE"/>
    <w:rsid w:val="00224A02"/>
    <w:rsid w:val="00232335"/>
    <w:rsid w:val="002350DD"/>
    <w:rsid w:val="00235334"/>
    <w:rsid w:val="00237BF0"/>
    <w:rsid w:val="00237CD2"/>
    <w:rsid w:val="00240847"/>
    <w:rsid w:val="00241CAA"/>
    <w:rsid w:val="00242B2F"/>
    <w:rsid w:val="0024455E"/>
    <w:rsid w:val="0025214E"/>
    <w:rsid w:val="00252164"/>
    <w:rsid w:val="00271389"/>
    <w:rsid w:val="002728B5"/>
    <w:rsid w:val="00275131"/>
    <w:rsid w:val="002771BF"/>
    <w:rsid w:val="002805F4"/>
    <w:rsid w:val="0028081F"/>
    <w:rsid w:val="0028407E"/>
    <w:rsid w:val="00291880"/>
    <w:rsid w:val="002958BD"/>
    <w:rsid w:val="002A269C"/>
    <w:rsid w:val="002A4C1E"/>
    <w:rsid w:val="002A6139"/>
    <w:rsid w:val="002B32CB"/>
    <w:rsid w:val="002B458D"/>
    <w:rsid w:val="002C2BB6"/>
    <w:rsid w:val="002C371A"/>
    <w:rsid w:val="002D7C6A"/>
    <w:rsid w:val="002E0932"/>
    <w:rsid w:val="002E1654"/>
    <w:rsid w:val="002E35A6"/>
    <w:rsid w:val="002E6E72"/>
    <w:rsid w:val="002E7401"/>
    <w:rsid w:val="002F327C"/>
    <w:rsid w:val="002F438F"/>
    <w:rsid w:val="00301B0A"/>
    <w:rsid w:val="00302EA8"/>
    <w:rsid w:val="00312676"/>
    <w:rsid w:val="00313C8B"/>
    <w:rsid w:val="00316C48"/>
    <w:rsid w:val="00317ECD"/>
    <w:rsid w:val="00322FF8"/>
    <w:rsid w:val="0032394F"/>
    <w:rsid w:val="003252C3"/>
    <w:rsid w:val="00335995"/>
    <w:rsid w:val="0034010A"/>
    <w:rsid w:val="00341167"/>
    <w:rsid w:val="00345423"/>
    <w:rsid w:val="00353AE9"/>
    <w:rsid w:val="003652A1"/>
    <w:rsid w:val="00366858"/>
    <w:rsid w:val="00371283"/>
    <w:rsid w:val="003728F5"/>
    <w:rsid w:val="003737F0"/>
    <w:rsid w:val="00375E0D"/>
    <w:rsid w:val="003841D1"/>
    <w:rsid w:val="00385324"/>
    <w:rsid w:val="00385516"/>
    <w:rsid w:val="00386ABD"/>
    <w:rsid w:val="00387C43"/>
    <w:rsid w:val="003900CC"/>
    <w:rsid w:val="00391B74"/>
    <w:rsid w:val="00394B98"/>
    <w:rsid w:val="003976EF"/>
    <w:rsid w:val="003A1196"/>
    <w:rsid w:val="003A17FB"/>
    <w:rsid w:val="003A7093"/>
    <w:rsid w:val="003A7D91"/>
    <w:rsid w:val="003B63BC"/>
    <w:rsid w:val="003C2D97"/>
    <w:rsid w:val="003C53B8"/>
    <w:rsid w:val="003C5B75"/>
    <w:rsid w:val="003C63AC"/>
    <w:rsid w:val="003C68BB"/>
    <w:rsid w:val="003C6E60"/>
    <w:rsid w:val="003D1356"/>
    <w:rsid w:val="003D139B"/>
    <w:rsid w:val="003D34F6"/>
    <w:rsid w:val="003D3ED8"/>
    <w:rsid w:val="003D51EA"/>
    <w:rsid w:val="003D64F7"/>
    <w:rsid w:val="003E0204"/>
    <w:rsid w:val="003E39C8"/>
    <w:rsid w:val="003E3BBE"/>
    <w:rsid w:val="003E47B9"/>
    <w:rsid w:val="003E5A72"/>
    <w:rsid w:val="003F1E6F"/>
    <w:rsid w:val="003F4673"/>
    <w:rsid w:val="003F53E1"/>
    <w:rsid w:val="00400524"/>
    <w:rsid w:val="00402727"/>
    <w:rsid w:val="004062C6"/>
    <w:rsid w:val="00407876"/>
    <w:rsid w:val="004125C5"/>
    <w:rsid w:val="00413419"/>
    <w:rsid w:val="004141CE"/>
    <w:rsid w:val="00414BBF"/>
    <w:rsid w:val="0041756E"/>
    <w:rsid w:val="004334EE"/>
    <w:rsid w:val="00436877"/>
    <w:rsid w:val="00442478"/>
    <w:rsid w:val="004455BF"/>
    <w:rsid w:val="00446EA6"/>
    <w:rsid w:val="00455DFD"/>
    <w:rsid w:val="0046065A"/>
    <w:rsid w:val="0046488C"/>
    <w:rsid w:val="00474D37"/>
    <w:rsid w:val="00476E3F"/>
    <w:rsid w:val="00476F65"/>
    <w:rsid w:val="00480662"/>
    <w:rsid w:val="004836C8"/>
    <w:rsid w:val="004872C6"/>
    <w:rsid w:val="00487F24"/>
    <w:rsid w:val="00495C6B"/>
    <w:rsid w:val="00495E48"/>
    <w:rsid w:val="00495E54"/>
    <w:rsid w:val="00496E9D"/>
    <w:rsid w:val="00497171"/>
    <w:rsid w:val="00497B6F"/>
    <w:rsid w:val="004A032D"/>
    <w:rsid w:val="004A0F38"/>
    <w:rsid w:val="004A5DB1"/>
    <w:rsid w:val="004B1487"/>
    <w:rsid w:val="004B708C"/>
    <w:rsid w:val="004B70D4"/>
    <w:rsid w:val="004C0BCE"/>
    <w:rsid w:val="004C1A93"/>
    <w:rsid w:val="004C5541"/>
    <w:rsid w:val="004C661E"/>
    <w:rsid w:val="004C71AC"/>
    <w:rsid w:val="004C7714"/>
    <w:rsid w:val="004D218C"/>
    <w:rsid w:val="004D4C3E"/>
    <w:rsid w:val="004D5FEC"/>
    <w:rsid w:val="004E4E1E"/>
    <w:rsid w:val="004F24C6"/>
    <w:rsid w:val="004F4DE5"/>
    <w:rsid w:val="004F5F50"/>
    <w:rsid w:val="004F6268"/>
    <w:rsid w:val="00502822"/>
    <w:rsid w:val="00503785"/>
    <w:rsid w:val="005224D5"/>
    <w:rsid w:val="005235CE"/>
    <w:rsid w:val="00523831"/>
    <w:rsid w:val="005323CD"/>
    <w:rsid w:val="00540626"/>
    <w:rsid w:val="0054198A"/>
    <w:rsid w:val="00541D28"/>
    <w:rsid w:val="0055400B"/>
    <w:rsid w:val="0055568B"/>
    <w:rsid w:val="0055747D"/>
    <w:rsid w:val="005576CB"/>
    <w:rsid w:val="005613F2"/>
    <w:rsid w:val="005622F8"/>
    <w:rsid w:val="00563621"/>
    <w:rsid w:val="00565915"/>
    <w:rsid w:val="00565C92"/>
    <w:rsid w:val="005730A9"/>
    <w:rsid w:val="0057626D"/>
    <w:rsid w:val="0058311F"/>
    <w:rsid w:val="00583C34"/>
    <w:rsid w:val="00585FB6"/>
    <w:rsid w:val="005864A7"/>
    <w:rsid w:val="00587A78"/>
    <w:rsid w:val="00593070"/>
    <w:rsid w:val="00595952"/>
    <w:rsid w:val="00597B56"/>
    <w:rsid w:val="005B339D"/>
    <w:rsid w:val="005B499E"/>
    <w:rsid w:val="005C03B1"/>
    <w:rsid w:val="005C334E"/>
    <w:rsid w:val="005C54D1"/>
    <w:rsid w:val="005C692A"/>
    <w:rsid w:val="005D11D9"/>
    <w:rsid w:val="005D4AF3"/>
    <w:rsid w:val="005D5050"/>
    <w:rsid w:val="005D7468"/>
    <w:rsid w:val="005E0B2D"/>
    <w:rsid w:val="005E3AA8"/>
    <w:rsid w:val="005E5CB8"/>
    <w:rsid w:val="0060152F"/>
    <w:rsid w:val="0060254A"/>
    <w:rsid w:val="006077D3"/>
    <w:rsid w:val="00614928"/>
    <w:rsid w:val="00615B13"/>
    <w:rsid w:val="00616340"/>
    <w:rsid w:val="00620DD0"/>
    <w:rsid w:val="00623853"/>
    <w:rsid w:val="006348A3"/>
    <w:rsid w:val="00643249"/>
    <w:rsid w:val="00644003"/>
    <w:rsid w:val="00645A9E"/>
    <w:rsid w:val="00645CC9"/>
    <w:rsid w:val="00647C1B"/>
    <w:rsid w:val="00651F51"/>
    <w:rsid w:val="00653425"/>
    <w:rsid w:val="0066330E"/>
    <w:rsid w:val="0067162E"/>
    <w:rsid w:val="00675648"/>
    <w:rsid w:val="00677A6C"/>
    <w:rsid w:val="0068178E"/>
    <w:rsid w:val="006834EF"/>
    <w:rsid w:val="006872EF"/>
    <w:rsid w:val="00690FD0"/>
    <w:rsid w:val="00695BCF"/>
    <w:rsid w:val="00696056"/>
    <w:rsid w:val="006B05FE"/>
    <w:rsid w:val="006B240E"/>
    <w:rsid w:val="006B4B9F"/>
    <w:rsid w:val="006C05CD"/>
    <w:rsid w:val="006C7538"/>
    <w:rsid w:val="006C79A8"/>
    <w:rsid w:val="006D24E5"/>
    <w:rsid w:val="006D40BB"/>
    <w:rsid w:val="006D4935"/>
    <w:rsid w:val="006D582D"/>
    <w:rsid w:val="006D6075"/>
    <w:rsid w:val="006E0BF6"/>
    <w:rsid w:val="006E2CA8"/>
    <w:rsid w:val="006E2FBC"/>
    <w:rsid w:val="006E5B2F"/>
    <w:rsid w:val="006F1D55"/>
    <w:rsid w:val="006F6F76"/>
    <w:rsid w:val="007006F0"/>
    <w:rsid w:val="0070313E"/>
    <w:rsid w:val="007037D8"/>
    <w:rsid w:val="0070731E"/>
    <w:rsid w:val="00710B4B"/>
    <w:rsid w:val="00710EBB"/>
    <w:rsid w:val="00712195"/>
    <w:rsid w:val="00713250"/>
    <w:rsid w:val="00714EBB"/>
    <w:rsid w:val="0072236C"/>
    <w:rsid w:val="0072526F"/>
    <w:rsid w:val="007275AB"/>
    <w:rsid w:val="00736FFA"/>
    <w:rsid w:val="007432E9"/>
    <w:rsid w:val="00747038"/>
    <w:rsid w:val="00750B12"/>
    <w:rsid w:val="00753305"/>
    <w:rsid w:val="00754FD0"/>
    <w:rsid w:val="007572C6"/>
    <w:rsid w:val="007630D4"/>
    <w:rsid w:val="007636B2"/>
    <w:rsid w:val="00763DC2"/>
    <w:rsid w:val="007646F5"/>
    <w:rsid w:val="0076688D"/>
    <w:rsid w:val="007669A0"/>
    <w:rsid w:val="00772079"/>
    <w:rsid w:val="00774E70"/>
    <w:rsid w:val="0077525F"/>
    <w:rsid w:val="0077601F"/>
    <w:rsid w:val="00780749"/>
    <w:rsid w:val="0078152B"/>
    <w:rsid w:val="00782A5D"/>
    <w:rsid w:val="00782BBC"/>
    <w:rsid w:val="00783E9E"/>
    <w:rsid w:val="00793E85"/>
    <w:rsid w:val="007940A6"/>
    <w:rsid w:val="0079593F"/>
    <w:rsid w:val="00796EBE"/>
    <w:rsid w:val="007A0EFB"/>
    <w:rsid w:val="007A23AB"/>
    <w:rsid w:val="007A436C"/>
    <w:rsid w:val="007B06CD"/>
    <w:rsid w:val="007B12D1"/>
    <w:rsid w:val="007B35F4"/>
    <w:rsid w:val="007B39A1"/>
    <w:rsid w:val="007B4179"/>
    <w:rsid w:val="007B579C"/>
    <w:rsid w:val="007B6D93"/>
    <w:rsid w:val="007C3762"/>
    <w:rsid w:val="007C633B"/>
    <w:rsid w:val="007D31AA"/>
    <w:rsid w:val="007D32A3"/>
    <w:rsid w:val="007D362C"/>
    <w:rsid w:val="007D6556"/>
    <w:rsid w:val="007D79B4"/>
    <w:rsid w:val="007E06C3"/>
    <w:rsid w:val="007E1BD4"/>
    <w:rsid w:val="007E2C1C"/>
    <w:rsid w:val="007E398B"/>
    <w:rsid w:val="007E408A"/>
    <w:rsid w:val="007E65EF"/>
    <w:rsid w:val="007F1136"/>
    <w:rsid w:val="007F3298"/>
    <w:rsid w:val="007F55E2"/>
    <w:rsid w:val="007F67FC"/>
    <w:rsid w:val="007F7C40"/>
    <w:rsid w:val="0080271A"/>
    <w:rsid w:val="0080607D"/>
    <w:rsid w:val="0081152E"/>
    <w:rsid w:val="008155B6"/>
    <w:rsid w:val="008240A6"/>
    <w:rsid w:val="00825F26"/>
    <w:rsid w:val="00830B2B"/>
    <w:rsid w:val="00831CFF"/>
    <w:rsid w:val="0083294D"/>
    <w:rsid w:val="00832EC4"/>
    <w:rsid w:val="008370B2"/>
    <w:rsid w:val="00844B2D"/>
    <w:rsid w:val="0084512D"/>
    <w:rsid w:val="00851476"/>
    <w:rsid w:val="00853F5A"/>
    <w:rsid w:val="008555C7"/>
    <w:rsid w:val="008656CB"/>
    <w:rsid w:val="00866809"/>
    <w:rsid w:val="00870482"/>
    <w:rsid w:val="008716CA"/>
    <w:rsid w:val="00876E74"/>
    <w:rsid w:val="00884A10"/>
    <w:rsid w:val="00891FEA"/>
    <w:rsid w:val="0089259E"/>
    <w:rsid w:val="00893D5F"/>
    <w:rsid w:val="00895192"/>
    <w:rsid w:val="008A53EC"/>
    <w:rsid w:val="008A5E89"/>
    <w:rsid w:val="008B05A5"/>
    <w:rsid w:val="008B07E9"/>
    <w:rsid w:val="008B65B3"/>
    <w:rsid w:val="008B74D7"/>
    <w:rsid w:val="008C1A54"/>
    <w:rsid w:val="008C483D"/>
    <w:rsid w:val="008C7354"/>
    <w:rsid w:val="008D08E8"/>
    <w:rsid w:val="008D0F5E"/>
    <w:rsid w:val="008D18AE"/>
    <w:rsid w:val="008D1903"/>
    <w:rsid w:val="008D30C9"/>
    <w:rsid w:val="008D3F7E"/>
    <w:rsid w:val="008D64A0"/>
    <w:rsid w:val="008D65E8"/>
    <w:rsid w:val="008E1F65"/>
    <w:rsid w:val="008E22C1"/>
    <w:rsid w:val="008E23D5"/>
    <w:rsid w:val="008E27BC"/>
    <w:rsid w:val="008E370E"/>
    <w:rsid w:val="008E5325"/>
    <w:rsid w:val="008F0126"/>
    <w:rsid w:val="008F4BBB"/>
    <w:rsid w:val="008F4BE4"/>
    <w:rsid w:val="00902C7F"/>
    <w:rsid w:val="00904397"/>
    <w:rsid w:val="009070CB"/>
    <w:rsid w:val="00915893"/>
    <w:rsid w:val="0091638E"/>
    <w:rsid w:val="00916D51"/>
    <w:rsid w:val="00917702"/>
    <w:rsid w:val="0092254D"/>
    <w:rsid w:val="00923276"/>
    <w:rsid w:val="00927657"/>
    <w:rsid w:val="00930B19"/>
    <w:rsid w:val="00933F64"/>
    <w:rsid w:val="00933FDC"/>
    <w:rsid w:val="00936E07"/>
    <w:rsid w:val="00937632"/>
    <w:rsid w:val="0094433B"/>
    <w:rsid w:val="00946837"/>
    <w:rsid w:val="00950186"/>
    <w:rsid w:val="00951713"/>
    <w:rsid w:val="00955F34"/>
    <w:rsid w:val="00957508"/>
    <w:rsid w:val="009633B1"/>
    <w:rsid w:val="00970D8E"/>
    <w:rsid w:val="009713BB"/>
    <w:rsid w:val="00971C08"/>
    <w:rsid w:val="00975418"/>
    <w:rsid w:val="0098029C"/>
    <w:rsid w:val="009840DB"/>
    <w:rsid w:val="00985A30"/>
    <w:rsid w:val="0099337D"/>
    <w:rsid w:val="00993F22"/>
    <w:rsid w:val="009B2AED"/>
    <w:rsid w:val="009B4BF8"/>
    <w:rsid w:val="009B6195"/>
    <w:rsid w:val="009B7293"/>
    <w:rsid w:val="009C5062"/>
    <w:rsid w:val="009C60A3"/>
    <w:rsid w:val="009D10EF"/>
    <w:rsid w:val="009D476D"/>
    <w:rsid w:val="009D49C0"/>
    <w:rsid w:val="009E108B"/>
    <w:rsid w:val="009E25B4"/>
    <w:rsid w:val="009E2D73"/>
    <w:rsid w:val="009E540E"/>
    <w:rsid w:val="009E5979"/>
    <w:rsid w:val="009E61B8"/>
    <w:rsid w:val="009F100C"/>
    <w:rsid w:val="009F476F"/>
    <w:rsid w:val="00A01CDE"/>
    <w:rsid w:val="00A22E9B"/>
    <w:rsid w:val="00A275FB"/>
    <w:rsid w:val="00A317AE"/>
    <w:rsid w:val="00A346E0"/>
    <w:rsid w:val="00A41F5D"/>
    <w:rsid w:val="00A451C3"/>
    <w:rsid w:val="00A538A0"/>
    <w:rsid w:val="00A55435"/>
    <w:rsid w:val="00A55A69"/>
    <w:rsid w:val="00A643BC"/>
    <w:rsid w:val="00A66D43"/>
    <w:rsid w:val="00A70AB6"/>
    <w:rsid w:val="00A73523"/>
    <w:rsid w:val="00A735D6"/>
    <w:rsid w:val="00A740A9"/>
    <w:rsid w:val="00A90A69"/>
    <w:rsid w:val="00A91DBB"/>
    <w:rsid w:val="00A97651"/>
    <w:rsid w:val="00AA15B6"/>
    <w:rsid w:val="00AA5CCD"/>
    <w:rsid w:val="00AB2336"/>
    <w:rsid w:val="00AB4080"/>
    <w:rsid w:val="00AB4643"/>
    <w:rsid w:val="00AB6646"/>
    <w:rsid w:val="00AB7A3B"/>
    <w:rsid w:val="00AC213E"/>
    <w:rsid w:val="00AC4C7B"/>
    <w:rsid w:val="00AD4020"/>
    <w:rsid w:val="00AD457D"/>
    <w:rsid w:val="00AD57C8"/>
    <w:rsid w:val="00AD653A"/>
    <w:rsid w:val="00AE3B34"/>
    <w:rsid w:val="00AE4B6E"/>
    <w:rsid w:val="00AF1D30"/>
    <w:rsid w:val="00AF72E2"/>
    <w:rsid w:val="00AF79E0"/>
    <w:rsid w:val="00AF7F09"/>
    <w:rsid w:val="00B01C39"/>
    <w:rsid w:val="00B0332E"/>
    <w:rsid w:val="00B055E2"/>
    <w:rsid w:val="00B10DCB"/>
    <w:rsid w:val="00B138C6"/>
    <w:rsid w:val="00B138D2"/>
    <w:rsid w:val="00B14E4D"/>
    <w:rsid w:val="00B21E3D"/>
    <w:rsid w:val="00B30506"/>
    <w:rsid w:val="00B32630"/>
    <w:rsid w:val="00B37637"/>
    <w:rsid w:val="00B4052A"/>
    <w:rsid w:val="00B538EA"/>
    <w:rsid w:val="00B5792A"/>
    <w:rsid w:val="00B62AF7"/>
    <w:rsid w:val="00B74472"/>
    <w:rsid w:val="00B744D3"/>
    <w:rsid w:val="00B75FED"/>
    <w:rsid w:val="00B94420"/>
    <w:rsid w:val="00B951A8"/>
    <w:rsid w:val="00B95726"/>
    <w:rsid w:val="00B97E58"/>
    <w:rsid w:val="00BA25F4"/>
    <w:rsid w:val="00BA7F18"/>
    <w:rsid w:val="00BB19CA"/>
    <w:rsid w:val="00BB4EA1"/>
    <w:rsid w:val="00BB7BDF"/>
    <w:rsid w:val="00BC2AD4"/>
    <w:rsid w:val="00BD0B96"/>
    <w:rsid w:val="00BD1D4D"/>
    <w:rsid w:val="00BD22FB"/>
    <w:rsid w:val="00BD704F"/>
    <w:rsid w:val="00BD7D97"/>
    <w:rsid w:val="00BE375A"/>
    <w:rsid w:val="00BE54AE"/>
    <w:rsid w:val="00BE5CD6"/>
    <w:rsid w:val="00BF1250"/>
    <w:rsid w:val="00BF2479"/>
    <w:rsid w:val="00BF3CB5"/>
    <w:rsid w:val="00BF4C7C"/>
    <w:rsid w:val="00C05100"/>
    <w:rsid w:val="00C11B72"/>
    <w:rsid w:val="00C11DC6"/>
    <w:rsid w:val="00C11E58"/>
    <w:rsid w:val="00C1315F"/>
    <w:rsid w:val="00C146CD"/>
    <w:rsid w:val="00C204F5"/>
    <w:rsid w:val="00C22BA7"/>
    <w:rsid w:val="00C235E1"/>
    <w:rsid w:val="00C2377A"/>
    <w:rsid w:val="00C23FC0"/>
    <w:rsid w:val="00C24892"/>
    <w:rsid w:val="00C25ABB"/>
    <w:rsid w:val="00C2747F"/>
    <w:rsid w:val="00C27975"/>
    <w:rsid w:val="00C31309"/>
    <w:rsid w:val="00C31A98"/>
    <w:rsid w:val="00C322F5"/>
    <w:rsid w:val="00C4113E"/>
    <w:rsid w:val="00C43655"/>
    <w:rsid w:val="00C47730"/>
    <w:rsid w:val="00C5189A"/>
    <w:rsid w:val="00C56A19"/>
    <w:rsid w:val="00C60C59"/>
    <w:rsid w:val="00C62906"/>
    <w:rsid w:val="00C63420"/>
    <w:rsid w:val="00C6380C"/>
    <w:rsid w:val="00C65418"/>
    <w:rsid w:val="00C66043"/>
    <w:rsid w:val="00C71CFA"/>
    <w:rsid w:val="00C74F2D"/>
    <w:rsid w:val="00C777AB"/>
    <w:rsid w:val="00C81C0D"/>
    <w:rsid w:val="00C847A5"/>
    <w:rsid w:val="00C9312E"/>
    <w:rsid w:val="00CA4B87"/>
    <w:rsid w:val="00CB0FC2"/>
    <w:rsid w:val="00CB2025"/>
    <w:rsid w:val="00CB5754"/>
    <w:rsid w:val="00CB5BBB"/>
    <w:rsid w:val="00CC0BCB"/>
    <w:rsid w:val="00CC1846"/>
    <w:rsid w:val="00CC3F78"/>
    <w:rsid w:val="00CC5E97"/>
    <w:rsid w:val="00CC7C2F"/>
    <w:rsid w:val="00CD6C94"/>
    <w:rsid w:val="00CE0045"/>
    <w:rsid w:val="00CE451F"/>
    <w:rsid w:val="00CE4892"/>
    <w:rsid w:val="00CE4A0C"/>
    <w:rsid w:val="00CE4E91"/>
    <w:rsid w:val="00CF11B8"/>
    <w:rsid w:val="00D014E5"/>
    <w:rsid w:val="00D05064"/>
    <w:rsid w:val="00D07358"/>
    <w:rsid w:val="00D078F9"/>
    <w:rsid w:val="00D140FC"/>
    <w:rsid w:val="00D16468"/>
    <w:rsid w:val="00D20F87"/>
    <w:rsid w:val="00D21A37"/>
    <w:rsid w:val="00D22853"/>
    <w:rsid w:val="00D25498"/>
    <w:rsid w:val="00D25BF7"/>
    <w:rsid w:val="00D25FFF"/>
    <w:rsid w:val="00D32B45"/>
    <w:rsid w:val="00D3554A"/>
    <w:rsid w:val="00D40119"/>
    <w:rsid w:val="00D42071"/>
    <w:rsid w:val="00D423F0"/>
    <w:rsid w:val="00D44E0F"/>
    <w:rsid w:val="00D451BD"/>
    <w:rsid w:val="00D46B32"/>
    <w:rsid w:val="00D503F0"/>
    <w:rsid w:val="00D50446"/>
    <w:rsid w:val="00D51357"/>
    <w:rsid w:val="00D54725"/>
    <w:rsid w:val="00D5659A"/>
    <w:rsid w:val="00D573D4"/>
    <w:rsid w:val="00D74CD5"/>
    <w:rsid w:val="00D74F3F"/>
    <w:rsid w:val="00D75462"/>
    <w:rsid w:val="00D756DF"/>
    <w:rsid w:val="00D77A7E"/>
    <w:rsid w:val="00D80C99"/>
    <w:rsid w:val="00D80E99"/>
    <w:rsid w:val="00D82DB8"/>
    <w:rsid w:val="00D849A2"/>
    <w:rsid w:val="00D85B8E"/>
    <w:rsid w:val="00D8615E"/>
    <w:rsid w:val="00D86A0E"/>
    <w:rsid w:val="00D90639"/>
    <w:rsid w:val="00D928DB"/>
    <w:rsid w:val="00D93B57"/>
    <w:rsid w:val="00D95E89"/>
    <w:rsid w:val="00D96967"/>
    <w:rsid w:val="00DA1306"/>
    <w:rsid w:val="00DA3CC2"/>
    <w:rsid w:val="00DA722A"/>
    <w:rsid w:val="00DB1148"/>
    <w:rsid w:val="00DB137C"/>
    <w:rsid w:val="00DB4989"/>
    <w:rsid w:val="00DC00F8"/>
    <w:rsid w:val="00DC1001"/>
    <w:rsid w:val="00DC118B"/>
    <w:rsid w:val="00DC2E51"/>
    <w:rsid w:val="00DC74EA"/>
    <w:rsid w:val="00DC7A14"/>
    <w:rsid w:val="00DD04E7"/>
    <w:rsid w:val="00DD2A8E"/>
    <w:rsid w:val="00DD3EB5"/>
    <w:rsid w:val="00DE2493"/>
    <w:rsid w:val="00DF2C8C"/>
    <w:rsid w:val="00DF77A2"/>
    <w:rsid w:val="00E008F2"/>
    <w:rsid w:val="00E12890"/>
    <w:rsid w:val="00E143EE"/>
    <w:rsid w:val="00E15375"/>
    <w:rsid w:val="00E16746"/>
    <w:rsid w:val="00E16E34"/>
    <w:rsid w:val="00E24666"/>
    <w:rsid w:val="00E266FD"/>
    <w:rsid w:val="00E2746F"/>
    <w:rsid w:val="00E300EA"/>
    <w:rsid w:val="00E302ED"/>
    <w:rsid w:val="00E3218F"/>
    <w:rsid w:val="00E343DC"/>
    <w:rsid w:val="00E40B21"/>
    <w:rsid w:val="00E41D2C"/>
    <w:rsid w:val="00E46EA7"/>
    <w:rsid w:val="00E46F3E"/>
    <w:rsid w:val="00E52A19"/>
    <w:rsid w:val="00E535E0"/>
    <w:rsid w:val="00E54166"/>
    <w:rsid w:val="00E543F4"/>
    <w:rsid w:val="00E61E53"/>
    <w:rsid w:val="00E61F23"/>
    <w:rsid w:val="00E6644B"/>
    <w:rsid w:val="00E6684C"/>
    <w:rsid w:val="00E66931"/>
    <w:rsid w:val="00E70251"/>
    <w:rsid w:val="00E80295"/>
    <w:rsid w:val="00E803FC"/>
    <w:rsid w:val="00E807F4"/>
    <w:rsid w:val="00E84175"/>
    <w:rsid w:val="00E841B2"/>
    <w:rsid w:val="00E87AAA"/>
    <w:rsid w:val="00E91912"/>
    <w:rsid w:val="00E9215C"/>
    <w:rsid w:val="00EA53C7"/>
    <w:rsid w:val="00EB06FE"/>
    <w:rsid w:val="00EB19F8"/>
    <w:rsid w:val="00EB439D"/>
    <w:rsid w:val="00EB5501"/>
    <w:rsid w:val="00EB5D3F"/>
    <w:rsid w:val="00EB7235"/>
    <w:rsid w:val="00EB7A28"/>
    <w:rsid w:val="00EC348B"/>
    <w:rsid w:val="00EC5316"/>
    <w:rsid w:val="00ED07B1"/>
    <w:rsid w:val="00ED0C39"/>
    <w:rsid w:val="00ED1B14"/>
    <w:rsid w:val="00ED2704"/>
    <w:rsid w:val="00ED3B03"/>
    <w:rsid w:val="00EE247B"/>
    <w:rsid w:val="00EE58C2"/>
    <w:rsid w:val="00F016AB"/>
    <w:rsid w:val="00F06371"/>
    <w:rsid w:val="00F10269"/>
    <w:rsid w:val="00F12EAA"/>
    <w:rsid w:val="00F14179"/>
    <w:rsid w:val="00F24EF5"/>
    <w:rsid w:val="00F25677"/>
    <w:rsid w:val="00F26D63"/>
    <w:rsid w:val="00F35268"/>
    <w:rsid w:val="00F35970"/>
    <w:rsid w:val="00F42BF2"/>
    <w:rsid w:val="00F5217C"/>
    <w:rsid w:val="00F52BBC"/>
    <w:rsid w:val="00F5400C"/>
    <w:rsid w:val="00F54AE7"/>
    <w:rsid w:val="00F55DCB"/>
    <w:rsid w:val="00F617FF"/>
    <w:rsid w:val="00F679FA"/>
    <w:rsid w:val="00F7027B"/>
    <w:rsid w:val="00F75A66"/>
    <w:rsid w:val="00F80210"/>
    <w:rsid w:val="00F84EE5"/>
    <w:rsid w:val="00F864FF"/>
    <w:rsid w:val="00F91024"/>
    <w:rsid w:val="00F91052"/>
    <w:rsid w:val="00F926F2"/>
    <w:rsid w:val="00F92CA1"/>
    <w:rsid w:val="00FA7681"/>
    <w:rsid w:val="00FB3F1A"/>
    <w:rsid w:val="00FB5E74"/>
    <w:rsid w:val="00FC0A19"/>
    <w:rsid w:val="00FC6C26"/>
    <w:rsid w:val="00FC7781"/>
    <w:rsid w:val="00FD0E93"/>
    <w:rsid w:val="00FD43CC"/>
    <w:rsid w:val="00FE60E0"/>
    <w:rsid w:val="00FF22A0"/>
    <w:rsid w:val="00FF4644"/>
    <w:rsid w:val="00FF4D72"/>
    <w:rsid w:val="00FF597D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BA74A0"/>
  <w15:docId w15:val="{9552AA57-FBAD-4905-9F79-7AFECC8E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paragraph" w:styleId="ad">
    <w:name w:val="annotation text"/>
    <w:basedOn w:val="a"/>
    <w:link w:val="ae"/>
    <w:semiHidden/>
    <w:unhideWhenUsed/>
    <w:rsid w:val="00EB439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EB439D"/>
  </w:style>
  <w:style w:type="paragraph" w:styleId="af">
    <w:name w:val="annotation subject"/>
    <w:basedOn w:val="ad"/>
    <w:next w:val="ad"/>
    <w:link w:val="af0"/>
    <w:semiHidden/>
    <w:unhideWhenUsed/>
    <w:rsid w:val="00EB439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EB439D"/>
    <w:rPr>
      <w:b/>
      <w:bCs/>
    </w:rPr>
  </w:style>
  <w:style w:type="character" w:styleId="af1">
    <w:name w:val="Hyperlink"/>
    <w:basedOn w:val="a0"/>
    <w:unhideWhenUsed/>
    <w:rsid w:val="00A643B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643BC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DB1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158A0-A5AA-4E54-8481-45A294FF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86</TotalTime>
  <Pages>3</Pages>
  <Words>593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Вошатко Антон Владимирович</cp:lastModifiedBy>
  <cp:revision>10</cp:revision>
  <cp:lastPrinted>2025-11-13T13:46:00Z</cp:lastPrinted>
  <dcterms:created xsi:type="dcterms:W3CDTF">2025-11-14T09:27:00Z</dcterms:created>
  <dcterms:modified xsi:type="dcterms:W3CDTF">2025-11-14T13:16:00Z</dcterms:modified>
</cp:coreProperties>
</file>