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B3E82" w:rsidRPr="00404505" w:rsidTr="00BE63CC">
        <w:tc>
          <w:tcPr>
            <w:tcW w:w="426" w:type="dxa"/>
            <w:vAlign w:val="bottom"/>
            <w:hideMark/>
          </w:tcPr>
          <w:p w:rsidR="00CB3E82" w:rsidRPr="00404505" w:rsidRDefault="00CB3E82" w:rsidP="00BE63CC">
            <w:pPr>
              <w:widowControl w:val="0"/>
              <w:ind w:left="-57" w:right="-108"/>
              <w:rPr>
                <w:sz w:val="28"/>
                <w:szCs w:val="28"/>
              </w:rPr>
            </w:pPr>
            <w:r w:rsidRPr="00404505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3E82" w:rsidRPr="00404505" w:rsidRDefault="00CB3E82" w:rsidP="00CB3E82">
            <w:pPr>
              <w:widowControl w:val="0"/>
              <w:ind w:left="-57" w:right="57"/>
              <w:rPr>
                <w:sz w:val="28"/>
                <w:szCs w:val="28"/>
              </w:rPr>
            </w:pPr>
            <w:r w:rsidRPr="00404505"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1</w:t>
            </w:r>
            <w:r w:rsidRPr="00404505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Pr="00404505">
              <w:rPr>
                <w:sz w:val="28"/>
                <w:szCs w:val="28"/>
              </w:rPr>
              <w:t>.2017</w:t>
            </w:r>
          </w:p>
        </w:tc>
        <w:tc>
          <w:tcPr>
            <w:tcW w:w="4111" w:type="dxa"/>
            <w:vAlign w:val="bottom"/>
          </w:tcPr>
          <w:p w:rsidR="00CB3E82" w:rsidRPr="00404505" w:rsidRDefault="00CB3E82" w:rsidP="00BE63CC">
            <w:pPr>
              <w:widowControl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B3E82" w:rsidRPr="00404505" w:rsidRDefault="00CB3E82" w:rsidP="00BE63CC">
            <w:pPr>
              <w:widowControl w:val="0"/>
              <w:ind w:left="-57" w:right="57"/>
              <w:rPr>
                <w:sz w:val="28"/>
                <w:szCs w:val="28"/>
              </w:rPr>
            </w:pPr>
            <w:r w:rsidRPr="00404505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3E82" w:rsidRPr="00404505" w:rsidRDefault="00CB3E82" w:rsidP="00BE63CC">
            <w:pPr>
              <w:widowControl w:val="0"/>
              <w:rPr>
                <w:sz w:val="28"/>
                <w:szCs w:val="24"/>
              </w:rPr>
            </w:pPr>
            <w:r w:rsidRPr="00404505">
              <w:rPr>
                <w:sz w:val="28"/>
              </w:rPr>
              <w:t>2</w:t>
            </w:r>
            <w:r>
              <w:rPr>
                <w:sz w:val="28"/>
              </w:rPr>
              <w:t>86</w:t>
            </w:r>
            <w:bookmarkStart w:id="0" w:name="_GoBack"/>
            <w:bookmarkEnd w:id="0"/>
          </w:p>
        </w:tc>
      </w:tr>
    </w:tbl>
    <w:p w:rsidR="00566E94" w:rsidRPr="00566E94" w:rsidRDefault="00566E94" w:rsidP="00566E9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jc w:val="left"/>
        <w:rPr>
          <w:szCs w:val="28"/>
        </w:rPr>
      </w:pPr>
    </w:p>
    <w:p w:rsidR="00566E94" w:rsidRPr="00566E94" w:rsidRDefault="00566E94" w:rsidP="00566E9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jc w:val="left"/>
        <w:rPr>
          <w:szCs w:val="28"/>
        </w:rPr>
      </w:pPr>
    </w:p>
    <w:p w:rsidR="00C4519A" w:rsidRPr="00566E94" w:rsidRDefault="00C4519A" w:rsidP="00566E9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jc w:val="left"/>
        <w:rPr>
          <w:szCs w:val="28"/>
        </w:rPr>
      </w:pPr>
      <w:r w:rsidRPr="00566E94">
        <w:rPr>
          <w:szCs w:val="28"/>
        </w:rPr>
        <w:t>О начале процедуры формирования</w:t>
      </w:r>
    </w:p>
    <w:p w:rsidR="00C4519A" w:rsidRPr="00566E94" w:rsidRDefault="00C4519A" w:rsidP="00566E9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jc w:val="left"/>
        <w:rPr>
          <w:szCs w:val="28"/>
        </w:rPr>
      </w:pPr>
      <w:r w:rsidRPr="00566E94">
        <w:rPr>
          <w:szCs w:val="28"/>
        </w:rPr>
        <w:t>нового состава Общественной палаты</w:t>
      </w:r>
    </w:p>
    <w:p w:rsidR="00F33BD8" w:rsidRPr="00566E94" w:rsidRDefault="00C4519A" w:rsidP="00566E9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jc w:val="left"/>
        <w:rPr>
          <w:szCs w:val="28"/>
        </w:rPr>
      </w:pPr>
      <w:r w:rsidRPr="00566E94">
        <w:rPr>
          <w:szCs w:val="28"/>
        </w:rPr>
        <w:t>Ярославской области</w:t>
      </w:r>
    </w:p>
    <w:p w:rsidR="00735EFC" w:rsidRPr="00566E94" w:rsidRDefault="00735EFC" w:rsidP="00566E94">
      <w:pPr>
        <w:contextualSpacing/>
        <w:jc w:val="both"/>
        <w:rPr>
          <w:sz w:val="28"/>
          <w:szCs w:val="28"/>
        </w:rPr>
      </w:pPr>
    </w:p>
    <w:p w:rsidR="00A3351A" w:rsidRPr="00566E94" w:rsidRDefault="00A3351A" w:rsidP="00566E94">
      <w:pPr>
        <w:contextualSpacing/>
        <w:jc w:val="both"/>
        <w:rPr>
          <w:sz w:val="28"/>
          <w:szCs w:val="28"/>
        </w:rPr>
      </w:pPr>
    </w:p>
    <w:p w:rsidR="00C4519A" w:rsidRPr="00566E94" w:rsidRDefault="00C4519A" w:rsidP="00566E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6E94">
        <w:rPr>
          <w:sz w:val="28"/>
          <w:szCs w:val="28"/>
        </w:rPr>
        <w:t xml:space="preserve">В соответствии со </w:t>
      </w:r>
      <w:hyperlink r:id="rId9" w:history="1">
        <w:r w:rsidRPr="00566E94">
          <w:rPr>
            <w:sz w:val="28"/>
            <w:szCs w:val="28"/>
          </w:rPr>
          <w:t>статьей 6</w:t>
        </w:r>
      </w:hyperlink>
      <w:r w:rsidRPr="00566E94">
        <w:rPr>
          <w:sz w:val="28"/>
          <w:szCs w:val="28"/>
        </w:rPr>
        <w:t xml:space="preserve"> Закона Ярославской области «Об орган</w:t>
      </w:r>
      <w:r w:rsidRPr="00566E94">
        <w:rPr>
          <w:sz w:val="28"/>
          <w:szCs w:val="28"/>
        </w:rPr>
        <w:t>и</w:t>
      </w:r>
      <w:r w:rsidRPr="00566E94">
        <w:rPr>
          <w:sz w:val="28"/>
          <w:szCs w:val="28"/>
        </w:rPr>
        <w:t>зации и деятельности Общественной палаты Ярославской области» Яросла</w:t>
      </w:r>
      <w:r w:rsidRPr="00566E94">
        <w:rPr>
          <w:sz w:val="28"/>
          <w:szCs w:val="28"/>
        </w:rPr>
        <w:t>в</w:t>
      </w:r>
      <w:r w:rsidRPr="00566E94">
        <w:rPr>
          <w:sz w:val="28"/>
          <w:szCs w:val="28"/>
        </w:rPr>
        <w:t>ская областная Дума</w:t>
      </w:r>
    </w:p>
    <w:p w:rsidR="000E0AFF" w:rsidRPr="00566E94" w:rsidRDefault="000E0AFF" w:rsidP="00566E9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66E94" w:rsidRDefault="00E102FF" w:rsidP="00566E94">
      <w:pPr>
        <w:contextualSpacing/>
        <w:jc w:val="center"/>
        <w:rPr>
          <w:b/>
          <w:sz w:val="28"/>
          <w:szCs w:val="28"/>
        </w:rPr>
      </w:pPr>
      <w:proofErr w:type="gramStart"/>
      <w:r w:rsidRPr="00566E94">
        <w:rPr>
          <w:b/>
          <w:sz w:val="28"/>
          <w:szCs w:val="28"/>
        </w:rPr>
        <w:t>П</w:t>
      </w:r>
      <w:proofErr w:type="gramEnd"/>
      <w:r w:rsidRPr="00566E94">
        <w:rPr>
          <w:b/>
          <w:sz w:val="28"/>
          <w:szCs w:val="28"/>
        </w:rPr>
        <w:t xml:space="preserve"> О С Т А Н О В И Л А:</w:t>
      </w:r>
    </w:p>
    <w:p w:rsidR="00C4519A" w:rsidRPr="00566E94" w:rsidRDefault="00C4519A" w:rsidP="00566E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519A" w:rsidRPr="00566E94" w:rsidRDefault="00C4519A" w:rsidP="00566E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E94">
        <w:rPr>
          <w:rFonts w:ascii="Times New Roman" w:hAnsi="Times New Roman" w:cs="Times New Roman"/>
          <w:sz w:val="28"/>
          <w:szCs w:val="28"/>
        </w:rPr>
        <w:t>1. Разместить 2</w:t>
      </w:r>
      <w:r w:rsidR="007535E9" w:rsidRPr="00566E94">
        <w:rPr>
          <w:rFonts w:ascii="Times New Roman" w:hAnsi="Times New Roman" w:cs="Times New Roman"/>
          <w:sz w:val="28"/>
          <w:szCs w:val="28"/>
        </w:rPr>
        <w:t>2</w:t>
      </w:r>
      <w:r w:rsidRPr="00566E94">
        <w:rPr>
          <w:rFonts w:ascii="Times New Roman" w:hAnsi="Times New Roman" w:cs="Times New Roman"/>
          <w:sz w:val="28"/>
          <w:szCs w:val="28"/>
        </w:rPr>
        <w:t xml:space="preserve"> ноября 2017 года информационное сообщение о нач</w:t>
      </w:r>
      <w:r w:rsidRPr="00566E94">
        <w:rPr>
          <w:rFonts w:ascii="Times New Roman" w:hAnsi="Times New Roman" w:cs="Times New Roman"/>
          <w:sz w:val="28"/>
          <w:szCs w:val="28"/>
        </w:rPr>
        <w:t>а</w:t>
      </w:r>
      <w:r w:rsidRPr="00566E94">
        <w:rPr>
          <w:rFonts w:ascii="Times New Roman" w:hAnsi="Times New Roman" w:cs="Times New Roman"/>
          <w:sz w:val="28"/>
          <w:szCs w:val="28"/>
        </w:rPr>
        <w:t xml:space="preserve">ле </w:t>
      </w:r>
      <w:proofErr w:type="gramStart"/>
      <w:r w:rsidRPr="00566E94">
        <w:rPr>
          <w:rFonts w:ascii="Times New Roman" w:hAnsi="Times New Roman" w:cs="Times New Roman"/>
          <w:sz w:val="28"/>
          <w:szCs w:val="28"/>
        </w:rPr>
        <w:t>процедуры формирования нового состава Общественной палаты Яросла</w:t>
      </w:r>
      <w:r w:rsidRPr="00566E94">
        <w:rPr>
          <w:rFonts w:ascii="Times New Roman" w:hAnsi="Times New Roman" w:cs="Times New Roman"/>
          <w:sz w:val="28"/>
          <w:szCs w:val="28"/>
        </w:rPr>
        <w:t>в</w:t>
      </w:r>
      <w:r w:rsidRPr="00566E94">
        <w:rPr>
          <w:rFonts w:ascii="Times New Roman" w:hAnsi="Times New Roman" w:cs="Times New Roman"/>
          <w:sz w:val="28"/>
          <w:szCs w:val="28"/>
        </w:rPr>
        <w:t>ской области</w:t>
      </w:r>
      <w:proofErr w:type="gramEnd"/>
      <w:r w:rsidRPr="00566E94">
        <w:rPr>
          <w:rFonts w:ascii="Times New Roman" w:hAnsi="Times New Roman" w:cs="Times New Roman"/>
          <w:sz w:val="28"/>
          <w:szCs w:val="28"/>
        </w:rPr>
        <w:t xml:space="preserve"> </w:t>
      </w:r>
      <w:r w:rsidR="008B731B" w:rsidRPr="00566E94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8206A4" w:rsidRPr="00566E94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Pr="00566E94">
        <w:rPr>
          <w:rFonts w:ascii="Times New Roman" w:hAnsi="Times New Roman" w:cs="Times New Roman"/>
          <w:sz w:val="28"/>
          <w:szCs w:val="28"/>
        </w:rPr>
        <w:t>в инфо</w:t>
      </w:r>
      <w:r w:rsidRPr="00566E94">
        <w:rPr>
          <w:rFonts w:ascii="Times New Roman" w:hAnsi="Times New Roman" w:cs="Times New Roman"/>
          <w:sz w:val="28"/>
          <w:szCs w:val="28"/>
        </w:rPr>
        <w:t>р</w:t>
      </w:r>
      <w:r w:rsidRPr="00566E94">
        <w:rPr>
          <w:rFonts w:ascii="Times New Roman" w:hAnsi="Times New Roman" w:cs="Times New Roman"/>
          <w:sz w:val="28"/>
          <w:szCs w:val="28"/>
        </w:rPr>
        <w:t xml:space="preserve">мационно-телекоммуникационной сети </w:t>
      </w:r>
      <w:r w:rsidR="001F6443" w:rsidRPr="00566E94">
        <w:rPr>
          <w:rFonts w:ascii="Times New Roman" w:hAnsi="Times New Roman" w:cs="Times New Roman"/>
          <w:sz w:val="28"/>
          <w:szCs w:val="28"/>
        </w:rPr>
        <w:t>«</w:t>
      </w:r>
      <w:r w:rsidRPr="00566E94">
        <w:rPr>
          <w:rFonts w:ascii="Times New Roman" w:hAnsi="Times New Roman" w:cs="Times New Roman"/>
          <w:sz w:val="28"/>
          <w:szCs w:val="28"/>
        </w:rPr>
        <w:t>Интернет</w:t>
      </w:r>
      <w:r w:rsidR="001F6443" w:rsidRPr="00566E94">
        <w:rPr>
          <w:rFonts w:ascii="Times New Roman" w:hAnsi="Times New Roman" w:cs="Times New Roman"/>
          <w:sz w:val="28"/>
          <w:szCs w:val="28"/>
        </w:rPr>
        <w:t>»</w:t>
      </w:r>
      <w:r w:rsidRPr="00566E94">
        <w:rPr>
          <w:rFonts w:ascii="Times New Roman" w:hAnsi="Times New Roman" w:cs="Times New Roman"/>
          <w:sz w:val="28"/>
          <w:szCs w:val="28"/>
        </w:rPr>
        <w:t>.</w:t>
      </w:r>
    </w:p>
    <w:p w:rsidR="00120D52" w:rsidRPr="00566E94" w:rsidRDefault="00E7211A" w:rsidP="00566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66E94">
        <w:rPr>
          <w:sz w:val="28"/>
          <w:szCs w:val="28"/>
        </w:rPr>
        <w:t>2</w:t>
      </w:r>
      <w:r w:rsidR="00C71D03" w:rsidRPr="00566E94">
        <w:rPr>
          <w:sz w:val="28"/>
          <w:szCs w:val="28"/>
        </w:rPr>
        <w:t xml:space="preserve">. </w:t>
      </w:r>
      <w:r w:rsidR="00C4519A" w:rsidRPr="00566E94">
        <w:rPr>
          <w:sz w:val="28"/>
          <w:szCs w:val="28"/>
        </w:rPr>
        <w:t>Поручить комитету Ярославской областной Думы по законодател</w:t>
      </w:r>
      <w:r w:rsidR="00C4519A" w:rsidRPr="00566E94">
        <w:rPr>
          <w:sz w:val="28"/>
          <w:szCs w:val="28"/>
        </w:rPr>
        <w:t>ь</w:t>
      </w:r>
      <w:r w:rsidR="00C4519A" w:rsidRPr="00566E94">
        <w:rPr>
          <w:sz w:val="28"/>
          <w:szCs w:val="28"/>
        </w:rPr>
        <w:t xml:space="preserve">ству, вопросам государственной власти и местного самоуправления </w:t>
      </w:r>
      <w:r w:rsidR="004F594E" w:rsidRPr="00566E94">
        <w:rPr>
          <w:sz w:val="28"/>
          <w:szCs w:val="28"/>
        </w:rPr>
        <w:t>сформ</w:t>
      </w:r>
      <w:r w:rsidR="004F594E" w:rsidRPr="00566E94">
        <w:rPr>
          <w:sz w:val="28"/>
          <w:szCs w:val="28"/>
        </w:rPr>
        <w:t>и</w:t>
      </w:r>
      <w:r w:rsidR="004F594E" w:rsidRPr="00566E94">
        <w:rPr>
          <w:sz w:val="28"/>
          <w:szCs w:val="28"/>
        </w:rPr>
        <w:t xml:space="preserve">ровать общий список кандидатов </w:t>
      </w:r>
      <w:r w:rsidR="00393F07" w:rsidRPr="00566E94">
        <w:rPr>
          <w:sz w:val="28"/>
          <w:szCs w:val="28"/>
        </w:rPr>
        <w:t>в члены Общественной палаты Яросла</w:t>
      </w:r>
      <w:r w:rsidR="00393F07" w:rsidRPr="00566E94">
        <w:rPr>
          <w:sz w:val="28"/>
          <w:szCs w:val="28"/>
        </w:rPr>
        <w:t>в</w:t>
      </w:r>
      <w:r w:rsidR="00393F07" w:rsidRPr="00566E94">
        <w:rPr>
          <w:sz w:val="28"/>
          <w:szCs w:val="28"/>
        </w:rPr>
        <w:t xml:space="preserve">ской области </w:t>
      </w:r>
      <w:r w:rsidR="004F594E" w:rsidRPr="00566E94">
        <w:rPr>
          <w:sz w:val="28"/>
          <w:szCs w:val="28"/>
        </w:rPr>
        <w:t>из числа</w:t>
      </w:r>
      <w:r w:rsidR="00393F07" w:rsidRPr="00566E94">
        <w:rPr>
          <w:sz w:val="28"/>
          <w:szCs w:val="28"/>
        </w:rPr>
        <w:t xml:space="preserve"> кандидатур</w:t>
      </w:r>
      <w:r w:rsidR="004F594E" w:rsidRPr="00566E94">
        <w:rPr>
          <w:sz w:val="28"/>
          <w:szCs w:val="28"/>
        </w:rPr>
        <w:t>, представленных в Ярославскую облас</w:t>
      </w:r>
      <w:r w:rsidR="004F594E" w:rsidRPr="00566E94">
        <w:rPr>
          <w:sz w:val="28"/>
          <w:szCs w:val="28"/>
        </w:rPr>
        <w:t>т</w:t>
      </w:r>
      <w:r w:rsidR="004F594E" w:rsidRPr="00566E94">
        <w:rPr>
          <w:sz w:val="28"/>
          <w:szCs w:val="28"/>
        </w:rPr>
        <w:t>ную Думу зарегистрированными на территории Ярославской области неко</w:t>
      </w:r>
      <w:r w:rsidR="004F594E" w:rsidRPr="00566E94">
        <w:rPr>
          <w:sz w:val="28"/>
          <w:szCs w:val="28"/>
        </w:rPr>
        <w:t>м</w:t>
      </w:r>
      <w:r w:rsidR="004F594E" w:rsidRPr="00566E94">
        <w:rPr>
          <w:sz w:val="28"/>
          <w:szCs w:val="28"/>
        </w:rPr>
        <w:t>мерческими организациями</w:t>
      </w:r>
      <w:r w:rsidR="00DE01FD" w:rsidRPr="00566E94">
        <w:rPr>
          <w:sz w:val="28"/>
          <w:szCs w:val="28"/>
        </w:rPr>
        <w:t xml:space="preserve">, </w:t>
      </w:r>
      <w:r w:rsidR="004F594E" w:rsidRPr="00566E94">
        <w:rPr>
          <w:sz w:val="28"/>
          <w:szCs w:val="28"/>
        </w:rPr>
        <w:t>для рассмотрения на заседании Ярославской о</w:t>
      </w:r>
      <w:r w:rsidR="004F594E" w:rsidRPr="00566E94">
        <w:rPr>
          <w:sz w:val="28"/>
          <w:szCs w:val="28"/>
        </w:rPr>
        <w:t>б</w:t>
      </w:r>
      <w:r w:rsidR="004F594E" w:rsidRPr="00566E94">
        <w:rPr>
          <w:sz w:val="28"/>
          <w:szCs w:val="28"/>
        </w:rPr>
        <w:t>ластной Думы.</w:t>
      </w:r>
    </w:p>
    <w:p w:rsidR="00893552" w:rsidRPr="00566E94" w:rsidRDefault="003073D2" w:rsidP="00566E94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566E94">
        <w:rPr>
          <w:szCs w:val="28"/>
        </w:rPr>
        <w:t>3</w:t>
      </w:r>
      <w:r w:rsidR="007166DA" w:rsidRPr="00566E94">
        <w:rPr>
          <w:szCs w:val="28"/>
        </w:rPr>
        <w:t>. Настоящее Постановление вступает в силу с момента его принятия.</w:t>
      </w:r>
    </w:p>
    <w:p w:rsidR="00C4519A" w:rsidRPr="00566E94" w:rsidRDefault="00C4519A" w:rsidP="00566E94">
      <w:pPr>
        <w:jc w:val="both"/>
        <w:rPr>
          <w:sz w:val="28"/>
          <w:szCs w:val="28"/>
        </w:rPr>
      </w:pPr>
    </w:p>
    <w:p w:rsidR="004D5144" w:rsidRPr="00566E94" w:rsidRDefault="004D5144" w:rsidP="00566E94">
      <w:pPr>
        <w:jc w:val="both"/>
        <w:rPr>
          <w:sz w:val="28"/>
          <w:szCs w:val="28"/>
        </w:rPr>
      </w:pPr>
    </w:p>
    <w:p w:rsidR="000E0AFF" w:rsidRPr="00566E94" w:rsidRDefault="000E0AFF" w:rsidP="00566E94">
      <w:pPr>
        <w:jc w:val="both"/>
        <w:rPr>
          <w:sz w:val="28"/>
          <w:szCs w:val="28"/>
        </w:rPr>
      </w:pPr>
    </w:p>
    <w:p w:rsidR="00093AC8" w:rsidRPr="00566E94" w:rsidRDefault="00093AC8" w:rsidP="00566E94">
      <w:pPr>
        <w:pStyle w:val="3"/>
        <w:contextualSpacing/>
        <w:rPr>
          <w:szCs w:val="28"/>
        </w:rPr>
      </w:pPr>
      <w:r w:rsidRPr="00566E94">
        <w:rPr>
          <w:szCs w:val="28"/>
        </w:rPr>
        <w:t>Председатель</w:t>
      </w:r>
    </w:p>
    <w:p w:rsidR="00E102FF" w:rsidRPr="00566E94" w:rsidRDefault="00093AC8" w:rsidP="00566E94">
      <w:pPr>
        <w:jc w:val="both"/>
        <w:rPr>
          <w:sz w:val="28"/>
          <w:szCs w:val="28"/>
        </w:rPr>
      </w:pPr>
      <w:r w:rsidRPr="00566E94">
        <w:rPr>
          <w:sz w:val="28"/>
          <w:szCs w:val="28"/>
        </w:rPr>
        <w:t>Ярославской областной Думы</w:t>
      </w:r>
      <w:r w:rsidRPr="00566E94">
        <w:rPr>
          <w:sz w:val="28"/>
          <w:szCs w:val="28"/>
        </w:rPr>
        <w:tab/>
      </w:r>
      <w:r w:rsidRPr="00566E94">
        <w:rPr>
          <w:sz w:val="28"/>
          <w:szCs w:val="28"/>
        </w:rPr>
        <w:tab/>
      </w:r>
      <w:r w:rsidRPr="00566E94">
        <w:rPr>
          <w:sz w:val="28"/>
          <w:szCs w:val="28"/>
        </w:rPr>
        <w:tab/>
      </w:r>
      <w:r w:rsidRPr="00566E94">
        <w:rPr>
          <w:sz w:val="28"/>
          <w:szCs w:val="28"/>
        </w:rPr>
        <w:tab/>
        <w:t xml:space="preserve">      </w:t>
      </w:r>
      <w:r w:rsidR="00566E94">
        <w:rPr>
          <w:sz w:val="28"/>
          <w:szCs w:val="28"/>
        </w:rPr>
        <w:t xml:space="preserve">  </w:t>
      </w:r>
      <w:r w:rsidRPr="00566E94">
        <w:rPr>
          <w:sz w:val="28"/>
          <w:szCs w:val="28"/>
        </w:rPr>
        <w:t xml:space="preserve">   </w:t>
      </w:r>
      <w:r w:rsidR="00B5428D" w:rsidRPr="00566E94">
        <w:rPr>
          <w:sz w:val="28"/>
          <w:szCs w:val="28"/>
        </w:rPr>
        <w:t>М.В. Боровицкий</w:t>
      </w:r>
    </w:p>
    <w:sectPr w:rsidR="00E102FF" w:rsidRPr="00566E94" w:rsidSect="00566E9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94" w:rsidRDefault="006B3E94">
      <w:r>
        <w:separator/>
      </w:r>
    </w:p>
  </w:endnote>
  <w:endnote w:type="continuationSeparator" w:id="0">
    <w:p w:rsidR="006B3E94" w:rsidRDefault="006B3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94" w:rsidRDefault="006B3E94">
      <w:r>
        <w:separator/>
      </w:r>
    </w:p>
  </w:footnote>
  <w:footnote w:type="continuationSeparator" w:id="0">
    <w:p w:rsidR="006B3E94" w:rsidRDefault="006B3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335D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0AFF"/>
    <w:rsid w:val="000E4487"/>
    <w:rsid w:val="000E768E"/>
    <w:rsid w:val="000F4B67"/>
    <w:rsid w:val="001014CF"/>
    <w:rsid w:val="00115679"/>
    <w:rsid w:val="0011582D"/>
    <w:rsid w:val="00116929"/>
    <w:rsid w:val="00120D52"/>
    <w:rsid w:val="00126599"/>
    <w:rsid w:val="00131CAC"/>
    <w:rsid w:val="001433C4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C6A0E"/>
    <w:rsid w:val="001E0B2C"/>
    <w:rsid w:val="001E50E6"/>
    <w:rsid w:val="001F286B"/>
    <w:rsid w:val="001F6443"/>
    <w:rsid w:val="00202A29"/>
    <w:rsid w:val="00203892"/>
    <w:rsid w:val="00214A41"/>
    <w:rsid w:val="002170BF"/>
    <w:rsid w:val="00230264"/>
    <w:rsid w:val="00241DF9"/>
    <w:rsid w:val="00246829"/>
    <w:rsid w:val="00257324"/>
    <w:rsid w:val="00261D6F"/>
    <w:rsid w:val="00262147"/>
    <w:rsid w:val="00266F5E"/>
    <w:rsid w:val="002751F0"/>
    <w:rsid w:val="00284F62"/>
    <w:rsid w:val="00292EA5"/>
    <w:rsid w:val="00297D9A"/>
    <w:rsid w:val="002A6E11"/>
    <w:rsid w:val="002B0AFF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073D2"/>
    <w:rsid w:val="00316063"/>
    <w:rsid w:val="003248FB"/>
    <w:rsid w:val="003440D7"/>
    <w:rsid w:val="0034786D"/>
    <w:rsid w:val="00347FD1"/>
    <w:rsid w:val="003729DD"/>
    <w:rsid w:val="00373553"/>
    <w:rsid w:val="0038216A"/>
    <w:rsid w:val="003917A1"/>
    <w:rsid w:val="00393F07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968B3"/>
    <w:rsid w:val="004A5FDD"/>
    <w:rsid w:val="004B2C11"/>
    <w:rsid w:val="004B40A0"/>
    <w:rsid w:val="004C700C"/>
    <w:rsid w:val="004D1ADD"/>
    <w:rsid w:val="004D4F0B"/>
    <w:rsid w:val="004D5144"/>
    <w:rsid w:val="004D7B1E"/>
    <w:rsid w:val="004E2E55"/>
    <w:rsid w:val="004E4E0F"/>
    <w:rsid w:val="004E6C5E"/>
    <w:rsid w:val="004F4036"/>
    <w:rsid w:val="004F594E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24BA"/>
    <w:rsid w:val="00563BD6"/>
    <w:rsid w:val="00566394"/>
    <w:rsid w:val="00566E94"/>
    <w:rsid w:val="00573771"/>
    <w:rsid w:val="00581E1C"/>
    <w:rsid w:val="00584345"/>
    <w:rsid w:val="00597EBA"/>
    <w:rsid w:val="005B0A3D"/>
    <w:rsid w:val="005B25DE"/>
    <w:rsid w:val="005C0900"/>
    <w:rsid w:val="005C18F8"/>
    <w:rsid w:val="005D033B"/>
    <w:rsid w:val="005D4226"/>
    <w:rsid w:val="005F7569"/>
    <w:rsid w:val="00645167"/>
    <w:rsid w:val="00664A29"/>
    <w:rsid w:val="0067233F"/>
    <w:rsid w:val="006730B3"/>
    <w:rsid w:val="006820CD"/>
    <w:rsid w:val="00690E69"/>
    <w:rsid w:val="006961AD"/>
    <w:rsid w:val="006A237F"/>
    <w:rsid w:val="006A27A5"/>
    <w:rsid w:val="006B0EE6"/>
    <w:rsid w:val="006B3E94"/>
    <w:rsid w:val="006C0CD5"/>
    <w:rsid w:val="006C450D"/>
    <w:rsid w:val="006D27B1"/>
    <w:rsid w:val="006D5A93"/>
    <w:rsid w:val="006D6A9E"/>
    <w:rsid w:val="006F3DC0"/>
    <w:rsid w:val="00700E76"/>
    <w:rsid w:val="00713C79"/>
    <w:rsid w:val="007166DA"/>
    <w:rsid w:val="00721AD6"/>
    <w:rsid w:val="00726E6A"/>
    <w:rsid w:val="00732B4C"/>
    <w:rsid w:val="0073576C"/>
    <w:rsid w:val="00735D20"/>
    <w:rsid w:val="00735EFC"/>
    <w:rsid w:val="00736818"/>
    <w:rsid w:val="007432F9"/>
    <w:rsid w:val="007532EA"/>
    <w:rsid w:val="007535E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1792C"/>
    <w:rsid w:val="008206A4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141"/>
    <w:rsid w:val="00897256"/>
    <w:rsid w:val="008B731B"/>
    <w:rsid w:val="008C7F01"/>
    <w:rsid w:val="008D1296"/>
    <w:rsid w:val="008E6CB0"/>
    <w:rsid w:val="008F179B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85DD6"/>
    <w:rsid w:val="00993DD8"/>
    <w:rsid w:val="0099732B"/>
    <w:rsid w:val="009A70BA"/>
    <w:rsid w:val="009A7535"/>
    <w:rsid w:val="009A75C6"/>
    <w:rsid w:val="009C18F5"/>
    <w:rsid w:val="009C296A"/>
    <w:rsid w:val="009C389A"/>
    <w:rsid w:val="009D4FB9"/>
    <w:rsid w:val="009D616D"/>
    <w:rsid w:val="009F747E"/>
    <w:rsid w:val="00A04B61"/>
    <w:rsid w:val="00A05E22"/>
    <w:rsid w:val="00A165D9"/>
    <w:rsid w:val="00A23D93"/>
    <w:rsid w:val="00A245AA"/>
    <w:rsid w:val="00A250E8"/>
    <w:rsid w:val="00A269B9"/>
    <w:rsid w:val="00A3351A"/>
    <w:rsid w:val="00A36BB6"/>
    <w:rsid w:val="00A4428C"/>
    <w:rsid w:val="00A46930"/>
    <w:rsid w:val="00A56FC1"/>
    <w:rsid w:val="00A754C3"/>
    <w:rsid w:val="00A7637E"/>
    <w:rsid w:val="00A81DC6"/>
    <w:rsid w:val="00A84D5E"/>
    <w:rsid w:val="00A8686A"/>
    <w:rsid w:val="00A90D7F"/>
    <w:rsid w:val="00A97A21"/>
    <w:rsid w:val="00AB0954"/>
    <w:rsid w:val="00AB585B"/>
    <w:rsid w:val="00AC698A"/>
    <w:rsid w:val="00AD71BC"/>
    <w:rsid w:val="00AE75D6"/>
    <w:rsid w:val="00AF1E34"/>
    <w:rsid w:val="00B0356F"/>
    <w:rsid w:val="00B071BB"/>
    <w:rsid w:val="00B2240F"/>
    <w:rsid w:val="00B34ECF"/>
    <w:rsid w:val="00B415D2"/>
    <w:rsid w:val="00B42317"/>
    <w:rsid w:val="00B51DE7"/>
    <w:rsid w:val="00B52164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0182"/>
    <w:rsid w:val="00BE3C4B"/>
    <w:rsid w:val="00BE76B4"/>
    <w:rsid w:val="00BF13FD"/>
    <w:rsid w:val="00BF59AA"/>
    <w:rsid w:val="00BF5B74"/>
    <w:rsid w:val="00C14300"/>
    <w:rsid w:val="00C14F0B"/>
    <w:rsid w:val="00C16FB4"/>
    <w:rsid w:val="00C25439"/>
    <w:rsid w:val="00C25544"/>
    <w:rsid w:val="00C278F0"/>
    <w:rsid w:val="00C37391"/>
    <w:rsid w:val="00C40E45"/>
    <w:rsid w:val="00C4519A"/>
    <w:rsid w:val="00C50A52"/>
    <w:rsid w:val="00C54C50"/>
    <w:rsid w:val="00C57B7E"/>
    <w:rsid w:val="00C637C2"/>
    <w:rsid w:val="00C63DC2"/>
    <w:rsid w:val="00C71D03"/>
    <w:rsid w:val="00C73338"/>
    <w:rsid w:val="00C74147"/>
    <w:rsid w:val="00C80E46"/>
    <w:rsid w:val="00C97255"/>
    <w:rsid w:val="00CA3B27"/>
    <w:rsid w:val="00CA6684"/>
    <w:rsid w:val="00CB054A"/>
    <w:rsid w:val="00CB2CE6"/>
    <w:rsid w:val="00CB3E82"/>
    <w:rsid w:val="00CC44C1"/>
    <w:rsid w:val="00CC6928"/>
    <w:rsid w:val="00CD0924"/>
    <w:rsid w:val="00CD3BB4"/>
    <w:rsid w:val="00CE7C91"/>
    <w:rsid w:val="00CF09CD"/>
    <w:rsid w:val="00D000E0"/>
    <w:rsid w:val="00D05B69"/>
    <w:rsid w:val="00D265E9"/>
    <w:rsid w:val="00D26F67"/>
    <w:rsid w:val="00D60AFA"/>
    <w:rsid w:val="00D70EBC"/>
    <w:rsid w:val="00D85A0A"/>
    <w:rsid w:val="00D9492B"/>
    <w:rsid w:val="00D94E45"/>
    <w:rsid w:val="00D959EB"/>
    <w:rsid w:val="00D96B51"/>
    <w:rsid w:val="00DA6ED5"/>
    <w:rsid w:val="00DB648A"/>
    <w:rsid w:val="00DC18DF"/>
    <w:rsid w:val="00DC6D51"/>
    <w:rsid w:val="00DD7415"/>
    <w:rsid w:val="00DE01FD"/>
    <w:rsid w:val="00DE63AB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7211A"/>
    <w:rsid w:val="00E8262D"/>
    <w:rsid w:val="00E868BF"/>
    <w:rsid w:val="00EA40BB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3118"/>
    <w:rsid w:val="00FA503A"/>
    <w:rsid w:val="00FB5A0F"/>
    <w:rsid w:val="00FD72A0"/>
    <w:rsid w:val="00FE38D3"/>
    <w:rsid w:val="00FE5AE6"/>
    <w:rsid w:val="00FE6B99"/>
    <w:rsid w:val="00FF17A2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82EDF8C01C81D681308F4A391FB710DD7A832ABF1B30732947B39D9820224F2CBCB0DCBB87C868DF6ECBDP4P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C3C1D-BC65-4E1E-9308-1ECBA9E4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35</cp:revision>
  <cp:lastPrinted>2017-10-27T07:19:00Z</cp:lastPrinted>
  <dcterms:created xsi:type="dcterms:W3CDTF">2017-10-27T07:15:00Z</dcterms:created>
  <dcterms:modified xsi:type="dcterms:W3CDTF">2017-11-22T07:15:00Z</dcterms:modified>
</cp:coreProperties>
</file>