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DF" w:rsidRPr="00812753" w:rsidRDefault="000644DF" w:rsidP="00917366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917366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917366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>от ______________ № _______</w:t>
      </w:r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A620AB" w:rsidRPr="006407B8" w:rsidRDefault="00A620AB" w:rsidP="007223CF">
      <w:pPr>
        <w:jc w:val="center"/>
        <w:rPr>
          <w:b/>
          <w:sz w:val="28"/>
          <w:szCs w:val="28"/>
        </w:rPr>
      </w:pPr>
    </w:p>
    <w:p w:rsidR="002F2361" w:rsidRDefault="00F525B6" w:rsidP="00D75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</w:t>
      </w:r>
    </w:p>
    <w:p w:rsidR="00D75B0C" w:rsidRPr="006407B8" w:rsidRDefault="00F525B6" w:rsidP="00D75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доходов </w:t>
      </w:r>
      <w:r w:rsidR="00D75B0C" w:rsidRPr="006407B8">
        <w:rPr>
          <w:b/>
          <w:sz w:val="28"/>
          <w:szCs w:val="28"/>
        </w:rPr>
        <w:t>бюджета</w:t>
      </w:r>
      <w:r w:rsidR="00D75B0C" w:rsidRPr="006407B8">
        <w:rPr>
          <w:sz w:val="28"/>
          <w:szCs w:val="28"/>
        </w:rPr>
        <w:t xml:space="preserve"> </w:t>
      </w:r>
      <w:r w:rsidR="00D75B0C" w:rsidRPr="006407B8">
        <w:rPr>
          <w:b/>
          <w:sz w:val="28"/>
          <w:szCs w:val="28"/>
        </w:rPr>
        <w:t>Территориального фонда обязательного</w:t>
      </w:r>
    </w:p>
    <w:p w:rsidR="00F525B6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 xml:space="preserve">медицинского страхования Ярославской области в соответствии 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с классификацией доходов бюджетов</w:t>
      </w:r>
      <w:r w:rsidR="00F525B6" w:rsidRPr="00F525B6">
        <w:rPr>
          <w:b/>
          <w:sz w:val="28"/>
          <w:szCs w:val="28"/>
        </w:rPr>
        <w:t xml:space="preserve"> </w:t>
      </w:r>
      <w:r w:rsidR="00F525B6">
        <w:rPr>
          <w:b/>
          <w:sz w:val="28"/>
          <w:szCs w:val="28"/>
        </w:rPr>
        <w:t>з</w:t>
      </w:r>
      <w:r w:rsidR="00F525B6" w:rsidRPr="006407B8">
        <w:rPr>
          <w:b/>
          <w:sz w:val="28"/>
          <w:szCs w:val="28"/>
        </w:rPr>
        <w:t>а 20</w:t>
      </w:r>
      <w:r w:rsidR="00F525B6">
        <w:rPr>
          <w:b/>
          <w:sz w:val="28"/>
          <w:szCs w:val="28"/>
        </w:rPr>
        <w:t>2</w:t>
      </w:r>
      <w:r w:rsidR="00424C18">
        <w:rPr>
          <w:b/>
          <w:sz w:val="28"/>
          <w:szCs w:val="28"/>
        </w:rPr>
        <w:t>3</w:t>
      </w:r>
      <w:r w:rsidR="00F525B6" w:rsidRPr="006407B8">
        <w:rPr>
          <w:b/>
          <w:sz w:val="28"/>
          <w:szCs w:val="28"/>
        </w:rPr>
        <w:t xml:space="preserve"> год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5030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3"/>
        <w:gridCol w:w="3608"/>
        <w:gridCol w:w="2454"/>
      </w:tblGrid>
      <w:tr w:rsidR="00F525B6" w:rsidRPr="00E9558F" w:rsidTr="00A91A81">
        <w:trPr>
          <w:trHeight w:val="283"/>
          <w:tblHeader/>
        </w:trPr>
        <w:tc>
          <w:tcPr>
            <w:tcW w:w="1818" w:type="pc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Код бюджетной</w:t>
            </w:r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клас</w:t>
            </w:r>
            <w:bookmarkStart w:id="0" w:name="_GoBack"/>
            <w:bookmarkEnd w:id="0"/>
            <w:r w:rsidRPr="00E9558F">
              <w:rPr>
                <w:b/>
                <w:sz w:val="28"/>
                <w:szCs w:val="28"/>
              </w:rPr>
              <w:t>сификации</w:t>
            </w:r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F081A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88" w:type="pc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25B6" w:rsidRPr="00E9558F" w:rsidRDefault="00F525B6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9558F">
              <w:rPr>
                <w:b/>
                <w:sz w:val="28"/>
                <w:szCs w:val="28"/>
              </w:rPr>
              <w:t>Сумма</w:t>
            </w:r>
          </w:p>
          <w:p w:rsidR="00F525B6" w:rsidRPr="00E9558F" w:rsidRDefault="00F525B6" w:rsidP="00711DB7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(руб.)</w:t>
            </w:r>
          </w:p>
        </w:tc>
      </w:tr>
      <w:tr w:rsidR="00F7790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77903" w:rsidRPr="00E9558F" w:rsidRDefault="00F77903" w:rsidP="0048176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</w:t>
            </w:r>
            <w:r w:rsidRPr="00281103">
              <w:rPr>
                <w:b/>
                <w:bCs/>
                <w:sz w:val="28"/>
                <w:szCs w:val="28"/>
              </w:rPr>
              <w:t>оход</w:t>
            </w:r>
            <w:r>
              <w:rPr>
                <w:b/>
                <w:bCs/>
                <w:sz w:val="28"/>
                <w:szCs w:val="28"/>
              </w:rPr>
              <w:t>ы, всего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77903" w:rsidRPr="00E9558F" w:rsidRDefault="00F77903" w:rsidP="0048176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77903" w:rsidRDefault="00F77903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21 383 837 082,77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24C18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95 272 303,28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24C18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75 016 926,17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424C18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75 016 926,17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424C18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75 016 926,17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24C18" w:rsidP="00481764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75 016 926,17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24C18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20 255 377,11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</w:t>
            </w:r>
            <w:r w:rsidRPr="00F525B6">
              <w:rPr>
                <w:bCs/>
                <w:iCs/>
                <w:sz w:val="28"/>
                <w:szCs w:val="28"/>
              </w:rPr>
              <w:lastRenderedPageBreak/>
              <w:t>имени Российской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424C1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6 797 267,75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424C1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6 797 267,75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24C18" w:rsidP="0048176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6 797 267,75</w:t>
            </w:r>
          </w:p>
        </w:tc>
      </w:tr>
      <w:tr w:rsidR="004159A5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159A5" w:rsidRPr="00326EF9" w:rsidRDefault="004159A5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159A5" w:rsidRPr="00326EF9" w:rsidRDefault="004159A5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159A5" w:rsidRPr="00F525B6" w:rsidRDefault="00424C1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13 458 109,36</w:t>
            </w:r>
          </w:p>
        </w:tc>
      </w:tr>
      <w:tr w:rsidR="004159A5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159A5" w:rsidRPr="00326EF9" w:rsidRDefault="004159A5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000 1 16 10100 00 0000 140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159A5" w:rsidRPr="00326EF9" w:rsidRDefault="004159A5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159A5" w:rsidRPr="00F525B6" w:rsidRDefault="00424C1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11 704 997,25</w:t>
            </w:r>
          </w:p>
        </w:tc>
      </w:tr>
      <w:tr w:rsidR="004159A5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159A5" w:rsidRPr="00E9558F" w:rsidRDefault="004159A5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159A5" w:rsidRPr="00E9558F" w:rsidRDefault="004159A5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159A5" w:rsidRPr="00E9558F" w:rsidRDefault="00424C18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11 704 997,25</w:t>
            </w:r>
          </w:p>
        </w:tc>
      </w:tr>
      <w:tr w:rsidR="004159A5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159A5" w:rsidRPr="00326EF9" w:rsidRDefault="004159A5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159A5" w:rsidRPr="00326EF9" w:rsidRDefault="004159A5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 xml:space="preserve">Возмещение ущерба при возникновении страховых случаев, когда выгодоприобретателями выступают </w:t>
            </w:r>
            <w:r w:rsidRPr="00326EF9">
              <w:rPr>
                <w:bCs/>
                <w:iCs/>
                <w:sz w:val="28"/>
                <w:szCs w:val="28"/>
              </w:rPr>
              <w:lastRenderedPageBreak/>
              <w:t>получатели средств бюджетов государственных внебюджетных фондов</w:t>
            </w:r>
            <w:r w:rsidR="00406E9B">
              <w:rPr>
                <w:bCs/>
                <w:iCs/>
                <w:sz w:val="28"/>
                <w:szCs w:val="28"/>
              </w:rPr>
              <w:t>,</w:t>
            </w:r>
            <w:r w:rsidRPr="00326EF9">
              <w:rPr>
                <w:bCs/>
                <w:iCs/>
                <w:sz w:val="28"/>
                <w:szCs w:val="28"/>
              </w:rPr>
              <w:t xml:space="preserve"> и прочее возмещение ущерба, причиненного федеральному имуществу, находящемуся в их владении и пользовании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159A5" w:rsidRPr="00F525B6" w:rsidRDefault="00424C1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1 010 924,05</w:t>
            </w:r>
          </w:p>
        </w:tc>
      </w:tr>
      <w:tr w:rsidR="004159A5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159A5" w:rsidRPr="00E9558F" w:rsidRDefault="004159A5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159A5" w:rsidRPr="00E9558F" w:rsidRDefault="004159A5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159A5" w:rsidRPr="00E9558F" w:rsidRDefault="00424C18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1 010 924,05</w:t>
            </w:r>
          </w:p>
        </w:tc>
      </w:tr>
      <w:tr w:rsidR="004159A5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159A5" w:rsidRPr="00326EF9" w:rsidRDefault="004159A5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159A5" w:rsidRPr="00326EF9" w:rsidRDefault="004159A5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159A5" w:rsidRPr="00F525B6" w:rsidRDefault="00424C1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742 188,06</w:t>
            </w:r>
          </w:p>
        </w:tc>
      </w:tr>
      <w:tr w:rsidR="004159A5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159A5" w:rsidRPr="00E9558F" w:rsidRDefault="004159A5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395 1 16 10127 01 0000 140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159A5" w:rsidRPr="00E9558F" w:rsidRDefault="004159A5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159A5" w:rsidRPr="00E9558F" w:rsidRDefault="00424C18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742 188,06</w:t>
            </w:r>
          </w:p>
        </w:tc>
      </w:tr>
      <w:tr w:rsidR="00234DD2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E9558F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424C18" w:rsidP="0048176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21 288 564 779,49</w:t>
            </w:r>
          </w:p>
        </w:tc>
      </w:tr>
      <w:tr w:rsidR="00234DD2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E9558F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424C18" w:rsidP="001C2A5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</w:t>
            </w:r>
            <w:r w:rsidR="001C2A54">
              <w:rPr>
                <w:b/>
                <w:bCs/>
                <w:i/>
                <w:iCs/>
                <w:sz w:val="28"/>
                <w:szCs w:val="28"/>
              </w:rPr>
              <w:t>1</w:t>
            </w:r>
            <w:r>
              <w:rPr>
                <w:b/>
                <w:bCs/>
                <w:i/>
                <w:iCs/>
                <w:sz w:val="28"/>
                <w:szCs w:val="28"/>
              </w:rPr>
              <w:t> 410 016 590,54</w:t>
            </w:r>
          </w:p>
        </w:tc>
      </w:tr>
      <w:tr w:rsidR="00234DD2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F525B6" w:rsidRDefault="00234DD2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F525B6" w:rsidRDefault="00234DD2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Межбюджетные трансфер</w:t>
            </w:r>
            <w:r w:rsidRPr="00F525B6">
              <w:rPr>
                <w:bCs/>
                <w:sz w:val="28"/>
                <w:szCs w:val="28"/>
              </w:rPr>
              <w:lastRenderedPageBreak/>
              <w:t>ты, передаваемые бюджетам государственных внебюджетных фондов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F525B6" w:rsidRDefault="00424C1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21 410 016 590,54</w:t>
            </w:r>
          </w:p>
        </w:tc>
      </w:tr>
      <w:tr w:rsidR="00234DD2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424C18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20 367 742 300,00</w:t>
            </w:r>
          </w:p>
        </w:tc>
      </w:tr>
      <w:tr w:rsidR="00234DD2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1C2A54" w:rsidRDefault="001C2A54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1C2A54">
              <w:rPr>
                <w:i/>
                <w:iCs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424C18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64 536 400,00</w:t>
            </w:r>
          </w:p>
        </w:tc>
      </w:tr>
      <w:tr w:rsidR="00234DD2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424C18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130 800,00</w:t>
            </w:r>
          </w:p>
        </w:tc>
      </w:tr>
      <w:tr w:rsidR="00ED554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ED554B" w:rsidRPr="00F525B6" w:rsidRDefault="00ED554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54B" w:rsidRPr="00F525B6" w:rsidRDefault="00ED554B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D554B" w:rsidRPr="00F525B6" w:rsidRDefault="005631E3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977 607 090,54</w:t>
            </w:r>
          </w:p>
        </w:tc>
      </w:tr>
      <w:tr w:rsidR="00ED554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ED554B" w:rsidRPr="00E9558F" w:rsidRDefault="00ED554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54B" w:rsidRPr="00E9558F" w:rsidRDefault="00ED554B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 xml:space="preserve">Прочие межбюджетные трансферты, передаваемые бюджетам территориальных фондов обязательного </w:t>
            </w:r>
            <w:r w:rsidRPr="00E9558F">
              <w:rPr>
                <w:bCs/>
                <w:i/>
                <w:sz w:val="28"/>
                <w:szCs w:val="28"/>
              </w:rPr>
              <w:lastRenderedPageBreak/>
              <w:t>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D554B" w:rsidRPr="00E9558F" w:rsidRDefault="005631E3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977 607 090,54</w:t>
            </w:r>
          </w:p>
        </w:tc>
      </w:tr>
      <w:tr w:rsidR="0061601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b/>
                <w:i/>
                <w:lang w:val="en-US"/>
              </w:rPr>
            </w:pPr>
            <w:r w:rsidRPr="00E9558F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E9558F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i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E9558F" w:rsidRDefault="005631E3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1 763 639,40</w:t>
            </w:r>
          </w:p>
        </w:tc>
      </w:tr>
      <w:tr w:rsidR="00616013" w:rsidRPr="00616013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616013" w:rsidRDefault="00616013" w:rsidP="0048176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16013">
              <w:rPr>
                <w:bCs/>
                <w:color w:val="000000"/>
                <w:sz w:val="28"/>
                <w:szCs w:val="28"/>
              </w:rPr>
              <w:t>000 2 18 00000 0</w:t>
            </w:r>
            <w:r w:rsidRPr="00616013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616013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616013" w:rsidRPr="00616013" w:rsidRDefault="00616013" w:rsidP="00481764">
            <w:pPr>
              <w:pStyle w:val="ConsPlusNormal"/>
              <w:jc w:val="both"/>
            </w:pPr>
            <w:r w:rsidRPr="00616013">
              <w:rPr>
                <w:bCs/>
                <w:iCs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616013" w:rsidRDefault="005631E3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1 763 639,40</w:t>
            </w:r>
          </w:p>
        </w:tc>
      </w:tr>
      <w:tr w:rsidR="00616013" w:rsidRPr="00616013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616013" w:rsidRDefault="00616013" w:rsidP="0048176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16013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616013" w:rsidRPr="00616013" w:rsidRDefault="00616013" w:rsidP="00481764">
            <w:pPr>
              <w:pStyle w:val="ConsPlusNormal"/>
              <w:jc w:val="both"/>
              <w:rPr>
                <w:bCs/>
                <w:iCs/>
              </w:rPr>
            </w:pPr>
            <w:r w:rsidRPr="00616013"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616013" w:rsidRDefault="005631E3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1 763 639,40</w:t>
            </w:r>
          </w:p>
        </w:tc>
      </w:tr>
      <w:tr w:rsidR="0061601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E9558F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pStyle w:val="ConsPlusNormal"/>
              <w:jc w:val="both"/>
              <w:rPr>
                <w:bCs/>
                <w:i/>
                <w:iCs/>
              </w:rPr>
            </w:pPr>
            <w:r w:rsidRPr="00E9558F">
              <w:rPr>
                <w:i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E9558F" w:rsidRDefault="005631E3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1 763 639,40</w:t>
            </w:r>
          </w:p>
        </w:tc>
      </w:tr>
      <w:tr w:rsidR="0061601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E9558F" w:rsidRDefault="005631E3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-123 215 450,45</w:t>
            </w:r>
          </w:p>
        </w:tc>
      </w:tr>
      <w:tr w:rsidR="00616013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F525B6" w:rsidRDefault="00616013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 xml:space="preserve">000 </w:t>
            </w:r>
            <w:r w:rsidRPr="00F525B6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6013" w:rsidRPr="00F525B6" w:rsidRDefault="00616013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 xml:space="preserve">Возврат остатков субсидий, </w:t>
            </w:r>
            <w:r w:rsidRPr="00F525B6">
              <w:rPr>
                <w:bCs/>
                <w:iCs/>
                <w:sz w:val="28"/>
                <w:szCs w:val="28"/>
              </w:rPr>
              <w:lastRenderedPageBreak/>
              <w:t xml:space="preserve">субвенций и иных межбюджетных трансфертов, имеющих целевое назначение, прошлых лет из </w:t>
            </w:r>
            <w:r w:rsidRPr="00F525B6">
              <w:rPr>
                <w:iCs/>
                <w:sz w:val="28"/>
                <w:szCs w:val="28"/>
              </w:rPr>
              <w:t>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F525B6" w:rsidRDefault="005631E3" w:rsidP="00481764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-123 215 450,45</w:t>
            </w:r>
          </w:p>
        </w:tc>
      </w:tr>
      <w:tr w:rsidR="0061601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395 2 19 55093 09 0000 150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E9558F" w:rsidRDefault="005631E3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-16 230 811,25</w:t>
            </w:r>
          </w:p>
        </w:tc>
      </w:tr>
      <w:tr w:rsidR="0061601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395 2 19 55257 09 0000 150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Возврат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E9558F" w:rsidRDefault="005631E3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-106 468 717,40</w:t>
            </w:r>
          </w:p>
        </w:tc>
      </w:tr>
      <w:tr w:rsidR="0061601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395 2 19 55258 09 0000 150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 xml:space="preserve">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</w:t>
            </w:r>
            <w:r w:rsidRPr="00E9558F">
              <w:rPr>
                <w:i/>
                <w:iCs/>
                <w:sz w:val="28"/>
                <w:szCs w:val="28"/>
              </w:rPr>
              <w:lastRenderedPageBreak/>
              <w:t>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E9558F" w:rsidRDefault="005631E3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-123 000,00</w:t>
            </w:r>
          </w:p>
        </w:tc>
      </w:tr>
      <w:tr w:rsidR="0061601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511EAD" w:rsidRDefault="005631E3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511EAD">
              <w:rPr>
                <w:i/>
                <w:iCs/>
                <w:sz w:val="28"/>
                <w:szCs w:val="28"/>
              </w:rPr>
              <w:t>395 2 19 55854 09 0000 150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6013" w:rsidRPr="005631E3" w:rsidRDefault="005631E3" w:rsidP="0048176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5631E3">
              <w:rPr>
                <w:i/>
                <w:iCs/>
                <w:sz w:val="28"/>
                <w:szCs w:val="28"/>
              </w:rPr>
              <w:t>Возврат остатков межбюджетных трансфертов на 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из бюджетов территориальных фондов обязательного медицинского страхования Российской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E9558F" w:rsidRDefault="005631E3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-858,80</w:t>
            </w:r>
          </w:p>
        </w:tc>
      </w:tr>
      <w:tr w:rsidR="0061601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395 2 19 73000 09 0000 150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E9558F" w:rsidRDefault="005631E3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-392</w:t>
            </w:r>
            <w:r w:rsidR="001953D2">
              <w:rPr>
                <w:i/>
                <w:iCs/>
                <w:sz w:val="28"/>
                <w:szCs w:val="28"/>
              </w:rPr>
              <w:t> </w:t>
            </w:r>
            <w:r>
              <w:rPr>
                <w:i/>
                <w:iCs/>
                <w:sz w:val="28"/>
                <w:szCs w:val="28"/>
              </w:rPr>
              <w:t>063,00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9F1FDE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54B" w:rsidRDefault="00ED554B">
      <w:r>
        <w:separator/>
      </w:r>
    </w:p>
  </w:endnote>
  <w:endnote w:type="continuationSeparator" w:id="0">
    <w:p w:rsidR="00ED554B" w:rsidRDefault="00ED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54B" w:rsidRDefault="00ED554B">
      <w:r>
        <w:separator/>
      </w:r>
    </w:p>
  </w:footnote>
  <w:footnote w:type="continuationSeparator" w:id="0">
    <w:p w:rsidR="00ED554B" w:rsidRDefault="00ED5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91A81">
      <w:rPr>
        <w:rStyle w:val="a6"/>
        <w:noProof/>
      </w:rPr>
      <w:t>2</w: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682A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0044"/>
    <w:rsid w:val="000A35A6"/>
    <w:rsid w:val="000B1F23"/>
    <w:rsid w:val="000D33F1"/>
    <w:rsid w:val="000D4199"/>
    <w:rsid w:val="000D4363"/>
    <w:rsid w:val="000D5427"/>
    <w:rsid w:val="00123824"/>
    <w:rsid w:val="001423E4"/>
    <w:rsid w:val="00160EA7"/>
    <w:rsid w:val="00165A27"/>
    <w:rsid w:val="0016782F"/>
    <w:rsid w:val="00186CE9"/>
    <w:rsid w:val="00187D19"/>
    <w:rsid w:val="001953D2"/>
    <w:rsid w:val="001976FF"/>
    <w:rsid w:val="001A503D"/>
    <w:rsid w:val="001B151E"/>
    <w:rsid w:val="001C2A54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34DD2"/>
    <w:rsid w:val="00253F9D"/>
    <w:rsid w:val="00254CE8"/>
    <w:rsid w:val="00255FC8"/>
    <w:rsid w:val="002631F0"/>
    <w:rsid w:val="00267841"/>
    <w:rsid w:val="00270CA5"/>
    <w:rsid w:val="00271CB6"/>
    <w:rsid w:val="00276C99"/>
    <w:rsid w:val="00281103"/>
    <w:rsid w:val="00285137"/>
    <w:rsid w:val="002912DF"/>
    <w:rsid w:val="002919DF"/>
    <w:rsid w:val="002927E0"/>
    <w:rsid w:val="00293ACA"/>
    <w:rsid w:val="00296C49"/>
    <w:rsid w:val="002A3DD7"/>
    <w:rsid w:val="002B0FAF"/>
    <w:rsid w:val="002B182C"/>
    <w:rsid w:val="002C5F0E"/>
    <w:rsid w:val="002C622D"/>
    <w:rsid w:val="002C7077"/>
    <w:rsid w:val="002D335B"/>
    <w:rsid w:val="002D3AA9"/>
    <w:rsid w:val="002D4A3B"/>
    <w:rsid w:val="002D4ECD"/>
    <w:rsid w:val="002D7EEB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6E9B"/>
    <w:rsid w:val="00407730"/>
    <w:rsid w:val="004159A5"/>
    <w:rsid w:val="00417F04"/>
    <w:rsid w:val="00421CE5"/>
    <w:rsid w:val="00422E95"/>
    <w:rsid w:val="00423F73"/>
    <w:rsid w:val="004242A6"/>
    <w:rsid w:val="0042495F"/>
    <w:rsid w:val="00424C18"/>
    <w:rsid w:val="0042766A"/>
    <w:rsid w:val="0044008A"/>
    <w:rsid w:val="00440F78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81764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11EAD"/>
    <w:rsid w:val="00542A69"/>
    <w:rsid w:val="00561B34"/>
    <w:rsid w:val="005631E3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15695"/>
    <w:rsid w:val="00616013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17366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842F3"/>
    <w:rsid w:val="00A90BE5"/>
    <w:rsid w:val="00A90D0E"/>
    <w:rsid w:val="00A90DC5"/>
    <w:rsid w:val="00A91A81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54675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542"/>
    <w:rsid w:val="00D3496B"/>
    <w:rsid w:val="00D363F4"/>
    <w:rsid w:val="00D40BF8"/>
    <w:rsid w:val="00D410B7"/>
    <w:rsid w:val="00D452D1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9558F"/>
    <w:rsid w:val="00EC7A33"/>
    <w:rsid w:val="00ED2A38"/>
    <w:rsid w:val="00ED554B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525B6"/>
    <w:rsid w:val="00F62306"/>
    <w:rsid w:val="00F73703"/>
    <w:rsid w:val="00F779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314446B-03F3-440C-9520-E8CBD0D3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5535B-D7A8-4413-B06B-EB0874AF1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Гаврилова Елена Николаевна</cp:lastModifiedBy>
  <cp:revision>4</cp:revision>
  <cp:lastPrinted>2024-05-02T06:12:00Z</cp:lastPrinted>
  <dcterms:created xsi:type="dcterms:W3CDTF">2024-04-27T13:00:00Z</dcterms:created>
  <dcterms:modified xsi:type="dcterms:W3CDTF">2024-05-02T06:15:00Z</dcterms:modified>
</cp:coreProperties>
</file>