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DB" w:rsidRPr="002F6CE0" w:rsidRDefault="000B71DB" w:rsidP="002F6CE0">
      <w:pPr>
        <w:ind w:left="5670"/>
        <w:jc w:val="right"/>
        <w:rPr>
          <w:sz w:val="28"/>
          <w:szCs w:val="28"/>
        </w:rPr>
      </w:pPr>
      <w:r w:rsidRPr="005020E5">
        <w:rPr>
          <w:sz w:val="28"/>
          <w:szCs w:val="28"/>
        </w:rPr>
        <w:t xml:space="preserve">Приложение </w:t>
      </w:r>
      <w:r w:rsidRPr="002F6CE0">
        <w:rPr>
          <w:sz w:val="28"/>
          <w:szCs w:val="28"/>
        </w:rPr>
        <w:t>5</w:t>
      </w:r>
    </w:p>
    <w:p w:rsidR="000B71DB" w:rsidRPr="005020E5" w:rsidRDefault="000B71DB" w:rsidP="002F6CE0">
      <w:pPr>
        <w:ind w:left="5670"/>
        <w:jc w:val="right"/>
        <w:rPr>
          <w:sz w:val="28"/>
          <w:szCs w:val="28"/>
        </w:rPr>
      </w:pPr>
      <w:r w:rsidRPr="005020E5">
        <w:rPr>
          <w:sz w:val="28"/>
          <w:szCs w:val="28"/>
        </w:rPr>
        <w:t>к Закону Ярославской области</w:t>
      </w:r>
    </w:p>
    <w:p w:rsidR="000B71DB" w:rsidRPr="00F55BDA" w:rsidRDefault="000B71DB" w:rsidP="00E0316A">
      <w:pPr>
        <w:ind w:left="5670"/>
        <w:jc w:val="right"/>
        <w:rPr>
          <w:sz w:val="28"/>
          <w:szCs w:val="28"/>
        </w:rPr>
      </w:pPr>
      <w:bookmarkStart w:id="0" w:name="_GoBack"/>
      <w:bookmarkEnd w:id="0"/>
      <w:r w:rsidRPr="00F55BDA">
        <w:rPr>
          <w:sz w:val="28"/>
          <w:szCs w:val="28"/>
        </w:rPr>
        <w:t xml:space="preserve">от </w:t>
      </w:r>
      <w:r>
        <w:rPr>
          <w:sz w:val="28"/>
          <w:szCs w:val="28"/>
        </w:rPr>
        <w:t>27.12.2012 № 73-з</w:t>
      </w:r>
    </w:p>
    <w:p w:rsidR="000B71DB" w:rsidRPr="0092753E" w:rsidRDefault="000B71DB" w:rsidP="0092753E">
      <w:pPr>
        <w:jc w:val="right"/>
        <w:rPr>
          <w:sz w:val="28"/>
          <w:szCs w:val="28"/>
        </w:rPr>
      </w:pPr>
    </w:p>
    <w:p w:rsidR="000B71DB" w:rsidRDefault="000B71DB" w:rsidP="00A64D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</w:t>
      </w:r>
    </w:p>
    <w:p w:rsidR="000B71DB" w:rsidRPr="00C24E46" w:rsidRDefault="000B71DB" w:rsidP="00A64D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Территориального фонда обязательного медицинского страхования</w:t>
      </w:r>
    </w:p>
    <w:p w:rsidR="000B71DB" w:rsidRDefault="000B71DB" w:rsidP="00A64D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Ярославской области по разделам и подразделам, целевым статьям </w:t>
      </w:r>
    </w:p>
    <w:p w:rsidR="000B71DB" w:rsidRPr="005020E5" w:rsidRDefault="000B71DB" w:rsidP="00A64D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видам расходов классификации расходов бюджетов </w:t>
      </w:r>
      <w:r w:rsidRPr="005020E5">
        <w:rPr>
          <w:b/>
          <w:sz w:val="28"/>
          <w:szCs w:val="28"/>
        </w:rPr>
        <w:t xml:space="preserve">на </w:t>
      </w:r>
      <w:r w:rsidRPr="00C06257">
        <w:rPr>
          <w:b/>
          <w:sz w:val="28"/>
          <w:szCs w:val="28"/>
        </w:rPr>
        <w:t>20</w:t>
      </w:r>
      <w:r w:rsidRPr="00C52A4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C062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</w:p>
    <w:p w:rsidR="000B71DB" w:rsidRPr="005020E5" w:rsidRDefault="000B71DB" w:rsidP="00A64D9B">
      <w:pPr>
        <w:jc w:val="center"/>
        <w:rPr>
          <w:sz w:val="28"/>
          <w:szCs w:val="28"/>
        </w:rPr>
      </w:pPr>
    </w:p>
    <w:tbl>
      <w:tblPr>
        <w:tblW w:w="49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86"/>
        <w:gridCol w:w="643"/>
        <w:gridCol w:w="427"/>
        <w:gridCol w:w="470"/>
        <w:gridCol w:w="1216"/>
        <w:gridCol w:w="513"/>
        <w:gridCol w:w="1842"/>
      </w:tblGrid>
      <w:tr w:rsidR="000B71DB" w:rsidRPr="005020E5" w:rsidTr="00A64D9B">
        <w:trPr>
          <w:trHeight w:val="330"/>
          <w:jc w:val="right"/>
        </w:trPr>
        <w:tc>
          <w:tcPr>
            <w:tcW w:w="2281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Наименование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расхода</w:t>
            </w:r>
          </w:p>
        </w:tc>
        <w:tc>
          <w:tcPr>
            <w:tcW w:w="1739" w:type="pct"/>
            <w:gridSpan w:val="5"/>
            <w:tcMar>
              <w:left w:w="28" w:type="dxa"/>
              <w:right w:w="28" w:type="dxa"/>
            </w:tcMar>
            <w:vAlign w:val="center"/>
          </w:tcPr>
          <w:p w:rsidR="000B71DB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</w:t>
            </w:r>
          </w:p>
          <w:p w:rsidR="000B71DB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98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B71DB" w:rsidRDefault="000B71DB" w:rsidP="002E43DD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20E5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0B71DB" w:rsidRPr="005020E5" w:rsidRDefault="000B71DB" w:rsidP="002E43D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20E5">
              <w:rPr>
                <w:b/>
                <w:bCs/>
                <w:color w:val="000000"/>
                <w:sz w:val="28"/>
                <w:szCs w:val="28"/>
              </w:rPr>
              <w:t>(руб.)</w:t>
            </w:r>
          </w:p>
        </w:tc>
      </w:tr>
      <w:tr w:rsidR="000B71DB" w:rsidRPr="005020E5" w:rsidTr="00A64D9B">
        <w:trPr>
          <w:trHeight w:val="330"/>
          <w:tblHeader/>
          <w:jc w:val="right"/>
        </w:trPr>
        <w:tc>
          <w:tcPr>
            <w:tcW w:w="2281" w:type="pct"/>
            <w:vMerge/>
            <w:tcMar>
              <w:left w:w="28" w:type="dxa"/>
              <w:right w:w="28" w:type="dxa"/>
            </w:tcMar>
            <w:vAlign w:val="center"/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</w:tcPr>
          <w:p w:rsidR="000B71DB" w:rsidRPr="00C24E46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C24E46">
              <w:rPr>
                <w:b/>
                <w:bCs/>
                <w:sz w:val="28"/>
                <w:szCs w:val="28"/>
              </w:rPr>
              <w:t>Мин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  <w:vAlign w:val="center"/>
          </w:tcPr>
          <w:p w:rsidR="000B71DB" w:rsidRPr="00C24E46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C24E46">
              <w:rPr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  <w:vAlign w:val="center"/>
          </w:tcPr>
          <w:p w:rsidR="000B71DB" w:rsidRPr="00C24E46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C24E46">
              <w:rPr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  <w:vAlign w:val="center"/>
          </w:tcPr>
          <w:p w:rsidR="000B71DB" w:rsidRPr="00C24E46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C24E46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  <w:vAlign w:val="center"/>
          </w:tcPr>
          <w:p w:rsidR="000B71DB" w:rsidRPr="00C24E46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C24E46">
              <w:rPr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980" w:type="pct"/>
            <w:vMerge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71DB" w:rsidRPr="005020E5" w:rsidTr="00A64D9B">
        <w:trPr>
          <w:trHeight w:val="315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  <w:vAlign w:val="bottom"/>
          </w:tcPr>
          <w:p w:rsidR="000B71DB" w:rsidRPr="005020E5" w:rsidRDefault="000B71DB" w:rsidP="006742C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175A84" w:rsidRDefault="000B71DB" w:rsidP="006742CC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80 482 600</w:t>
            </w:r>
          </w:p>
        </w:tc>
      </w:tr>
      <w:tr w:rsidR="000B71DB" w:rsidRPr="00C24E46" w:rsidTr="00A64D9B">
        <w:trPr>
          <w:trHeight w:val="315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  <w:vAlign w:val="bottom"/>
          </w:tcPr>
          <w:p w:rsidR="000B71DB" w:rsidRPr="00C24E46" w:rsidRDefault="000B71DB" w:rsidP="006742CC">
            <w:pPr>
              <w:rPr>
                <w:bCs/>
                <w:color w:val="000000"/>
                <w:sz w:val="28"/>
                <w:szCs w:val="28"/>
              </w:rPr>
            </w:pPr>
            <w:r w:rsidRPr="00C24E46">
              <w:rPr>
                <w:bCs/>
                <w:color w:val="000000"/>
                <w:sz w:val="28"/>
                <w:szCs w:val="28"/>
              </w:rPr>
              <w:t>Другие общегосударственные в</w:t>
            </w:r>
            <w:r w:rsidRPr="00C24E46">
              <w:rPr>
                <w:bCs/>
                <w:color w:val="000000"/>
                <w:sz w:val="28"/>
                <w:szCs w:val="28"/>
              </w:rPr>
              <w:t>о</w:t>
            </w:r>
            <w:r w:rsidRPr="00C24E46">
              <w:rPr>
                <w:bCs/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sz w:val="28"/>
                <w:szCs w:val="28"/>
              </w:rPr>
            </w:pPr>
            <w:r w:rsidRPr="00C24E46"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24E4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C24E46">
              <w:rPr>
                <w:bCs/>
                <w:color w:val="000000"/>
                <w:sz w:val="28"/>
                <w:szCs w:val="28"/>
              </w:rPr>
              <w:t>1</w:t>
            </w:r>
            <w:r w:rsidRPr="00C24E46">
              <w:rPr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C24E46" w:rsidRDefault="000B71DB" w:rsidP="006742CC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 w:rsidRPr="00190D22">
              <w:rPr>
                <w:bCs/>
                <w:color w:val="000000"/>
                <w:sz w:val="28"/>
                <w:szCs w:val="28"/>
              </w:rPr>
              <w:t>80 482 600</w:t>
            </w:r>
          </w:p>
        </w:tc>
      </w:tr>
      <w:tr w:rsidR="000B71DB" w:rsidRPr="005020E5" w:rsidTr="00A64D9B">
        <w:trPr>
          <w:trHeight w:val="630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  <w:vAlign w:val="bottom"/>
          </w:tcPr>
          <w:p w:rsidR="000B71DB" w:rsidRPr="005020E5" w:rsidRDefault="000B71DB" w:rsidP="006742CC">
            <w:pPr>
              <w:rPr>
                <w:color w:val="000000"/>
                <w:sz w:val="28"/>
                <w:szCs w:val="28"/>
              </w:rPr>
            </w:pPr>
            <w:r w:rsidRPr="005020E5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color w:val="000000"/>
                <w:sz w:val="28"/>
                <w:szCs w:val="28"/>
              </w:rPr>
            </w:pPr>
            <w:r w:rsidRPr="005020E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2C14FF" w:rsidRDefault="000B71DB" w:rsidP="002E43DD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020E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color w:val="000000"/>
                <w:sz w:val="28"/>
                <w:szCs w:val="28"/>
              </w:rPr>
            </w:pPr>
            <w:r w:rsidRPr="005020E5">
              <w:rPr>
                <w:color w:val="000000"/>
                <w:sz w:val="28"/>
                <w:szCs w:val="28"/>
              </w:rPr>
              <w:t>001 00 00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5020E5" w:rsidRDefault="000B71DB" w:rsidP="006742CC">
            <w:pPr>
              <w:ind w:right="57"/>
              <w:jc w:val="right"/>
              <w:rPr>
                <w:color w:val="000000"/>
                <w:sz w:val="28"/>
                <w:szCs w:val="28"/>
              </w:rPr>
            </w:pPr>
            <w:r w:rsidRPr="00190D22">
              <w:rPr>
                <w:bCs/>
                <w:color w:val="000000"/>
                <w:sz w:val="28"/>
                <w:szCs w:val="28"/>
              </w:rPr>
              <w:t>80 482 600</w:t>
            </w:r>
          </w:p>
        </w:tc>
      </w:tr>
      <w:tr w:rsidR="000B71DB" w:rsidRPr="005020E5" w:rsidTr="00A64D9B">
        <w:trPr>
          <w:trHeight w:val="630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  <w:vAlign w:val="bottom"/>
          </w:tcPr>
          <w:p w:rsidR="000B71DB" w:rsidRPr="005020E5" w:rsidRDefault="000B71DB" w:rsidP="006742CC">
            <w:pPr>
              <w:rPr>
                <w:color w:val="000000"/>
                <w:sz w:val="28"/>
                <w:szCs w:val="28"/>
              </w:rPr>
            </w:pPr>
            <w:r w:rsidRPr="005020E5">
              <w:rPr>
                <w:color w:val="000000"/>
                <w:sz w:val="28"/>
                <w:szCs w:val="28"/>
              </w:rPr>
              <w:t>Аппараты органов управления г</w:t>
            </w:r>
            <w:r w:rsidRPr="005020E5">
              <w:rPr>
                <w:color w:val="000000"/>
                <w:sz w:val="28"/>
                <w:szCs w:val="28"/>
              </w:rPr>
              <w:t>о</w:t>
            </w:r>
            <w:r w:rsidRPr="005020E5">
              <w:rPr>
                <w:color w:val="000000"/>
                <w:sz w:val="28"/>
                <w:szCs w:val="28"/>
              </w:rPr>
              <w:t>сударственных внебюджетных фондов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color w:val="000000"/>
                <w:sz w:val="28"/>
                <w:szCs w:val="28"/>
              </w:rPr>
            </w:pPr>
            <w:r w:rsidRPr="005020E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2C14FF" w:rsidRDefault="000B71DB" w:rsidP="002E43DD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020E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color w:val="000000"/>
                <w:sz w:val="28"/>
                <w:szCs w:val="28"/>
              </w:rPr>
            </w:pPr>
            <w:r w:rsidRPr="005020E5">
              <w:rPr>
                <w:color w:val="000000"/>
                <w:sz w:val="28"/>
                <w:szCs w:val="28"/>
              </w:rPr>
              <w:t>001 55 00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190D22" w:rsidRDefault="000B71DB" w:rsidP="006742CC">
            <w:pPr>
              <w:ind w:right="57"/>
              <w:jc w:val="right"/>
              <w:rPr>
                <w:color w:val="000000"/>
                <w:sz w:val="28"/>
                <w:szCs w:val="28"/>
              </w:rPr>
            </w:pPr>
            <w:r w:rsidRPr="00190D22">
              <w:rPr>
                <w:bCs/>
                <w:color w:val="000000"/>
                <w:sz w:val="28"/>
                <w:szCs w:val="28"/>
              </w:rPr>
              <w:t>80 482 600</w:t>
            </w:r>
          </w:p>
        </w:tc>
      </w:tr>
      <w:tr w:rsidR="000B71DB" w:rsidRPr="005020E5" w:rsidTr="00A64D9B">
        <w:trPr>
          <w:trHeight w:val="630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5020E5" w:rsidRDefault="000B71DB" w:rsidP="006742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нами, казенными учреждениями, органами управления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венными внебюджетными фонд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ми 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01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2C14FF" w:rsidRDefault="000B71DB" w:rsidP="002E43DD">
            <w:pPr>
              <w:jc w:val="center"/>
              <w:rPr>
                <w:sz w:val="28"/>
                <w:szCs w:val="28"/>
                <w:lang w:val="en-US"/>
              </w:rPr>
            </w:pPr>
            <w:r w:rsidRPr="005020E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001 55 00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5020E5" w:rsidRDefault="000B71DB" w:rsidP="006742CC">
            <w:pPr>
              <w:ind w:right="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61 278 300</w:t>
            </w:r>
          </w:p>
        </w:tc>
      </w:tr>
      <w:tr w:rsidR="000B71DB" w:rsidRPr="00C24E46" w:rsidTr="00A64D9B">
        <w:trPr>
          <w:trHeight w:val="294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C24E46" w:rsidRDefault="000B71DB" w:rsidP="006742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Закупка товаров, работ, услуг для государственных нужд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001 55 00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C24E46" w:rsidRDefault="000B71DB" w:rsidP="006742CC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18 969 200</w:t>
            </w:r>
          </w:p>
        </w:tc>
      </w:tr>
      <w:tr w:rsidR="000B71DB" w:rsidRPr="00C24E46" w:rsidTr="00A64D9B">
        <w:trPr>
          <w:trHeight w:val="294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C24E46" w:rsidRDefault="000B71DB" w:rsidP="006742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001 55 00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C24E46" w:rsidRDefault="000B71DB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800</w:t>
            </w: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C24E46" w:rsidRDefault="000B71DB" w:rsidP="006742CC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235 100</w:t>
            </w:r>
          </w:p>
        </w:tc>
      </w:tr>
      <w:tr w:rsidR="000B71DB" w:rsidRPr="005020E5" w:rsidTr="00A64D9B">
        <w:trPr>
          <w:trHeight w:val="294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5020E5" w:rsidRDefault="000B71DB" w:rsidP="006742CC">
            <w:pPr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190D22" w:rsidRDefault="000B71DB" w:rsidP="006742CC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 413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254</w:t>
            </w:r>
            <w:r>
              <w:rPr>
                <w:b/>
                <w:bCs/>
                <w:color w:val="000000"/>
                <w:sz w:val="28"/>
                <w:szCs w:val="28"/>
              </w:rPr>
              <w:t> 600</w:t>
            </w:r>
          </w:p>
        </w:tc>
      </w:tr>
      <w:tr w:rsidR="000B71DB" w:rsidRPr="005020E5" w:rsidTr="00A64D9B">
        <w:trPr>
          <w:trHeight w:val="705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5020E5" w:rsidRDefault="000B71DB" w:rsidP="006742CC">
            <w:pPr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Другие вопросы в области здр</w:t>
            </w:r>
            <w:r w:rsidRPr="005020E5">
              <w:rPr>
                <w:b/>
                <w:bCs/>
                <w:sz w:val="28"/>
                <w:szCs w:val="28"/>
              </w:rPr>
              <w:t>а</w:t>
            </w:r>
            <w:r w:rsidRPr="005020E5">
              <w:rPr>
                <w:b/>
                <w:bCs/>
                <w:sz w:val="28"/>
                <w:szCs w:val="28"/>
              </w:rPr>
              <w:t>воохранения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Default="000B71DB" w:rsidP="006742CC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 413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254</w:t>
            </w:r>
            <w:r>
              <w:rPr>
                <w:b/>
                <w:bCs/>
                <w:color w:val="000000"/>
                <w:sz w:val="28"/>
                <w:szCs w:val="28"/>
              </w:rPr>
              <w:t> 600</w:t>
            </w:r>
          </w:p>
        </w:tc>
      </w:tr>
      <w:tr w:rsidR="000B71DB" w:rsidRPr="00FB748B" w:rsidTr="00A64D9B">
        <w:trPr>
          <w:trHeight w:val="345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Default="000B71DB" w:rsidP="006742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Default="000B71DB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505 00 00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304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254</w:t>
            </w:r>
            <w:r w:rsidRPr="00FB748B">
              <w:rPr>
                <w:bCs/>
                <w:color w:val="000000"/>
                <w:sz w:val="28"/>
                <w:szCs w:val="28"/>
              </w:rPr>
              <w:t> 600</w:t>
            </w:r>
          </w:p>
        </w:tc>
      </w:tr>
      <w:tr w:rsidR="000B71DB" w:rsidRPr="008F2245" w:rsidTr="00A64D9B">
        <w:trPr>
          <w:trHeight w:val="1375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5020E5" w:rsidRDefault="000B71DB" w:rsidP="006742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29 ноября 2010 года № 326-ФЗ «Об обяз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тельном медицинском страхов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в Российской Федерации»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09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505 17 00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304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254</w:t>
            </w:r>
            <w:r w:rsidRPr="00FB748B">
              <w:rPr>
                <w:bCs/>
                <w:color w:val="000000"/>
                <w:sz w:val="28"/>
                <w:szCs w:val="28"/>
              </w:rPr>
              <w:t> 600</w:t>
            </w:r>
          </w:p>
        </w:tc>
      </w:tr>
      <w:tr w:rsidR="000B71DB" w:rsidRPr="005020E5" w:rsidTr="00A64D9B">
        <w:trPr>
          <w:trHeight w:val="1635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5020E5" w:rsidRDefault="000B71DB" w:rsidP="006742CC">
            <w:pPr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Выполнение территориальной программы обязательного мед</w:t>
            </w:r>
            <w:r w:rsidRPr="005020E5">
              <w:rPr>
                <w:sz w:val="28"/>
                <w:szCs w:val="28"/>
              </w:rPr>
              <w:t>и</w:t>
            </w:r>
            <w:r w:rsidRPr="005020E5">
              <w:rPr>
                <w:sz w:val="28"/>
                <w:szCs w:val="28"/>
              </w:rPr>
              <w:t>цинского страхования в рамках б</w:t>
            </w:r>
            <w:r w:rsidRPr="005020E5">
              <w:rPr>
                <w:sz w:val="28"/>
                <w:szCs w:val="28"/>
              </w:rPr>
              <w:t>а</w:t>
            </w:r>
            <w:r w:rsidRPr="005020E5">
              <w:rPr>
                <w:sz w:val="28"/>
                <w:szCs w:val="28"/>
              </w:rPr>
              <w:t>зовой программы обязательного медицинского страхования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09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505 17 02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8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856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795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FB748B">
              <w:rPr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B71DB" w:rsidRPr="005020E5" w:rsidTr="00A64D9B">
        <w:trPr>
          <w:trHeight w:val="375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5020E5" w:rsidRDefault="000B71DB" w:rsidP="006742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товаров, работ,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09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505 17 02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8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856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795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FB748B">
              <w:rPr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B71DB" w:rsidRPr="005020E5" w:rsidTr="00A64D9B">
        <w:trPr>
          <w:trHeight w:val="375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0E1C53" w:rsidRDefault="000B71DB" w:rsidP="006742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дополн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тельных видов и условий оказания медицинской помощи, не устано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ленных базовой программой об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зательного медицинского страх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C67985" w:rsidRDefault="000B71DB" w:rsidP="002E43D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C67985" w:rsidRDefault="000B71DB" w:rsidP="002E43D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175A84" w:rsidRDefault="000B71DB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C67985" w:rsidRDefault="000B71DB" w:rsidP="002E43D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505 17 99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5020E5" w:rsidRDefault="000B71DB" w:rsidP="002E4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447</w:t>
            </w:r>
            <w:r w:rsidRPr="00FB748B">
              <w:rPr>
                <w:bCs/>
                <w:color w:val="000000"/>
                <w:sz w:val="28"/>
                <w:szCs w:val="28"/>
              </w:rPr>
              <w:t> 4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59</w:t>
            </w:r>
            <w:r w:rsidRPr="00FB748B">
              <w:rPr>
                <w:bCs/>
                <w:color w:val="000000"/>
                <w:sz w:val="28"/>
                <w:szCs w:val="28"/>
              </w:rPr>
              <w:t> 600</w:t>
            </w:r>
          </w:p>
        </w:tc>
      </w:tr>
      <w:tr w:rsidR="000B71DB" w:rsidRPr="005020E5" w:rsidTr="00A64D9B">
        <w:trPr>
          <w:trHeight w:val="375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Приобретение товаров, работ, у</w:t>
            </w:r>
            <w:r w:rsidRPr="00FB748B">
              <w:rPr>
                <w:sz w:val="28"/>
                <w:szCs w:val="28"/>
              </w:rPr>
              <w:t>с</w:t>
            </w:r>
            <w:r w:rsidRPr="00FB748B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FB748B" w:rsidRDefault="000B71DB" w:rsidP="002E43DD">
            <w:pPr>
              <w:jc w:val="center"/>
              <w:rPr>
                <w:sz w:val="28"/>
                <w:szCs w:val="28"/>
                <w:lang w:val="en-US"/>
              </w:rPr>
            </w:pPr>
            <w:r w:rsidRPr="00FB748B">
              <w:rPr>
                <w:sz w:val="28"/>
                <w:szCs w:val="28"/>
                <w:lang w:val="en-US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FB748B" w:rsidRDefault="000B71DB" w:rsidP="002E43DD">
            <w:pPr>
              <w:jc w:val="center"/>
              <w:rPr>
                <w:sz w:val="28"/>
                <w:szCs w:val="28"/>
                <w:lang w:val="en-US"/>
              </w:rPr>
            </w:pPr>
            <w:r w:rsidRPr="00FB748B"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FB748B" w:rsidRDefault="000B71DB" w:rsidP="002E43DD">
            <w:pPr>
              <w:jc w:val="center"/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09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FB748B" w:rsidRDefault="000B71DB" w:rsidP="002E43DD">
            <w:pPr>
              <w:jc w:val="center"/>
              <w:rPr>
                <w:sz w:val="28"/>
                <w:szCs w:val="28"/>
                <w:lang w:val="en-US"/>
              </w:rPr>
            </w:pPr>
            <w:r w:rsidRPr="00FB748B">
              <w:rPr>
                <w:sz w:val="28"/>
                <w:szCs w:val="28"/>
                <w:lang w:val="en-US"/>
              </w:rPr>
              <w:t>505 17 99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FB748B" w:rsidRDefault="000B71DB" w:rsidP="002E43DD">
            <w:pPr>
              <w:jc w:val="center"/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323</w:t>
            </w: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447</w:t>
            </w:r>
            <w:r w:rsidRPr="00FB748B">
              <w:rPr>
                <w:bCs/>
                <w:color w:val="000000"/>
                <w:sz w:val="28"/>
                <w:szCs w:val="28"/>
              </w:rPr>
              <w:t> 4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59</w:t>
            </w:r>
            <w:r w:rsidRPr="00FB748B">
              <w:rPr>
                <w:bCs/>
                <w:color w:val="000000"/>
                <w:sz w:val="28"/>
                <w:szCs w:val="28"/>
              </w:rPr>
              <w:t> 600</w:t>
            </w:r>
          </w:p>
        </w:tc>
      </w:tr>
      <w:tr w:rsidR="000B71DB" w:rsidRPr="00B642EE" w:rsidTr="00A64D9B">
        <w:trPr>
          <w:trHeight w:val="375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Иные безвозмездные и безво</w:t>
            </w:r>
            <w:r w:rsidRPr="00FB748B">
              <w:rPr>
                <w:sz w:val="28"/>
                <w:szCs w:val="28"/>
              </w:rPr>
              <w:t>з</w:t>
            </w:r>
            <w:r w:rsidRPr="00FB748B">
              <w:rPr>
                <w:sz w:val="28"/>
                <w:szCs w:val="28"/>
              </w:rPr>
              <w:t>вратные перечисления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09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09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520 00 00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09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000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FB748B">
              <w:rPr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B71DB" w:rsidRPr="00B642EE" w:rsidTr="00A64D9B">
        <w:trPr>
          <w:trHeight w:val="375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rPr>
                <w:bCs/>
                <w:sz w:val="28"/>
                <w:szCs w:val="28"/>
              </w:rPr>
            </w:pPr>
            <w:r w:rsidRPr="00FB748B">
              <w:rPr>
                <w:bCs/>
                <w:sz w:val="28"/>
                <w:szCs w:val="28"/>
              </w:rPr>
              <w:t>Расходы на осуществление мер социальной поддержки работн</w:t>
            </w:r>
            <w:r w:rsidRPr="00FB748B">
              <w:rPr>
                <w:bCs/>
                <w:sz w:val="28"/>
                <w:szCs w:val="28"/>
              </w:rPr>
              <w:t>и</w:t>
            </w:r>
            <w:r w:rsidRPr="00FB748B">
              <w:rPr>
                <w:bCs/>
                <w:sz w:val="28"/>
                <w:szCs w:val="28"/>
              </w:rPr>
              <w:t>кам учреждений здравоохранения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bCs/>
                <w:sz w:val="28"/>
                <w:szCs w:val="28"/>
              </w:rPr>
            </w:pPr>
            <w:r w:rsidRPr="00FB748B"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bCs/>
                <w:sz w:val="28"/>
                <w:szCs w:val="28"/>
              </w:rPr>
            </w:pPr>
            <w:r w:rsidRPr="00FB748B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bCs/>
                <w:sz w:val="28"/>
                <w:szCs w:val="28"/>
              </w:rPr>
            </w:pPr>
            <w:r w:rsidRPr="00FB748B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bCs/>
                <w:sz w:val="28"/>
                <w:szCs w:val="28"/>
              </w:rPr>
            </w:pPr>
            <w:r w:rsidRPr="00FB748B">
              <w:rPr>
                <w:bCs/>
                <w:sz w:val="28"/>
                <w:szCs w:val="28"/>
              </w:rPr>
              <w:t>520 99 00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09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000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FB748B">
              <w:rPr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B71DB" w:rsidRPr="005020E5" w:rsidTr="00A64D9B">
        <w:trPr>
          <w:trHeight w:val="375"/>
          <w:jc w:val="right"/>
        </w:trPr>
        <w:tc>
          <w:tcPr>
            <w:tcW w:w="2281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Приобретение товаров, работ, у</w:t>
            </w:r>
            <w:r w:rsidRPr="00FB748B">
              <w:rPr>
                <w:sz w:val="28"/>
                <w:szCs w:val="28"/>
              </w:rPr>
              <w:t>с</w:t>
            </w:r>
            <w:r w:rsidRPr="00FB748B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395</w:t>
            </w:r>
          </w:p>
        </w:tc>
        <w:tc>
          <w:tcPr>
            <w:tcW w:w="227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09</w:t>
            </w:r>
          </w:p>
        </w:tc>
        <w:tc>
          <w:tcPr>
            <w:tcW w:w="250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09</w:t>
            </w:r>
          </w:p>
        </w:tc>
        <w:tc>
          <w:tcPr>
            <w:tcW w:w="647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520 99 00</w:t>
            </w:r>
          </w:p>
        </w:tc>
        <w:tc>
          <w:tcPr>
            <w:tcW w:w="273" w:type="pct"/>
            <w:tcMar>
              <w:left w:w="28" w:type="dxa"/>
              <w:right w:w="28" w:type="dxa"/>
            </w:tcMar>
          </w:tcPr>
          <w:p w:rsidR="000B71DB" w:rsidRPr="00FB748B" w:rsidRDefault="000B71DB" w:rsidP="0025649E">
            <w:pPr>
              <w:jc w:val="center"/>
              <w:rPr>
                <w:sz w:val="28"/>
                <w:szCs w:val="28"/>
              </w:rPr>
            </w:pPr>
            <w:r w:rsidRPr="00FB748B">
              <w:rPr>
                <w:sz w:val="28"/>
                <w:szCs w:val="28"/>
              </w:rPr>
              <w:t>323</w:t>
            </w: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FB748B" w:rsidRDefault="000B71DB" w:rsidP="006742CC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09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000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FB748B">
              <w:rPr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B71DB" w:rsidRPr="006742CC" w:rsidTr="00A64D9B">
        <w:trPr>
          <w:trHeight w:val="330"/>
          <w:jc w:val="right"/>
        </w:trPr>
        <w:tc>
          <w:tcPr>
            <w:tcW w:w="4020" w:type="pct"/>
            <w:gridSpan w:val="6"/>
            <w:tcBorders>
              <w:top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0B71DB" w:rsidRPr="006742CC" w:rsidRDefault="000B71DB" w:rsidP="002E43DD">
            <w:pPr>
              <w:rPr>
                <w:b/>
                <w:bCs/>
                <w:sz w:val="28"/>
                <w:szCs w:val="28"/>
              </w:rPr>
            </w:pPr>
            <w:r w:rsidRPr="006742CC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980" w:type="pct"/>
            <w:tcMar>
              <w:left w:w="28" w:type="dxa"/>
              <w:right w:w="28" w:type="dxa"/>
            </w:tcMar>
          </w:tcPr>
          <w:p w:rsidR="000B71DB" w:rsidRPr="006742CC" w:rsidRDefault="000B71DB" w:rsidP="006742CC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2CC">
              <w:rPr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6742CC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6742CC">
              <w:rPr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Pr="006742CC">
              <w:rPr>
                <w:b/>
                <w:bCs/>
                <w:color w:val="000000"/>
                <w:sz w:val="28"/>
                <w:szCs w:val="28"/>
              </w:rPr>
              <w:t>93 </w:t>
            </w:r>
            <w:r w:rsidRPr="006742CC">
              <w:rPr>
                <w:b/>
                <w:bCs/>
                <w:color w:val="000000"/>
                <w:sz w:val="28"/>
                <w:szCs w:val="28"/>
                <w:lang w:val="en-US"/>
              </w:rPr>
              <w:t>737</w:t>
            </w:r>
            <w:r w:rsidRPr="006742CC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6742CC">
              <w:rPr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r w:rsidRPr="006742CC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</w:tr>
    </w:tbl>
    <w:p w:rsidR="000B71DB" w:rsidRDefault="000B71DB" w:rsidP="00A64D9B">
      <w:pPr>
        <w:jc w:val="center"/>
        <w:rPr>
          <w:sz w:val="28"/>
          <w:szCs w:val="28"/>
        </w:rPr>
      </w:pPr>
    </w:p>
    <w:p w:rsidR="000B71DB" w:rsidRDefault="000B71DB" w:rsidP="00A64D9B">
      <w:pPr>
        <w:jc w:val="center"/>
      </w:pPr>
    </w:p>
    <w:sectPr w:rsidR="000B71DB" w:rsidSect="00B93330">
      <w:headerReference w:type="default" r:id="rId6"/>
      <w:pgSz w:w="11906" w:h="16838" w:code="9"/>
      <w:pgMar w:top="1134" w:right="851" w:bottom="1134" w:left="1701" w:header="51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1DB" w:rsidRDefault="000B71DB" w:rsidP="0092753E">
      <w:r>
        <w:separator/>
      </w:r>
    </w:p>
  </w:endnote>
  <w:endnote w:type="continuationSeparator" w:id="0">
    <w:p w:rsidR="000B71DB" w:rsidRDefault="000B71DB" w:rsidP="00927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1DB" w:rsidRDefault="000B71DB" w:rsidP="0092753E">
      <w:r>
        <w:separator/>
      </w:r>
    </w:p>
  </w:footnote>
  <w:footnote w:type="continuationSeparator" w:id="0">
    <w:p w:rsidR="000B71DB" w:rsidRDefault="000B71DB" w:rsidP="00927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1DB" w:rsidRDefault="000B71D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0B71DB" w:rsidRDefault="000B71D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53E"/>
    <w:rsid w:val="0000106F"/>
    <w:rsid w:val="00002256"/>
    <w:rsid w:val="000026BD"/>
    <w:rsid w:val="00002754"/>
    <w:rsid w:val="000027B8"/>
    <w:rsid w:val="00002DBF"/>
    <w:rsid w:val="00003254"/>
    <w:rsid w:val="00003EBB"/>
    <w:rsid w:val="00004E12"/>
    <w:rsid w:val="00005015"/>
    <w:rsid w:val="00005037"/>
    <w:rsid w:val="000054C4"/>
    <w:rsid w:val="0001017C"/>
    <w:rsid w:val="00010A5C"/>
    <w:rsid w:val="000112EC"/>
    <w:rsid w:val="00011FCD"/>
    <w:rsid w:val="00012E85"/>
    <w:rsid w:val="000131F1"/>
    <w:rsid w:val="000147DB"/>
    <w:rsid w:val="00014E40"/>
    <w:rsid w:val="00014E8D"/>
    <w:rsid w:val="000178C6"/>
    <w:rsid w:val="0001791E"/>
    <w:rsid w:val="00020513"/>
    <w:rsid w:val="00020846"/>
    <w:rsid w:val="00020863"/>
    <w:rsid w:val="00021B13"/>
    <w:rsid w:val="00022409"/>
    <w:rsid w:val="0002355B"/>
    <w:rsid w:val="000235C5"/>
    <w:rsid w:val="00023E1A"/>
    <w:rsid w:val="000245F4"/>
    <w:rsid w:val="00025E75"/>
    <w:rsid w:val="0002635F"/>
    <w:rsid w:val="0002777F"/>
    <w:rsid w:val="0003065B"/>
    <w:rsid w:val="00030676"/>
    <w:rsid w:val="000309DD"/>
    <w:rsid w:val="000313E5"/>
    <w:rsid w:val="000316C0"/>
    <w:rsid w:val="00032252"/>
    <w:rsid w:val="00034AF3"/>
    <w:rsid w:val="00035547"/>
    <w:rsid w:val="00035ABF"/>
    <w:rsid w:val="00035B27"/>
    <w:rsid w:val="000362CC"/>
    <w:rsid w:val="000362E6"/>
    <w:rsid w:val="00036E28"/>
    <w:rsid w:val="000377B4"/>
    <w:rsid w:val="000418A8"/>
    <w:rsid w:val="00043F97"/>
    <w:rsid w:val="0004460A"/>
    <w:rsid w:val="0004589B"/>
    <w:rsid w:val="000463DC"/>
    <w:rsid w:val="00046EDF"/>
    <w:rsid w:val="00047D54"/>
    <w:rsid w:val="0005099E"/>
    <w:rsid w:val="00051D9B"/>
    <w:rsid w:val="00054267"/>
    <w:rsid w:val="00055BC2"/>
    <w:rsid w:val="00057D77"/>
    <w:rsid w:val="0006105E"/>
    <w:rsid w:val="00062A20"/>
    <w:rsid w:val="000636B3"/>
    <w:rsid w:val="00064216"/>
    <w:rsid w:val="00064623"/>
    <w:rsid w:val="00064C76"/>
    <w:rsid w:val="0006732A"/>
    <w:rsid w:val="000676DF"/>
    <w:rsid w:val="000705FA"/>
    <w:rsid w:val="00070634"/>
    <w:rsid w:val="00070D73"/>
    <w:rsid w:val="00075DA2"/>
    <w:rsid w:val="00081DE5"/>
    <w:rsid w:val="0008362B"/>
    <w:rsid w:val="00083E5F"/>
    <w:rsid w:val="00084B86"/>
    <w:rsid w:val="00085937"/>
    <w:rsid w:val="000860C0"/>
    <w:rsid w:val="00086EC9"/>
    <w:rsid w:val="00087790"/>
    <w:rsid w:val="00091188"/>
    <w:rsid w:val="000917FA"/>
    <w:rsid w:val="00092B0D"/>
    <w:rsid w:val="00092D98"/>
    <w:rsid w:val="00095A6A"/>
    <w:rsid w:val="00095FBF"/>
    <w:rsid w:val="0009748A"/>
    <w:rsid w:val="000A0A5E"/>
    <w:rsid w:val="000A1554"/>
    <w:rsid w:val="000A31EA"/>
    <w:rsid w:val="000A4ECF"/>
    <w:rsid w:val="000A4F67"/>
    <w:rsid w:val="000A5C76"/>
    <w:rsid w:val="000A665E"/>
    <w:rsid w:val="000A6A72"/>
    <w:rsid w:val="000B4CB3"/>
    <w:rsid w:val="000B4F49"/>
    <w:rsid w:val="000B5732"/>
    <w:rsid w:val="000B7047"/>
    <w:rsid w:val="000B71DB"/>
    <w:rsid w:val="000B74E1"/>
    <w:rsid w:val="000C2621"/>
    <w:rsid w:val="000C34EC"/>
    <w:rsid w:val="000C57EC"/>
    <w:rsid w:val="000C68A9"/>
    <w:rsid w:val="000C787A"/>
    <w:rsid w:val="000C78E7"/>
    <w:rsid w:val="000D1D41"/>
    <w:rsid w:val="000D30F3"/>
    <w:rsid w:val="000D43B8"/>
    <w:rsid w:val="000D4C1F"/>
    <w:rsid w:val="000D537B"/>
    <w:rsid w:val="000D571E"/>
    <w:rsid w:val="000D6110"/>
    <w:rsid w:val="000D7BCB"/>
    <w:rsid w:val="000E0CED"/>
    <w:rsid w:val="000E1760"/>
    <w:rsid w:val="000E1C53"/>
    <w:rsid w:val="000E3997"/>
    <w:rsid w:val="000E4689"/>
    <w:rsid w:val="000E64D0"/>
    <w:rsid w:val="000F128B"/>
    <w:rsid w:val="000F2098"/>
    <w:rsid w:val="000F27E6"/>
    <w:rsid w:val="000F2CC1"/>
    <w:rsid w:val="000F5A55"/>
    <w:rsid w:val="000F6ED2"/>
    <w:rsid w:val="001006C5"/>
    <w:rsid w:val="00100C36"/>
    <w:rsid w:val="00100D61"/>
    <w:rsid w:val="001015AE"/>
    <w:rsid w:val="00102C64"/>
    <w:rsid w:val="00102F51"/>
    <w:rsid w:val="001032E0"/>
    <w:rsid w:val="0010422B"/>
    <w:rsid w:val="00104343"/>
    <w:rsid w:val="0010436A"/>
    <w:rsid w:val="0010485B"/>
    <w:rsid w:val="00105EA2"/>
    <w:rsid w:val="00106FBE"/>
    <w:rsid w:val="001113C0"/>
    <w:rsid w:val="00111670"/>
    <w:rsid w:val="0011311D"/>
    <w:rsid w:val="001154F3"/>
    <w:rsid w:val="001159DB"/>
    <w:rsid w:val="00116922"/>
    <w:rsid w:val="001179E0"/>
    <w:rsid w:val="001223B6"/>
    <w:rsid w:val="00124C9C"/>
    <w:rsid w:val="00124EF6"/>
    <w:rsid w:val="00125334"/>
    <w:rsid w:val="001253A1"/>
    <w:rsid w:val="0012551C"/>
    <w:rsid w:val="00125CF5"/>
    <w:rsid w:val="00126D1B"/>
    <w:rsid w:val="00127945"/>
    <w:rsid w:val="00130FBB"/>
    <w:rsid w:val="00132C65"/>
    <w:rsid w:val="0013304D"/>
    <w:rsid w:val="00134267"/>
    <w:rsid w:val="00135E00"/>
    <w:rsid w:val="001406AF"/>
    <w:rsid w:val="00140D62"/>
    <w:rsid w:val="00141616"/>
    <w:rsid w:val="00142A8D"/>
    <w:rsid w:val="00142E27"/>
    <w:rsid w:val="001457F1"/>
    <w:rsid w:val="001464FC"/>
    <w:rsid w:val="00150062"/>
    <w:rsid w:val="0015142D"/>
    <w:rsid w:val="001527F4"/>
    <w:rsid w:val="00154DDF"/>
    <w:rsid w:val="001569F1"/>
    <w:rsid w:val="00156EDD"/>
    <w:rsid w:val="00157BE1"/>
    <w:rsid w:val="00160FF9"/>
    <w:rsid w:val="0016117E"/>
    <w:rsid w:val="00161579"/>
    <w:rsid w:val="001618C0"/>
    <w:rsid w:val="001621E5"/>
    <w:rsid w:val="00162A23"/>
    <w:rsid w:val="00164071"/>
    <w:rsid w:val="00164DB9"/>
    <w:rsid w:val="00165306"/>
    <w:rsid w:val="00165A45"/>
    <w:rsid w:val="0016670C"/>
    <w:rsid w:val="00166D37"/>
    <w:rsid w:val="001727FA"/>
    <w:rsid w:val="00172F3E"/>
    <w:rsid w:val="001734C0"/>
    <w:rsid w:val="00173A41"/>
    <w:rsid w:val="00173BB0"/>
    <w:rsid w:val="00175A84"/>
    <w:rsid w:val="00176560"/>
    <w:rsid w:val="00182F4D"/>
    <w:rsid w:val="00185477"/>
    <w:rsid w:val="001861FA"/>
    <w:rsid w:val="001864E4"/>
    <w:rsid w:val="00190D22"/>
    <w:rsid w:val="0019115E"/>
    <w:rsid w:val="00191BF3"/>
    <w:rsid w:val="0019389B"/>
    <w:rsid w:val="0019438F"/>
    <w:rsid w:val="00194622"/>
    <w:rsid w:val="00194A6A"/>
    <w:rsid w:val="00194BA5"/>
    <w:rsid w:val="001962E7"/>
    <w:rsid w:val="00196561"/>
    <w:rsid w:val="00196911"/>
    <w:rsid w:val="001A03B4"/>
    <w:rsid w:val="001A3A98"/>
    <w:rsid w:val="001A438A"/>
    <w:rsid w:val="001A557C"/>
    <w:rsid w:val="001B0FC5"/>
    <w:rsid w:val="001B20A6"/>
    <w:rsid w:val="001C0360"/>
    <w:rsid w:val="001C05A9"/>
    <w:rsid w:val="001C3C39"/>
    <w:rsid w:val="001C43D6"/>
    <w:rsid w:val="001C6376"/>
    <w:rsid w:val="001C705C"/>
    <w:rsid w:val="001D1358"/>
    <w:rsid w:val="001D2D47"/>
    <w:rsid w:val="001D402D"/>
    <w:rsid w:val="001D4654"/>
    <w:rsid w:val="001D4895"/>
    <w:rsid w:val="001D6F13"/>
    <w:rsid w:val="001E0C71"/>
    <w:rsid w:val="001E155D"/>
    <w:rsid w:val="001E21F6"/>
    <w:rsid w:val="001E4C57"/>
    <w:rsid w:val="001E5EA3"/>
    <w:rsid w:val="001E72E5"/>
    <w:rsid w:val="001E7542"/>
    <w:rsid w:val="001F0877"/>
    <w:rsid w:val="001F1A0E"/>
    <w:rsid w:val="001F1B4A"/>
    <w:rsid w:val="001F1C8E"/>
    <w:rsid w:val="001F2DE6"/>
    <w:rsid w:val="001F414E"/>
    <w:rsid w:val="001F7BF3"/>
    <w:rsid w:val="00200D5D"/>
    <w:rsid w:val="00201D31"/>
    <w:rsid w:val="00203505"/>
    <w:rsid w:val="00205E0E"/>
    <w:rsid w:val="0020611A"/>
    <w:rsid w:val="00207394"/>
    <w:rsid w:val="00210535"/>
    <w:rsid w:val="00211398"/>
    <w:rsid w:val="00211DC2"/>
    <w:rsid w:val="002128DB"/>
    <w:rsid w:val="00212B3F"/>
    <w:rsid w:val="00216168"/>
    <w:rsid w:val="00217A3A"/>
    <w:rsid w:val="00217AD8"/>
    <w:rsid w:val="00217B7A"/>
    <w:rsid w:val="002202DD"/>
    <w:rsid w:val="00220830"/>
    <w:rsid w:val="00220AEC"/>
    <w:rsid w:val="00220B83"/>
    <w:rsid w:val="002219A4"/>
    <w:rsid w:val="0022249A"/>
    <w:rsid w:val="00223A0A"/>
    <w:rsid w:val="00226F20"/>
    <w:rsid w:val="00227B5F"/>
    <w:rsid w:val="00230393"/>
    <w:rsid w:val="00230F71"/>
    <w:rsid w:val="00235A16"/>
    <w:rsid w:val="002364F6"/>
    <w:rsid w:val="00237B5D"/>
    <w:rsid w:val="002424D2"/>
    <w:rsid w:val="00242B28"/>
    <w:rsid w:val="002445A9"/>
    <w:rsid w:val="00245E5B"/>
    <w:rsid w:val="00246550"/>
    <w:rsid w:val="00247B9A"/>
    <w:rsid w:val="00250A03"/>
    <w:rsid w:val="00252AC2"/>
    <w:rsid w:val="00253A93"/>
    <w:rsid w:val="00254D48"/>
    <w:rsid w:val="0025649E"/>
    <w:rsid w:val="00257793"/>
    <w:rsid w:val="00260094"/>
    <w:rsid w:val="002636E4"/>
    <w:rsid w:val="00266587"/>
    <w:rsid w:val="00266A17"/>
    <w:rsid w:val="0026708A"/>
    <w:rsid w:val="00267A35"/>
    <w:rsid w:val="00270290"/>
    <w:rsid w:val="00272778"/>
    <w:rsid w:val="00273797"/>
    <w:rsid w:val="00273A6B"/>
    <w:rsid w:val="00274C5C"/>
    <w:rsid w:val="0027545C"/>
    <w:rsid w:val="0027565B"/>
    <w:rsid w:val="00277168"/>
    <w:rsid w:val="00277BFB"/>
    <w:rsid w:val="00280DA4"/>
    <w:rsid w:val="002824D6"/>
    <w:rsid w:val="00282839"/>
    <w:rsid w:val="00282998"/>
    <w:rsid w:val="0028336D"/>
    <w:rsid w:val="0028350E"/>
    <w:rsid w:val="002839D8"/>
    <w:rsid w:val="00283E26"/>
    <w:rsid w:val="00283F42"/>
    <w:rsid w:val="00284124"/>
    <w:rsid w:val="00287958"/>
    <w:rsid w:val="00291634"/>
    <w:rsid w:val="002944B9"/>
    <w:rsid w:val="002948D5"/>
    <w:rsid w:val="00295180"/>
    <w:rsid w:val="00296D9B"/>
    <w:rsid w:val="002970C2"/>
    <w:rsid w:val="002A4121"/>
    <w:rsid w:val="002A5789"/>
    <w:rsid w:val="002A6481"/>
    <w:rsid w:val="002B19E1"/>
    <w:rsid w:val="002B39F1"/>
    <w:rsid w:val="002B4005"/>
    <w:rsid w:val="002B6DE7"/>
    <w:rsid w:val="002B6FF9"/>
    <w:rsid w:val="002C0868"/>
    <w:rsid w:val="002C14FF"/>
    <w:rsid w:val="002C1B71"/>
    <w:rsid w:val="002C24E1"/>
    <w:rsid w:val="002C6C2E"/>
    <w:rsid w:val="002C796F"/>
    <w:rsid w:val="002D01D7"/>
    <w:rsid w:val="002D07AB"/>
    <w:rsid w:val="002D0B0C"/>
    <w:rsid w:val="002D113A"/>
    <w:rsid w:val="002D122A"/>
    <w:rsid w:val="002D208E"/>
    <w:rsid w:val="002D5EEE"/>
    <w:rsid w:val="002E2B34"/>
    <w:rsid w:val="002E2C17"/>
    <w:rsid w:val="002E32F7"/>
    <w:rsid w:val="002E43DD"/>
    <w:rsid w:val="002E5628"/>
    <w:rsid w:val="002E613E"/>
    <w:rsid w:val="002E78B5"/>
    <w:rsid w:val="002E7A96"/>
    <w:rsid w:val="002F0143"/>
    <w:rsid w:val="002F04E2"/>
    <w:rsid w:val="002F1260"/>
    <w:rsid w:val="002F183B"/>
    <w:rsid w:val="002F2423"/>
    <w:rsid w:val="002F422C"/>
    <w:rsid w:val="002F4B9F"/>
    <w:rsid w:val="002F609E"/>
    <w:rsid w:val="002F67F6"/>
    <w:rsid w:val="002F680C"/>
    <w:rsid w:val="002F6CE0"/>
    <w:rsid w:val="002F70FD"/>
    <w:rsid w:val="00300905"/>
    <w:rsid w:val="00300AF3"/>
    <w:rsid w:val="003012E3"/>
    <w:rsid w:val="00301894"/>
    <w:rsid w:val="00302131"/>
    <w:rsid w:val="00302984"/>
    <w:rsid w:val="00302EE5"/>
    <w:rsid w:val="00303898"/>
    <w:rsid w:val="003063CB"/>
    <w:rsid w:val="003076AF"/>
    <w:rsid w:val="00310053"/>
    <w:rsid w:val="0031145A"/>
    <w:rsid w:val="0031726D"/>
    <w:rsid w:val="00321D63"/>
    <w:rsid w:val="00322A7F"/>
    <w:rsid w:val="00323CB6"/>
    <w:rsid w:val="00324364"/>
    <w:rsid w:val="0032472A"/>
    <w:rsid w:val="00326714"/>
    <w:rsid w:val="00330A60"/>
    <w:rsid w:val="003319C0"/>
    <w:rsid w:val="00334DEE"/>
    <w:rsid w:val="00335A3B"/>
    <w:rsid w:val="00335F38"/>
    <w:rsid w:val="00337A13"/>
    <w:rsid w:val="0034005B"/>
    <w:rsid w:val="00342B50"/>
    <w:rsid w:val="00342C56"/>
    <w:rsid w:val="0034436B"/>
    <w:rsid w:val="00346A74"/>
    <w:rsid w:val="00346C66"/>
    <w:rsid w:val="003476A1"/>
    <w:rsid w:val="00350136"/>
    <w:rsid w:val="00350BD4"/>
    <w:rsid w:val="00351A0F"/>
    <w:rsid w:val="0035306C"/>
    <w:rsid w:val="00355B2B"/>
    <w:rsid w:val="00356987"/>
    <w:rsid w:val="003576D5"/>
    <w:rsid w:val="0036071C"/>
    <w:rsid w:val="00362C5E"/>
    <w:rsid w:val="0036344E"/>
    <w:rsid w:val="003636D3"/>
    <w:rsid w:val="00363B79"/>
    <w:rsid w:val="00364EBE"/>
    <w:rsid w:val="0036503F"/>
    <w:rsid w:val="0036515C"/>
    <w:rsid w:val="0036660D"/>
    <w:rsid w:val="0036738F"/>
    <w:rsid w:val="00374111"/>
    <w:rsid w:val="003774D6"/>
    <w:rsid w:val="003804FF"/>
    <w:rsid w:val="00381DE5"/>
    <w:rsid w:val="003837C3"/>
    <w:rsid w:val="00384413"/>
    <w:rsid w:val="00384976"/>
    <w:rsid w:val="0038669A"/>
    <w:rsid w:val="00386F37"/>
    <w:rsid w:val="00390245"/>
    <w:rsid w:val="00390387"/>
    <w:rsid w:val="00390C89"/>
    <w:rsid w:val="00392FC5"/>
    <w:rsid w:val="003937D0"/>
    <w:rsid w:val="00393DEE"/>
    <w:rsid w:val="00395B31"/>
    <w:rsid w:val="00395F17"/>
    <w:rsid w:val="0039784F"/>
    <w:rsid w:val="003A0C51"/>
    <w:rsid w:val="003A3498"/>
    <w:rsid w:val="003A3B89"/>
    <w:rsid w:val="003A4B80"/>
    <w:rsid w:val="003A64A9"/>
    <w:rsid w:val="003B2FFA"/>
    <w:rsid w:val="003B31B3"/>
    <w:rsid w:val="003B50B8"/>
    <w:rsid w:val="003B5587"/>
    <w:rsid w:val="003B771E"/>
    <w:rsid w:val="003C04EC"/>
    <w:rsid w:val="003C18F1"/>
    <w:rsid w:val="003C3881"/>
    <w:rsid w:val="003C4BBD"/>
    <w:rsid w:val="003C6FB3"/>
    <w:rsid w:val="003D0717"/>
    <w:rsid w:val="003D074E"/>
    <w:rsid w:val="003D0C07"/>
    <w:rsid w:val="003D125D"/>
    <w:rsid w:val="003D2186"/>
    <w:rsid w:val="003D38DC"/>
    <w:rsid w:val="003D42CB"/>
    <w:rsid w:val="003D64FD"/>
    <w:rsid w:val="003E348D"/>
    <w:rsid w:val="003E4A22"/>
    <w:rsid w:val="003E4DC9"/>
    <w:rsid w:val="003F0281"/>
    <w:rsid w:val="003F4B32"/>
    <w:rsid w:val="003F51E2"/>
    <w:rsid w:val="003F5B50"/>
    <w:rsid w:val="003F7ACC"/>
    <w:rsid w:val="003F7C6B"/>
    <w:rsid w:val="00400CF2"/>
    <w:rsid w:val="004010DF"/>
    <w:rsid w:val="00401366"/>
    <w:rsid w:val="00401684"/>
    <w:rsid w:val="00403085"/>
    <w:rsid w:val="00403E85"/>
    <w:rsid w:val="004045B3"/>
    <w:rsid w:val="00407A8F"/>
    <w:rsid w:val="00407E9C"/>
    <w:rsid w:val="00414399"/>
    <w:rsid w:val="00415E0B"/>
    <w:rsid w:val="0041630C"/>
    <w:rsid w:val="00416944"/>
    <w:rsid w:val="00416D1C"/>
    <w:rsid w:val="00416EC8"/>
    <w:rsid w:val="00420A52"/>
    <w:rsid w:val="00421985"/>
    <w:rsid w:val="00421B06"/>
    <w:rsid w:val="004231B2"/>
    <w:rsid w:val="0042585D"/>
    <w:rsid w:val="00426965"/>
    <w:rsid w:val="0042729D"/>
    <w:rsid w:val="0043065D"/>
    <w:rsid w:val="00430710"/>
    <w:rsid w:val="00431678"/>
    <w:rsid w:val="00431753"/>
    <w:rsid w:val="00433676"/>
    <w:rsid w:val="00435C64"/>
    <w:rsid w:val="004368BE"/>
    <w:rsid w:val="00437970"/>
    <w:rsid w:val="00440187"/>
    <w:rsid w:val="00442D66"/>
    <w:rsid w:val="00446F0B"/>
    <w:rsid w:val="0045048E"/>
    <w:rsid w:val="00450E74"/>
    <w:rsid w:val="00451206"/>
    <w:rsid w:val="00451B69"/>
    <w:rsid w:val="0045443F"/>
    <w:rsid w:val="00454F97"/>
    <w:rsid w:val="0045545D"/>
    <w:rsid w:val="00456455"/>
    <w:rsid w:val="00457E53"/>
    <w:rsid w:val="004612B0"/>
    <w:rsid w:val="004622B2"/>
    <w:rsid w:val="004622D2"/>
    <w:rsid w:val="0046306D"/>
    <w:rsid w:val="0046453F"/>
    <w:rsid w:val="00465471"/>
    <w:rsid w:val="00465BC7"/>
    <w:rsid w:val="004665C8"/>
    <w:rsid w:val="00467007"/>
    <w:rsid w:val="0047050A"/>
    <w:rsid w:val="004706F1"/>
    <w:rsid w:val="0047136B"/>
    <w:rsid w:val="00471CC2"/>
    <w:rsid w:val="0047654A"/>
    <w:rsid w:val="0047720F"/>
    <w:rsid w:val="0048097A"/>
    <w:rsid w:val="00481B4A"/>
    <w:rsid w:val="004824EA"/>
    <w:rsid w:val="004830EB"/>
    <w:rsid w:val="00483801"/>
    <w:rsid w:val="00485DDD"/>
    <w:rsid w:val="00490896"/>
    <w:rsid w:val="00491E6F"/>
    <w:rsid w:val="00492315"/>
    <w:rsid w:val="004925EE"/>
    <w:rsid w:val="00492FE9"/>
    <w:rsid w:val="00493486"/>
    <w:rsid w:val="00495966"/>
    <w:rsid w:val="00495CB8"/>
    <w:rsid w:val="00495F73"/>
    <w:rsid w:val="0049620D"/>
    <w:rsid w:val="004A152A"/>
    <w:rsid w:val="004A2A78"/>
    <w:rsid w:val="004A2FEB"/>
    <w:rsid w:val="004A3569"/>
    <w:rsid w:val="004A393C"/>
    <w:rsid w:val="004A3ADE"/>
    <w:rsid w:val="004A5E3B"/>
    <w:rsid w:val="004A5E6C"/>
    <w:rsid w:val="004B1D90"/>
    <w:rsid w:val="004B5856"/>
    <w:rsid w:val="004B59E7"/>
    <w:rsid w:val="004B5C82"/>
    <w:rsid w:val="004B5FD0"/>
    <w:rsid w:val="004B66D0"/>
    <w:rsid w:val="004B79DB"/>
    <w:rsid w:val="004C2C8A"/>
    <w:rsid w:val="004C35B4"/>
    <w:rsid w:val="004C3BD2"/>
    <w:rsid w:val="004C4515"/>
    <w:rsid w:val="004C782D"/>
    <w:rsid w:val="004D0531"/>
    <w:rsid w:val="004D18BF"/>
    <w:rsid w:val="004D2D9A"/>
    <w:rsid w:val="004D65E8"/>
    <w:rsid w:val="004D6BC5"/>
    <w:rsid w:val="004E063E"/>
    <w:rsid w:val="004E06C4"/>
    <w:rsid w:val="004E072C"/>
    <w:rsid w:val="004E0C9E"/>
    <w:rsid w:val="004E215E"/>
    <w:rsid w:val="004E2D2B"/>
    <w:rsid w:val="004E30A8"/>
    <w:rsid w:val="004E336A"/>
    <w:rsid w:val="004E4B74"/>
    <w:rsid w:val="004E5327"/>
    <w:rsid w:val="004E6C5F"/>
    <w:rsid w:val="004F0216"/>
    <w:rsid w:val="004F19D9"/>
    <w:rsid w:val="004F37AA"/>
    <w:rsid w:val="004F40AB"/>
    <w:rsid w:val="004F413A"/>
    <w:rsid w:val="004F4A1F"/>
    <w:rsid w:val="004F6ABA"/>
    <w:rsid w:val="00500D2E"/>
    <w:rsid w:val="00501478"/>
    <w:rsid w:val="005020E5"/>
    <w:rsid w:val="00502412"/>
    <w:rsid w:val="005041C7"/>
    <w:rsid w:val="0050614A"/>
    <w:rsid w:val="00506514"/>
    <w:rsid w:val="00506C0E"/>
    <w:rsid w:val="005108E4"/>
    <w:rsid w:val="00510905"/>
    <w:rsid w:val="005128D1"/>
    <w:rsid w:val="005132EA"/>
    <w:rsid w:val="00513605"/>
    <w:rsid w:val="00514A5D"/>
    <w:rsid w:val="00514DCA"/>
    <w:rsid w:val="00515211"/>
    <w:rsid w:val="00515E1D"/>
    <w:rsid w:val="00516667"/>
    <w:rsid w:val="00520281"/>
    <w:rsid w:val="00521473"/>
    <w:rsid w:val="00522416"/>
    <w:rsid w:val="0052523A"/>
    <w:rsid w:val="00525E6A"/>
    <w:rsid w:val="005264A8"/>
    <w:rsid w:val="0052662E"/>
    <w:rsid w:val="00527671"/>
    <w:rsid w:val="00531764"/>
    <w:rsid w:val="00531B8B"/>
    <w:rsid w:val="00531E20"/>
    <w:rsid w:val="0053403F"/>
    <w:rsid w:val="0053495B"/>
    <w:rsid w:val="005352DF"/>
    <w:rsid w:val="005362BD"/>
    <w:rsid w:val="00536808"/>
    <w:rsid w:val="00536C2E"/>
    <w:rsid w:val="00540E33"/>
    <w:rsid w:val="00541755"/>
    <w:rsid w:val="005435A6"/>
    <w:rsid w:val="00543727"/>
    <w:rsid w:val="00543997"/>
    <w:rsid w:val="0054402A"/>
    <w:rsid w:val="0054437F"/>
    <w:rsid w:val="00544FCD"/>
    <w:rsid w:val="0054576E"/>
    <w:rsid w:val="00550AA4"/>
    <w:rsid w:val="00551432"/>
    <w:rsid w:val="00552516"/>
    <w:rsid w:val="00552577"/>
    <w:rsid w:val="00553A28"/>
    <w:rsid w:val="00554299"/>
    <w:rsid w:val="00554858"/>
    <w:rsid w:val="00556579"/>
    <w:rsid w:val="00556E0C"/>
    <w:rsid w:val="00556F3A"/>
    <w:rsid w:val="00561B7B"/>
    <w:rsid w:val="00561D03"/>
    <w:rsid w:val="005632C2"/>
    <w:rsid w:val="00563397"/>
    <w:rsid w:val="00566550"/>
    <w:rsid w:val="005701A3"/>
    <w:rsid w:val="0057177E"/>
    <w:rsid w:val="005733E6"/>
    <w:rsid w:val="00573A92"/>
    <w:rsid w:val="00575BEC"/>
    <w:rsid w:val="0057660F"/>
    <w:rsid w:val="00576C0C"/>
    <w:rsid w:val="005802C9"/>
    <w:rsid w:val="00582069"/>
    <w:rsid w:val="005846EB"/>
    <w:rsid w:val="00586AF1"/>
    <w:rsid w:val="00587BFA"/>
    <w:rsid w:val="00587F5B"/>
    <w:rsid w:val="005901EA"/>
    <w:rsid w:val="00590BB2"/>
    <w:rsid w:val="00591041"/>
    <w:rsid w:val="00591071"/>
    <w:rsid w:val="005924E0"/>
    <w:rsid w:val="00592F9A"/>
    <w:rsid w:val="00595D3D"/>
    <w:rsid w:val="00597FCA"/>
    <w:rsid w:val="005A1CE4"/>
    <w:rsid w:val="005A1EDD"/>
    <w:rsid w:val="005A3898"/>
    <w:rsid w:val="005A3CC6"/>
    <w:rsid w:val="005A50B4"/>
    <w:rsid w:val="005A5A06"/>
    <w:rsid w:val="005A5EA0"/>
    <w:rsid w:val="005A6213"/>
    <w:rsid w:val="005A6409"/>
    <w:rsid w:val="005A79BF"/>
    <w:rsid w:val="005A7A69"/>
    <w:rsid w:val="005A7E22"/>
    <w:rsid w:val="005B3202"/>
    <w:rsid w:val="005B475B"/>
    <w:rsid w:val="005B6F7C"/>
    <w:rsid w:val="005C081A"/>
    <w:rsid w:val="005C0839"/>
    <w:rsid w:val="005C19F3"/>
    <w:rsid w:val="005C2315"/>
    <w:rsid w:val="005C3402"/>
    <w:rsid w:val="005C579C"/>
    <w:rsid w:val="005C5D98"/>
    <w:rsid w:val="005C6AE2"/>
    <w:rsid w:val="005D1D5B"/>
    <w:rsid w:val="005D301F"/>
    <w:rsid w:val="005D5589"/>
    <w:rsid w:val="005D6B52"/>
    <w:rsid w:val="005D6C31"/>
    <w:rsid w:val="005E32F2"/>
    <w:rsid w:val="005E36A0"/>
    <w:rsid w:val="005E4DB2"/>
    <w:rsid w:val="005F0166"/>
    <w:rsid w:val="005F093E"/>
    <w:rsid w:val="005F1A70"/>
    <w:rsid w:val="005F27EB"/>
    <w:rsid w:val="005F49B6"/>
    <w:rsid w:val="005F4BD2"/>
    <w:rsid w:val="005F4C35"/>
    <w:rsid w:val="005F55E0"/>
    <w:rsid w:val="005F568B"/>
    <w:rsid w:val="005F5BF4"/>
    <w:rsid w:val="006014CE"/>
    <w:rsid w:val="00602393"/>
    <w:rsid w:val="0060373D"/>
    <w:rsid w:val="006047B1"/>
    <w:rsid w:val="00606BD3"/>
    <w:rsid w:val="00607386"/>
    <w:rsid w:val="00607854"/>
    <w:rsid w:val="006079FB"/>
    <w:rsid w:val="00613216"/>
    <w:rsid w:val="00613D64"/>
    <w:rsid w:val="0061610D"/>
    <w:rsid w:val="00616488"/>
    <w:rsid w:val="006170AE"/>
    <w:rsid w:val="00617AFA"/>
    <w:rsid w:val="0062091E"/>
    <w:rsid w:val="00620967"/>
    <w:rsid w:val="00620BC8"/>
    <w:rsid w:val="00621B8C"/>
    <w:rsid w:val="00621BCF"/>
    <w:rsid w:val="00622E29"/>
    <w:rsid w:val="006239A9"/>
    <w:rsid w:val="00623CBE"/>
    <w:rsid w:val="00623E49"/>
    <w:rsid w:val="00626B57"/>
    <w:rsid w:val="00626D78"/>
    <w:rsid w:val="0062787D"/>
    <w:rsid w:val="00627FC6"/>
    <w:rsid w:val="006313C0"/>
    <w:rsid w:val="00635250"/>
    <w:rsid w:val="00636B30"/>
    <w:rsid w:val="006370DA"/>
    <w:rsid w:val="006372A6"/>
    <w:rsid w:val="00637343"/>
    <w:rsid w:val="0064038F"/>
    <w:rsid w:val="006406A1"/>
    <w:rsid w:val="00642C3C"/>
    <w:rsid w:val="00642C7D"/>
    <w:rsid w:val="0064465A"/>
    <w:rsid w:val="00644F09"/>
    <w:rsid w:val="00647880"/>
    <w:rsid w:val="006511F1"/>
    <w:rsid w:val="00654235"/>
    <w:rsid w:val="006559B7"/>
    <w:rsid w:val="006560D9"/>
    <w:rsid w:val="00661386"/>
    <w:rsid w:val="00661E99"/>
    <w:rsid w:val="006627B4"/>
    <w:rsid w:val="00662843"/>
    <w:rsid w:val="00662FAD"/>
    <w:rsid w:val="00663897"/>
    <w:rsid w:val="00663ADA"/>
    <w:rsid w:val="00666AF9"/>
    <w:rsid w:val="006705AB"/>
    <w:rsid w:val="00671580"/>
    <w:rsid w:val="00672516"/>
    <w:rsid w:val="006738BE"/>
    <w:rsid w:val="006742CC"/>
    <w:rsid w:val="006758E5"/>
    <w:rsid w:val="006802A5"/>
    <w:rsid w:val="006838E0"/>
    <w:rsid w:val="00683B0A"/>
    <w:rsid w:val="00684F28"/>
    <w:rsid w:val="0068607F"/>
    <w:rsid w:val="006868AC"/>
    <w:rsid w:val="00686DA7"/>
    <w:rsid w:val="00687134"/>
    <w:rsid w:val="00687348"/>
    <w:rsid w:val="0069148A"/>
    <w:rsid w:val="006921E3"/>
    <w:rsid w:val="006936B7"/>
    <w:rsid w:val="00693962"/>
    <w:rsid w:val="006963A5"/>
    <w:rsid w:val="006A14EB"/>
    <w:rsid w:val="006A2C42"/>
    <w:rsid w:val="006B024B"/>
    <w:rsid w:val="006B5174"/>
    <w:rsid w:val="006B5604"/>
    <w:rsid w:val="006B5F4A"/>
    <w:rsid w:val="006B739D"/>
    <w:rsid w:val="006B7566"/>
    <w:rsid w:val="006C009D"/>
    <w:rsid w:val="006C1831"/>
    <w:rsid w:val="006C23AA"/>
    <w:rsid w:val="006C2B9D"/>
    <w:rsid w:val="006C310F"/>
    <w:rsid w:val="006C39F7"/>
    <w:rsid w:val="006C5D19"/>
    <w:rsid w:val="006C61F6"/>
    <w:rsid w:val="006D0185"/>
    <w:rsid w:val="006D057A"/>
    <w:rsid w:val="006D104E"/>
    <w:rsid w:val="006D21D2"/>
    <w:rsid w:val="006D24CE"/>
    <w:rsid w:val="006D2EF1"/>
    <w:rsid w:val="006D5A98"/>
    <w:rsid w:val="006D65FF"/>
    <w:rsid w:val="006D7566"/>
    <w:rsid w:val="006E14E1"/>
    <w:rsid w:val="006E18B6"/>
    <w:rsid w:val="006E1A80"/>
    <w:rsid w:val="006E2B7A"/>
    <w:rsid w:val="006E2D5A"/>
    <w:rsid w:val="006E46C1"/>
    <w:rsid w:val="006E5698"/>
    <w:rsid w:val="006E5FCE"/>
    <w:rsid w:val="006E6B40"/>
    <w:rsid w:val="006E70E0"/>
    <w:rsid w:val="006E78C9"/>
    <w:rsid w:val="006F3128"/>
    <w:rsid w:val="006F3EE1"/>
    <w:rsid w:val="006F4EFF"/>
    <w:rsid w:val="006F6C28"/>
    <w:rsid w:val="00700B5B"/>
    <w:rsid w:val="00703EFE"/>
    <w:rsid w:val="00703F2C"/>
    <w:rsid w:val="007049F4"/>
    <w:rsid w:val="00705EC9"/>
    <w:rsid w:val="00706562"/>
    <w:rsid w:val="00706DE5"/>
    <w:rsid w:val="00707049"/>
    <w:rsid w:val="0071140A"/>
    <w:rsid w:val="007126FE"/>
    <w:rsid w:val="0071486A"/>
    <w:rsid w:val="00715D65"/>
    <w:rsid w:val="007165F3"/>
    <w:rsid w:val="0072144E"/>
    <w:rsid w:val="00722AEB"/>
    <w:rsid w:val="00723FCB"/>
    <w:rsid w:val="00726992"/>
    <w:rsid w:val="007279D9"/>
    <w:rsid w:val="0073331B"/>
    <w:rsid w:val="00733C64"/>
    <w:rsid w:val="007340AA"/>
    <w:rsid w:val="00735AE5"/>
    <w:rsid w:val="00736443"/>
    <w:rsid w:val="007402CC"/>
    <w:rsid w:val="007408DA"/>
    <w:rsid w:val="00740CE3"/>
    <w:rsid w:val="00743398"/>
    <w:rsid w:val="00747071"/>
    <w:rsid w:val="00750B27"/>
    <w:rsid w:val="0075141B"/>
    <w:rsid w:val="00751453"/>
    <w:rsid w:val="00751BC4"/>
    <w:rsid w:val="00753C6B"/>
    <w:rsid w:val="007543F9"/>
    <w:rsid w:val="00755AFC"/>
    <w:rsid w:val="007577B9"/>
    <w:rsid w:val="0076052F"/>
    <w:rsid w:val="00761652"/>
    <w:rsid w:val="00767E18"/>
    <w:rsid w:val="00767FF5"/>
    <w:rsid w:val="0077063A"/>
    <w:rsid w:val="00770760"/>
    <w:rsid w:val="00776F08"/>
    <w:rsid w:val="007774C7"/>
    <w:rsid w:val="00781563"/>
    <w:rsid w:val="00781D89"/>
    <w:rsid w:val="0078395C"/>
    <w:rsid w:val="00784734"/>
    <w:rsid w:val="007850C7"/>
    <w:rsid w:val="00785CF2"/>
    <w:rsid w:val="007871C9"/>
    <w:rsid w:val="0079149A"/>
    <w:rsid w:val="00791BEE"/>
    <w:rsid w:val="0079269F"/>
    <w:rsid w:val="00793D3E"/>
    <w:rsid w:val="00794670"/>
    <w:rsid w:val="007957FA"/>
    <w:rsid w:val="00795BFB"/>
    <w:rsid w:val="007963EE"/>
    <w:rsid w:val="007A021F"/>
    <w:rsid w:val="007A1092"/>
    <w:rsid w:val="007A205A"/>
    <w:rsid w:val="007A27A4"/>
    <w:rsid w:val="007A2D65"/>
    <w:rsid w:val="007B0A61"/>
    <w:rsid w:val="007B1BAE"/>
    <w:rsid w:val="007B3921"/>
    <w:rsid w:val="007B3E39"/>
    <w:rsid w:val="007B65E6"/>
    <w:rsid w:val="007B72F8"/>
    <w:rsid w:val="007C07E8"/>
    <w:rsid w:val="007C14CF"/>
    <w:rsid w:val="007C160C"/>
    <w:rsid w:val="007C1DD8"/>
    <w:rsid w:val="007C208B"/>
    <w:rsid w:val="007C2D09"/>
    <w:rsid w:val="007C422F"/>
    <w:rsid w:val="007C46DA"/>
    <w:rsid w:val="007C4771"/>
    <w:rsid w:val="007D0230"/>
    <w:rsid w:val="007D1164"/>
    <w:rsid w:val="007D283A"/>
    <w:rsid w:val="007D3186"/>
    <w:rsid w:val="007D4B3E"/>
    <w:rsid w:val="007D65FD"/>
    <w:rsid w:val="007D6E93"/>
    <w:rsid w:val="007E2480"/>
    <w:rsid w:val="007E3DD5"/>
    <w:rsid w:val="007E55E9"/>
    <w:rsid w:val="007E679E"/>
    <w:rsid w:val="007E6C4D"/>
    <w:rsid w:val="007F223C"/>
    <w:rsid w:val="007F2CC6"/>
    <w:rsid w:val="007F40E2"/>
    <w:rsid w:val="007F62E0"/>
    <w:rsid w:val="007F7863"/>
    <w:rsid w:val="0080014D"/>
    <w:rsid w:val="00800C56"/>
    <w:rsid w:val="00801B20"/>
    <w:rsid w:val="00801F32"/>
    <w:rsid w:val="008027BB"/>
    <w:rsid w:val="00802D85"/>
    <w:rsid w:val="00803320"/>
    <w:rsid w:val="008044EE"/>
    <w:rsid w:val="008047C2"/>
    <w:rsid w:val="008062C8"/>
    <w:rsid w:val="008070E2"/>
    <w:rsid w:val="008075AF"/>
    <w:rsid w:val="008104EF"/>
    <w:rsid w:val="0081079E"/>
    <w:rsid w:val="00810CB7"/>
    <w:rsid w:val="008114CB"/>
    <w:rsid w:val="008133D9"/>
    <w:rsid w:val="008142E5"/>
    <w:rsid w:val="00816918"/>
    <w:rsid w:val="00820546"/>
    <w:rsid w:val="00820582"/>
    <w:rsid w:val="00820818"/>
    <w:rsid w:val="00820A0F"/>
    <w:rsid w:val="0082139C"/>
    <w:rsid w:val="00822745"/>
    <w:rsid w:val="00823226"/>
    <w:rsid w:val="00824592"/>
    <w:rsid w:val="00826AE8"/>
    <w:rsid w:val="008272A2"/>
    <w:rsid w:val="008305AB"/>
    <w:rsid w:val="00830BB5"/>
    <w:rsid w:val="00832435"/>
    <w:rsid w:val="0084002C"/>
    <w:rsid w:val="008414B0"/>
    <w:rsid w:val="008431D1"/>
    <w:rsid w:val="0084386A"/>
    <w:rsid w:val="00843C09"/>
    <w:rsid w:val="0084477D"/>
    <w:rsid w:val="008448E4"/>
    <w:rsid w:val="00844AC5"/>
    <w:rsid w:val="00847F78"/>
    <w:rsid w:val="00850107"/>
    <w:rsid w:val="00852A7D"/>
    <w:rsid w:val="00853025"/>
    <w:rsid w:val="008543DA"/>
    <w:rsid w:val="00855BCD"/>
    <w:rsid w:val="008573FC"/>
    <w:rsid w:val="00857D0A"/>
    <w:rsid w:val="0086119D"/>
    <w:rsid w:val="00862612"/>
    <w:rsid w:val="00862FEE"/>
    <w:rsid w:val="008632BC"/>
    <w:rsid w:val="008640B5"/>
    <w:rsid w:val="00864486"/>
    <w:rsid w:val="00866328"/>
    <w:rsid w:val="00867F4C"/>
    <w:rsid w:val="00871FC6"/>
    <w:rsid w:val="00872700"/>
    <w:rsid w:val="00872DC1"/>
    <w:rsid w:val="0087357C"/>
    <w:rsid w:val="00874D1B"/>
    <w:rsid w:val="00877832"/>
    <w:rsid w:val="008808BD"/>
    <w:rsid w:val="00880CCB"/>
    <w:rsid w:val="00882206"/>
    <w:rsid w:val="0088491E"/>
    <w:rsid w:val="008849FA"/>
    <w:rsid w:val="00884A3B"/>
    <w:rsid w:val="00884EBB"/>
    <w:rsid w:val="00885D84"/>
    <w:rsid w:val="00885DDA"/>
    <w:rsid w:val="00887D22"/>
    <w:rsid w:val="00890EC0"/>
    <w:rsid w:val="008911D7"/>
    <w:rsid w:val="00891553"/>
    <w:rsid w:val="00891779"/>
    <w:rsid w:val="0089454D"/>
    <w:rsid w:val="008951C4"/>
    <w:rsid w:val="008955F1"/>
    <w:rsid w:val="00895C5C"/>
    <w:rsid w:val="00897C69"/>
    <w:rsid w:val="008A2233"/>
    <w:rsid w:val="008A391E"/>
    <w:rsid w:val="008A4C93"/>
    <w:rsid w:val="008B25E1"/>
    <w:rsid w:val="008B36FB"/>
    <w:rsid w:val="008B4434"/>
    <w:rsid w:val="008B4B18"/>
    <w:rsid w:val="008B521C"/>
    <w:rsid w:val="008B7D89"/>
    <w:rsid w:val="008B7FC7"/>
    <w:rsid w:val="008C1200"/>
    <w:rsid w:val="008C4EA1"/>
    <w:rsid w:val="008C7629"/>
    <w:rsid w:val="008C7DF9"/>
    <w:rsid w:val="008D0DD0"/>
    <w:rsid w:val="008D0FC9"/>
    <w:rsid w:val="008D1D91"/>
    <w:rsid w:val="008D2325"/>
    <w:rsid w:val="008D3880"/>
    <w:rsid w:val="008D423B"/>
    <w:rsid w:val="008D4824"/>
    <w:rsid w:val="008D5700"/>
    <w:rsid w:val="008D7078"/>
    <w:rsid w:val="008E20A0"/>
    <w:rsid w:val="008E220E"/>
    <w:rsid w:val="008E2FAC"/>
    <w:rsid w:val="008E7977"/>
    <w:rsid w:val="008F2245"/>
    <w:rsid w:val="008F241C"/>
    <w:rsid w:val="008F4DC7"/>
    <w:rsid w:val="008F5C28"/>
    <w:rsid w:val="008F6465"/>
    <w:rsid w:val="008F7035"/>
    <w:rsid w:val="008F72D5"/>
    <w:rsid w:val="008F75B2"/>
    <w:rsid w:val="00900212"/>
    <w:rsid w:val="00901C08"/>
    <w:rsid w:val="00901CBF"/>
    <w:rsid w:val="00902566"/>
    <w:rsid w:val="009026C7"/>
    <w:rsid w:val="009040CB"/>
    <w:rsid w:val="00905DD2"/>
    <w:rsid w:val="009069A5"/>
    <w:rsid w:val="00906D86"/>
    <w:rsid w:val="00906DD1"/>
    <w:rsid w:val="00907C7A"/>
    <w:rsid w:val="009113CA"/>
    <w:rsid w:val="0091168E"/>
    <w:rsid w:val="00911795"/>
    <w:rsid w:val="00912337"/>
    <w:rsid w:val="009123C0"/>
    <w:rsid w:val="00912FB9"/>
    <w:rsid w:val="00913CF4"/>
    <w:rsid w:val="00916939"/>
    <w:rsid w:val="0091716B"/>
    <w:rsid w:val="0091733F"/>
    <w:rsid w:val="00923470"/>
    <w:rsid w:val="009243EC"/>
    <w:rsid w:val="00924555"/>
    <w:rsid w:val="009245C7"/>
    <w:rsid w:val="00924898"/>
    <w:rsid w:val="00924E22"/>
    <w:rsid w:val="00925E4E"/>
    <w:rsid w:val="0092641A"/>
    <w:rsid w:val="00927284"/>
    <w:rsid w:val="0092753E"/>
    <w:rsid w:val="00927DB7"/>
    <w:rsid w:val="00930125"/>
    <w:rsid w:val="00930185"/>
    <w:rsid w:val="00931626"/>
    <w:rsid w:val="00931ACB"/>
    <w:rsid w:val="0093203B"/>
    <w:rsid w:val="0093241B"/>
    <w:rsid w:val="00932B06"/>
    <w:rsid w:val="00932E34"/>
    <w:rsid w:val="00933A9F"/>
    <w:rsid w:val="00933B03"/>
    <w:rsid w:val="009341C8"/>
    <w:rsid w:val="009353AD"/>
    <w:rsid w:val="00937D82"/>
    <w:rsid w:val="009401EC"/>
    <w:rsid w:val="009409D2"/>
    <w:rsid w:val="00941018"/>
    <w:rsid w:val="00941E05"/>
    <w:rsid w:val="009429CD"/>
    <w:rsid w:val="009433CD"/>
    <w:rsid w:val="00943D22"/>
    <w:rsid w:val="00943D5F"/>
    <w:rsid w:val="009448D8"/>
    <w:rsid w:val="009448F1"/>
    <w:rsid w:val="00945B9E"/>
    <w:rsid w:val="009468C6"/>
    <w:rsid w:val="00946B6C"/>
    <w:rsid w:val="00947611"/>
    <w:rsid w:val="0095170E"/>
    <w:rsid w:val="00952C15"/>
    <w:rsid w:val="00953343"/>
    <w:rsid w:val="00953823"/>
    <w:rsid w:val="00954637"/>
    <w:rsid w:val="009559CB"/>
    <w:rsid w:val="00955EAE"/>
    <w:rsid w:val="0096080F"/>
    <w:rsid w:val="00960A2A"/>
    <w:rsid w:val="00960CA5"/>
    <w:rsid w:val="00964C63"/>
    <w:rsid w:val="00964F9A"/>
    <w:rsid w:val="009668C0"/>
    <w:rsid w:val="00967185"/>
    <w:rsid w:val="00967ACA"/>
    <w:rsid w:val="00967BF9"/>
    <w:rsid w:val="00967D68"/>
    <w:rsid w:val="00970C75"/>
    <w:rsid w:val="00971E07"/>
    <w:rsid w:val="00972267"/>
    <w:rsid w:val="009728CD"/>
    <w:rsid w:val="0097294B"/>
    <w:rsid w:val="00973237"/>
    <w:rsid w:val="00976210"/>
    <w:rsid w:val="00977089"/>
    <w:rsid w:val="009777FD"/>
    <w:rsid w:val="00977A6B"/>
    <w:rsid w:val="00980A4F"/>
    <w:rsid w:val="00982167"/>
    <w:rsid w:val="0098244D"/>
    <w:rsid w:val="00982B37"/>
    <w:rsid w:val="00985BAC"/>
    <w:rsid w:val="00986718"/>
    <w:rsid w:val="00990FE3"/>
    <w:rsid w:val="00991D56"/>
    <w:rsid w:val="00993AAE"/>
    <w:rsid w:val="00994FEA"/>
    <w:rsid w:val="009958DA"/>
    <w:rsid w:val="00996687"/>
    <w:rsid w:val="009967EC"/>
    <w:rsid w:val="00997994"/>
    <w:rsid w:val="009A1426"/>
    <w:rsid w:val="009A2C6A"/>
    <w:rsid w:val="009A566F"/>
    <w:rsid w:val="009A6C92"/>
    <w:rsid w:val="009A7E49"/>
    <w:rsid w:val="009B130D"/>
    <w:rsid w:val="009B189A"/>
    <w:rsid w:val="009B3087"/>
    <w:rsid w:val="009B3893"/>
    <w:rsid w:val="009B3E1D"/>
    <w:rsid w:val="009B4A3C"/>
    <w:rsid w:val="009B622D"/>
    <w:rsid w:val="009B72EA"/>
    <w:rsid w:val="009C0C79"/>
    <w:rsid w:val="009C0E83"/>
    <w:rsid w:val="009C10E9"/>
    <w:rsid w:val="009C12BA"/>
    <w:rsid w:val="009C135E"/>
    <w:rsid w:val="009C1954"/>
    <w:rsid w:val="009C426F"/>
    <w:rsid w:val="009C4CFC"/>
    <w:rsid w:val="009C5800"/>
    <w:rsid w:val="009C6B6F"/>
    <w:rsid w:val="009C7F4B"/>
    <w:rsid w:val="009D18EA"/>
    <w:rsid w:val="009D1CCB"/>
    <w:rsid w:val="009D308F"/>
    <w:rsid w:val="009D38ED"/>
    <w:rsid w:val="009D3F36"/>
    <w:rsid w:val="009D7199"/>
    <w:rsid w:val="009D78A6"/>
    <w:rsid w:val="009E35B3"/>
    <w:rsid w:val="009E5131"/>
    <w:rsid w:val="009F216C"/>
    <w:rsid w:val="009F389E"/>
    <w:rsid w:val="009F455E"/>
    <w:rsid w:val="009F5057"/>
    <w:rsid w:val="009F7ADA"/>
    <w:rsid w:val="00A00F11"/>
    <w:rsid w:val="00A02240"/>
    <w:rsid w:val="00A0642C"/>
    <w:rsid w:val="00A06C05"/>
    <w:rsid w:val="00A07CD8"/>
    <w:rsid w:val="00A10DC4"/>
    <w:rsid w:val="00A1174C"/>
    <w:rsid w:val="00A126B8"/>
    <w:rsid w:val="00A139FF"/>
    <w:rsid w:val="00A14E03"/>
    <w:rsid w:val="00A15CB7"/>
    <w:rsid w:val="00A16717"/>
    <w:rsid w:val="00A16782"/>
    <w:rsid w:val="00A24848"/>
    <w:rsid w:val="00A25363"/>
    <w:rsid w:val="00A275A1"/>
    <w:rsid w:val="00A31D51"/>
    <w:rsid w:val="00A323DD"/>
    <w:rsid w:val="00A32843"/>
    <w:rsid w:val="00A32F03"/>
    <w:rsid w:val="00A33424"/>
    <w:rsid w:val="00A34B38"/>
    <w:rsid w:val="00A36D0D"/>
    <w:rsid w:val="00A400F6"/>
    <w:rsid w:val="00A413F9"/>
    <w:rsid w:val="00A42911"/>
    <w:rsid w:val="00A46338"/>
    <w:rsid w:val="00A469BC"/>
    <w:rsid w:val="00A47DFA"/>
    <w:rsid w:val="00A47F5E"/>
    <w:rsid w:val="00A500D3"/>
    <w:rsid w:val="00A52DDB"/>
    <w:rsid w:val="00A540D3"/>
    <w:rsid w:val="00A56CB0"/>
    <w:rsid w:val="00A57CD6"/>
    <w:rsid w:val="00A6062A"/>
    <w:rsid w:val="00A60D3D"/>
    <w:rsid w:val="00A60EFB"/>
    <w:rsid w:val="00A6106B"/>
    <w:rsid w:val="00A6266B"/>
    <w:rsid w:val="00A62A22"/>
    <w:rsid w:val="00A63640"/>
    <w:rsid w:val="00A64216"/>
    <w:rsid w:val="00A64B0D"/>
    <w:rsid w:val="00A64D9B"/>
    <w:rsid w:val="00A676D2"/>
    <w:rsid w:val="00A67746"/>
    <w:rsid w:val="00A736C6"/>
    <w:rsid w:val="00A73BDD"/>
    <w:rsid w:val="00A73D8C"/>
    <w:rsid w:val="00A75D35"/>
    <w:rsid w:val="00A75DF8"/>
    <w:rsid w:val="00A760CF"/>
    <w:rsid w:val="00A760F9"/>
    <w:rsid w:val="00A80AB2"/>
    <w:rsid w:val="00A8398C"/>
    <w:rsid w:val="00A83AF3"/>
    <w:rsid w:val="00A859E7"/>
    <w:rsid w:val="00A85C9A"/>
    <w:rsid w:val="00A87045"/>
    <w:rsid w:val="00A87607"/>
    <w:rsid w:val="00A90226"/>
    <w:rsid w:val="00A9111E"/>
    <w:rsid w:val="00A94719"/>
    <w:rsid w:val="00A95EEC"/>
    <w:rsid w:val="00A961C9"/>
    <w:rsid w:val="00A96FDD"/>
    <w:rsid w:val="00A97E25"/>
    <w:rsid w:val="00AA3881"/>
    <w:rsid w:val="00AA447D"/>
    <w:rsid w:val="00AA6D8E"/>
    <w:rsid w:val="00AB0E6E"/>
    <w:rsid w:val="00AB2084"/>
    <w:rsid w:val="00AB31DE"/>
    <w:rsid w:val="00AB36E1"/>
    <w:rsid w:val="00AB584F"/>
    <w:rsid w:val="00AB612B"/>
    <w:rsid w:val="00AB71DE"/>
    <w:rsid w:val="00AC0224"/>
    <w:rsid w:val="00AC070E"/>
    <w:rsid w:val="00AC1193"/>
    <w:rsid w:val="00AC1365"/>
    <w:rsid w:val="00AC138B"/>
    <w:rsid w:val="00AC2419"/>
    <w:rsid w:val="00AC482D"/>
    <w:rsid w:val="00AC6B9D"/>
    <w:rsid w:val="00AD0C19"/>
    <w:rsid w:val="00AD1B33"/>
    <w:rsid w:val="00AD26D4"/>
    <w:rsid w:val="00AD3A45"/>
    <w:rsid w:val="00AD52DF"/>
    <w:rsid w:val="00AD7559"/>
    <w:rsid w:val="00AD7ACE"/>
    <w:rsid w:val="00AE097D"/>
    <w:rsid w:val="00AE0DE2"/>
    <w:rsid w:val="00AE1E36"/>
    <w:rsid w:val="00AE234A"/>
    <w:rsid w:val="00AE28B3"/>
    <w:rsid w:val="00AE28E6"/>
    <w:rsid w:val="00AE43BC"/>
    <w:rsid w:val="00AE4E4F"/>
    <w:rsid w:val="00AE688C"/>
    <w:rsid w:val="00AE6CBD"/>
    <w:rsid w:val="00AE788A"/>
    <w:rsid w:val="00AF112D"/>
    <w:rsid w:val="00AF12FC"/>
    <w:rsid w:val="00AF3497"/>
    <w:rsid w:val="00AF3D9B"/>
    <w:rsid w:val="00AF53FD"/>
    <w:rsid w:val="00AF5E31"/>
    <w:rsid w:val="00AF60D2"/>
    <w:rsid w:val="00AF66D2"/>
    <w:rsid w:val="00AF79C6"/>
    <w:rsid w:val="00B05AAC"/>
    <w:rsid w:val="00B06A0F"/>
    <w:rsid w:val="00B11B2C"/>
    <w:rsid w:val="00B12FBA"/>
    <w:rsid w:val="00B15AC7"/>
    <w:rsid w:val="00B15C74"/>
    <w:rsid w:val="00B15DFD"/>
    <w:rsid w:val="00B1773F"/>
    <w:rsid w:val="00B17B9C"/>
    <w:rsid w:val="00B17F9A"/>
    <w:rsid w:val="00B20863"/>
    <w:rsid w:val="00B21CDF"/>
    <w:rsid w:val="00B259C0"/>
    <w:rsid w:val="00B25B80"/>
    <w:rsid w:val="00B27484"/>
    <w:rsid w:val="00B30240"/>
    <w:rsid w:val="00B32B13"/>
    <w:rsid w:val="00B32E6F"/>
    <w:rsid w:val="00B33F3B"/>
    <w:rsid w:val="00B35E12"/>
    <w:rsid w:val="00B36402"/>
    <w:rsid w:val="00B37404"/>
    <w:rsid w:val="00B40E05"/>
    <w:rsid w:val="00B4158C"/>
    <w:rsid w:val="00B41BCA"/>
    <w:rsid w:val="00B421C7"/>
    <w:rsid w:val="00B42633"/>
    <w:rsid w:val="00B43A09"/>
    <w:rsid w:val="00B44811"/>
    <w:rsid w:val="00B44EDF"/>
    <w:rsid w:val="00B457A8"/>
    <w:rsid w:val="00B46311"/>
    <w:rsid w:val="00B47ADD"/>
    <w:rsid w:val="00B509B3"/>
    <w:rsid w:val="00B52EA6"/>
    <w:rsid w:val="00B54272"/>
    <w:rsid w:val="00B54D4B"/>
    <w:rsid w:val="00B568A3"/>
    <w:rsid w:val="00B56EBF"/>
    <w:rsid w:val="00B60D54"/>
    <w:rsid w:val="00B62210"/>
    <w:rsid w:val="00B62978"/>
    <w:rsid w:val="00B62D05"/>
    <w:rsid w:val="00B62D0B"/>
    <w:rsid w:val="00B642EE"/>
    <w:rsid w:val="00B649AA"/>
    <w:rsid w:val="00B65261"/>
    <w:rsid w:val="00B672A8"/>
    <w:rsid w:val="00B67348"/>
    <w:rsid w:val="00B727F9"/>
    <w:rsid w:val="00B72E8D"/>
    <w:rsid w:val="00B80C12"/>
    <w:rsid w:val="00B81634"/>
    <w:rsid w:val="00B84043"/>
    <w:rsid w:val="00B85081"/>
    <w:rsid w:val="00B854F3"/>
    <w:rsid w:val="00B85B6F"/>
    <w:rsid w:val="00B90A00"/>
    <w:rsid w:val="00B90E3D"/>
    <w:rsid w:val="00B93330"/>
    <w:rsid w:val="00B9393B"/>
    <w:rsid w:val="00B94E99"/>
    <w:rsid w:val="00B96718"/>
    <w:rsid w:val="00B970A0"/>
    <w:rsid w:val="00B97604"/>
    <w:rsid w:val="00BA00E7"/>
    <w:rsid w:val="00BA026C"/>
    <w:rsid w:val="00BA1A03"/>
    <w:rsid w:val="00BA2147"/>
    <w:rsid w:val="00BA3137"/>
    <w:rsid w:val="00BA4A7E"/>
    <w:rsid w:val="00BA5AD8"/>
    <w:rsid w:val="00BA6748"/>
    <w:rsid w:val="00BA6E20"/>
    <w:rsid w:val="00BB0828"/>
    <w:rsid w:val="00BB0E97"/>
    <w:rsid w:val="00BB13DA"/>
    <w:rsid w:val="00BB1BEF"/>
    <w:rsid w:val="00BB4EDC"/>
    <w:rsid w:val="00BB6AE3"/>
    <w:rsid w:val="00BB75E9"/>
    <w:rsid w:val="00BC13CA"/>
    <w:rsid w:val="00BC1B12"/>
    <w:rsid w:val="00BC4429"/>
    <w:rsid w:val="00BC4879"/>
    <w:rsid w:val="00BC7740"/>
    <w:rsid w:val="00BD000E"/>
    <w:rsid w:val="00BD050F"/>
    <w:rsid w:val="00BD1B6A"/>
    <w:rsid w:val="00BD2942"/>
    <w:rsid w:val="00BD3751"/>
    <w:rsid w:val="00BE4484"/>
    <w:rsid w:val="00BE51C5"/>
    <w:rsid w:val="00BE65B6"/>
    <w:rsid w:val="00BF079E"/>
    <w:rsid w:val="00BF1770"/>
    <w:rsid w:val="00BF1F17"/>
    <w:rsid w:val="00BF2CBA"/>
    <w:rsid w:val="00BF5388"/>
    <w:rsid w:val="00BF5C05"/>
    <w:rsid w:val="00BF672F"/>
    <w:rsid w:val="00BF7954"/>
    <w:rsid w:val="00C010AF"/>
    <w:rsid w:val="00C01959"/>
    <w:rsid w:val="00C01E17"/>
    <w:rsid w:val="00C01F2D"/>
    <w:rsid w:val="00C04405"/>
    <w:rsid w:val="00C0446F"/>
    <w:rsid w:val="00C04A42"/>
    <w:rsid w:val="00C05262"/>
    <w:rsid w:val="00C05D27"/>
    <w:rsid w:val="00C05E3A"/>
    <w:rsid w:val="00C06257"/>
    <w:rsid w:val="00C06F9D"/>
    <w:rsid w:val="00C0709A"/>
    <w:rsid w:val="00C07C5E"/>
    <w:rsid w:val="00C11BB1"/>
    <w:rsid w:val="00C1538E"/>
    <w:rsid w:val="00C15E32"/>
    <w:rsid w:val="00C167C0"/>
    <w:rsid w:val="00C2070F"/>
    <w:rsid w:val="00C224E9"/>
    <w:rsid w:val="00C2273C"/>
    <w:rsid w:val="00C228BB"/>
    <w:rsid w:val="00C22CDC"/>
    <w:rsid w:val="00C24800"/>
    <w:rsid w:val="00C24E46"/>
    <w:rsid w:val="00C25DE2"/>
    <w:rsid w:val="00C26BE0"/>
    <w:rsid w:val="00C272AD"/>
    <w:rsid w:val="00C27663"/>
    <w:rsid w:val="00C30999"/>
    <w:rsid w:val="00C31642"/>
    <w:rsid w:val="00C31C83"/>
    <w:rsid w:val="00C34BD9"/>
    <w:rsid w:val="00C3541E"/>
    <w:rsid w:val="00C369E2"/>
    <w:rsid w:val="00C42275"/>
    <w:rsid w:val="00C437FD"/>
    <w:rsid w:val="00C4465E"/>
    <w:rsid w:val="00C45149"/>
    <w:rsid w:val="00C45B6F"/>
    <w:rsid w:val="00C477AC"/>
    <w:rsid w:val="00C47CE4"/>
    <w:rsid w:val="00C52A47"/>
    <w:rsid w:val="00C532EE"/>
    <w:rsid w:val="00C533B2"/>
    <w:rsid w:val="00C541E2"/>
    <w:rsid w:val="00C61D61"/>
    <w:rsid w:val="00C61D9D"/>
    <w:rsid w:val="00C627DB"/>
    <w:rsid w:val="00C63AAF"/>
    <w:rsid w:val="00C63DD3"/>
    <w:rsid w:val="00C649DA"/>
    <w:rsid w:val="00C67985"/>
    <w:rsid w:val="00C703FE"/>
    <w:rsid w:val="00C70641"/>
    <w:rsid w:val="00C733A7"/>
    <w:rsid w:val="00C73F8C"/>
    <w:rsid w:val="00C746E5"/>
    <w:rsid w:val="00C75647"/>
    <w:rsid w:val="00C75843"/>
    <w:rsid w:val="00C77261"/>
    <w:rsid w:val="00C801BE"/>
    <w:rsid w:val="00C8251E"/>
    <w:rsid w:val="00C84DAC"/>
    <w:rsid w:val="00C85626"/>
    <w:rsid w:val="00C85FBB"/>
    <w:rsid w:val="00C867DF"/>
    <w:rsid w:val="00C90907"/>
    <w:rsid w:val="00C9155F"/>
    <w:rsid w:val="00C91EB1"/>
    <w:rsid w:val="00C95C56"/>
    <w:rsid w:val="00C965A8"/>
    <w:rsid w:val="00CA0960"/>
    <w:rsid w:val="00CA13FB"/>
    <w:rsid w:val="00CA6284"/>
    <w:rsid w:val="00CA62E0"/>
    <w:rsid w:val="00CA738E"/>
    <w:rsid w:val="00CB153B"/>
    <w:rsid w:val="00CB2495"/>
    <w:rsid w:val="00CB2639"/>
    <w:rsid w:val="00CB3B87"/>
    <w:rsid w:val="00CB5A6D"/>
    <w:rsid w:val="00CB74FF"/>
    <w:rsid w:val="00CC1911"/>
    <w:rsid w:val="00CC256B"/>
    <w:rsid w:val="00CC2F21"/>
    <w:rsid w:val="00CD053F"/>
    <w:rsid w:val="00CD20E8"/>
    <w:rsid w:val="00CD362B"/>
    <w:rsid w:val="00CD40AF"/>
    <w:rsid w:val="00CD5C0C"/>
    <w:rsid w:val="00CD7B7D"/>
    <w:rsid w:val="00CE0000"/>
    <w:rsid w:val="00CE0685"/>
    <w:rsid w:val="00CE1829"/>
    <w:rsid w:val="00CE27F5"/>
    <w:rsid w:val="00CE5B0A"/>
    <w:rsid w:val="00CE6EDA"/>
    <w:rsid w:val="00CE7D77"/>
    <w:rsid w:val="00CF0458"/>
    <w:rsid w:val="00CF27B0"/>
    <w:rsid w:val="00CF44F6"/>
    <w:rsid w:val="00CF5CBC"/>
    <w:rsid w:val="00CF646D"/>
    <w:rsid w:val="00CF668A"/>
    <w:rsid w:val="00CF6DE1"/>
    <w:rsid w:val="00CF739A"/>
    <w:rsid w:val="00D0032A"/>
    <w:rsid w:val="00D00F2E"/>
    <w:rsid w:val="00D02934"/>
    <w:rsid w:val="00D03660"/>
    <w:rsid w:val="00D03AC7"/>
    <w:rsid w:val="00D06246"/>
    <w:rsid w:val="00D064AF"/>
    <w:rsid w:val="00D067EE"/>
    <w:rsid w:val="00D106EC"/>
    <w:rsid w:val="00D10AA6"/>
    <w:rsid w:val="00D121EE"/>
    <w:rsid w:val="00D12B17"/>
    <w:rsid w:val="00D12D48"/>
    <w:rsid w:val="00D13D81"/>
    <w:rsid w:val="00D14155"/>
    <w:rsid w:val="00D15075"/>
    <w:rsid w:val="00D16920"/>
    <w:rsid w:val="00D172CA"/>
    <w:rsid w:val="00D17985"/>
    <w:rsid w:val="00D201CC"/>
    <w:rsid w:val="00D22862"/>
    <w:rsid w:val="00D22ED6"/>
    <w:rsid w:val="00D23593"/>
    <w:rsid w:val="00D237DF"/>
    <w:rsid w:val="00D23AB7"/>
    <w:rsid w:val="00D26D1D"/>
    <w:rsid w:val="00D27D1C"/>
    <w:rsid w:val="00D305EA"/>
    <w:rsid w:val="00D3065D"/>
    <w:rsid w:val="00D31162"/>
    <w:rsid w:val="00D33A41"/>
    <w:rsid w:val="00D34C27"/>
    <w:rsid w:val="00D350FF"/>
    <w:rsid w:val="00D37115"/>
    <w:rsid w:val="00D3773A"/>
    <w:rsid w:val="00D40BBC"/>
    <w:rsid w:val="00D41154"/>
    <w:rsid w:val="00D417A2"/>
    <w:rsid w:val="00D423CF"/>
    <w:rsid w:val="00D4280F"/>
    <w:rsid w:val="00D44DC7"/>
    <w:rsid w:val="00D471CD"/>
    <w:rsid w:val="00D501D5"/>
    <w:rsid w:val="00D521DE"/>
    <w:rsid w:val="00D53259"/>
    <w:rsid w:val="00D54C57"/>
    <w:rsid w:val="00D557BD"/>
    <w:rsid w:val="00D5633D"/>
    <w:rsid w:val="00D576EE"/>
    <w:rsid w:val="00D57DAF"/>
    <w:rsid w:val="00D63B4C"/>
    <w:rsid w:val="00D63F11"/>
    <w:rsid w:val="00D6504D"/>
    <w:rsid w:val="00D67038"/>
    <w:rsid w:val="00D67606"/>
    <w:rsid w:val="00D72B5F"/>
    <w:rsid w:val="00D7324B"/>
    <w:rsid w:val="00D77634"/>
    <w:rsid w:val="00D77D90"/>
    <w:rsid w:val="00D8093B"/>
    <w:rsid w:val="00D81619"/>
    <w:rsid w:val="00D8162C"/>
    <w:rsid w:val="00D81965"/>
    <w:rsid w:val="00D8201C"/>
    <w:rsid w:val="00D83041"/>
    <w:rsid w:val="00D8344B"/>
    <w:rsid w:val="00D83B43"/>
    <w:rsid w:val="00D8561E"/>
    <w:rsid w:val="00D86763"/>
    <w:rsid w:val="00D86B10"/>
    <w:rsid w:val="00D870DD"/>
    <w:rsid w:val="00D9144C"/>
    <w:rsid w:val="00D91742"/>
    <w:rsid w:val="00D91ECB"/>
    <w:rsid w:val="00D92A6E"/>
    <w:rsid w:val="00D93835"/>
    <w:rsid w:val="00D9496D"/>
    <w:rsid w:val="00D9564B"/>
    <w:rsid w:val="00DA0EFF"/>
    <w:rsid w:val="00DA11A3"/>
    <w:rsid w:val="00DA164A"/>
    <w:rsid w:val="00DA1F56"/>
    <w:rsid w:val="00DB0A1D"/>
    <w:rsid w:val="00DB0F5E"/>
    <w:rsid w:val="00DB105D"/>
    <w:rsid w:val="00DB1375"/>
    <w:rsid w:val="00DB1EED"/>
    <w:rsid w:val="00DB1FA8"/>
    <w:rsid w:val="00DB2944"/>
    <w:rsid w:val="00DB2E4A"/>
    <w:rsid w:val="00DB44AD"/>
    <w:rsid w:val="00DB4A40"/>
    <w:rsid w:val="00DB531D"/>
    <w:rsid w:val="00DB535E"/>
    <w:rsid w:val="00DB6450"/>
    <w:rsid w:val="00DB7A36"/>
    <w:rsid w:val="00DC166E"/>
    <w:rsid w:val="00DC1E3C"/>
    <w:rsid w:val="00DC20DA"/>
    <w:rsid w:val="00DC565D"/>
    <w:rsid w:val="00DC790B"/>
    <w:rsid w:val="00DC7C02"/>
    <w:rsid w:val="00DC7C95"/>
    <w:rsid w:val="00DC7F1F"/>
    <w:rsid w:val="00DD03E1"/>
    <w:rsid w:val="00DD0B5A"/>
    <w:rsid w:val="00DD15EC"/>
    <w:rsid w:val="00DD1C85"/>
    <w:rsid w:val="00DD2AA7"/>
    <w:rsid w:val="00DD4BC6"/>
    <w:rsid w:val="00DD6B23"/>
    <w:rsid w:val="00DD7A76"/>
    <w:rsid w:val="00DD7C78"/>
    <w:rsid w:val="00DE04E9"/>
    <w:rsid w:val="00DE0B1F"/>
    <w:rsid w:val="00DE1416"/>
    <w:rsid w:val="00DE14FB"/>
    <w:rsid w:val="00DE31DB"/>
    <w:rsid w:val="00DE3A62"/>
    <w:rsid w:val="00DE43D4"/>
    <w:rsid w:val="00DE6E2E"/>
    <w:rsid w:val="00DE75E6"/>
    <w:rsid w:val="00DF0CCA"/>
    <w:rsid w:val="00DF0DCE"/>
    <w:rsid w:val="00DF1E87"/>
    <w:rsid w:val="00DF24D2"/>
    <w:rsid w:val="00DF3607"/>
    <w:rsid w:val="00DF3AF8"/>
    <w:rsid w:val="00DF3B9A"/>
    <w:rsid w:val="00DF451D"/>
    <w:rsid w:val="00DF50D2"/>
    <w:rsid w:val="00DF5E8A"/>
    <w:rsid w:val="00DF637D"/>
    <w:rsid w:val="00DF63C1"/>
    <w:rsid w:val="00E012FC"/>
    <w:rsid w:val="00E01F96"/>
    <w:rsid w:val="00E0316A"/>
    <w:rsid w:val="00E03584"/>
    <w:rsid w:val="00E03CBD"/>
    <w:rsid w:val="00E04B5D"/>
    <w:rsid w:val="00E053DC"/>
    <w:rsid w:val="00E07821"/>
    <w:rsid w:val="00E10353"/>
    <w:rsid w:val="00E11D29"/>
    <w:rsid w:val="00E12DC1"/>
    <w:rsid w:val="00E142D4"/>
    <w:rsid w:val="00E1479B"/>
    <w:rsid w:val="00E14834"/>
    <w:rsid w:val="00E15AFA"/>
    <w:rsid w:val="00E17AE4"/>
    <w:rsid w:val="00E22DE5"/>
    <w:rsid w:val="00E250D4"/>
    <w:rsid w:val="00E26381"/>
    <w:rsid w:val="00E26565"/>
    <w:rsid w:val="00E26689"/>
    <w:rsid w:val="00E27D4F"/>
    <w:rsid w:val="00E27DF6"/>
    <w:rsid w:val="00E33A19"/>
    <w:rsid w:val="00E33AB8"/>
    <w:rsid w:val="00E35AD2"/>
    <w:rsid w:val="00E37641"/>
    <w:rsid w:val="00E41060"/>
    <w:rsid w:val="00E461DF"/>
    <w:rsid w:val="00E4695D"/>
    <w:rsid w:val="00E46C0E"/>
    <w:rsid w:val="00E470DB"/>
    <w:rsid w:val="00E53E00"/>
    <w:rsid w:val="00E53F8B"/>
    <w:rsid w:val="00E54D2F"/>
    <w:rsid w:val="00E54E55"/>
    <w:rsid w:val="00E55409"/>
    <w:rsid w:val="00E569C9"/>
    <w:rsid w:val="00E617B2"/>
    <w:rsid w:val="00E67517"/>
    <w:rsid w:val="00E67607"/>
    <w:rsid w:val="00E67778"/>
    <w:rsid w:val="00E708B8"/>
    <w:rsid w:val="00E712F1"/>
    <w:rsid w:val="00E71320"/>
    <w:rsid w:val="00E71E0F"/>
    <w:rsid w:val="00E72372"/>
    <w:rsid w:val="00E72B93"/>
    <w:rsid w:val="00E739DE"/>
    <w:rsid w:val="00E746DF"/>
    <w:rsid w:val="00E74E84"/>
    <w:rsid w:val="00E75EAD"/>
    <w:rsid w:val="00E76286"/>
    <w:rsid w:val="00E766D0"/>
    <w:rsid w:val="00E76E8F"/>
    <w:rsid w:val="00E77651"/>
    <w:rsid w:val="00E77785"/>
    <w:rsid w:val="00E77D07"/>
    <w:rsid w:val="00E800FB"/>
    <w:rsid w:val="00E80237"/>
    <w:rsid w:val="00E81A32"/>
    <w:rsid w:val="00E81AA9"/>
    <w:rsid w:val="00E82457"/>
    <w:rsid w:val="00E856BC"/>
    <w:rsid w:val="00E860FE"/>
    <w:rsid w:val="00E90571"/>
    <w:rsid w:val="00E90D11"/>
    <w:rsid w:val="00E927A1"/>
    <w:rsid w:val="00E932F8"/>
    <w:rsid w:val="00E9376A"/>
    <w:rsid w:val="00E94997"/>
    <w:rsid w:val="00E9499B"/>
    <w:rsid w:val="00E978CF"/>
    <w:rsid w:val="00EA0635"/>
    <w:rsid w:val="00EA25B2"/>
    <w:rsid w:val="00EA2851"/>
    <w:rsid w:val="00EA2EA8"/>
    <w:rsid w:val="00EA2F6C"/>
    <w:rsid w:val="00EA3450"/>
    <w:rsid w:val="00EA3C5E"/>
    <w:rsid w:val="00EA5051"/>
    <w:rsid w:val="00EA5DCB"/>
    <w:rsid w:val="00EA6C0A"/>
    <w:rsid w:val="00EB146F"/>
    <w:rsid w:val="00EB15BD"/>
    <w:rsid w:val="00EB160E"/>
    <w:rsid w:val="00EB3FA5"/>
    <w:rsid w:val="00EB4AB0"/>
    <w:rsid w:val="00EB62BE"/>
    <w:rsid w:val="00EB675E"/>
    <w:rsid w:val="00EB6E05"/>
    <w:rsid w:val="00EC19C3"/>
    <w:rsid w:val="00EC2FF1"/>
    <w:rsid w:val="00EC4FB8"/>
    <w:rsid w:val="00ED0BC4"/>
    <w:rsid w:val="00ED1451"/>
    <w:rsid w:val="00ED2DA8"/>
    <w:rsid w:val="00ED494D"/>
    <w:rsid w:val="00ED580F"/>
    <w:rsid w:val="00EE1AF0"/>
    <w:rsid w:val="00EE35FA"/>
    <w:rsid w:val="00EE67BB"/>
    <w:rsid w:val="00EF03A2"/>
    <w:rsid w:val="00EF0EAB"/>
    <w:rsid w:val="00EF3937"/>
    <w:rsid w:val="00EF4948"/>
    <w:rsid w:val="00EF4A80"/>
    <w:rsid w:val="00EF716B"/>
    <w:rsid w:val="00EF7221"/>
    <w:rsid w:val="00F00769"/>
    <w:rsid w:val="00F013FB"/>
    <w:rsid w:val="00F01B51"/>
    <w:rsid w:val="00F11B76"/>
    <w:rsid w:val="00F12B42"/>
    <w:rsid w:val="00F13743"/>
    <w:rsid w:val="00F15666"/>
    <w:rsid w:val="00F21026"/>
    <w:rsid w:val="00F23152"/>
    <w:rsid w:val="00F23466"/>
    <w:rsid w:val="00F25CD6"/>
    <w:rsid w:val="00F261F4"/>
    <w:rsid w:val="00F26526"/>
    <w:rsid w:val="00F268D7"/>
    <w:rsid w:val="00F278EB"/>
    <w:rsid w:val="00F304E8"/>
    <w:rsid w:val="00F30ADF"/>
    <w:rsid w:val="00F32170"/>
    <w:rsid w:val="00F329BE"/>
    <w:rsid w:val="00F33E77"/>
    <w:rsid w:val="00F348FB"/>
    <w:rsid w:val="00F34F38"/>
    <w:rsid w:val="00F362EB"/>
    <w:rsid w:val="00F3757E"/>
    <w:rsid w:val="00F37D67"/>
    <w:rsid w:val="00F37F22"/>
    <w:rsid w:val="00F425EA"/>
    <w:rsid w:val="00F43037"/>
    <w:rsid w:val="00F4313B"/>
    <w:rsid w:val="00F46292"/>
    <w:rsid w:val="00F472C0"/>
    <w:rsid w:val="00F47397"/>
    <w:rsid w:val="00F47889"/>
    <w:rsid w:val="00F478A4"/>
    <w:rsid w:val="00F53F4F"/>
    <w:rsid w:val="00F558A6"/>
    <w:rsid w:val="00F55BDA"/>
    <w:rsid w:val="00F561FD"/>
    <w:rsid w:val="00F57AEE"/>
    <w:rsid w:val="00F6053E"/>
    <w:rsid w:val="00F61682"/>
    <w:rsid w:val="00F622A3"/>
    <w:rsid w:val="00F625A2"/>
    <w:rsid w:val="00F637BB"/>
    <w:rsid w:val="00F639FB"/>
    <w:rsid w:val="00F63E2C"/>
    <w:rsid w:val="00F644EA"/>
    <w:rsid w:val="00F64BFF"/>
    <w:rsid w:val="00F65384"/>
    <w:rsid w:val="00F65422"/>
    <w:rsid w:val="00F66CF8"/>
    <w:rsid w:val="00F66EC9"/>
    <w:rsid w:val="00F679DF"/>
    <w:rsid w:val="00F721F9"/>
    <w:rsid w:val="00F723D9"/>
    <w:rsid w:val="00F73FC6"/>
    <w:rsid w:val="00F753D9"/>
    <w:rsid w:val="00F75EC9"/>
    <w:rsid w:val="00F81003"/>
    <w:rsid w:val="00F81353"/>
    <w:rsid w:val="00F8170F"/>
    <w:rsid w:val="00F83C66"/>
    <w:rsid w:val="00F84F92"/>
    <w:rsid w:val="00F86785"/>
    <w:rsid w:val="00F869F4"/>
    <w:rsid w:val="00F905B5"/>
    <w:rsid w:val="00F928ED"/>
    <w:rsid w:val="00F93351"/>
    <w:rsid w:val="00F93371"/>
    <w:rsid w:val="00F966AF"/>
    <w:rsid w:val="00F976A7"/>
    <w:rsid w:val="00FA0BB4"/>
    <w:rsid w:val="00FA1D4E"/>
    <w:rsid w:val="00FA302A"/>
    <w:rsid w:val="00FA355F"/>
    <w:rsid w:val="00FA36F4"/>
    <w:rsid w:val="00FA5458"/>
    <w:rsid w:val="00FA5CD5"/>
    <w:rsid w:val="00FA630B"/>
    <w:rsid w:val="00FA68F8"/>
    <w:rsid w:val="00FA6B46"/>
    <w:rsid w:val="00FA6D3F"/>
    <w:rsid w:val="00FB0776"/>
    <w:rsid w:val="00FB0A9E"/>
    <w:rsid w:val="00FB1420"/>
    <w:rsid w:val="00FB2566"/>
    <w:rsid w:val="00FB2BA7"/>
    <w:rsid w:val="00FB41E0"/>
    <w:rsid w:val="00FB6F01"/>
    <w:rsid w:val="00FB748B"/>
    <w:rsid w:val="00FB753E"/>
    <w:rsid w:val="00FC0FAF"/>
    <w:rsid w:val="00FC3746"/>
    <w:rsid w:val="00FC413C"/>
    <w:rsid w:val="00FC5AB6"/>
    <w:rsid w:val="00FC6928"/>
    <w:rsid w:val="00FC76AE"/>
    <w:rsid w:val="00FC798A"/>
    <w:rsid w:val="00FD3055"/>
    <w:rsid w:val="00FD3BAE"/>
    <w:rsid w:val="00FD3CBD"/>
    <w:rsid w:val="00FD50AF"/>
    <w:rsid w:val="00FD558D"/>
    <w:rsid w:val="00FD6C02"/>
    <w:rsid w:val="00FD6DA7"/>
    <w:rsid w:val="00FD72D9"/>
    <w:rsid w:val="00FD77A2"/>
    <w:rsid w:val="00FE03EF"/>
    <w:rsid w:val="00FE0EBD"/>
    <w:rsid w:val="00FE10DA"/>
    <w:rsid w:val="00FE122C"/>
    <w:rsid w:val="00FE2911"/>
    <w:rsid w:val="00FE4585"/>
    <w:rsid w:val="00FE5DCD"/>
    <w:rsid w:val="00FE6633"/>
    <w:rsid w:val="00FE6FFC"/>
    <w:rsid w:val="00FF0159"/>
    <w:rsid w:val="00FF14F6"/>
    <w:rsid w:val="00FF29B5"/>
    <w:rsid w:val="00FF337C"/>
    <w:rsid w:val="00FF3BEE"/>
    <w:rsid w:val="00FF50F3"/>
    <w:rsid w:val="00FF579D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5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75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2753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275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753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E12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122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335</Words>
  <Characters>1913</Characters>
  <Application>Microsoft Office Outlook</Application>
  <DocSecurity>0</DocSecurity>
  <Lines>0</Lines>
  <Paragraphs>0</Paragraphs>
  <ScaleCrop>false</ScaleCrop>
  <Company>pravitelstvo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Travnikov</dc:creator>
  <cp:keywords/>
  <dc:description/>
  <cp:lastModifiedBy>chernova</cp:lastModifiedBy>
  <cp:revision>4</cp:revision>
  <dcterms:created xsi:type="dcterms:W3CDTF">2012-12-13T12:11:00Z</dcterms:created>
  <dcterms:modified xsi:type="dcterms:W3CDTF">2012-12-26T05:54:00Z</dcterms:modified>
</cp:coreProperties>
</file>