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4C7" w:rsidRPr="0023599F" w:rsidRDefault="00CB74C7" w:rsidP="00193F6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3599F">
        <w:rPr>
          <w:rFonts w:ascii="Times New Roman" w:hAnsi="Times New Roman"/>
          <w:sz w:val="24"/>
          <w:szCs w:val="24"/>
        </w:rPr>
        <w:t>Приложение 2</w:t>
      </w:r>
    </w:p>
    <w:p w:rsidR="00CB74C7" w:rsidRPr="0023599F" w:rsidRDefault="00CB74C7" w:rsidP="00193F6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3599F">
        <w:rPr>
          <w:rFonts w:ascii="Times New Roman" w:hAnsi="Times New Roman"/>
          <w:sz w:val="24"/>
          <w:szCs w:val="24"/>
        </w:rPr>
        <w:t>к Закону Ярославской области</w:t>
      </w:r>
    </w:p>
    <w:p w:rsidR="00CB74C7" w:rsidRPr="0023599F" w:rsidRDefault="00CB74C7" w:rsidP="00193F6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3599F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30.06.2011 № 20-з</w:t>
      </w:r>
    </w:p>
    <w:p w:rsidR="00CB74C7" w:rsidRPr="00820895" w:rsidRDefault="00CB74C7" w:rsidP="006622BD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</w:p>
    <w:p w:rsidR="00CB74C7" w:rsidRDefault="00CB74C7" w:rsidP="00603F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74C7" w:rsidRPr="00820895" w:rsidRDefault="00CB74C7" w:rsidP="00603F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74C7" w:rsidRDefault="00CB74C7" w:rsidP="003D795A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Полный герб Ярославской области</w:t>
      </w:r>
      <w:r>
        <w:rPr>
          <w:rFonts w:ascii="Times New Roman" w:hAnsi="Times New Roman" w:cs="Times New Roman"/>
          <w:sz w:val="28"/>
          <w:szCs w:val="28"/>
        </w:rPr>
        <w:br/>
        <w:t xml:space="preserve">в одноцветном варианте </w:t>
      </w:r>
      <w:r>
        <w:rPr>
          <w:rFonts w:ascii="Times New Roman" w:hAnsi="Times New Roman"/>
          <w:sz w:val="28"/>
          <w:szCs w:val="28"/>
        </w:rPr>
        <w:t>(с передачей цвета при помощи</w:t>
      </w:r>
      <w:r>
        <w:rPr>
          <w:rFonts w:ascii="Times New Roman" w:hAnsi="Times New Roman"/>
          <w:sz w:val="28"/>
          <w:szCs w:val="28"/>
        </w:rPr>
        <w:br/>
        <w:t>геральдической штриховки – шафировки)</w:t>
      </w:r>
    </w:p>
    <w:p w:rsidR="00CB74C7" w:rsidRDefault="00CB74C7" w:rsidP="003D795A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CB74C7" w:rsidRDefault="00CB74C7" w:rsidP="003D795A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CB74C7" w:rsidRPr="00820895" w:rsidRDefault="00CB74C7" w:rsidP="00B229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6C56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6" o:spid="_x0000_i1025" type="#_x0000_t75" alt="Yararf_shtrihlaw" style="width:6in;height:6in;visibility:visible">
            <v:imagedata r:id="rId7" o:title=""/>
          </v:shape>
        </w:pict>
      </w:r>
    </w:p>
    <w:p w:rsidR="00CB74C7" w:rsidRPr="00820895" w:rsidRDefault="00CB74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74C7" w:rsidRPr="00E33319" w:rsidRDefault="00CB74C7" w:rsidP="002E601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CB74C7" w:rsidRPr="00E33319" w:rsidSect="002E601C">
      <w:head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4C7" w:rsidRDefault="00CB74C7" w:rsidP="004565CD">
      <w:pPr>
        <w:spacing w:after="0" w:line="240" w:lineRule="auto"/>
      </w:pPr>
      <w:r>
        <w:separator/>
      </w:r>
    </w:p>
  </w:endnote>
  <w:endnote w:type="continuationSeparator" w:id="0">
    <w:p w:rsidR="00CB74C7" w:rsidRDefault="00CB74C7" w:rsidP="00456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4C7" w:rsidRDefault="00CB74C7" w:rsidP="004565CD">
      <w:pPr>
        <w:spacing w:after="0" w:line="240" w:lineRule="auto"/>
      </w:pPr>
      <w:r>
        <w:separator/>
      </w:r>
    </w:p>
  </w:footnote>
  <w:footnote w:type="continuationSeparator" w:id="0">
    <w:p w:rsidR="00CB74C7" w:rsidRDefault="00CB74C7" w:rsidP="00456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4C7" w:rsidRPr="004565CD" w:rsidRDefault="00CB74C7">
    <w:pPr>
      <w:pStyle w:val="Header"/>
      <w:jc w:val="center"/>
      <w:rPr>
        <w:rFonts w:ascii="Times New Roman" w:hAnsi="Times New Roman"/>
        <w:sz w:val="28"/>
        <w:szCs w:val="28"/>
      </w:rPr>
    </w:pPr>
    <w:r w:rsidRPr="004565CD">
      <w:rPr>
        <w:rFonts w:ascii="Times New Roman" w:hAnsi="Times New Roman"/>
        <w:sz w:val="28"/>
        <w:szCs w:val="28"/>
      </w:rPr>
      <w:fldChar w:fldCharType="begin"/>
    </w:r>
    <w:r w:rsidRPr="004565CD">
      <w:rPr>
        <w:rFonts w:ascii="Times New Roman" w:hAnsi="Times New Roman"/>
        <w:sz w:val="28"/>
        <w:szCs w:val="28"/>
      </w:rPr>
      <w:instrText xml:space="preserve"> PAGE   \* MERGEFORMAT </w:instrText>
    </w:r>
    <w:r w:rsidRPr="004565CD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4565CD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CAC83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B06A4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24A7E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78CA4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AB807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49E79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3F605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9A4A7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06F3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C0E75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4140FD0"/>
    <w:multiLevelType w:val="hybridMultilevel"/>
    <w:tmpl w:val="D7661B66"/>
    <w:lvl w:ilvl="0" w:tplc="5412C4C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4774"/>
    <w:rsid w:val="0000335D"/>
    <w:rsid w:val="00003B4A"/>
    <w:rsid w:val="00005446"/>
    <w:rsid w:val="00010AE2"/>
    <w:rsid w:val="00011585"/>
    <w:rsid w:val="0001275A"/>
    <w:rsid w:val="0001609E"/>
    <w:rsid w:val="00016AE5"/>
    <w:rsid w:val="000209F8"/>
    <w:rsid w:val="00025EF1"/>
    <w:rsid w:val="0003093F"/>
    <w:rsid w:val="00030B56"/>
    <w:rsid w:val="000318AB"/>
    <w:rsid w:val="00035941"/>
    <w:rsid w:val="00037B5C"/>
    <w:rsid w:val="00041178"/>
    <w:rsid w:val="00041F4E"/>
    <w:rsid w:val="0004250E"/>
    <w:rsid w:val="00042A0C"/>
    <w:rsid w:val="00043032"/>
    <w:rsid w:val="00045B13"/>
    <w:rsid w:val="0005093D"/>
    <w:rsid w:val="000577A9"/>
    <w:rsid w:val="00062982"/>
    <w:rsid w:val="00065C4D"/>
    <w:rsid w:val="0006670B"/>
    <w:rsid w:val="0006733F"/>
    <w:rsid w:val="00067EE9"/>
    <w:rsid w:val="0007015F"/>
    <w:rsid w:val="00070905"/>
    <w:rsid w:val="00070C9A"/>
    <w:rsid w:val="000739D4"/>
    <w:rsid w:val="000749A6"/>
    <w:rsid w:val="00074D47"/>
    <w:rsid w:val="000752B9"/>
    <w:rsid w:val="00075FD6"/>
    <w:rsid w:val="000760A6"/>
    <w:rsid w:val="00081226"/>
    <w:rsid w:val="00083AC9"/>
    <w:rsid w:val="00084F41"/>
    <w:rsid w:val="00085260"/>
    <w:rsid w:val="0009450B"/>
    <w:rsid w:val="00095807"/>
    <w:rsid w:val="00096045"/>
    <w:rsid w:val="000A37A4"/>
    <w:rsid w:val="000B3931"/>
    <w:rsid w:val="000B5B4F"/>
    <w:rsid w:val="000B77AD"/>
    <w:rsid w:val="000C02D4"/>
    <w:rsid w:val="000C2BF9"/>
    <w:rsid w:val="000C3367"/>
    <w:rsid w:val="000C4A8E"/>
    <w:rsid w:val="000C4BFE"/>
    <w:rsid w:val="000C5B23"/>
    <w:rsid w:val="000C662B"/>
    <w:rsid w:val="000C6AE4"/>
    <w:rsid w:val="000C7B8A"/>
    <w:rsid w:val="000D5EE1"/>
    <w:rsid w:val="000D6B5C"/>
    <w:rsid w:val="000D6CF0"/>
    <w:rsid w:val="000E0EA3"/>
    <w:rsid w:val="000E38CE"/>
    <w:rsid w:val="000F3A32"/>
    <w:rsid w:val="000F5B47"/>
    <w:rsid w:val="000F6594"/>
    <w:rsid w:val="000F78F9"/>
    <w:rsid w:val="00102EE3"/>
    <w:rsid w:val="0011039A"/>
    <w:rsid w:val="0011373E"/>
    <w:rsid w:val="0011516C"/>
    <w:rsid w:val="00115FB4"/>
    <w:rsid w:val="0012216C"/>
    <w:rsid w:val="00122D51"/>
    <w:rsid w:val="0012380A"/>
    <w:rsid w:val="00124614"/>
    <w:rsid w:val="001303F8"/>
    <w:rsid w:val="00131202"/>
    <w:rsid w:val="0013123C"/>
    <w:rsid w:val="00131E62"/>
    <w:rsid w:val="00135928"/>
    <w:rsid w:val="00135F25"/>
    <w:rsid w:val="00136B81"/>
    <w:rsid w:val="00137C6D"/>
    <w:rsid w:val="00142E39"/>
    <w:rsid w:val="00145A77"/>
    <w:rsid w:val="00146D70"/>
    <w:rsid w:val="00147912"/>
    <w:rsid w:val="00147FC3"/>
    <w:rsid w:val="001507EE"/>
    <w:rsid w:val="001513A8"/>
    <w:rsid w:val="0015459F"/>
    <w:rsid w:val="00154A95"/>
    <w:rsid w:val="001575B5"/>
    <w:rsid w:val="0016126F"/>
    <w:rsid w:val="001626F4"/>
    <w:rsid w:val="00164BB8"/>
    <w:rsid w:val="00165D8E"/>
    <w:rsid w:val="00166128"/>
    <w:rsid w:val="001728BC"/>
    <w:rsid w:val="00176690"/>
    <w:rsid w:val="00180960"/>
    <w:rsid w:val="0018146D"/>
    <w:rsid w:val="00183572"/>
    <w:rsid w:val="001914B6"/>
    <w:rsid w:val="00191FA7"/>
    <w:rsid w:val="00193F65"/>
    <w:rsid w:val="001A5223"/>
    <w:rsid w:val="001A6663"/>
    <w:rsid w:val="001B12C1"/>
    <w:rsid w:val="001B194C"/>
    <w:rsid w:val="001B6CD2"/>
    <w:rsid w:val="001C3EC7"/>
    <w:rsid w:val="001C7072"/>
    <w:rsid w:val="001C7B7F"/>
    <w:rsid w:val="001D0CAC"/>
    <w:rsid w:val="001D1A15"/>
    <w:rsid w:val="001D2545"/>
    <w:rsid w:val="001D25B7"/>
    <w:rsid w:val="001D40EF"/>
    <w:rsid w:val="001D5106"/>
    <w:rsid w:val="001D6521"/>
    <w:rsid w:val="001D6B83"/>
    <w:rsid w:val="001D6D96"/>
    <w:rsid w:val="001D7397"/>
    <w:rsid w:val="001D76AC"/>
    <w:rsid w:val="001E0721"/>
    <w:rsid w:val="001E0BCA"/>
    <w:rsid w:val="001E2447"/>
    <w:rsid w:val="001E3F76"/>
    <w:rsid w:val="001E4736"/>
    <w:rsid w:val="001F55E9"/>
    <w:rsid w:val="001F58B5"/>
    <w:rsid w:val="001F5B26"/>
    <w:rsid w:val="001F6685"/>
    <w:rsid w:val="00201E98"/>
    <w:rsid w:val="0020236E"/>
    <w:rsid w:val="00204CBB"/>
    <w:rsid w:val="00211146"/>
    <w:rsid w:val="00212A8E"/>
    <w:rsid w:val="002150A0"/>
    <w:rsid w:val="00215247"/>
    <w:rsid w:val="002212CB"/>
    <w:rsid w:val="00224026"/>
    <w:rsid w:val="002244BE"/>
    <w:rsid w:val="002256E5"/>
    <w:rsid w:val="00226118"/>
    <w:rsid w:val="00230E73"/>
    <w:rsid w:val="002357F3"/>
    <w:rsid w:val="0023599F"/>
    <w:rsid w:val="00237C53"/>
    <w:rsid w:val="00237C54"/>
    <w:rsid w:val="002406B8"/>
    <w:rsid w:val="002432DC"/>
    <w:rsid w:val="00243F48"/>
    <w:rsid w:val="00246568"/>
    <w:rsid w:val="00250AE8"/>
    <w:rsid w:val="00253715"/>
    <w:rsid w:val="00254D2D"/>
    <w:rsid w:val="00257F37"/>
    <w:rsid w:val="0026050C"/>
    <w:rsid w:val="002620E9"/>
    <w:rsid w:val="00262F81"/>
    <w:rsid w:val="00263BD5"/>
    <w:rsid w:val="00263DBC"/>
    <w:rsid w:val="00264054"/>
    <w:rsid w:val="00265333"/>
    <w:rsid w:val="002663E5"/>
    <w:rsid w:val="00270F83"/>
    <w:rsid w:val="00271993"/>
    <w:rsid w:val="0027558E"/>
    <w:rsid w:val="0028116A"/>
    <w:rsid w:val="002826AC"/>
    <w:rsid w:val="00286FD1"/>
    <w:rsid w:val="00287CCA"/>
    <w:rsid w:val="0029241C"/>
    <w:rsid w:val="0029269D"/>
    <w:rsid w:val="002926E7"/>
    <w:rsid w:val="0029544A"/>
    <w:rsid w:val="00296620"/>
    <w:rsid w:val="00296C7C"/>
    <w:rsid w:val="00296F88"/>
    <w:rsid w:val="00297098"/>
    <w:rsid w:val="00297785"/>
    <w:rsid w:val="002A114D"/>
    <w:rsid w:val="002A1EB8"/>
    <w:rsid w:val="002A2FE5"/>
    <w:rsid w:val="002A59CF"/>
    <w:rsid w:val="002B143D"/>
    <w:rsid w:val="002B2EDB"/>
    <w:rsid w:val="002B5DEE"/>
    <w:rsid w:val="002B7C64"/>
    <w:rsid w:val="002C296A"/>
    <w:rsid w:val="002C2987"/>
    <w:rsid w:val="002D0BFB"/>
    <w:rsid w:val="002D2786"/>
    <w:rsid w:val="002D3A6C"/>
    <w:rsid w:val="002D6F90"/>
    <w:rsid w:val="002E1EA8"/>
    <w:rsid w:val="002E5437"/>
    <w:rsid w:val="002E601C"/>
    <w:rsid w:val="002E6C69"/>
    <w:rsid w:val="002E6DD5"/>
    <w:rsid w:val="002F02AF"/>
    <w:rsid w:val="002F0F46"/>
    <w:rsid w:val="002F22EC"/>
    <w:rsid w:val="00303312"/>
    <w:rsid w:val="00303D0E"/>
    <w:rsid w:val="0030400D"/>
    <w:rsid w:val="003068C3"/>
    <w:rsid w:val="0031027F"/>
    <w:rsid w:val="003103BD"/>
    <w:rsid w:val="00312A4D"/>
    <w:rsid w:val="0031420C"/>
    <w:rsid w:val="00316877"/>
    <w:rsid w:val="00316C57"/>
    <w:rsid w:val="00321AF8"/>
    <w:rsid w:val="00323226"/>
    <w:rsid w:val="00324A34"/>
    <w:rsid w:val="003279C6"/>
    <w:rsid w:val="00327C3E"/>
    <w:rsid w:val="00327C83"/>
    <w:rsid w:val="003304D2"/>
    <w:rsid w:val="003316AE"/>
    <w:rsid w:val="003325FF"/>
    <w:rsid w:val="00333122"/>
    <w:rsid w:val="00334BC2"/>
    <w:rsid w:val="00340701"/>
    <w:rsid w:val="003408AD"/>
    <w:rsid w:val="00344FC3"/>
    <w:rsid w:val="0034629D"/>
    <w:rsid w:val="0034666A"/>
    <w:rsid w:val="00350B92"/>
    <w:rsid w:val="00362B5D"/>
    <w:rsid w:val="0036558A"/>
    <w:rsid w:val="00365D6F"/>
    <w:rsid w:val="003675D9"/>
    <w:rsid w:val="00374962"/>
    <w:rsid w:val="00374DFF"/>
    <w:rsid w:val="00376E41"/>
    <w:rsid w:val="003870B4"/>
    <w:rsid w:val="00387CC5"/>
    <w:rsid w:val="003907DC"/>
    <w:rsid w:val="00390D61"/>
    <w:rsid w:val="00390E1E"/>
    <w:rsid w:val="003917F7"/>
    <w:rsid w:val="0039210E"/>
    <w:rsid w:val="003936AA"/>
    <w:rsid w:val="0039696D"/>
    <w:rsid w:val="003A0E34"/>
    <w:rsid w:val="003A22F8"/>
    <w:rsid w:val="003A35FC"/>
    <w:rsid w:val="003B0D58"/>
    <w:rsid w:val="003B0ECD"/>
    <w:rsid w:val="003B10A4"/>
    <w:rsid w:val="003B3F8D"/>
    <w:rsid w:val="003B5366"/>
    <w:rsid w:val="003C0EFC"/>
    <w:rsid w:val="003C1CE1"/>
    <w:rsid w:val="003C3022"/>
    <w:rsid w:val="003C385F"/>
    <w:rsid w:val="003C5687"/>
    <w:rsid w:val="003C5EE2"/>
    <w:rsid w:val="003D4F9F"/>
    <w:rsid w:val="003D6114"/>
    <w:rsid w:val="003D6EA6"/>
    <w:rsid w:val="003D795A"/>
    <w:rsid w:val="003D7A96"/>
    <w:rsid w:val="003E1BA9"/>
    <w:rsid w:val="003E664E"/>
    <w:rsid w:val="003E6B59"/>
    <w:rsid w:val="003E6F5A"/>
    <w:rsid w:val="003F17F0"/>
    <w:rsid w:val="003F2A4D"/>
    <w:rsid w:val="003F4F43"/>
    <w:rsid w:val="003F5CB2"/>
    <w:rsid w:val="003F62E9"/>
    <w:rsid w:val="003F6A0D"/>
    <w:rsid w:val="0040294B"/>
    <w:rsid w:val="004036AA"/>
    <w:rsid w:val="00405198"/>
    <w:rsid w:val="004063D1"/>
    <w:rsid w:val="00406587"/>
    <w:rsid w:val="00407B7B"/>
    <w:rsid w:val="0041068B"/>
    <w:rsid w:val="00412585"/>
    <w:rsid w:val="00413DAC"/>
    <w:rsid w:val="00414180"/>
    <w:rsid w:val="00415A38"/>
    <w:rsid w:val="004175FF"/>
    <w:rsid w:val="00417E53"/>
    <w:rsid w:val="00417E5A"/>
    <w:rsid w:val="00425C98"/>
    <w:rsid w:val="00433A1C"/>
    <w:rsid w:val="00433C6B"/>
    <w:rsid w:val="00433EE8"/>
    <w:rsid w:val="0044056F"/>
    <w:rsid w:val="00440982"/>
    <w:rsid w:val="0044110C"/>
    <w:rsid w:val="0044629A"/>
    <w:rsid w:val="004465D0"/>
    <w:rsid w:val="00446612"/>
    <w:rsid w:val="00447925"/>
    <w:rsid w:val="00447F14"/>
    <w:rsid w:val="00454F7C"/>
    <w:rsid w:val="00455757"/>
    <w:rsid w:val="004565CD"/>
    <w:rsid w:val="00457877"/>
    <w:rsid w:val="0046143A"/>
    <w:rsid w:val="00463770"/>
    <w:rsid w:val="00470410"/>
    <w:rsid w:val="00471720"/>
    <w:rsid w:val="00473546"/>
    <w:rsid w:val="0047507D"/>
    <w:rsid w:val="004751D7"/>
    <w:rsid w:val="00475844"/>
    <w:rsid w:val="00477B3A"/>
    <w:rsid w:val="00480B05"/>
    <w:rsid w:val="0048438C"/>
    <w:rsid w:val="00491715"/>
    <w:rsid w:val="004930B6"/>
    <w:rsid w:val="00493AED"/>
    <w:rsid w:val="00495AC9"/>
    <w:rsid w:val="00497A89"/>
    <w:rsid w:val="004A1D02"/>
    <w:rsid w:val="004A1D5C"/>
    <w:rsid w:val="004A2D4A"/>
    <w:rsid w:val="004A3BF1"/>
    <w:rsid w:val="004B08D3"/>
    <w:rsid w:val="004B3076"/>
    <w:rsid w:val="004B5B43"/>
    <w:rsid w:val="004B6FF6"/>
    <w:rsid w:val="004B7B31"/>
    <w:rsid w:val="004B7F78"/>
    <w:rsid w:val="004C0962"/>
    <w:rsid w:val="004C1394"/>
    <w:rsid w:val="004C3B75"/>
    <w:rsid w:val="004C44F8"/>
    <w:rsid w:val="004D220E"/>
    <w:rsid w:val="004D44D1"/>
    <w:rsid w:val="004D6565"/>
    <w:rsid w:val="004D66C3"/>
    <w:rsid w:val="004D7D11"/>
    <w:rsid w:val="004E1DB2"/>
    <w:rsid w:val="004E76C4"/>
    <w:rsid w:val="004F09F2"/>
    <w:rsid w:val="004F4C2B"/>
    <w:rsid w:val="004F70F0"/>
    <w:rsid w:val="004F71D9"/>
    <w:rsid w:val="005021C0"/>
    <w:rsid w:val="0050255F"/>
    <w:rsid w:val="00503197"/>
    <w:rsid w:val="00505013"/>
    <w:rsid w:val="00510DE0"/>
    <w:rsid w:val="00512CC6"/>
    <w:rsid w:val="00513024"/>
    <w:rsid w:val="0051668C"/>
    <w:rsid w:val="00516935"/>
    <w:rsid w:val="005224CC"/>
    <w:rsid w:val="00522745"/>
    <w:rsid w:val="0052283A"/>
    <w:rsid w:val="00523865"/>
    <w:rsid w:val="0052473F"/>
    <w:rsid w:val="00525C2C"/>
    <w:rsid w:val="00526B04"/>
    <w:rsid w:val="00527543"/>
    <w:rsid w:val="00530B2C"/>
    <w:rsid w:val="00531AAB"/>
    <w:rsid w:val="00532EED"/>
    <w:rsid w:val="0054061C"/>
    <w:rsid w:val="00543E37"/>
    <w:rsid w:val="0054459D"/>
    <w:rsid w:val="00544865"/>
    <w:rsid w:val="005566EE"/>
    <w:rsid w:val="005568F8"/>
    <w:rsid w:val="00562649"/>
    <w:rsid w:val="0056272E"/>
    <w:rsid w:val="005636FE"/>
    <w:rsid w:val="00564572"/>
    <w:rsid w:val="00564D52"/>
    <w:rsid w:val="00567D0A"/>
    <w:rsid w:val="005705BB"/>
    <w:rsid w:val="00575D9C"/>
    <w:rsid w:val="00580E35"/>
    <w:rsid w:val="0058453F"/>
    <w:rsid w:val="00586E55"/>
    <w:rsid w:val="005877C6"/>
    <w:rsid w:val="00597BC7"/>
    <w:rsid w:val="005A11E8"/>
    <w:rsid w:val="005A3031"/>
    <w:rsid w:val="005A31E1"/>
    <w:rsid w:val="005B0415"/>
    <w:rsid w:val="005B13FA"/>
    <w:rsid w:val="005B1C95"/>
    <w:rsid w:val="005B278B"/>
    <w:rsid w:val="005B340B"/>
    <w:rsid w:val="005B48B6"/>
    <w:rsid w:val="005C12DE"/>
    <w:rsid w:val="005C229A"/>
    <w:rsid w:val="005C2345"/>
    <w:rsid w:val="005C27AB"/>
    <w:rsid w:val="005C5069"/>
    <w:rsid w:val="005C5ACD"/>
    <w:rsid w:val="005C5FAD"/>
    <w:rsid w:val="005C6D4F"/>
    <w:rsid w:val="005D19C7"/>
    <w:rsid w:val="005D1CAE"/>
    <w:rsid w:val="005E18FD"/>
    <w:rsid w:val="005E3C09"/>
    <w:rsid w:val="005E7E8E"/>
    <w:rsid w:val="005F0DAA"/>
    <w:rsid w:val="005F4620"/>
    <w:rsid w:val="005F6356"/>
    <w:rsid w:val="005F7982"/>
    <w:rsid w:val="00600F39"/>
    <w:rsid w:val="0060177B"/>
    <w:rsid w:val="00603FFE"/>
    <w:rsid w:val="0060619A"/>
    <w:rsid w:val="006063F8"/>
    <w:rsid w:val="00607BC3"/>
    <w:rsid w:val="00610BEB"/>
    <w:rsid w:val="00613480"/>
    <w:rsid w:val="00616F4C"/>
    <w:rsid w:val="00617328"/>
    <w:rsid w:val="00617B41"/>
    <w:rsid w:val="00620125"/>
    <w:rsid w:val="00622C75"/>
    <w:rsid w:val="00623AB7"/>
    <w:rsid w:val="00623CBE"/>
    <w:rsid w:val="00624994"/>
    <w:rsid w:val="006271D1"/>
    <w:rsid w:val="006344AA"/>
    <w:rsid w:val="00637EF9"/>
    <w:rsid w:val="006400C9"/>
    <w:rsid w:val="00640F8D"/>
    <w:rsid w:val="00644C10"/>
    <w:rsid w:val="00644FD1"/>
    <w:rsid w:val="00647106"/>
    <w:rsid w:val="006475B3"/>
    <w:rsid w:val="00650A64"/>
    <w:rsid w:val="00653602"/>
    <w:rsid w:val="006609CE"/>
    <w:rsid w:val="006622BD"/>
    <w:rsid w:val="00662866"/>
    <w:rsid w:val="00662DEE"/>
    <w:rsid w:val="00663E86"/>
    <w:rsid w:val="00665B49"/>
    <w:rsid w:val="0067275E"/>
    <w:rsid w:val="006770E9"/>
    <w:rsid w:val="00680AA8"/>
    <w:rsid w:val="00680C0C"/>
    <w:rsid w:val="00686697"/>
    <w:rsid w:val="00686A5A"/>
    <w:rsid w:val="006925C2"/>
    <w:rsid w:val="00693E6A"/>
    <w:rsid w:val="006A0396"/>
    <w:rsid w:val="006A09FB"/>
    <w:rsid w:val="006A0E3F"/>
    <w:rsid w:val="006A2CC7"/>
    <w:rsid w:val="006A488B"/>
    <w:rsid w:val="006B005E"/>
    <w:rsid w:val="006B24D0"/>
    <w:rsid w:val="006B3C4C"/>
    <w:rsid w:val="006C3CA8"/>
    <w:rsid w:val="006C47AF"/>
    <w:rsid w:val="006C74F6"/>
    <w:rsid w:val="006D09DD"/>
    <w:rsid w:val="006D2D04"/>
    <w:rsid w:val="006D31EE"/>
    <w:rsid w:val="006D5354"/>
    <w:rsid w:val="006D779D"/>
    <w:rsid w:val="006D785B"/>
    <w:rsid w:val="006E553C"/>
    <w:rsid w:val="006E6C56"/>
    <w:rsid w:val="006F0CAE"/>
    <w:rsid w:val="006F0CF7"/>
    <w:rsid w:val="006F1E35"/>
    <w:rsid w:val="006F1F44"/>
    <w:rsid w:val="006F2ABE"/>
    <w:rsid w:val="006F40EF"/>
    <w:rsid w:val="006F7BDA"/>
    <w:rsid w:val="007023DB"/>
    <w:rsid w:val="00702BA4"/>
    <w:rsid w:val="00704427"/>
    <w:rsid w:val="007049C5"/>
    <w:rsid w:val="00705F6A"/>
    <w:rsid w:val="0070763C"/>
    <w:rsid w:val="0071437C"/>
    <w:rsid w:val="00716D04"/>
    <w:rsid w:val="00720BA4"/>
    <w:rsid w:val="00722B35"/>
    <w:rsid w:val="00722D50"/>
    <w:rsid w:val="00722F08"/>
    <w:rsid w:val="007337D8"/>
    <w:rsid w:val="0073647A"/>
    <w:rsid w:val="00737537"/>
    <w:rsid w:val="00737A6F"/>
    <w:rsid w:val="00740F5A"/>
    <w:rsid w:val="00746B7C"/>
    <w:rsid w:val="00746FD3"/>
    <w:rsid w:val="00753832"/>
    <w:rsid w:val="00756D61"/>
    <w:rsid w:val="00756FAE"/>
    <w:rsid w:val="00762244"/>
    <w:rsid w:val="00762C32"/>
    <w:rsid w:val="00763A7A"/>
    <w:rsid w:val="00773094"/>
    <w:rsid w:val="0077318B"/>
    <w:rsid w:val="00776184"/>
    <w:rsid w:val="00776BA4"/>
    <w:rsid w:val="00781F1F"/>
    <w:rsid w:val="00784365"/>
    <w:rsid w:val="00784E11"/>
    <w:rsid w:val="007916C9"/>
    <w:rsid w:val="007937AC"/>
    <w:rsid w:val="00795299"/>
    <w:rsid w:val="00795E73"/>
    <w:rsid w:val="007A0B9C"/>
    <w:rsid w:val="007A2894"/>
    <w:rsid w:val="007A3056"/>
    <w:rsid w:val="007A50C2"/>
    <w:rsid w:val="007A5D64"/>
    <w:rsid w:val="007B3F88"/>
    <w:rsid w:val="007B4563"/>
    <w:rsid w:val="007B5CB8"/>
    <w:rsid w:val="007B6000"/>
    <w:rsid w:val="007C41FD"/>
    <w:rsid w:val="007C42D4"/>
    <w:rsid w:val="007C781E"/>
    <w:rsid w:val="007D21E0"/>
    <w:rsid w:val="007D3478"/>
    <w:rsid w:val="007D3DE8"/>
    <w:rsid w:val="007D4B9E"/>
    <w:rsid w:val="007D705C"/>
    <w:rsid w:val="007D70F7"/>
    <w:rsid w:val="007E1F33"/>
    <w:rsid w:val="007E27EA"/>
    <w:rsid w:val="007E2E46"/>
    <w:rsid w:val="007E456C"/>
    <w:rsid w:val="007E4EA7"/>
    <w:rsid w:val="007F2A47"/>
    <w:rsid w:val="007F3117"/>
    <w:rsid w:val="00800E08"/>
    <w:rsid w:val="00801E0B"/>
    <w:rsid w:val="00806BA7"/>
    <w:rsid w:val="00806C95"/>
    <w:rsid w:val="00807A49"/>
    <w:rsid w:val="00810E63"/>
    <w:rsid w:val="00811ED7"/>
    <w:rsid w:val="00814C76"/>
    <w:rsid w:val="008159E6"/>
    <w:rsid w:val="00815A12"/>
    <w:rsid w:val="00820895"/>
    <w:rsid w:val="0082154A"/>
    <w:rsid w:val="00826BC3"/>
    <w:rsid w:val="00830AA7"/>
    <w:rsid w:val="008350B2"/>
    <w:rsid w:val="00841991"/>
    <w:rsid w:val="00843130"/>
    <w:rsid w:val="008447B9"/>
    <w:rsid w:val="00846B8E"/>
    <w:rsid w:val="00855468"/>
    <w:rsid w:val="0085633F"/>
    <w:rsid w:val="008570E9"/>
    <w:rsid w:val="00863E89"/>
    <w:rsid w:val="00864191"/>
    <w:rsid w:val="00864C1C"/>
    <w:rsid w:val="00870E31"/>
    <w:rsid w:val="00873304"/>
    <w:rsid w:val="008775FE"/>
    <w:rsid w:val="0088275F"/>
    <w:rsid w:val="00882D46"/>
    <w:rsid w:val="00885C07"/>
    <w:rsid w:val="0088662B"/>
    <w:rsid w:val="00894271"/>
    <w:rsid w:val="008A2E53"/>
    <w:rsid w:val="008A4701"/>
    <w:rsid w:val="008A5189"/>
    <w:rsid w:val="008B3310"/>
    <w:rsid w:val="008B4973"/>
    <w:rsid w:val="008B6B63"/>
    <w:rsid w:val="008C0A40"/>
    <w:rsid w:val="008C143F"/>
    <w:rsid w:val="008C2D86"/>
    <w:rsid w:val="008C3710"/>
    <w:rsid w:val="008C561A"/>
    <w:rsid w:val="008D5B73"/>
    <w:rsid w:val="008E180D"/>
    <w:rsid w:val="008E202D"/>
    <w:rsid w:val="008E2458"/>
    <w:rsid w:val="008E389F"/>
    <w:rsid w:val="008F00A0"/>
    <w:rsid w:val="008F4415"/>
    <w:rsid w:val="008F548A"/>
    <w:rsid w:val="008F5BBD"/>
    <w:rsid w:val="008F616B"/>
    <w:rsid w:val="009014A0"/>
    <w:rsid w:val="00901CF1"/>
    <w:rsid w:val="0090242E"/>
    <w:rsid w:val="00903BBE"/>
    <w:rsid w:val="00904883"/>
    <w:rsid w:val="00905855"/>
    <w:rsid w:val="00905994"/>
    <w:rsid w:val="009077F8"/>
    <w:rsid w:val="00907934"/>
    <w:rsid w:val="00907CF3"/>
    <w:rsid w:val="00910BBA"/>
    <w:rsid w:val="00910BFE"/>
    <w:rsid w:val="009113FD"/>
    <w:rsid w:val="0091184A"/>
    <w:rsid w:val="00913765"/>
    <w:rsid w:val="009147F8"/>
    <w:rsid w:val="009152CA"/>
    <w:rsid w:val="00920556"/>
    <w:rsid w:val="00922947"/>
    <w:rsid w:val="00923EF7"/>
    <w:rsid w:val="009309F8"/>
    <w:rsid w:val="00930BDD"/>
    <w:rsid w:val="00931FD6"/>
    <w:rsid w:val="00932B6C"/>
    <w:rsid w:val="00932FFD"/>
    <w:rsid w:val="00933349"/>
    <w:rsid w:val="0093346A"/>
    <w:rsid w:val="00933C81"/>
    <w:rsid w:val="00934DD6"/>
    <w:rsid w:val="00937845"/>
    <w:rsid w:val="00941140"/>
    <w:rsid w:val="009420FE"/>
    <w:rsid w:val="00946AC0"/>
    <w:rsid w:val="009510DF"/>
    <w:rsid w:val="00953900"/>
    <w:rsid w:val="00954699"/>
    <w:rsid w:val="00955FAA"/>
    <w:rsid w:val="00957805"/>
    <w:rsid w:val="00957B68"/>
    <w:rsid w:val="009605FE"/>
    <w:rsid w:val="009619BD"/>
    <w:rsid w:val="00965BCB"/>
    <w:rsid w:val="0096704A"/>
    <w:rsid w:val="00970E8C"/>
    <w:rsid w:val="00972AFE"/>
    <w:rsid w:val="00972FCC"/>
    <w:rsid w:val="00973B3A"/>
    <w:rsid w:val="00974572"/>
    <w:rsid w:val="00974BD0"/>
    <w:rsid w:val="00975244"/>
    <w:rsid w:val="00977B83"/>
    <w:rsid w:val="009802BB"/>
    <w:rsid w:val="00980EBD"/>
    <w:rsid w:val="00984023"/>
    <w:rsid w:val="0098700A"/>
    <w:rsid w:val="00987376"/>
    <w:rsid w:val="00987F2C"/>
    <w:rsid w:val="009900B1"/>
    <w:rsid w:val="00990E5F"/>
    <w:rsid w:val="0099214D"/>
    <w:rsid w:val="00993947"/>
    <w:rsid w:val="00997FFC"/>
    <w:rsid w:val="009A31A0"/>
    <w:rsid w:val="009A6246"/>
    <w:rsid w:val="009A796D"/>
    <w:rsid w:val="009B3B2F"/>
    <w:rsid w:val="009B4DD8"/>
    <w:rsid w:val="009C06CE"/>
    <w:rsid w:val="009C10DC"/>
    <w:rsid w:val="009C50FB"/>
    <w:rsid w:val="009C5965"/>
    <w:rsid w:val="009D06F3"/>
    <w:rsid w:val="009D2CCE"/>
    <w:rsid w:val="009D3004"/>
    <w:rsid w:val="009D614A"/>
    <w:rsid w:val="009D75CD"/>
    <w:rsid w:val="009E2789"/>
    <w:rsid w:val="009E6EDE"/>
    <w:rsid w:val="009E7D74"/>
    <w:rsid w:val="009F1297"/>
    <w:rsid w:val="009F1E23"/>
    <w:rsid w:val="009F7DA4"/>
    <w:rsid w:val="00A00EE2"/>
    <w:rsid w:val="00A01A07"/>
    <w:rsid w:val="00A02116"/>
    <w:rsid w:val="00A02626"/>
    <w:rsid w:val="00A02D5D"/>
    <w:rsid w:val="00A02F99"/>
    <w:rsid w:val="00A038CD"/>
    <w:rsid w:val="00A04F8D"/>
    <w:rsid w:val="00A07B69"/>
    <w:rsid w:val="00A10D70"/>
    <w:rsid w:val="00A11EBA"/>
    <w:rsid w:val="00A11F51"/>
    <w:rsid w:val="00A252B1"/>
    <w:rsid w:val="00A259AE"/>
    <w:rsid w:val="00A25C29"/>
    <w:rsid w:val="00A27109"/>
    <w:rsid w:val="00A27B1B"/>
    <w:rsid w:val="00A27D39"/>
    <w:rsid w:val="00A27EF1"/>
    <w:rsid w:val="00A30592"/>
    <w:rsid w:val="00A31150"/>
    <w:rsid w:val="00A33047"/>
    <w:rsid w:val="00A34549"/>
    <w:rsid w:val="00A34694"/>
    <w:rsid w:val="00A354A8"/>
    <w:rsid w:val="00A35AFC"/>
    <w:rsid w:val="00A36899"/>
    <w:rsid w:val="00A37354"/>
    <w:rsid w:val="00A42052"/>
    <w:rsid w:val="00A44421"/>
    <w:rsid w:val="00A44BB1"/>
    <w:rsid w:val="00A45562"/>
    <w:rsid w:val="00A471F2"/>
    <w:rsid w:val="00A479E6"/>
    <w:rsid w:val="00A47CF8"/>
    <w:rsid w:val="00A513E7"/>
    <w:rsid w:val="00A53ACD"/>
    <w:rsid w:val="00A54966"/>
    <w:rsid w:val="00A55F61"/>
    <w:rsid w:val="00A56014"/>
    <w:rsid w:val="00A564B9"/>
    <w:rsid w:val="00A6112B"/>
    <w:rsid w:val="00A6200F"/>
    <w:rsid w:val="00A6225B"/>
    <w:rsid w:val="00A62F86"/>
    <w:rsid w:val="00A64936"/>
    <w:rsid w:val="00A64EE6"/>
    <w:rsid w:val="00A65A48"/>
    <w:rsid w:val="00A72906"/>
    <w:rsid w:val="00A7382F"/>
    <w:rsid w:val="00A73D6F"/>
    <w:rsid w:val="00A7417C"/>
    <w:rsid w:val="00A7480E"/>
    <w:rsid w:val="00A762AF"/>
    <w:rsid w:val="00A86509"/>
    <w:rsid w:val="00A87249"/>
    <w:rsid w:val="00A87D69"/>
    <w:rsid w:val="00A91514"/>
    <w:rsid w:val="00A933C8"/>
    <w:rsid w:val="00A94D8E"/>
    <w:rsid w:val="00AA043B"/>
    <w:rsid w:val="00AA111E"/>
    <w:rsid w:val="00AA1648"/>
    <w:rsid w:val="00AA1B32"/>
    <w:rsid w:val="00AA2E42"/>
    <w:rsid w:val="00AA7EE2"/>
    <w:rsid w:val="00AB71A6"/>
    <w:rsid w:val="00AB72F0"/>
    <w:rsid w:val="00AC2C27"/>
    <w:rsid w:val="00AC6FF3"/>
    <w:rsid w:val="00AC793C"/>
    <w:rsid w:val="00AD0474"/>
    <w:rsid w:val="00AD3DF4"/>
    <w:rsid w:val="00AD5559"/>
    <w:rsid w:val="00AE03DE"/>
    <w:rsid w:val="00AE0452"/>
    <w:rsid w:val="00AE105E"/>
    <w:rsid w:val="00AE2C1D"/>
    <w:rsid w:val="00AE387C"/>
    <w:rsid w:val="00AE3934"/>
    <w:rsid w:val="00AE4A7B"/>
    <w:rsid w:val="00AF18C5"/>
    <w:rsid w:val="00AF21A3"/>
    <w:rsid w:val="00AF26AC"/>
    <w:rsid w:val="00AF3058"/>
    <w:rsid w:val="00AF4AEE"/>
    <w:rsid w:val="00AF76A0"/>
    <w:rsid w:val="00B004E3"/>
    <w:rsid w:val="00B00C89"/>
    <w:rsid w:val="00B0475F"/>
    <w:rsid w:val="00B049EF"/>
    <w:rsid w:val="00B06321"/>
    <w:rsid w:val="00B06812"/>
    <w:rsid w:val="00B11B8E"/>
    <w:rsid w:val="00B22940"/>
    <w:rsid w:val="00B33683"/>
    <w:rsid w:val="00B355C8"/>
    <w:rsid w:val="00B361D1"/>
    <w:rsid w:val="00B36DF7"/>
    <w:rsid w:val="00B3747A"/>
    <w:rsid w:val="00B43089"/>
    <w:rsid w:val="00B44C7E"/>
    <w:rsid w:val="00B54AFF"/>
    <w:rsid w:val="00B574BE"/>
    <w:rsid w:val="00B57639"/>
    <w:rsid w:val="00B6371F"/>
    <w:rsid w:val="00B64657"/>
    <w:rsid w:val="00B64F4F"/>
    <w:rsid w:val="00B656C2"/>
    <w:rsid w:val="00B66E02"/>
    <w:rsid w:val="00B759F4"/>
    <w:rsid w:val="00B77281"/>
    <w:rsid w:val="00B82B1E"/>
    <w:rsid w:val="00B82C95"/>
    <w:rsid w:val="00B840DD"/>
    <w:rsid w:val="00B84A60"/>
    <w:rsid w:val="00B87F82"/>
    <w:rsid w:val="00B9201E"/>
    <w:rsid w:val="00B9352A"/>
    <w:rsid w:val="00B94374"/>
    <w:rsid w:val="00B979CD"/>
    <w:rsid w:val="00BA01DE"/>
    <w:rsid w:val="00BA54B1"/>
    <w:rsid w:val="00BA7726"/>
    <w:rsid w:val="00BB16C6"/>
    <w:rsid w:val="00BB1C51"/>
    <w:rsid w:val="00BB2073"/>
    <w:rsid w:val="00BB34DD"/>
    <w:rsid w:val="00BB3ACC"/>
    <w:rsid w:val="00BB45F1"/>
    <w:rsid w:val="00BC1244"/>
    <w:rsid w:val="00BC1B4A"/>
    <w:rsid w:val="00BC42E5"/>
    <w:rsid w:val="00BC544B"/>
    <w:rsid w:val="00BC6DFA"/>
    <w:rsid w:val="00BC70ED"/>
    <w:rsid w:val="00BC7400"/>
    <w:rsid w:val="00BD095A"/>
    <w:rsid w:val="00BD2358"/>
    <w:rsid w:val="00BD2C4C"/>
    <w:rsid w:val="00BD3ADD"/>
    <w:rsid w:val="00BD456E"/>
    <w:rsid w:val="00BD5422"/>
    <w:rsid w:val="00BD5F13"/>
    <w:rsid w:val="00BD7070"/>
    <w:rsid w:val="00BE2A11"/>
    <w:rsid w:val="00BE51F9"/>
    <w:rsid w:val="00BE669B"/>
    <w:rsid w:val="00BE66F2"/>
    <w:rsid w:val="00BE6EB4"/>
    <w:rsid w:val="00BF0887"/>
    <w:rsid w:val="00BF0CFF"/>
    <w:rsid w:val="00BF5ECE"/>
    <w:rsid w:val="00C00027"/>
    <w:rsid w:val="00C0292E"/>
    <w:rsid w:val="00C03F88"/>
    <w:rsid w:val="00C1132E"/>
    <w:rsid w:val="00C11730"/>
    <w:rsid w:val="00C11822"/>
    <w:rsid w:val="00C15F6C"/>
    <w:rsid w:val="00C212D4"/>
    <w:rsid w:val="00C27006"/>
    <w:rsid w:val="00C302E3"/>
    <w:rsid w:val="00C33BD4"/>
    <w:rsid w:val="00C37AC3"/>
    <w:rsid w:val="00C403DF"/>
    <w:rsid w:val="00C40FA7"/>
    <w:rsid w:val="00C413AE"/>
    <w:rsid w:val="00C4209D"/>
    <w:rsid w:val="00C45C82"/>
    <w:rsid w:val="00C52045"/>
    <w:rsid w:val="00C533DC"/>
    <w:rsid w:val="00C53D0A"/>
    <w:rsid w:val="00C61A0C"/>
    <w:rsid w:val="00C621AC"/>
    <w:rsid w:val="00C63F6C"/>
    <w:rsid w:val="00C64774"/>
    <w:rsid w:val="00C7168D"/>
    <w:rsid w:val="00C72EEF"/>
    <w:rsid w:val="00C75B2A"/>
    <w:rsid w:val="00C8022F"/>
    <w:rsid w:val="00C853EE"/>
    <w:rsid w:val="00C85B9B"/>
    <w:rsid w:val="00C8679C"/>
    <w:rsid w:val="00C95CE8"/>
    <w:rsid w:val="00CA23D4"/>
    <w:rsid w:val="00CA3A34"/>
    <w:rsid w:val="00CA62DD"/>
    <w:rsid w:val="00CB1E7F"/>
    <w:rsid w:val="00CB5D69"/>
    <w:rsid w:val="00CB667C"/>
    <w:rsid w:val="00CB6AB2"/>
    <w:rsid w:val="00CB74C7"/>
    <w:rsid w:val="00CC1FBA"/>
    <w:rsid w:val="00CC72E4"/>
    <w:rsid w:val="00CC7546"/>
    <w:rsid w:val="00CD70DA"/>
    <w:rsid w:val="00CE0D53"/>
    <w:rsid w:val="00CE1EE9"/>
    <w:rsid w:val="00CE250B"/>
    <w:rsid w:val="00CE309F"/>
    <w:rsid w:val="00CE393D"/>
    <w:rsid w:val="00CE4402"/>
    <w:rsid w:val="00CE63E7"/>
    <w:rsid w:val="00CF3CE1"/>
    <w:rsid w:val="00CF445F"/>
    <w:rsid w:val="00CF47D8"/>
    <w:rsid w:val="00CF744E"/>
    <w:rsid w:val="00D02B1D"/>
    <w:rsid w:val="00D04AE6"/>
    <w:rsid w:val="00D064AB"/>
    <w:rsid w:val="00D1253D"/>
    <w:rsid w:val="00D1584C"/>
    <w:rsid w:val="00D1780D"/>
    <w:rsid w:val="00D221E0"/>
    <w:rsid w:val="00D2295B"/>
    <w:rsid w:val="00D22C2B"/>
    <w:rsid w:val="00D259C5"/>
    <w:rsid w:val="00D32240"/>
    <w:rsid w:val="00D37684"/>
    <w:rsid w:val="00D378A2"/>
    <w:rsid w:val="00D40665"/>
    <w:rsid w:val="00D513FF"/>
    <w:rsid w:val="00D51490"/>
    <w:rsid w:val="00D51964"/>
    <w:rsid w:val="00D53BF7"/>
    <w:rsid w:val="00D60DD8"/>
    <w:rsid w:val="00D62B09"/>
    <w:rsid w:val="00D648C8"/>
    <w:rsid w:val="00D64FF6"/>
    <w:rsid w:val="00D65234"/>
    <w:rsid w:val="00D652A6"/>
    <w:rsid w:val="00D65B91"/>
    <w:rsid w:val="00D70C0D"/>
    <w:rsid w:val="00D73C3A"/>
    <w:rsid w:val="00D73D27"/>
    <w:rsid w:val="00D754D3"/>
    <w:rsid w:val="00D76577"/>
    <w:rsid w:val="00D77FC7"/>
    <w:rsid w:val="00D8297E"/>
    <w:rsid w:val="00D835E8"/>
    <w:rsid w:val="00D91CE8"/>
    <w:rsid w:val="00D97C6C"/>
    <w:rsid w:val="00DA4BB2"/>
    <w:rsid w:val="00DA731C"/>
    <w:rsid w:val="00DA77EE"/>
    <w:rsid w:val="00DB30D0"/>
    <w:rsid w:val="00DB36FA"/>
    <w:rsid w:val="00DB4A52"/>
    <w:rsid w:val="00DC35FD"/>
    <w:rsid w:val="00DC5367"/>
    <w:rsid w:val="00DD0F5F"/>
    <w:rsid w:val="00DD7D68"/>
    <w:rsid w:val="00DE1CEA"/>
    <w:rsid w:val="00DE2B73"/>
    <w:rsid w:val="00DE30C6"/>
    <w:rsid w:val="00DE637B"/>
    <w:rsid w:val="00DE7FED"/>
    <w:rsid w:val="00DF0D26"/>
    <w:rsid w:val="00DF1993"/>
    <w:rsid w:val="00DF2F76"/>
    <w:rsid w:val="00DF5363"/>
    <w:rsid w:val="00E00427"/>
    <w:rsid w:val="00E03C90"/>
    <w:rsid w:val="00E03CDE"/>
    <w:rsid w:val="00E04279"/>
    <w:rsid w:val="00E112E7"/>
    <w:rsid w:val="00E119ED"/>
    <w:rsid w:val="00E1315C"/>
    <w:rsid w:val="00E13D29"/>
    <w:rsid w:val="00E15200"/>
    <w:rsid w:val="00E15D81"/>
    <w:rsid w:val="00E17A25"/>
    <w:rsid w:val="00E23317"/>
    <w:rsid w:val="00E25C36"/>
    <w:rsid w:val="00E2712F"/>
    <w:rsid w:val="00E31062"/>
    <w:rsid w:val="00E330A2"/>
    <w:rsid w:val="00E330E2"/>
    <w:rsid w:val="00E33319"/>
    <w:rsid w:val="00E3604E"/>
    <w:rsid w:val="00E36E47"/>
    <w:rsid w:val="00E37EE6"/>
    <w:rsid w:val="00E405B2"/>
    <w:rsid w:val="00E42234"/>
    <w:rsid w:val="00E46735"/>
    <w:rsid w:val="00E474F5"/>
    <w:rsid w:val="00E47832"/>
    <w:rsid w:val="00E552B9"/>
    <w:rsid w:val="00E56FAF"/>
    <w:rsid w:val="00E576F1"/>
    <w:rsid w:val="00E5771E"/>
    <w:rsid w:val="00E57BB7"/>
    <w:rsid w:val="00E65319"/>
    <w:rsid w:val="00E668C7"/>
    <w:rsid w:val="00E67F0C"/>
    <w:rsid w:val="00E72C03"/>
    <w:rsid w:val="00E73EDC"/>
    <w:rsid w:val="00E74908"/>
    <w:rsid w:val="00E75756"/>
    <w:rsid w:val="00E76443"/>
    <w:rsid w:val="00E767C5"/>
    <w:rsid w:val="00E773A7"/>
    <w:rsid w:val="00E82967"/>
    <w:rsid w:val="00E82A56"/>
    <w:rsid w:val="00E83675"/>
    <w:rsid w:val="00E837EA"/>
    <w:rsid w:val="00E85356"/>
    <w:rsid w:val="00E86010"/>
    <w:rsid w:val="00E867B5"/>
    <w:rsid w:val="00E87F54"/>
    <w:rsid w:val="00E92448"/>
    <w:rsid w:val="00EA5746"/>
    <w:rsid w:val="00EB2FDD"/>
    <w:rsid w:val="00EB3BEC"/>
    <w:rsid w:val="00EB6DF3"/>
    <w:rsid w:val="00EB6F33"/>
    <w:rsid w:val="00EC0B72"/>
    <w:rsid w:val="00EC41FC"/>
    <w:rsid w:val="00EC6E71"/>
    <w:rsid w:val="00EC7538"/>
    <w:rsid w:val="00EC77FA"/>
    <w:rsid w:val="00ED0D9C"/>
    <w:rsid w:val="00ED21F7"/>
    <w:rsid w:val="00ED4538"/>
    <w:rsid w:val="00ED78CD"/>
    <w:rsid w:val="00EE0653"/>
    <w:rsid w:val="00EE30D8"/>
    <w:rsid w:val="00EE3CCE"/>
    <w:rsid w:val="00EE4B5F"/>
    <w:rsid w:val="00EE57E4"/>
    <w:rsid w:val="00EE6B3F"/>
    <w:rsid w:val="00EF2CFE"/>
    <w:rsid w:val="00EF4545"/>
    <w:rsid w:val="00EF6C84"/>
    <w:rsid w:val="00F00731"/>
    <w:rsid w:val="00F008E1"/>
    <w:rsid w:val="00F00B83"/>
    <w:rsid w:val="00F063C7"/>
    <w:rsid w:val="00F06F47"/>
    <w:rsid w:val="00F11B23"/>
    <w:rsid w:val="00F12957"/>
    <w:rsid w:val="00F13F5D"/>
    <w:rsid w:val="00F1466F"/>
    <w:rsid w:val="00F20EB7"/>
    <w:rsid w:val="00F23206"/>
    <w:rsid w:val="00F254C5"/>
    <w:rsid w:val="00F2575D"/>
    <w:rsid w:val="00F25CF4"/>
    <w:rsid w:val="00F30A47"/>
    <w:rsid w:val="00F328D0"/>
    <w:rsid w:val="00F32DE8"/>
    <w:rsid w:val="00F33156"/>
    <w:rsid w:val="00F365F7"/>
    <w:rsid w:val="00F377F1"/>
    <w:rsid w:val="00F42BD2"/>
    <w:rsid w:val="00F435BA"/>
    <w:rsid w:val="00F44E27"/>
    <w:rsid w:val="00F45AE9"/>
    <w:rsid w:val="00F46B0F"/>
    <w:rsid w:val="00F46F63"/>
    <w:rsid w:val="00F517CE"/>
    <w:rsid w:val="00F51A22"/>
    <w:rsid w:val="00F5272F"/>
    <w:rsid w:val="00F55F3B"/>
    <w:rsid w:val="00F700A4"/>
    <w:rsid w:val="00F722F6"/>
    <w:rsid w:val="00F72B12"/>
    <w:rsid w:val="00F734F6"/>
    <w:rsid w:val="00F752EE"/>
    <w:rsid w:val="00F76537"/>
    <w:rsid w:val="00F77CFF"/>
    <w:rsid w:val="00F82D0D"/>
    <w:rsid w:val="00F85DE8"/>
    <w:rsid w:val="00F9259D"/>
    <w:rsid w:val="00F92FA6"/>
    <w:rsid w:val="00F94075"/>
    <w:rsid w:val="00F95ADC"/>
    <w:rsid w:val="00FA0845"/>
    <w:rsid w:val="00FA673D"/>
    <w:rsid w:val="00FA7273"/>
    <w:rsid w:val="00FA74CD"/>
    <w:rsid w:val="00FB182E"/>
    <w:rsid w:val="00FB2A72"/>
    <w:rsid w:val="00FB345B"/>
    <w:rsid w:val="00FB41ED"/>
    <w:rsid w:val="00FB7035"/>
    <w:rsid w:val="00FB7258"/>
    <w:rsid w:val="00FB7D62"/>
    <w:rsid w:val="00FC1512"/>
    <w:rsid w:val="00FC2F95"/>
    <w:rsid w:val="00FC3780"/>
    <w:rsid w:val="00FC3FAF"/>
    <w:rsid w:val="00FC4611"/>
    <w:rsid w:val="00FC4D7C"/>
    <w:rsid w:val="00FD27FB"/>
    <w:rsid w:val="00FD52DD"/>
    <w:rsid w:val="00FD6A46"/>
    <w:rsid w:val="00FE0E3F"/>
    <w:rsid w:val="00FE2476"/>
    <w:rsid w:val="00FE3AC0"/>
    <w:rsid w:val="00FE518C"/>
    <w:rsid w:val="00FE6292"/>
    <w:rsid w:val="00FF258A"/>
    <w:rsid w:val="00FF4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936"/>
    <w:pPr>
      <w:spacing w:after="200" w:line="276" w:lineRule="auto"/>
    </w:pPr>
    <w:rPr>
      <w:lang w:eastAsia="en-US"/>
    </w:rPr>
  </w:style>
  <w:style w:type="paragraph" w:styleId="Heading1">
    <w:name w:val="heading 1"/>
    <w:aliases w:val="Название закона"/>
    <w:basedOn w:val="Normal"/>
    <w:next w:val="Normal"/>
    <w:link w:val="Heading1Char"/>
    <w:uiPriority w:val="99"/>
    <w:qFormat/>
    <w:rsid w:val="006C3CA8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b/>
      <w:bCs/>
      <w:iCs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B24D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Heading3">
    <w:name w:val="heading 3"/>
    <w:aliases w:val="Проект вносит"/>
    <w:basedOn w:val="Normal"/>
    <w:next w:val="Normal"/>
    <w:link w:val="Heading3Char"/>
    <w:uiPriority w:val="99"/>
    <w:qFormat/>
    <w:rsid w:val="006C3CA8"/>
    <w:pPr>
      <w:keepNext/>
      <w:spacing w:after="0" w:line="240" w:lineRule="auto"/>
      <w:ind w:firstLine="567"/>
      <w:jc w:val="right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Название закона Char"/>
    <w:basedOn w:val="DefaultParagraphFont"/>
    <w:link w:val="Heading1"/>
    <w:uiPriority w:val="99"/>
    <w:locked/>
    <w:rsid w:val="006C3CA8"/>
    <w:rPr>
      <w:rFonts w:ascii="Times New Roman" w:hAnsi="Times New Roman" w:cs="Times New Roman"/>
      <w:b/>
      <w:sz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B24D0"/>
    <w:rPr>
      <w:rFonts w:ascii="Cambria" w:hAnsi="Cambria" w:cs="Times New Roman"/>
      <w:b/>
      <w:color w:val="4F81BD"/>
      <w:sz w:val="26"/>
    </w:rPr>
  </w:style>
  <w:style w:type="character" w:customStyle="1" w:styleId="Heading3Char">
    <w:name w:val="Heading 3 Char"/>
    <w:aliases w:val="Проект вносит Char"/>
    <w:basedOn w:val="DefaultParagraphFont"/>
    <w:link w:val="Heading3"/>
    <w:uiPriority w:val="99"/>
    <w:locked/>
    <w:rsid w:val="006C3CA8"/>
    <w:rPr>
      <w:rFonts w:ascii="Times New Roman" w:hAnsi="Times New Roman" w:cs="Times New Roman"/>
      <w:b/>
      <w:sz w:val="24"/>
      <w:lang w:eastAsia="ru-RU"/>
    </w:rPr>
  </w:style>
  <w:style w:type="paragraph" w:customStyle="1" w:styleId="ConsPlusNonformat">
    <w:name w:val="ConsPlusNonformat"/>
    <w:uiPriority w:val="99"/>
    <w:rsid w:val="00C6477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64774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662DEE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2DEE"/>
    <w:rPr>
      <w:rFonts w:ascii="Tahoma" w:hAnsi="Tahoma" w:cs="Times New Roman"/>
      <w:sz w:val="16"/>
    </w:rPr>
  </w:style>
  <w:style w:type="paragraph" w:customStyle="1" w:styleId="1">
    <w:name w:val="Абзац списка1"/>
    <w:basedOn w:val="Normal"/>
    <w:uiPriority w:val="99"/>
    <w:rsid w:val="00CB5D69"/>
    <w:pPr>
      <w:ind w:left="720"/>
      <w:contextualSpacing/>
    </w:pPr>
  </w:style>
  <w:style w:type="paragraph" w:customStyle="1" w:styleId="a">
    <w:name w:val="Стиль полужирный По центру"/>
    <w:basedOn w:val="Normal"/>
    <w:uiPriority w:val="99"/>
    <w:rsid w:val="006C3CA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paragraph" w:customStyle="1" w:styleId="a0">
    <w:name w:val="Название главы"/>
    <w:basedOn w:val="Normal"/>
    <w:uiPriority w:val="99"/>
    <w:rsid w:val="006C3CA8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8">
    <w:name w:val="Стиль 18 пт полужирный По центру"/>
    <w:basedOn w:val="Normal"/>
    <w:uiPriority w:val="99"/>
    <w:rsid w:val="006C3CA8"/>
    <w:pPr>
      <w:spacing w:after="0" w:line="240" w:lineRule="auto"/>
      <w:jc w:val="center"/>
    </w:pPr>
    <w:rPr>
      <w:rFonts w:ascii="Times New Roman" w:eastAsia="Times New Roman" w:hAnsi="Times New Roman"/>
      <w:b/>
      <w:bCs/>
      <w:sz w:val="36"/>
      <w:szCs w:val="20"/>
      <w:lang w:eastAsia="ru-RU"/>
    </w:rPr>
  </w:style>
  <w:style w:type="paragraph" w:customStyle="1" w:styleId="a1">
    <w:name w:val="Принят ГД"/>
    <w:basedOn w:val="Normal"/>
    <w:uiPriority w:val="99"/>
    <w:rsid w:val="006C3CA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4565C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565C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565C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565CD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A73D6F"/>
    <w:pPr>
      <w:spacing w:after="0" w:line="240" w:lineRule="auto"/>
      <w:ind w:firstLine="567"/>
      <w:jc w:val="both"/>
    </w:pPr>
    <w:rPr>
      <w:rFonts w:ascii="Times New Roman" w:hAnsi="Times New Roman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751D7"/>
    <w:rPr>
      <w:rFonts w:cs="Times New Roman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A73D6F"/>
    <w:pPr>
      <w:spacing w:after="0" w:line="240" w:lineRule="auto"/>
      <w:ind w:firstLine="993"/>
    </w:pPr>
    <w:rPr>
      <w:rFonts w:ascii="Times New Roman" w:hAnsi="Times New Roman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4751D7"/>
    <w:rPr>
      <w:rFonts w:cs="Times New Roman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28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29</Words>
  <Characters>166</Characters>
  <Application>Microsoft Office Outlook</Application>
  <DocSecurity>0</DocSecurity>
  <Lines>0</Lines>
  <Paragraphs>0</Paragraphs>
  <ScaleCrop>false</ScaleCrop>
  <Company>АС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subject/>
  <dc:creator>Килипченко</dc:creator>
  <cp:keywords/>
  <dc:description/>
  <cp:lastModifiedBy> </cp:lastModifiedBy>
  <cp:revision>4</cp:revision>
  <cp:lastPrinted>2011-01-11T11:05:00Z</cp:lastPrinted>
  <dcterms:created xsi:type="dcterms:W3CDTF">2011-06-27T05:58:00Z</dcterms:created>
  <dcterms:modified xsi:type="dcterms:W3CDTF">2011-07-01T08:48:00Z</dcterms:modified>
</cp:coreProperties>
</file>