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83E9A" w:rsidRDefault="003A0A86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</w:t>
      </w:r>
      <w:r w:rsidR="00783E9A">
        <w:rPr>
          <w:bCs/>
          <w:iCs/>
          <w:szCs w:val="28"/>
        </w:rPr>
        <w:t xml:space="preserve">О внесении изменений в отдельные законодательные акты </w:t>
      </w:r>
    </w:p>
    <w:p w:rsidR="00F96C47" w:rsidRDefault="00783E9A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D2580F" w:rsidRDefault="00ED4297" w:rsidP="00D2580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783E9A" w:rsidRPr="00783E9A">
        <w:rPr>
          <w:bCs/>
          <w:iCs/>
          <w:szCs w:val="28"/>
        </w:rPr>
        <w:t>«О внесении изменений в отдельные законодательные акты Ярославской области»</w:t>
      </w:r>
      <w:r w:rsidR="00783E9A">
        <w:rPr>
          <w:bCs/>
          <w:iCs/>
          <w:szCs w:val="28"/>
        </w:rPr>
        <w:t xml:space="preserve"> (далее – проект закона, законопроект) </w:t>
      </w:r>
      <w:r w:rsidR="00783E9A" w:rsidRPr="00783E9A">
        <w:rPr>
          <w:bCs/>
          <w:iCs/>
          <w:szCs w:val="28"/>
        </w:rPr>
        <w:t xml:space="preserve">разработан в целях совершенствования </w:t>
      </w:r>
      <w:r w:rsidR="00783E9A">
        <w:rPr>
          <w:bCs/>
          <w:iCs/>
          <w:szCs w:val="28"/>
        </w:rPr>
        <w:t>региональног</w:t>
      </w:r>
      <w:r w:rsidR="00A811D1">
        <w:rPr>
          <w:bCs/>
          <w:iCs/>
          <w:szCs w:val="28"/>
        </w:rPr>
        <w:t xml:space="preserve">о социального законодательства </w:t>
      </w:r>
      <w:r w:rsidR="004C7367">
        <w:rPr>
          <w:bCs/>
          <w:iCs/>
          <w:szCs w:val="28"/>
        </w:rPr>
        <w:t>и приведения его в соответствие федеральному законодательству, а также</w:t>
      </w:r>
      <w:r w:rsidR="00A811D1">
        <w:rPr>
          <w:bCs/>
          <w:iCs/>
          <w:szCs w:val="28"/>
        </w:rPr>
        <w:t xml:space="preserve"> </w:t>
      </w:r>
      <w:r w:rsidR="00783E9A" w:rsidRPr="00783E9A">
        <w:rPr>
          <w:bCs/>
          <w:iCs/>
          <w:szCs w:val="28"/>
        </w:rPr>
        <w:t>продления периода действия отдельных временных ме</w:t>
      </w:r>
      <w:r w:rsidR="00783E9A">
        <w:rPr>
          <w:bCs/>
          <w:iCs/>
          <w:szCs w:val="28"/>
        </w:rPr>
        <w:t>р социальной поддержки граждан</w:t>
      </w:r>
      <w:r w:rsidR="00783E9A" w:rsidRPr="00783E9A">
        <w:rPr>
          <w:bCs/>
          <w:iCs/>
          <w:szCs w:val="28"/>
        </w:rPr>
        <w:t>.</w:t>
      </w:r>
    </w:p>
    <w:p w:rsidR="00A811D1" w:rsidRPr="00A811D1" w:rsidRDefault="00A811D1" w:rsidP="004768B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811D1">
        <w:rPr>
          <w:bCs/>
          <w:iCs/>
          <w:szCs w:val="28"/>
        </w:rPr>
        <w:t>Законопроектом с 1 января 2025 года предусматривается индексация на 5,1 процента размера денежных выплат, установленных Законом Ярославской области от 19.12.2008 № 65-з «Социальный кодекс Ярославской облас</w:t>
      </w:r>
      <w:r w:rsidR="004768B4">
        <w:rPr>
          <w:bCs/>
          <w:iCs/>
          <w:szCs w:val="28"/>
        </w:rPr>
        <w:t xml:space="preserve">ти», </w:t>
      </w:r>
      <w:r w:rsidRPr="00A811D1">
        <w:rPr>
          <w:bCs/>
          <w:iCs/>
          <w:szCs w:val="28"/>
        </w:rPr>
        <w:t>Законом Я</w:t>
      </w:r>
      <w:r w:rsidR="00913F93">
        <w:rPr>
          <w:bCs/>
          <w:iCs/>
          <w:szCs w:val="28"/>
        </w:rPr>
        <w:t>рославской области от </w:t>
      </w:r>
      <w:r w:rsidRPr="00A811D1">
        <w:rPr>
          <w:bCs/>
          <w:iCs/>
          <w:szCs w:val="28"/>
        </w:rPr>
        <w:t xml:space="preserve">28.11.2011 № 45-з «О временных мерах социальной поддержки граждан, имеющих детей» </w:t>
      </w:r>
      <w:r w:rsidR="004768B4">
        <w:rPr>
          <w:bCs/>
          <w:iCs/>
          <w:szCs w:val="28"/>
        </w:rPr>
        <w:t xml:space="preserve">и </w:t>
      </w:r>
      <w:r w:rsidRPr="00A811D1">
        <w:rPr>
          <w:bCs/>
          <w:iCs/>
          <w:szCs w:val="28"/>
        </w:rPr>
        <w:t>Законом Ярославской области от 09.11.2007 № 70-з «Об организации и осуществлении деятельности по опеке и попечительству».</w:t>
      </w:r>
    </w:p>
    <w:p w:rsidR="00774DAB" w:rsidRPr="00774DAB" w:rsidRDefault="00A811D1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811D1">
        <w:rPr>
          <w:bCs/>
          <w:iCs/>
          <w:szCs w:val="28"/>
        </w:rPr>
        <w:t xml:space="preserve">Проектом закона </w:t>
      </w:r>
      <w:r w:rsidR="005D3B84">
        <w:rPr>
          <w:bCs/>
          <w:iCs/>
          <w:szCs w:val="28"/>
        </w:rPr>
        <w:t>также вносятся</w:t>
      </w:r>
      <w:r w:rsidR="00774DAB">
        <w:rPr>
          <w:bCs/>
          <w:iCs/>
          <w:szCs w:val="28"/>
        </w:rPr>
        <w:t xml:space="preserve"> изменени</w:t>
      </w:r>
      <w:r w:rsidR="005D3B84">
        <w:rPr>
          <w:bCs/>
          <w:iCs/>
          <w:szCs w:val="28"/>
        </w:rPr>
        <w:t>я</w:t>
      </w:r>
      <w:r w:rsidR="00774DAB">
        <w:rPr>
          <w:bCs/>
          <w:iCs/>
          <w:szCs w:val="28"/>
        </w:rPr>
        <w:t>:</w:t>
      </w:r>
    </w:p>
    <w:p w:rsidR="00A811D1" w:rsidRPr="00A811D1" w:rsidRDefault="00774DAB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1)</w:t>
      </w:r>
      <w:r w:rsidR="00A811D1" w:rsidRPr="00A811D1">
        <w:rPr>
          <w:bCs/>
          <w:iCs/>
          <w:szCs w:val="28"/>
        </w:rPr>
        <w:t xml:space="preserve"> в </w:t>
      </w:r>
      <w:r w:rsidRPr="00774DAB">
        <w:rPr>
          <w:bCs/>
          <w:iCs/>
          <w:szCs w:val="28"/>
        </w:rPr>
        <w:t>Закон Ярославской области от 19.12.2008 № 65-з «Социальный кодекс Ярославской области»</w:t>
      </w:r>
      <w:r w:rsidR="00A811D1" w:rsidRPr="00A811D1">
        <w:rPr>
          <w:bCs/>
          <w:iCs/>
          <w:szCs w:val="28"/>
        </w:rPr>
        <w:t>, в частности</w:t>
      </w:r>
      <w:r w:rsidR="002A3322">
        <w:rPr>
          <w:bCs/>
          <w:iCs/>
          <w:szCs w:val="28"/>
        </w:rPr>
        <w:t xml:space="preserve"> предлагается</w:t>
      </w:r>
      <w:r w:rsidR="00A811D1" w:rsidRPr="00A811D1">
        <w:rPr>
          <w:bCs/>
          <w:iCs/>
          <w:szCs w:val="28"/>
        </w:rPr>
        <w:t>:</w:t>
      </w:r>
    </w:p>
    <w:p w:rsidR="00A811D1" w:rsidRPr="00A811D1" w:rsidRDefault="00774DAB" w:rsidP="004768B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A811D1" w:rsidRPr="00A811D1">
        <w:rPr>
          <w:bCs/>
          <w:iCs/>
          <w:szCs w:val="28"/>
        </w:rPr>
        <w:t xml:space="preserve"> </w:t>
      </w:r>
      <w:r w:rsidR="004768B4">
        <w:rPr>
          <w:bCs/>
          <w:iCs/>
          <w:szCs w:val="28"/>
        </w:rPr>
        <w:t>в состав многодетной с</w:t>
      </w:r>
      <w:r w:rsidR="00913F93">
        <w:rPr>
          <w:bCs/>
          <w:iCs/>
          <w:szCs w:val="28"/>
        </w:rPr>
        <w:t>емь</w:t>
      </w:r>
      <w:r w:rsidR="0015766B">
        <w:rPr>
          <w:bCs/>
          <w:iCs/>
          <w:szCs w:val="28"/>
        </w:rPr>
        <w:t>и</w:t>
      </w:r>
      <w:r w:rsidR="00913F93">
        <w:rPr>
          <w:bCs/>
          <w:iCs/>
          <w:szCs w:val="28"/>
        </w:rPr>
        <w:t xml:space="preserve"> включить детей</w:t>
      </w:r>
      <w:r w:rsidR="004768B4">
        <w:rPr>
          <w:bCs/>
          <w:iCs/>
          <w:szCs w:val="28"/>
        </w:rPr>
        <w:t xml:space="preserve"> </w:t>
      </w:r>
      <w:r w:rsidR="00913F93">
        <w:rPr>
          <w:bCs/>
          <w:iCs/>
          <w:szCs w:val="28"/>
        </w:rPr>
        <w:t>в возрасте от </w:t>
      </w:r>
      <w:r w:rsidR="004768B4" w:rsidRPr="004768B4">
        <w:rPr>
          <w:bCs/>
          <w:iCs/>
          <w:szCs w:val="28"/>
        </w:rPr>
        <w:t>18 до 23 лет, имеющи</w:t>
      </w:r>
      <w:r w:rsidR="00913F93">
        <w:rPr>
          <w:bCs/>
          <w:iCs/>
          <w:szCs w:val="28"/>
        </w:rPr>
        <w:t>х</w:t>
      </w:r>
      <w:r w:rsidR="004768B4" w:rsidRPr="004768B4">
        <w:rPr>
          <w:bCs/>
          <w:iCs/>
          <w:szCs w:val="28"/>
        </w:rPr>
        <w:t xml:space="preserve"> инвалидность, при условии их обучения в организациях, осуществляющ</w:t>
      </w:r>
      <w:r w:rsidR="00913F93">
        <w:rPr>
          <w:bCs/>
          <w:iCs/>
          <w:szCs w:val="28"/>
        </w:rPr>
        <w:t>их</w:t>
      </w:r>
      <w:r w:rsidR="004768B4" w:rsidRPr="004768B4">
        <w:rPr>
          <w:bCs/>
          <w:iCs/>
          <w:szCs w:val="28"/>
        </w:rPr>
        <w:t xml:space="preserve"> образовательную деятельность, нез</w:t>
      </w:r>
      <w:r w:rsidR="00913F93">
        <w:rPr>
          <w:bCs/>
          <w:iCs/>
          <w:szCs w:val="28"/>
        </w:rPr>
        <w:t>ависимо от </w:t>
      </w:r>
      <w:r w:rsidR="004768B4" w:rsidRPr="004768B4">
        <w:rPr>
          <w:bCs/>
          <w:iCs/>
          <w:szCs w:val="28"/>
        </w:rPr>
        <w:t>формы обучения</w:t>
      </w:r>
      <w:r w:rsidR="004768B4">
        <w:rPr>
          <w:bCs/>
          <w:iCs/>
          <w:szCs w:val="28"/>
        </w:rPr>
        <w:t xml:space="preserve">, что </w:t>
      </w:r>
      <w:r w:rsidR="00A811D1" w:rsidRPr="00A811D1">
        <w:rPr>
          <w:bCs/>
          <w:iCs/>
          <w:szCs w:val="28"/>
        </w:rPr>
        <w:t>позвол</w:t>
      </w:r>
      <w:r w:rsidR="004768B4">
        <w:rPr>
          <w:bCs/>
          <w:iCs/>
          <w:szCs w:val="28"/>
        </w:rPr>
        <w:t>и</w:t>
      </w:r>
      <w:r w:rsidR="00A811D1" w:rsidRPr="00A811D1">
        <w:rPr>
          <w:bCs/>
          <w:iCs/>
          <w:szCs w:val="28"/>
        </w:rPr>
        <w:t>т сохранить статус многодетной семьи и право многодетной семьи на пол</w:t>
      </w:r>
      <w:r w:rsidR="004768B4">
        <w:rPr>
          <w:bCs/>
          <w:iCs/>
          <w:szCs w:val="28"/>
        </w:rPr>
        <w:t>учение мер социальной поддержки</w:t>
      </w:r>
      <w:r w:rsidR="00A811D1" w:rsidRPr="00A811D1">
        <w:rPr>
          <w:bCs/>
          <w:iCs/>
          <w:szCs w:val="28"/>
        </w:rPr>
        <w:t>.</w:t>
      </w:r>
      <w:r w:rsidR="004768B4">
        <w:rPr>
          <w:bCs/>
          <w:iCs/>
          <w:szCs w:val="28"/>
        </w:rPr>
        <w:t xml:space="preserve"> </w:t>
      </w:r>
      <w:r w:rsidR="00A811D1" w:rsidRPr="00A811D1">
        <w:rPr>
          <w:bCs/>
          <w:iCs/>
          <w:szCs w:val="28"/>
        </w:rPr>
        <w:t>По состоянию на 01.09.2024 на учете в органах социальной защиты населения Ярославской области состоит 19 семей, в составе которых имеются дети в возрасте от 18 до 23 лет</w:t>
      </w:r>
      <w:r w:rsidR="004768B4">
        <w:rPr>
          <w:bCs/>
          <w:iCs/>
          <w:szCs w:val="28"/>
        </w:rPr>
        <w:t>, имеющие</w:t>
      </w:r>
      <w:r w:rsidR="00A811D1" w:rsidRPr="00A811D1">
        <w:rPr>
          <w:bCs/>
          <w:iCs/>
          <w:szCs w:val="28"/>
        </w:rPr>
        <w:t xml:space="preserve"> инвалидность</w:t>
      </w:r>
      <w:r w:rsidR="004768B4">
        <w:rPr>
          <w:bCs/>
          <w:iCs/>
          <w:szCs w:val="28"/>
        </w:rPr>
        <w:t>;</w:t>
      </w:r>
    </w:p>
    <w:p w:rsidR="00767474" w:rsidRPr="002A3322" w:rsidRDefault="00774DAB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2A3322">
        <w:rPr>
          <w:bCs/>
          <w:iCs/>
          <w:szCs w:val="28"/>
        </w:rPr>
        <w:t xml:space="preserve"> </w:t>
      </w:r>
      <w:r w:rsidR="004C7367" w:rsidRPr="00767474">
        <w:rPr>
          <w:bCs/>
          <w:iCs/>
          <w:szCs w:val="28"/>
        </w:rPr>
        <w:t>распростран</w:t>
      </w:r>
      <w:r w:rsidR="004C7367">
        <w:rPr>
          <w:bCs/>
          <w:iCs/>
          <w:szCs w:val="28"/>
        </w:rPr>
        <w:t>ить</w:t>
      </w:r>
      <w:r w:rsidR="004C7367" w:rsidRPr="00767474">
        <w:rPr>
          <w:bCs/>
          <w:iCs/>
          <w:szCs w:val="28"/>
        </w:rPr>
        <w:t xml:space="preserve"> действи</w:t>
      </w:r>
      <w:r w:rsidR="00DB092D">
        <w:rPr>
          <w:bCs/>
          <w:iCs/>
          <w:szCs w:val="28"/>
        </w:rPr>
        <w:t>е</w:t>
      </w:r>
      <w:bookmarkStart w:id="0" w:name="_GoBack"/>
      <w:bookmarkEnd w:id="0"/>
      <w:r w:rsidR="004C7367" w:rsidRPr="00767474">
        <w:rPr>
          <w:bCs/>
          <w:iCs/>
          <w:szCs w:val="28"/>
        </w:rPr>
        <w:t xml:space="preserve"> персонифицированных электронных транспортных карт</w:t>
      </w:r>
      <w:r w:rsidR="004C7367">
        <w:rPr>
          <w:bCs/>
          <w:iCs/>
          <w:szCs w:val="28"/>
        </w:rPr>
        <w:t xml:space="preserve"> и карт жителя Ярославской области</w:t>
      </w:r>
      <w:r w:rsidR="004C7367" w:rsidRPr="00767474">
        <w:rPr>
          <w:bCs/>
          <w:iCs/>
          <w:szCs w:val="28"/>
        </w:rPr>
        <w:t>, используемых отдельными категориями граждан</w:t>
      </w:r>
      <w:r w:rsidR="004C7367">
        <w:rPr>
          <w:bCs/>
          <w:iCs/>
          <w:szCs w:val="28"/>
        </w:rPr>
        <w:t>,</w:t>
      </w:r>
      <w:r w:rsidR="004C7367" w:rsidRPr="00767474">
        <w:rPr>
          <w:bCs/>
          <w:iCs/>
          <w:szCs w:val="28"/>
        </w:rPr>
        <w:t xml:space="preserve"> </w:t>
      </w:r>
      <w:r w:rsidR="004C7367">
        <w:rPr>
          <w:bCs/>
          <w:iCs/>
          <w:szCs w:val="28"/>
        </w:rPr>
        <w:t>на</w:t>
      </w:r>
      <w:r w:rsidR="004C7367" w:rsidRPr="00767474">
        <w:rPr>
          <w:bCs/>
          <w:iCs/>
          <w:szCs w:val="28"/>
        </w:rPr>
        <w:t xml:space="preserve"> проезд по муниципальным маршрутам регулярных перевозок по регулируемым тарифам в пригородном сообщении</w:t>
      </w:r>
      <w:r w:rsidR="002A3322">
        <w:rPr>
          <w:bCs/>
          <w:iCs/>
          <w:szCs w:val="28"/>
        </w:rPr>
        <w:t>;</w:t>
      </w:r>
    </w:p>
    <w:p w:rsidR="004C7367" w:rsidRPr="004C7367" w:rsidRDefault="00774DAB" w:rsidP="002A332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A811D1" w:rsidRPr="00A811D1">
        <w:rPr>
          <w:bCs/>
          <w:iCs/>
          <w:szCs w:val="28"/>
        </w:rPr>
        <w:t xml:space="preserve"> </w:t>
      </w:r>
      <w:r w:rsidR="004C7367">
        <w:rPr>
          <w:bCs/>
          <w:iCs/>
          <w:szCs w:val="28"/>
        </w:rPr>
        <w:t xml:space="preserve">с учетом положений Федерального закона </w:t>
      </w:r>
      <w:r w:rsidR="004C7367" w:rsidRPr="004C7367">
        <w:rPr>
          <w:bCs/>
          <w:iCs/>
          <w:szCs w:val="28"/>
        </w:rPr>
        <w:t xml:space="preserve">от 19.05.1995 </w:t>
      </w:r>
      <w:r w:rsidR="004C7367">
        <w:rPr>
          <w:bCs/>
          <w:iCs/>
          <w:szCs w:val="28"/>
        </w:rPr>
        <w:t xml:space="preserve">№ 81-ФЗ </w:t>
      </w:r>
      <w:r w:rsidR="004C7367">
        <w:rPr>
          <w:bCs/>
          <w:iCs/>
          <w:szCs w:val="28"/>
        </w:rPr>
        <w:br/>
        <w:t>«</w:t>
      </w:r>
      <w:r w:rsidR="004C7367" w:rsidRPr="004C7367">
        <w:rPr>
          <w:bCs/>
          <w:iCs/>
          <w:szCs w:val="28"/>
        </w:rPr>
        <w:t>О государственных пособиях гражданам, имеющим детей</w:t>
      </w:r>
      <w:r w:rsidR="004C7367">
        <w:rPr>
          <w:bCs/>
          <w:iCs/>
          <w:szCs w:val="28"/>
        </w:rPr>
        <w:t>» (в редакции Федерального закона</w:t>
      </w:r>
      <w:r w:rsidR="002A3322">
        <w:rPr>
          <w:bCs/>
          <w:iCs/>
          <w:szCs w:val="28"/>
        </w:rPr>
        <w:t xml:space="preserve"> от 08.08.2024 № 313-ФЗ и</w:t>
      </w:r>
      <w:r w:rsidR="004C7367">
        <w:rPr>
          <w:bCs/>
          <w:iCs/>
          <w:szCs w:val="28"/>
        </w:rPr>
        <w:t xml:space="preserve"> </w:t>
      </w:r>
      <w:r w:rsidR="005D3B84" w:rsidRPr="005D3B84">
        <w:rPr>
          <w:bCs/>
          <w:iCs/>
          <w:szCs w:val="28"/>
        </w:rPr>
        <w:t xml:space="preserve">Федерального закона </w:t>
      </w:r>
      <w:r w:rsidR="005D3B84">
        <w:rPr>
          <w:bCs/>
          <w:iCs/>
          <w:szCs w:val="28"/>
        </w:rPr>
        <w:br/>
      </w:r>
      <w:r w:rsidR="004C7367" w:rsidRPr="004C7367">
        <w:rPr>
          <w:bCs/>
          <w:iCs/>
          <w:szCs w:val="28"/>
        </w:rPr>
        <w:t xml:space="preserve">от 29.10.2024 </w:t>
      </w:r>
      <w:r w:rsidR="004C7367">
        <w:rPr>
          <w:bCs/>
          <w:iCs/>
          <w:szCs w:val="28"/>
        </w:rPr>
        <w:t>№</w:t>
      </w:r>
      <w:r w:rsidR="004C7367" w:rsidRPr="004C7367">
        <w:rPr>
          <w:bCs/>
          <w:iCs/>
          <w:szCs w:val="28"/>
        </w:rPr>
        <w:t xml:space="preserve"> 367-ФЗ</w:t>
      </w:r>
      <w:r w:rsidR="004C7367">
        <w:rPr>
          <w:bCs/>
          <w:iCs/>
          <w:szCs w:val="28"/>
        </w:rPr>
        <w:t>) в доход семьи, учитываемый п</w:t>
      </w:r>
      <w:r w:rsidR="004C7367" w:rsidRPr="004C7367">
        <w:rPr>
          <w:bCs/>
          <w:iCs/>
          <w:szCs w:val="28"/>
        </w:rPr>
        <w:t>ри определении права на ежемесячное пособие в связи с рождением и воспитанием ребенка</w:t>
      </w:r>
      <w:r w:rsidR="004C7367">
        <w:rPr>
          <w:bCs/>
          <w:iCs/>
          <w:szCs w:val="28"/>
        </w:rPr>
        <w:t xml:space="preserve">, включить </w:t>
      </w:r>
      <w:r w:rsidR="004C7367" w:rsidRPr="004C7367">
        <w:rPr>
          <w:bCs/>
          <w:iCs/>
          <w:szCs w:val="28"/>
        </w:rPr>
        <w:t>доход</w:t>
      </w:r>
      <w:r w:rsidR="004C7367">
        <w:rPr>
          <w:bCs/>
          <w:iCs/>
          <w:szCs w:val="28"/>
        </w:rPr>
        <w:t>ы</w:t>
      </w:r>
      <w:r w:rsidR="004C7367" w:rsidRPr="004C7367">
        <w:rPr>
          <w:bCs/>
          <w:iCs/>
          <w:szCs w:val="28"/>
        </w:rPr>
        <w:t xml:space="preserve"> от трудовой, предпринимательской и иных видов деятельности, а также ины</w:t>
      </w:r>
      <w:r w:rsidR="004C7367">
        <w:rPr>
          <w:bCs/>
          <w:iCs/>
          <w:szCs w:val="28"/>
        </w:rPr>
        <w:t>е</w:t>
      </w:r>
      <w:r w:rsidR="004C7367" w:rsidRPr="004C7367">
        <w:rPr>
          <w:bCs/>
          <w:iCs/>
          <w:szCs w:val="28"/>
        </w:rPr>
        <w:t xml:space="preserve"> доход</w:t>
      </w:r>
      <w:r w:rsidR="002A3322">
        <w:rPr>
          <w:bCs/>
          <w:iCs/>
          <w:szCs w:val="28"/>
        </w:rPr>
        <w:t xml:space="preserve">ы заявителя и членов его семьи, </w:t>
      </w:r>
      <w:r w:rsidR="005D3B84">
        <w:rPr>
          <w:bCs/>
          <w:iCs/>
          <w:szCs w:val="28"/>
        </w:rPr>
        <w:t>и</w:t>
      </w:r>
      <w:r w:rsidR="002A3322">
        <w:rPr>
          <w:bCs/>
          <w:iCs/>
          <w:szCs w:val="28"/>
        </w:rPr>
        <w:t xml:space="preserve"> установить порядок назначения и выплаты </w:t>
      </w:r>
      <w:r w:rsidR="00274A6D">
        <w:rPr>
          <w:bCs/>
          <w:iCs/>
          <w:szCs w:val="28"/>
        </w:rPr>
        <w:t xml:space="preserve">указанного пособия </w:t>
      </w:r>
      <w:r w:rsidR="002A3322">
        <w:rPr>
          <w:bCs/>
          <w:iCs/>
          <w:szCs w:val="28"/>
        </w:rPr>
        <w:t>на последующих детей;</w:t>
      </w:r>
    </w:p>
    <w:p w:rsidR="004C7367" w:rsidRPr="00774DAB" w:rsidRDefault="00774DAB" w:rsidP="004C736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4C736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уточн</w:t>
      </w:r>
      <w:r w:rsidR="00274A6D">
        <w:rPr>
          <w:bCs/>
          <w:iCs/>
          <w:szCs w:val="28"/>
        </w:rPr>
        <w:t>ить</w:t>
      </w:r>
      <w:r>
        <w:rPr>
          <w:bCs/>
          <w:iCs/>
          <w:szCs w:val="28"/>
        </w:rPr>
        <w:t xml:space="preserve"> порядок </w:t>
      </w:r>
      <w:r w:rsidRPr="00774DAB">
        <w:rPr>
          <w:bCs/>
          <w:iCs/>
          <w:szCs w:val="28"/>
        </w:rPr>
        <w:t>признания семьи или одиноко проживающего гражданина малоимущими</w:t>
      </w:r>
      <w:r>
        <w:rPr>
          <w:bCs/>
          <w:iCs/>
          <w:szCs w:val="28"/>
        </w:rPr>
        <w:t xml:space="preserve"> в целях </w:t>
      </w:r>
      <w:r w:rsidRPr="00774DAB">
        <w:rPr>
          <w:bCs/>
          <w:iCs/>
          <w:szCs w:val="28"/>
        </w:rPr>
        <w:t xml:space="preserve">повышения качества предоставления </w:t>
      </w:r>
      <w:r>
        <w:rPr>
          <w:bCs/>
          <w:iCs/>
          <w:szCs w:val="28"/>
        </w:rPr>
        <w:t xml:space="preserve">указанной </w:t>
      </w:r>
      <w:r w:rsidRPr="00774DAB">
        <w:rPr>
          <w:bCs/>
          <w:iCs/>
          <w:szCs w:val="28"/>
        </w:rPr>
        <w:t xml:space="preserve">государственной услуги, включая возможность </w:t>
      </w:r>
      <w:r>
        <w:rPr>
          <w:bCs/>
          <w:iCs/>
          <w:szCs w:val="28"/>
        </w:rPr>
        <w:t xml:space="preserve">ее </w:t>
      </w:r>
      <w:r w:rsidRPr="00774DAB">
        <w:rPr>
          <w:bCs/>
          <w:iCs/>
          <w:szCs w:val="28"/>
        </w:rPr>
        <w:t>предоставления в электронной форме, по экстерриториальному принципу и без представления документов, которые могут быть получены в порядке межведомственного взаимодействия</w:t>
      </w:r>
      <w:r>
        <w:rPr>
          <w:bCs/>
          <w:iCs/>
          <w:szCs w:val="28"/>
        </w:rPr>
        <w:t>;</w:t>
      </w:r>
    </w:p>
    <w:p w:rsidR="00A811D1" w:rsidRPr="00A811D1" w:rsidRDefault="00774DAB" w:rsidP="00774DA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lastRenderedPageBreak/>
        <w:t xml:space="preserve">2) в </w:t>
      </w:r>
      <w:r w:rsidRPr="00774DAB">
        <w:rPr>
          <w:bCs/>
          <w:iCs/>
          <w:szCs w:val="28"/>
        </w:rPr>
        <w:t>Закон Ярославской области от 28.11.2011 № 45-з «О временных мерах социальной поддержки граждан, имеющих детей»</w:t>
      </w:r>
      <w:r>
        <w:rPr>
          <w:bCs/>
          <w:iCs/>
          <w:szCs w:val="28"/>
        </w:rPr>
        <w:t xml:space="preserve"> в части уточнения категории граждан, имеющих право на получение меры социальной поддержки в сфере организации отдых</w:t>
      </w:r>
      <w:r w:rsidR="00611996">
        <w:rPr>
          <w:bCs/>
          <w:iCs/>
          <w:szCs w:val="28"/>
        </w:rPr>
        <w:t>а</w:t>
      </w:r>
      <w:r>
        <w:rPr>
          <w:bCs/>
          <w:iCs/>
          <w:szCs w:val="28"/>
        </w:rPr>
        <w:t xml:space="preserve"> детей и их оздоровления.</w:t>
      </w:r>
    </w:p>
    <w:p w:rsidR="00A811D1" w:rsidRPr="00A811D1" w:rsidRDefault="005D3B84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Законопроектом</w:t>
      </w:r>
      <w:r w:rsidR="00A811D1" w:rsidRPr="00A811D1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продлевается</w:t>
      </w:r>
      <w:r w:rsidR="00A811D1" w:rsidRPr="00A811D1">
        <w:rPr>
          <w:bCs/>
          <w:iCs/>
          <w:szCs w:val="28"/>
        </w:rPr>
        <w:t xml:space="preserve"> период действия отдельных временных мер социальной поддержки граждан, предусмотренных:</w:t>
      </w:r>
    </w:p>
    <w:p w:rsidR="00A811D1" w:rsidRPr="00A811D1" w:rsidRDefault="00A811D1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811D1">
        <w:rPr>
          <w:bCs/>
          <w:iCs/>
          <w:szCs w:val="28"/>
        </w:rPr>
        <w:t>– Законом Ярославской области от 28.11.2011 № 45-з «О временных мерах социальной поддержки граждан, имеющих детей» (единовременн</w:t>
      </w:r>
      <w:r w:rsidR="004768B4">
        <w:rPr>
          <w:bCs/>
          <w:iCs/>
          <w:szCs w:val="28"/>
        </w:rPr>
        <w:t>ые</w:t>
      </w:r>
      <w:r w:rsidRPr="00A811D1">
        <w:rPr>
          <w:bCs/>
          <w:iCs/>
          <w:szCs w:val="28"/>
        </w:rPr>
        <w:t xml:space="preserve"> выплат</w:t>
      </w:r>
      <w:r w:rsidR="004768B4">
        <w:rPr>
          <w:bCs/>
          <w:iCs/>
          <w:szCs w:val="28"/>
        </w:rPr>
        <w:t>ы</w:t>
      </w:r>
      <w:r w:rsidRPr="00A811D1">
        <w:rPr>
          <w:bCs/>
          <w:iCs/>
          <w:szCs w:val="28"/>
        </w:rPr>
        <w:t xml:space="preserve"> при рождении одновременно двух и более детей, при устройстве в семью ребенка-инвалида, при усыновлении ребенка, усыновителям, </w:t>
      </w:r>
      <w:r w:rsidR="004768B4" w:rsidRPr="00A811D1">
        <w:rPr>
          <w:bCs/>
          <w:iCs/>
          <w:szCs w:val="28"/>
        </w:rPr>
        <w:t>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</w:r>
      <w:r w:rsidR="005D3B84">
        <w:rPr>
          <w:bCs/>
          <w:iCs/>
          <w:szCs w:val="28"/>
        </w:rPr>
        <w:t>,</w:t>
      </w:r>
      <w:r w:rsidR="004768B4" w:rsidRPr="00A811D1">
        <w:rPr>
          <w:bCs/>
          <w:iCs/>
          <w:szCs w:val="28"/>
        </w:rPr>
        <w:t xml:space="preserve"> </w:t>
      </w:r>
      <w:r w:rsidRPr="00A811D1">
        <w:rPr>
          <w:bCs/>
          <w:iCs/>
          <w:szCs w:val="28"/>
        </w:rPr>
        <w:t>меры социальной поддержки в сфере организации отдыха детей и их оздоровления, профессиональ</w:t>
      </w:r>
      <w:r w:rsidR="004768B4">
        <w:rPr>
          <w:bCs/>
          <w:iCs/>
          <w:szCs w:val="28"/>
        </w:rPr>
        <w:t>ное обучение без взимания платы</w:t>
      </w:r>
      <w:r w:rsidRPr="00A811D1">
        <w:rPr>
          <w:bCs/>
          <w:iCs/>
          <w:szCs w:val="28"/>
        </w:rPr>
        <w:t>);</w:t>
      </w:r>
    </w:p>
    <w:p w:rsidR="00A811D1" w:rsidRPr="00A811D1" w:rsidRDefault="00A811D1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811D1">
        <w:rPr>
          <w:bCs/>
          <w:iCs/>
          <w:szCs w:val="28"/>
        </w:rPr>
        <w:t>– Законом Ярославской области от 23.12.2013 № 73-з «О 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 (компенсация расходов по договору найма (поднайма) жилых помещений детям-сиротам и детям, оставшимся без попечения родителей, лицам из числа детей-сирот и детей, оставшихся без попечения родителей);</w:t>
      </w:r>
    </w:p>
    <w:p w:rsidR="00A811D1" w:rsidRPr="00A811D1" w:rsidRDefault="00A811D1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811D1">
        <w:rPr>
          <w:bCs/>
          <w:iCs/>
          <w:szCs w:val="28"/>
        </w:rPr>
        <w:t>– статьей 99</w:t>
      </w:r>
      <w:r w:rsidRPr="00A811D1">
        <w:rPr>
          <w:bCs/>
          <w:iCs/>
          <w:szCs w:val="28"/>
          <w:vertAlign w:val="superscript"/>
        </w:rPr>
        <w:t>1</w:t>
      </w:r>
      <w:r w:rsidRPr="00A811D1">
        <w:rPr>
          <w:bCs/>
          <w:iCs/>
          <w:szCs w:val="28"/>
        </w:rPr>
        <w:t xml:space="preserve"> </w:t>
      </w:r>
      <w:r w:rsidR="00274A6D">
        <w:rPr>
          <w:bCs/>
          <w:iCs/>
          <w:szCs w:val="28"/>
        </w:rPr>
        <w:t>Закона</w:t>
      </w:r>
      <w:r w:rsidR="00274A6D" w:rsidRPr="00274A6D">
        <w:rPr>
          <w:bCs/>
          <w:iCs/>
          <w:szCs w:val="28"/>
        </w:rPr>
        <w:t xml:space="preserve"> Ярославской области от 19.12.2008 № 65-з «Социальный кодекс Ярославской</w:t>
      </w:r>
      <w:r w:rsidR="00274A6D">
        <w:rPr>
          <w:bCs/>
          <w:iCs/>
          <w:szCs w:val="28"/>
        </w:rPr>
        <w:t xml:space="preserve"> области»</w:t>
      </w:r>
      <w:r w:rsidRPr="00A811D1">
        <w:rPr>
          <w:bCs/>
          <w:iCs/>
          <w:szCs w:val="28"/>
        </w:rPr>
        <w:t xml:space="preserve"> в части оказания отдельным категориям граждан помощи в газификации жилого помещения.</w:t>
      </w:r>
    </w:p>
    <w:p w:rsidR="004768B4" w:rsidRPr="004768B4" w:rsidRDefault="004768B4" w:rsidP="004768B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4768B4">
        <w:rPr>
          <w:bCs/>
          <w:iCs/>
          <w:szCs w:val="28"/>
        </w:rPr>
        <w:t>Также проектом закона предлагается продлить на 202</w:t>
      </w:r>
      <w:r w:rsidR="00767474">
        <w:rPr>
          <w:bCs/>
          <w:iCs/>
          <w:szCs w:val="28"/>
        </w:rPr>
        <w:t>5</w:t>
      </w:r>
      <w:r w:rsidRPr="004768B4">
        <w:rPr>
          <w:bCs/>
          <w:iCs/>
          <w:szCs w:val="28"/>
        </w:rPr>
        <w:t xml:space="preserve"> год право Губернатора Ярославской области устанавливать дополнительные меры социальной поддержки отдельным категориям граждан в связи с проведением специальной военной операции.</w:t>
      </w:r>
    </w:p>
    <w:p w:rsidR="004768B4" w:rsidRDefault="00767474" w:rsidP="0076747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767474">
        <w:rPr>
          <w:bCs/>
          <w:iCs/>
          <w:szCs w:val="28"/>
        </w:rPr>
        <w:t xml:space="preserve">Кроме того, </w:t>
      </w:r>
      <w:r>
        <w:rPr>
          <w:bCs/>
          <w:iCs/>
          <w:szCs w:val="28"/>
        </w:rPr>
        <w:t xml:space="preserve">законопроектом </w:t>
      </w:r>
      <w:r w:rsidRPr="00767474">
        <w:rPr>
          <w:bCs/>
          <w:iCs/>
          <w:szCs w:val="28"/>
        </w:rPr>
        <w:t xml:space="preserve">вносятся изменения </w:t>
      </w:r>
      <w:r>
        <w:rPr>
          <w:bCs/>
          <w:iCs/>
          <w:szCs w:val="28"/>
        </w:rPr>
        <w:t xml:space="preserve">в отдельные положения законодательных актов Ярославской области </w:t>
      </w:r>
      <w:r w:rsidRPr="00767474">
        <w:rPr>
          <w:bCs/>
          <w:iCs/>
          <w:szCs w:val="28"/>
        </w:rPr>
        <w:t>в целях их согласования с положениями федерального и регионального законодательства.</w:t>
      </w:r>
    </w:p>
    <w:p w:rsidR="00A811D1" w:rsidRPr="00A811D1" w:rsidRDefault="00A811D1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811D1">
        <w:rPr>
          <w:bCs/>
          <w:iCs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767474" w:rsidRDefault="00767474" w:rsidP="00A811D1">
      <w:pPr>
        <w:autoSpaceDE w:val="0"/>
        <w:autoSpaceDN w:val="0"/>
        <w:adjustRightInd w:val="0"/>
        <w:ind w:right="-143"/>
        <w:rPr>
          <w:bCs/>
          <w:iCs/>
          <w:szCs w:val="28"/>
        </w:rPr>
        <w:sectPr w:rsidR="00767474" w:rsidSect="00557039">
          <w:headerReference w:type="default" r:id="rId6"/>
          <w:pgSz w:w="11906" w:h="16838"/>
          <w:pgMar w:top="851" w:right="850" w:bottom="1134" w:left="1701" w:header="708" w:footer="708" w:gutter="0"/>
          <w:cols w:space="708"/>
          <w:titlePg/>
          <w:docGrid w:linePitch="381"/>
        </w:sectPr>
      </w:pPr>
    </w:p>
    <w:p w:rsidR="00DE3B99" w:rsidRPr="00385B8F" w:rsidRDefault="006B517D" w:rsidP="00DE3B9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385B8F">
        <w:rPr>
          <w:bCs/>
          <w:iCs/>
          <w:szCs w:val="28"/>
        </w:rPr>
        <w:lastRenderedPageBreak/>
        <w:t xml:space="preserve">Финансово-экономическое обоснование к проекту закона </w:t>
      </w:r>
    </w:p>
    <w:p w:rsidR="00B61E99" w:rsidRDefault="006B517D" w:rsidP="00EB523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385B8F">
        <w:rPr>
          <w:bCs/>
          <w:iCs/>
          <w:szCs w:val="28"/>
        </w:rPr>
        <w:t xml:space="preserve">Ярославской области </w:t>
      </w:r>
      <w:r w:rsidR="00EB5238" w:rsidRPr="00EB5238">
        <w:rPr>
          <w:bCs/>
          <w:iCs/>
          <w:szCs w:val="28"/>
        </w:rPr>
        <w:t xml:space="preserve">«О внесении изменений в отдельные </w:t>
      </w:r>
    </w:p>
    <w:p w:rsidR="00385B8F" w:rsidRDefault="00EB5238" w:rsidP="00EB523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EB5238">
        <w:rPr>
          <w:bCs/>
          <w:iCs/>
          <w:szCs w:val="28"/>
        </w:rPr>
        <w:t>законодательные акты Ярославской области»</w:t>
      </w:r>
    </w:p>
    <w:p w:rsidR="00EB5238" w:rsidRPr="00DE3B99" w:rsidRDefault="00EB5238" w:rsidP="00EB523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767474" w:rsidRPr="00767474" w:rsidRDefault="00B14368" w:rsidP="0076747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14368">
        <w:rPr>
          <w:bCs/>
          <w:iCs/>
          <w:szCs w:val="28"/>
        </w:rPr>
        <w:t xml:space="preserve">Принятие проекта закона Ярославской области </w:t>
      </w:r>
      <w:r w:rsidR="00EB5238" w:rsidRPr="00783E9A">
        <w:rPr>
          <w:bCs/>
          <w:iCs/>
          <w:szCs w:val="28"/>
        </w:rPr>
        <w:t>«О внесении изменений в отдельные законодательные акты Ярославской области»</w:t>
      </w:r>
      <w:r w:rsidR="00EB5238">
        <w:rPr>
          <w:bCs/>
          <w:iCs/>
          <w:szCs w:val="28"/>
        </w:rPr>
        <w:t xml:space="preserve"> </w:t>
      </w:r>
      <w:r w:rsidRPr="00B14368">
        <w:rPr>
          <w:bCs/>
          <w:iCs/>
          <w:szCs w:val="28"/>
        </w:rPr>
        <w:t xml:space="preserve">(далее – законопроект) </w:t>
      </w:r>
      <w:r w:rsidR="00767474" w:rsidRPr="00767474">
        <w:rPr>
          <w:bCs/>
          <w:iCs/>
          <w:szCs w:val="28"/>
        </w:rPr>
        <w:t>повлечет дополнительные расходы</w:t>
      </w:r>
      <w:r w:rsidR="00913F93">
        <w:rPr>
          <w:bCs/>
          <w:iCs/>
          <w:szCs w:val="28"/>
        </w:rPr>
        <w:t xml:space="preserve"> областного бюджета в 2025 году:</w:t>
      </w:r>
    </w:p>
    <w:p w:rsidR="00767474" w:rsidRDefault="00913F93" w:rsidP="0076747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 н</w:t>
      </w:r>
      <w:r w:rsidR="00767474" w:rsidRPr="00767474">
        <w:rPr>
          <w:bCs/>
          <w:iCs/>
          <w:szCs w:val="28"/>
        </w:rPr>
        <w:t xml:space="preserve">а индексацию с 1 января 2025 года денежных выплат, установленных Законом Ярославской области от 19.12.2008 № 65-з «Социальный кодекс Ярославской области», Законом Ярославской области от 28.11.2011 № 45-з </w:t>
      </w:r>
      <w:r w:rsidR="00767474">
        <w:rPr>
          <w:bCs/>
          <w:iCs/>
          <w:szCs w:val="28"/>
        </w:rPr>
        <w:br/>
      </w:r>
      <w:r w:rsidR="00767474" w:rsidRPr="00767474">
        <w:rPr>
          <w:bCs/>
          <w:iCs/>
          <w:szCs w:val="28"/>
        </w:rPr>
        <w:t>«О временных мерах социальной поддержки граждан, имеющих детей», Законом Ярославской области от 09.11.2007 № 70-з «Об организации и осуществлении деятельности по опеке и попечительству», на 5,1 проце</w:t>
      </w:r>
      <w:r w:rsidR="000A5243">
        <w:rPr>
          <w:bCs/>
          <w:iCs/>
          <w:szCs w:val="28"/>
        </w:rPr>
        <w:t xml:space="preserve">нта </w:t>
      </w:r>
      <w:r>
        <w:rPr>
          <w:bCs/>
          <w:iCs/>
          <w:szCs w:val="28"/>
        </w:rPr>
        <w:t>–</w:t>
      </w:r>
      <w:r w:rsidR="000A5243">
        <w:rPr>
          <w:bCs/>
          <w:iCs/>
          <w:szCs w:val="28"/>
        </w:rPr>
        <w:t xml:space="preserve"> </w:t>
      </w:r>
      <w:r w:rsidR="000A5243" w:rsidRPr="0015766B">
        <w:rPr>
          <w:bCs/>
          <w:iCs/>
          <w:szCs w:val="28"/>
        </w:rPr>
        <w:t>125</w:t>
      </w:r>
      <w:r w:rsidR="0015766B" w:rsidRPr="0015766B">
        <w:rPr>
          <w:bCs/>
          <w:iCs/>
          <w:szCs w:val="28"/>
        </w:rPr>
        <w:t> 435 292</w:t>
      </w:r>
      <w:r>
        <w:rPr>
          <w:bCs/>
          <w:iCs/>
          <w:szCs w:val="28"/>
        </w:rPr>
        <w:t xml:space="preserve"> рубл</w:t>
      </w:r>
      <w:r w:rsidR="00607015">
        <w:rPr>
          <w:bCs/>
          <w:iCs/>
          <w:szCs w:val="28"/>
        </w:rPr>
        <w:t>я</w:t>
      </w:r>
      <w:r>
        <w:rPr>
          <w:bCs/>
          <w:iCs/>
          <w:szCs w:val="28"/>
        </w:rPr>
        <w:t>;</w:t>
      </w:r>
    </w:p>
    <w:p w:rsidR="00913F93" w:rsidRPr="00767474" w:rsidRDefault="00913F93" w:rsidP="0076747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на </w:t>
      </w:r>
      <w:r w:rsidRPr="00767474">
        <w:rPr>
          <w:bCs/>
          <w:iCs/>
          <w:szCs w:val="28"/>
        </w:rPr>
        <w:t>предоставлени</w:t>
      </w:r>
      <w:r>
        <w:rPr>
          <w:bCs/>
          <w:iCs/>
          <w:szCs w:val="28"/>
        </w:rPr>
        <w:t>е</w:t>
      </w:r>
      <w:r w:rsidRPr="00767474">
        <w:rPr>
          <w:bCs/>
          <w:iCs/>
          <w:szCs w:val="28"/>
        </w:rPr>
        <w:t xml:space="preserve"> отдельным категориям граждан помощи в газификации жилого помещения</w:t>
      </w:r>
      <w:r>
        <w:rPr>
          <w:bCs/>
          <w:iCs/>
          <w:szCs w:val="28"/>
        </w:rPr>
        <w:t xml:space="preserve"> – </w:t>
      </w:r>
      <w:r w:rsidRPr="0015766B">
        <w:rPr>
          <w:bCs/>
          <w:iCs/>
          <w:szCs w:val="28"/>
        </w:rPr>
        <w:t>30 000 000 рублей</w:t>
      </w:r>
      <w:r w:rsidR="0015766B">
        <w:rPr>
          <w:bCs/>
          <w:iCs/>
          <w:szCs w:val="28"/>
        </w:rPr>
        <w:t>.</w:t>
      </w:r>
    </w:p>
    <w:p w:rsidR="006B517D" w:rsidRPr="00ED4297" w:rsidRDefault="00767474" w:rsidP="005B2AB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767474">
        <w:rPr>
          <w:bCs/>
          <w:iCs/>
          <w:szCs w:val="28"/>
        </w:rPr>
        <w:t>Средства областного бюджета, необходимые для реализации иных положений законопроекта, планируется сохранить в объеме бюджетных ассигнований, предусмотренных на осуществление соответствующих мер социальной поддержки в 202</w:t>
      </w:r>
      <w:r w:rsidR="005B2AB9">
        <w:rPr>
          <w:bCs/>
          <w:iCs/>
          <w:szCs w:val="28"/>
        </w:rPr>
        <w:t>4</w:t>
      </w:r>
      <w:r w:rsidRPr="00767474">
        <w:rPr>
          <w:bCs/>
          <w:iCs/>
          <w:szCs w:val="28"/>
        </w:rPr>
        <w:t xml:space="preserve"> году.</w:t>
      </w:r>
    </w:p>
    <w:sectPr w:rsidR="006B517D" w:rsidRPr="00ED4297" w:rsidSect="00557039"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92D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5084E"/>
    <w:rsid w:val="00096FB2"/>
    <w:rsid w:val="000A21E4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53036"/>
    <w:rsid w:val="00260EA6"/>
    <w:rsid w:val="00260F18"/>
    <w:rsid w:val="00265A39"/>
    <w:rsid w:val="00274A6D"/>
    <w:rsid w:val="00280D54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60D6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801FE0"/>
    <w:rsid w:val="0081708A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A2B55"/>
    <w:rsid w:val="00AA446F"/>
    <w:rsid w:val="00AC29A8"/>
    <w:rsid w:val="00AC6E33"/>
    <w:rsid w:val="00AC76B2"/>
    <w:rsid w:val="00AD5372"/>
    <w:rsid w:val="00AD654F"/>
    <w:rsid w:val="00AE0B83"/>
    <w:rsid w:val="00B0672D"/>
    <w:rsid w:val="00B14368"/>
    <w:rsid w:val="00B3346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0907"/>
    <w:rsid w:val="00C65794"/>
    <w:rsid w:val="00C70269"/>
    <w:rsid w:val="00C73D0E"/>
    <w:rsid w:val="00C911B1"/>
    <w:rsid w:val="00CA0E32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21289254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16</cp:revision>
  <cp:lastPrinted>2024-11-21T12:57:00Z</cp:lastPrinted>
  <dcterms:created xsi:type="dcterms:W3CDTF">2024-10-10T07:22:00Z</dcterms:created>
  <dcterms:modified xsi:type="dcterms:W3CDTF">2024-11-22T07:08:00Z</dcterms:modified>
</cp:coreProperties>
</file>