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B117E6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Pr="0034639C">
        <w:rPr>
          <w:szCs w:val="28"/>
        </w:rPr>
        <w:br/>
        <w:t>«О внесении изменений в Закон Ярославской области «Об областном бюджете на 202</w:t>
      </w:r>
      <w:r w:rsidR="00C210C9">
        <w:rPr>
          <w:szCs w:val="28"/>
        </w:rPr>
        <w:t>5</w:t>
      </w:r>
      <w:r w:rsidRPr="0034639C">
        <w:rPr>
          <w:szCs w:val="28"/>
        </w:rPr>
        <w:t xml:space="preserve"> год и на плановый период 202</w:t>
      </w:r>
      <w:r w:rsidR="00C210C9">
        <w:rPr>
          <w:szCs w:val="28"/>
        </w:rPr>
        <w:t>6</w:t>
      </w:r>
      <w:r w:rsidRPr="0034639C">
        <w:rPr>
          <w:szCs w:val="28"/>
        </w:rPr>
        <w:t xml:space="preserve"> и 202</w:t>
      </w:r>
      <w:r w:rsidR="00C210C9">
        <w:rPr>
          <w:szCs w:val="28"/>
        </w:rPr>
        <w:t>7</w:t>
      </w:r>
      <w:r w:rsidRPr="0034639C">
        <w:rPr>
          <w:szCs w:val="28"/>
        </w:rPr>
        <w:t xml:space="preserve"> годов».</w:t>
      </w:r>
    </w:p>
    <w:p w:rsidR="00676435" w:rsidRPr="0034639C" w:rsidRDefault="00676435" w:rsidP="00676435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Официальным представителем Губернатора </w:t>
      </w:r>
      <w:r w:rsidR="004E7DCB">
        <w:rPr>
          <w:szCs w:val="28"/>
        </w:rPr>
        <w:t>Ярославской о</w:t>
      </w:r>
      <w:r w:rsidRPr="0034639C">
        <w:rPr>
          <w:szCs w:val="28"/>
        </w:rPr>
        <w:t xml:space="preserve">бласти </w:t>
      </w:r>
      <w:r w:rsidR="004E7DCB">
        <w:rPr>
          <w:szCs w:val="28"/>
        </w:rPr>
        <w:br/>
      </w:r>
      <w:r w:rsidRPr="0034639C">
        <w:rPr>
          <w:szCs w:val="28"/>
        </w:rPr>
        <w:t xml:space="preserve">по указанному законопроекту назначен </w:t>
      </w:r>
      <w:r>
        <w:rPr>
          <w:szCs w:val="28"/>
        </w:rPr>
        <w:t xml:space="preserve">министр </w:t>
      </w:r>
      <w:r w:rsidRPr="0034639C">
        <w:rPr>
          <w:szCs w:val="28"/>
        </w:rPr>
        <w:t>финансов Ярославской области Долгов А.Н.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EA1EEC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6C5F37" w:rsidRPr="00631F91" w:rsidRDefault="006C5F37" w:rsidP="006C5F37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6C5F37" w:rsidRDefault="006C5F37" w:rsidP="006C5F37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7155" w:rsidRPr="000D1918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9F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7F149F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8EB" w:rsidRDefault="00D458EB">
      <w:r>
        <w:separator/>
      </w:r>
    </w:p>
  </w:endnote>
  <w:endnote w:type="continuationSeparator" w:id="0">
    <w:p w:rsidR="00D458EB" w:rsidRDefault="00D45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8EB" w:rsidRDefault="00D458EB">
      <w:r>
        <w:separator/>
      </w:r>
    </w:p>
  </w:footnote>
  <w:footnote w:type="continuationSeparator" w:id="0">
    <w:p w:rsidR="00D458EB" w:rsidRDefault="00D45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DD5"/>
    <w:rsid w:val="00014F79"/>
    <w:rsid w:val="00020697"/>
    <w:rsid w:val="0002750A"/>
    <w:rsid w:val="00033AF8"/>
    <w:rsid w:val="0005079F"/>
    <w:rsid w:val="00051078"/>
    <w:rsid w:val="00057B1B"/>
    <w:rsid w:val="000663B2"/>
    <w:rsid w:val="00072360"/>
    <w:rsid w:val="00085178"/>
    <w:rsid w:val="00092DA6"/>
    <w:rsid w:val="00095DA7"/>
    <w:rsid w:val="000B4E78"/>
    <w:rsid w:val="000C4C30"/>
    <w:rsid w:val="000D1918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662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90E0B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17995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24FB1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C5F37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77EF9"/>
    <w:rsid w:val="009949AE"/>
    <w:rsid w:val="009B469B"/>
    <w:rsid w:val="009B7F41"/>
    <w:rsid w:val="009C0A33"/>
    <w:rsid w:val="009C6C65"/>
    <w:rsid w:val="009D004C"/>
    <w:rsid w:val="009E32FA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082"/>
    <w:rsid w:val="00BA6922"/>
    <w:rsid w:val="00BA73B4"/>
    <w:rsid w:val="00BB237E"/>
    <w:rsid w:val="00BB4F38"/>
    <w:rsid w:val="00BB69E8"/>
    <w:rsid w:val="00BC5B33"/>
    <w:rsid w:val="00BD0BFE"/>
    <w:rsid w:val="00BD5291"/>
    <w:rsid w:val="00BF1E3A"/>
    <w:rsid w:val="00BF4148"/>
    <w:rsid w:val="00C210C9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D7A07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458EB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1EEC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B48AB-A157-49B8-8D2C-ADC4D8DB7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2023-09-18T08:10:00Z</cp:lastPrinted>
  <dcterms:created xsi:type="dcterms:W3CDTF">2025-11-17T08:21:00Z</dcterms:created>
  <dcterms:modified xsi:type="dcterms:W3CDTF">2025-11-17T08:21:00Z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