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A31F39">
        <w:rPr>
          <w:b/>
          <w:sz w:val="20"/>
        </w:rPr>
        <w:t>Проект вносит</w:t>
      </w:r>
    </w:p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A31F39">
        <w:rPr>
          <w:b/>
          <w:sz w:val="20"/>
        </w:rPr>
        <w:t>Губернатор Ярославской области</w:t>
      </w:r>
    </w:p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A31F39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r w:rsidRPr="00A31F39">
        <w:rPr>
          <w:b/>
          <w:sz w:val="20"/>
        </w:rPr>
        <w:t>Евраев</w:t>
      </w:r>
      <w:r w:rsidR="00E3210D" w:rsidRPr="00A31F39">
        <w:rPr>
          <w:b/>
          <w:sz w:val="20"/>
        </w:rPr>
        <w:t xml:space="preserve"> М.Я.</w:t>
      </w:r>
    </w:p>
    <w:p w:rsidR="001D7F9F" w:rsidRPr="00A31F39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A31F39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A31F39" w:rsidRDefault="001D7F9F" w:rsidP="00FF343C">
      <w:pPr>
        <w:shd w:val="clear" w:color="auto" w:fill="FFFFFF" w:themeFill="background1"/>
        <w:jc w:val="center"/>
      </w:pPr>
      <w:r w:rsidRPr="00A31F39">
        <w:rPr>
          <w:noProof/>
          <w:sz w:val="20"/>
          <w:szCs w:val="20"/>
        </w:rPr>
        <w:drawing>
          <wp:inline distT="0" distB="0" distL="0" distR="0" wp14:anchorId="3D410B3A" wp14:editId="03588AE3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A31F39" w:rsidRDefault="001D7F9F" w:rsidP="00FF343C">
      <w:pPr>
        <w:shd w:val="clear" w:color="auto" w:fill="FFFFFF" w:themeFill="background1"/>
        <w:jc w:val="center"/>
      </w:pP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r w:rsidRPr="00A31F39">
        <w:rPr>
          <w:b/>
          <w:bCs/>
          <w:sz w:val="36"/>
          <w:szCs w:val="36"/>
        </w:rPr>
        <w:t>З А К О Н</w:t>
      </w: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ЯРОСЛАВСКОЙ ОБЛАСТИ</w:t>
      </w: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</w:rPr>
        <w:t xml:space="preserve">О внесении изменений в </w:t>
      </w:r>
      <w:r w:rsidRPr="00A31F39">
        <w:rPr>
          <w:b/>
          <w:bCs/>
          <w:sz w:val="28"/>
          <w:szCs w:val="28"/>
        </w:rPr>
        <w:t>Закон Ярославской области</w:t>
      </w:r>
    </w:p>
    <w:p w:rsidR="001D7F9F" w:rsidRPr="00A31F39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«Об областном бюджете на 20</w:t>
      </w:r>
      <w:r w:rsidR="004945A8" w:rsidRPr="00A31F39">
        <w:rPr>
          <w:b/>
          <w:bCs/>
          <w:sz w:val="28"/>
          <w:szCs w:val="28"/>
        </w:rPr>
        <w:t>2</w:t>
      </w:r>
      <w:r w:rsidR="002B2002" w:rsidRPr="00A31F39">
        <w:rPr>
          <w:b/>
          <w:bCs/>
          <w:sz w:val="28"/>
          <w:szCs w:val="28"/>
        </w:rPr>
        <w:t>4</w:t>
      </w:r>
      <w:r w:rsidRPr="00A31F39">
        <w:rPr>
          <w:b/>
          <w:bCs/>
          <w:sz w:val="28"/>
          <w:szCs w:val="28"/>
        </w:rPr>
        <w:t xml:space="preserve"> год </w:t>
      </w:r>
    </w:p>
    <w:p w:rsidR="001D7F9F" w:rsidRPr="00A31F39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и на плановый период 20</w:t>
      </w:r>
      <w:r w:rsidR="002811D4" w:rsidRPr="00A31F39">
        <w:rPr>
          <w:b/>
          <w:bCs/>
          <w:sz w:val="28"/>
          <w:szCs w:val="28"/>
        </w:rPr>
        <w:t>2</w:t>
      </w:r>
      <w:r w:rsidR="002B2002" w:rsidRPr="00A31F39">
        <w:rPr>
          <w:b/>
          <w:bCs/>
          <w:sz w:val="28"/>
          <w:szCs w:val="28"/>
        </w:rPr>
        <w:t>5</w:t>
      </w:r>
      <w:r w:rsidRPr="00A31F39">
        <w:rPr>
          <w:b/>
          <w:bCs/>
          <w:sz w:val="28"/>
          <w:szCs w:val="28"/>
        </w:rPr>
        <w:t xml:space="preserve"> и 20</w:t>
      </w:r>
      <w:r w:rsidR="00E81716" w:rsidRPr="00A31F39">
        <w:rPr>
          <w:b/>
          <w:bCs/>
          <w:sz w:val="28"/>
          <w:szCs w:val="28"/>
        </w:rPr>
        <w:t>2</w:t>
      </w:r>
      <w:r w:rsidR="002B2002" w:rsidRPr="00A31F39">
        <w:rPr>
          <w:b/>
          <w:bCs/>
          <w:sz w:val="28"/>
          <w:szCs w:val="28"/>
        </w:rPr>
        <w:t>6</w:t>
      </w:r>
      <w:r w:rsidRPr="00A31F39">
        <w:rPr>
          <w:b/>
          <w:bCs/>
          <w:sz w:val="28"/>
          <w:szCs w:val="28"/>
        </w:rPr>
        <w:t xml:space="preserve"> годов»</w:t>
      </w:r>
    </w:p>
    <w:p w:rsidR="00F36A75" w:rsidRPr="00A31F39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A31F39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A31F39" w:rsidRDefault="00F36A75" w:rsidP="00FF343C">
      <w:pPr>
        <w:shd w:val="clear" w:color="auto" w:fill="FFFFFF" w:themeFill="background1"/>
        <w:jc w:val="both"/>
        <w:rPr>
          <w:szCs w:val="28"/>
        </w:rPr>
      </w:pPr>
      <w:r w:rsidRPr="00A31F39">
        <w:rPr>
          <w:szCs w:val="28"/>
        </w:rPr>
        <w:t>Принят Ярославской областной Думой</w:t>
      </w:r>
    </w:p>
    <w:p w:rsidR="001D7F9F" w:rsidRPr="00A31F39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A31F39">
        <w:rPr>
          <w:szCs w:val="28"/>
        </w:rPr>
        <w:t>«___» ____________ 20</w:t>
      </w:r>
      <w:r w:rsidR="0030424D" w:rsidRPr="00A31F39">
        <w:rPr>
          <w:szCs w:val="28"/>
        </w:rPr>
        <w:t>2</w:t>
      </w:r>
      <w:r w:rsidR="002B2002" w:rsidRPr="00A31F39">
        <w:rPr>
          <w:szCs w:val="28"/>
        </w:rPr>
        <w:t>4</w:t>
      </w:r>
      <w:r w:rsidRPr="00A31F39">
        <w:rPr>
          <w:szCs w:val="28"/>
        </w:rPr>
        <w:t xml:space="preserve"> года</w:t>
      </w:r>
    </w:p>
    <w:p w:rsidR="00F36A75" w:rsidRPr="00A31F39" w:rsidRDefault="00F36A75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305E9F" w:rsidRPr="00A31F39" w:rsidRDefault="00305E9F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030002" w:rsidRPr="00A31F39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1F39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A31F39" w:rsidRDefault="00885683" w:rsidP="00B4489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Внести в</w:t>
      </w:r>
      <w:r w:rsidR="00D47543" w:rsidRPr="00A31F39">
        <w:rPr>
          <w:sz w:val="28"/>
          <w:szCs w:val="28"/>
        </w:rPr>
        <w:t xml:space="preserve"> </w:t>
      </w:r>
      <w:r w:rsidR="002E0E71" w:rsidRPr="00A31F39">
        <w:rPr>
          <w:sz w:val="28"/>
          <w:szCs w:val="28"/>
        </w:rPr>
        <w:t xml:space="preserve">Закон Ярославской области от </w:t>
      </w:r>
      <w:r w:rsidR="00C74605" w:rsidRPr="00A31F39">
        <w:rPr>
          <w:sz w:val="28"/>
          <w:szCs w:val="28"/>
        </w:rPr>
        <w:t>2</w:t>
      </w:r>
      <w:r w:rsidR="002B2002" w:rsidRPr="00A31F39">
        <w:rPr>
          <w:sz w:val="28"/>
          <w:szCs w:val="28"/>
        </w:rPr>
        <w:t>0</w:t>
      </w:r>
      <w:r w:rsidR="002E0E71" w:rsidRPr="00A31F39">
        <w:rPr>
          <w:sz w:val="28"/>
          <w:szCs w:val="28"/>
        </w:rPr>
        <w:t>.12.202</w:t>
      </w:r>
      <w:r w:rsidR="002B2002" w:rsidRPr="00A31F39">
        <w:rPr>
          <w:sz w:val="28"/>
          <w:szCs w:val="28"/>
        </w:rPr>
        <w:t>3</w:t>
      </w:r>
      <w:r w:rsidR="002E0E71" w:rsidRPr="00A31F39">
        <w:rPr>
          <w:sz w:val="28"/>
          <w:szCs w:val="28"/>
        </w:rPr>
        <w:t xml:space="preserve"> № </w:t>
      </w:r>
      <w:r w:rsidR="00C74605" w:rsidRPr="00A31F39">
        <w:rPr>
          <w:sz w:val="28"/>
          <w:szCs w:val="28"/>
        </w:rPr>
        <w:t>7</w:t>
      </w:r>
      <w:r w:rsidR="002B2002" w:rsidRPr="00A31F39">
        <w:rPr>
          <w:sz w:val="28"/>
          <w:szCs w:val="28"/>
        </w:rPr>
        <w:t>8</w:t>
      </w:r>
      <w:r w:rsidR="002E0E71" w:rsidRPr="00A31F39">
        <w:rPr>
          <w:sz w:val="28"/>
          <w:szCs w:val="28"/>
        </w:rPr>
        <w:t>-з «Об областном бюджете на 202</w:t>
      </w:r>
      <w:r w:rsidR="002B2002" w:rsidRPr="00A31F39">
        <w:rPr>
          <w:sz w:val="28"/>
          <w:szCs w:val="28"/>
        </w:rPr>
        <w:t>4</w:t>
      </w:r>
      <w:r w:rsidR="002E0E71" w:rsidRPr="00A31F39">
        <w:rPr>
          <w:sz w:val="28"/>
          <w:szCs w:val="28"/>
        </w:rPr>
        <w:t xml:space="preserve"> год и на плановый период 202</w:t>
      </w:r>
      <w:r w:rsidR="002B2002" w:rsidRPr="00A31F39">
        <w:rPr>
          <w:sz w:val="28"/>
          <w:szCs w:val="28"/>
        </w:rPr>
        <w:t>5</w:t>
      </w:r>
      <w:r w:rsidR="00517E6C" w:rsidRPr="00A31F39">
        <w:rPr>
          <w:sz w:val="28"/>
          <w:szCs w:val="28"/>
        </w:rPr>
        <w:t xml:space="preserve"> </w:t>
      </w:r>
      <w:r w:rsidR="002E0E71" w:rsidRPr="00A31F39">
        <w:rPr>
          <w:sz w:val="28"/>
          <w:szCs w:val="28"/>
        </w:rPr>
        <w:t>и 202</w:t>
      </w:r>
      <w:r w:rsidR="002B2002" w:rsidRPr="00A31F39">
        <w:rPr>
          <w:sz w:val="28"/>
          <w:szCs w:val="28"/>
        </w:rPr>
        <w:t>6</w:t>
      </w:r>
      <w:r w:rsidR="002E0E71" w:rsidRPr="00A31F39">
        <w:rPr>
          <w:sz w:val="28"/>
          <w:szCs w:val="28"/>
        </w:rPr>
        <w:t xml:space="preserve"> годов» </w:t>
      </w:r>
      <w:r w:rsidR="00B4489B" w:rsidRPr="00A31F39">
        <w:rPr>
          <w:sz w:val="28"/>
          <w:szCs w:val="28"/>
        </w:rPr>
        <w:br/>
      </w:r>
      <w:r w:rsidR="002E0E71" w:rsidRPr="00A31F39">
        <w:rPr>
          <w:sz w:val="28"/>
          <w:szCs w:val="28"/>
        </w:rPr>
        <w:t>(</w:t>
      </w:r>
      <w:r w:rsidR="00B4489B" w:rsidRPr="00A31F39">
        <w:rPr>
          <w:sz w:val="28"/>
          <w:szCs w:val="28"/>
        </w:rPr>
        <w:t>Документ-</w:t>
      </w:r>
      <w:r w:rsidR="002E0E71" w:rsidRPr="00A31F39">
        <w:rPr>
          <w:sz w:val="28"/>
          <w:szCs w:val="28"/>
        </w:rPr>
        <w:t>Регион, 202</w:t>
      </w:r>
      <w:r w:rsidR="002B2002" w:rsidRPr="00A31F39">
        <w:rPr>
          <w:sz w:val="28"/>
          <w:szCs w:val="28"/>
        </w:rPr>
        <w:t>3</w:t>
      </w:r>
      <w:r w:rsidR="002E0E71" w:rsidRPr="00A31F39">
        <w:rPr>
          <w:sz w:val="28"/>
          <w:szCs w:val="28"/>
        </w:rPr>
        <w:t xml:space="preserve">, </w:t>
      </w:r>
      <w:r w:rsidR="00C74605" w:rsidRPr="00A31F39">
        <w:rPr>
          <w:sz w:val="28"/>
          <w:szCs w:val="28"/>
        </w:rPr>
        <w:t>2</w:t>
      </w:r>
      <w:r w:rsidR="002B2002" w:rsidRPr="00A31F39">
        <w:rPr>
          <w:sz w:val="28"/>
          <w:szCs w:val="28"/>
        </w:rPr>
        <w:t>6</w:t>
      </w:r>
      <w:r w:rsidR="002E0E71" w:rsidRPr="00A31F39">
        <w:rPr>
          <w:sz w:val="28"/>
          <w:szCs w:val="28"/>
        </w:rPr>
        <w:t xml:space="preserve"> декабря, № 10</w:t>
      </w:r>
      <w:r w:rsidR="002B2002" w:rsidRPr="00A31F39">
        <w:rPr>
          <w:sz w:val="28"/>
          <w:szCs w:val="28"/>
        </w:rPr>
        <w:t>2-а</w:t>
      </w:r>
      <w:r w:rsidR="0080642F" w:rsidRPr="00A31F39">
        <w:rPr>
          <w:sz w:val="28"/>
          <w:szCs w:val="28"/>
        </w:rPr>
        <w:t xml:space="preserve">; </w:t>
      </w:r>
      <w:r w:rsidR="00B4489B" w:rsidRPr="00A31F39">
        <w:rPr>
          <w:sz w:val="28"/>
          <w:szCs w:val="28"/>
        </w:rPr>
        <w:t xml:space="preserve">2024, </w:t>
      </w:r>
      <w:r w:rsidR="0080642F" w:rsidRPr="00A31F39">
        <w:rPr>
          <w:sz w:val="28"/>
          <w:szCs w:val="28"/>
        </w:rPr>
        <w:t>20 февраля, № 13-а</w:t>
      </w:r>
      <w:r w:rsidR="001C76C3" w:rsidRPr="00A31F39">
        <w:rPr>
          <w:sz w:val="28"/>
          <w:szCs w:val="28"/>
        </w:rPr>
        <w:t>; 5 апреля, № 25-а</w:t>
      </w:r>
      <w:r w:rsidR="006F4C59" w:rsidRPr="00A31F39">
        <w:rPr>
          <w:sz w:val="28"/>
          <w:szCs w:val="28"/>
        </w:rPr>
        <w:t xml:space="preserve">; 9 июля, </w:t>
      </w:r>
      <w:r w:rsidR="001E1C2A">
        <w:rPr>
          <w:sz w:val="28"/>
          <w:szCs w:val="28"/>
        </w:rPr>
        <w:t xml:space="preserve">№ </w:t>
      </w:r>
      <w:r w:rsidR="006F4C59" w:rsidRPr="00336429">
        <w:rPr>
          <w:sz w:val="28"/>
          <w:szCs w:val="28"/>
        </w:rPr>
        <w:t>53-а</w:t>
      </w:r>
      <w:r w:rsidR="00BF7BF4" w:rsidRPr="00336429">
        <w:rPr>
          <w:sz w:val="28"/>
          <w:szCs w:val="28"/>
        </w:rPr>
        <w:t xml:space="preserve">; </w:t>
      </w:r>
      <w:r w:rsidR="00B8166A">
        <w:rPr>
          <w:sz w:val="28"/>
          <w:szCs w:val="28"/>
        </w:rPr>
        <w:t xml:space="preserve">17 сентября, № 73; </w:t>
      </w:r>
      <w:r w:rsidR="00BF7BF4" w:rsidRPr="00336429">
        <w:rPr>
          <w:sz w:val="28"/>
          <w:szCs w:val="28"/>
        </w:rPr>
        <w:t>4 октября, № 78-а</w:t>
      </w:r>
      <w:r w:rsidR="002E0E71" w:rsidRPr="00336429">
        <w:rPr>
          <w:sz w:val="28"/>
          <w:szCs w:val="28"/>
        </w:rPr>
        <w:t xml:space="preserve">) </w:t>
      </w:r>
      <w:r w:rsidRPr="00336429">
        <w:rPr>
          <w:sz w:val="28"/>
          <w:szCs w:val="28"/>
        </w:rPr>
        <w:t>следующ</w:t>
      </w:r>
      <w:r w:rsidR="002D0390" w:rsidRPr="00336429">
        <w:rPr>
          <w:sz w:val="28"/>
          <w:szCs w:val="28"/>
        </w:rPr>
        <w:t>ие</w:t>
      </w:r>
      <w:r w:rsidRPr="00A31F39">
        <w:rPr>
          <w:sz w:val="28"/>
          <w:szCs w:val="28"/>
        </w:rPr>
        <w:t xml:space="preserve"> </w:t>
      </w:r>
      <w:r w:rsidR="002D0390" w:rsidRPr="00A31F39">
        <w:rPr>
          <w:sz w:val="28"/>
          <w:szCs w:val="28"/>
        </w:rPr>
        <w:t>изменения</w:t>
      </w:r>
      <w:r w:rsidRPr="00A31F39">
        <w:rPr>
          <w:sz w:val="28"/>
          <w:szCs w:val="28"/>
        </w:rPr>
        <w:t>:</w:t>
      </w:r>
    </w:p>
    <w:p w:rsidR="00792A36" w:rsidRPr="00A31F39" w:rsidRDefault="00792A36" w:rsidP="00792A36">
      <w:pPr>
        <w:pStyle w:val="21"/>
        <w:ind w:firstLine="709"/>
        <w:jc w:val="both"/>
        <w:rPr>
          <w:szCs w:val="28"/>
        </w:rPr>
      </w:pPr>
      <w:r w:rsidRPr="00A31F39">
        <w:rPr>
          <w:szCs w:val="28"/>
        </w:rPr>
        <w:t xml:space="preserve">1) </w:t>
      </w:r>
      <w:r w:rsidR="001C76C3" w:rsidRPr="00A31F39">
        <w:rPr>
          <w:szCs w:val="28"/>
        </w:rPr>
        <w:t>статью 1 изложить в следующей редакции:</w:t>
      </w:r>
    </w:p>
    <w:p w:rsidR="001C76C3" w:rsidRPr="00A31F39" w:rsidRDefault="001C76C3" w:rsidP="001C76C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31F39">
        <w:rPr>
          <w:sz w:val="28"/>
          <w:szCs w:val="28"/>
        </w:rPr>
        <w:t>«</w:t>
      </w:r>
      <w:r w:rsidRPr="00A31F39">
        <w:rPr>
          <w:b/>
          <w:sz w:val="28"/>
          <w:szCs w:val="28"/>
        </w:rPr>
        <w:t>Статья 1</w:t>
      </w:r>
    </w:p>
    <w:p w:rsidR="001C76C3" w:rsidRPr="00A31F39" w:rsidRDefault="001C76C3" w:rsidP="001C76C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31F39">
        <w:rPr>
          <w:sz w:val="28"/>
          <w:szCs w:val="28"/>
        </w:rPr>
        <w:t>1. Утвердить основные характеристики областного бюджета на 2024 год:</w:t>
      </w:r>
    </w:p>
    <w:p w:rsidR="001C76C3" w:rsidRPr="00A31F39" w:rsidRDefault="001C76C3" w:rsidP="001C76C3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9E3C66">
        <w:rPr>
          <w:sz w:val="28"/>
          <w:szCs w:val="28"/>
        </w:rPr>
        <w:t>133 320 869 982</w:t>
      </w:r>
      <w:r w:rsidRPr="00A31F39">
        <w:rPr>
          <w:sz w:val="28"/>
          <w:szCs w:val="28"/>
        </w:rPr>
        <w:t> рубл</w:t>
      </w:r>
      <w:r w:rsidR="009E3C66">
        <w:rPr>
          <w:sz w:val="28"/>
          <w:szCs w:val="28"/>
        </w:rPr>
        <w:t>я</w:t>
      </w:r>
      <w:r w:rsidRPr="00A31F39">
        <w:rPr>
          <w:sz w:val="28"/>
          <w:szCs w:val="28"/>
        </w:rPr>
        <w:t xml:space="preserve">; </w:t>
      </w:r>
    </w:p>
    <w:p w:rsidR="001C76C3" w:rsidRPr="00A31F39" w:rsidRDefault="001C76C3" w:rsidP="001C76C3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2) общий объем расходов областного бюджета в сумме </w:t>
      </w:r>
      <w:r w:rsidR="009E3C66">
        <w:rPr>
          <w:sz w:val="28"/>
          <w:szCs w:val="28"/>
        </w:rPr>
        <w:t>140 052 969 542</w:t>
      </w:r>
      <w:r w:rsidRPr="00A31F39">
        <w:rPr>
          <w:sz w:val="28"/>
          <w:szCs w:val="28"/>
        </w:rPr>
        <w:t> рубл</w:t>
      </w:r>
      <w:r w:rsidR="009E3C66">
        <w:rPr>
          <w:sz w:val="28"/>
          <w:szCs w:val="28"/>
        </w:rPr>
        <w:t>я</w:t>
      </w:r>
      <w:r w:rsidRPr="00A31F39">
        <w:rPr>
          <w:sz w:val="28"/>
          <w:szCs w:val="28"/>
        </w:rPr>
        <w:t>;</w:t>
      </w:r>
    </w:p>
    <w:p w:rsidR="001C76C3" w:rsidRPr="00A31F39" w:rsidRDefault="00A31F39" w:rsidP="001C76C3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3) дефицит</w:t>
      </w:r>
      <w:r w:rsidR="001C76C3" w:rsidRPr="00A31F39">
        <w:rPr>
          <w:sz w:val="28"/>
          <w:szCs w:val="28"/>
        </w:rPr>
        <w:t xml:space="preserve"> областного бюджета в сумме </w:t>
      </w:r>
      <w:r w:rsidRPr="00A31F39">
        <w:rPr>
          <w:sz w:val="28"/>
          <w:szCs w:val="28"/>
        </w:rPr>
        <w:t>6 732 099 560</w:t>
      </w:r>
      <w:r w:rsidR="001C76C3" w:rsidRPr="00A31F39">
        <w:rPr>
          <w:sz w:val="28"/>
          <w:szCs w:val="28"/>
        </w:rPr>
        <w:t xml:space="preserve"> рубл</w:t>
      </w:r>
      <w:r w:rsidRPr="00A31F39">
        <w:rPr>
          <w:sz w:val="28"/>
          <w:szCs w:val="28"/>
        </w:rPr>
        <w:t>ей</w:t>
      </w:r>
      <w:r w:rsidR="001C76C3" w:rsidRPr="00A31F39">
        <w:rPr>
          <w:sz w:val="28"/>
          <w:szCs w:val="28"/>
        </w:rPr>
        <w:t>.</w:t>
      </w:r>
    </w:p>
    <w:p w:rsidR="001C76C3" w:rsidRPr="00A31F39" w:rsidRDefault="001C76C3" w:rsidP="001C76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2. Утвердить основные характеристики областного бюджета на 2025 год и на 2026 год:</w:t>
      </w:r>
    </w:p>
    <w:p w:rsidR="001C76C3" w:rsidRPr="00A31F39" w:rsidRDefault="001C76C3" w:rsidP="001C76C3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1) прогнозируемый общий объем доходов областного бюджета на 2025 год в сумме </w:t>
      </w:r>
      <w:r w:rsidR="00A31F39" w:rsidRPr="00A31F39">
        <w:rPr>
          <w:sz w:val="28"/>
          <w:szCs w:val="28"/>
        </w:rPr>
        <w:t>130 453 275 061</w:t>
      </w:r>
      <w:r w:rsidRPr="00A31F39">
        <w:rPr>
          <w:sz w:val="28"/>
          <w:szCs w:val="28"/>
        </w:rPr>
        <w:t xml:space="preserve"> рубль и на 2026 год в сумме </w:t>
      </w:r>
      <w:r w:rsidR="00A31F39" w:rsidRPr="00A31F39">
        <w:rPr>
          <w:sz w:val="28"/>
          <w:szCs w:val="28"/>
        </w:rPr>
        <w:t>136 658 585 484</w:t>
      </w:r>
      <w:r w:rsidRPr="00A31F39">
        <w:rPr>
          <w:sz w:val="28"/>
          <w:szCs w:val="28"/>
        </w:rPr>
        <w:t> рубл</w:t>
      </w:r>
      <w:r w:rsidR="008A123E" w:rsidRPr="00A31F39">
        <w:rPr>
          <w:sz w:val="28"/>
          <w:szCs w:val="28"/>
        </w:rPr>
        <w:t>я</w:t>
      </w:r>
      <w:r w:rsidRPr="00A31F39">
        <w:rPr>
          <w:sz w:val="28"/>
          <w:szCs w:val="28"/>
        </w:rPr>
        <w:t>;</w:t>
      </w:r>
    </w:p>
    <w:p w:rsidR="001C76C3" w:rsidRPr="00D67C69" w:rsidRDefault="001C76C3" w:rsidP="001C76C3">
      <w:pPr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2) общий объем расходов областного бюджета на 2025 год в сумме </w:t>
      </w:r>
      <w:r w:rsidR="00A31F39" w:rsidRPr="00A31F39">
        <w:rPr>
          <w:sz w:val="28"/>
          <w:szCs w:val="28"/>
        </w:rPr>
        <w:t xml:space="preserve">131 377 027 061 </w:t>
      </w:r>
      <w:r w:rsidRPr="00A31F39">
        <w:rPr>
          <w:sz w:val="28"/>
          <w:szCs w:val="28"/>
        </w:rPr>
        <w:t xml:space="preserve">рубль, в том числе условно утвержденные расходы в сумме </w:t>
      </w:r>
      <w:r w:rsidR="000F7FD9" w:rsidRPr="00971B6B">
        <w:rPr>
          <w:sz w:val="28"/>
          <w:szCs w:val="28"/>
        </w:rPr>
        <w:t>8 986 122 577</w:t>
      </w:r>
      <w:r w:rsidR="00A31F39" w:rsidRPr="00A31F39">
        <w:rPr>
          <w:sz w:val="28"/>
          <w:szCs w:val="28"/>
        </w:rPr>
        <w:t xml:space="preserve"> </w:t>
      </w:r>
      <w:r w:rsidRPr="00A31F39">
        <w:rPr>
          <w:sz w:val="28"/>
          <w:szCs w:val="28"/>
        </w:rPr>
        <w:t>рубл</w:t>
      </w:r>
      <w:r w:rsidR="00A31F39" w:rsidRPr="00A31F39">
        <w:rPr>
          <w:sz w:val="28"/>
          <w:szCs w:val="28"/>
        </w:rPr>
        <w:t>ей</w:t>
      </w:r>
      <w:r w:rsidRPr="00A31F39">
        <w:rPr>
          <w:sz w:val="28"/>
          <w:szCs w:val="28"/>
        </w:rPr>
        <w:t xml:space="preserve">, и на 2026 год в сумме </w:t>
      </w:r>
      <w:r w:rsidR="00A31F39" w:rsidRPr="00A31F39">
        <w:rPr>
          <w:sz w:val="28"/>
          <w:szCs w:val="28"/>
        </w:rPr>
        <w:t xml:space="preserve">136 658 585 484 </w:t>
      </w:r>
      <w:r w:rsidRPr="00A31F39">
        <w:rPr>
          <w:sz w:val="28"/>
          <w:szCs w:val="28"/>
        </w:rPr>
        <w:t>рубл</w:t>
      </w:r>
      <w:r w:rsidR="004B2193" w:rsidRPr="00A31F39">
        <w:rPr>
          <w:sz w:val="28"/>
          <w:szCs w:val="28"/>
        </w:rPr>
        <w:t>я</w:t>
      </w:r>
      <w:r w:rsidRPr="00A31F39">
        <w:rPr>
          <w:sz w:val="28"/>
          <w:szCs w:val="28"/>
        </w:rPr>
        <w:t xml:space="preserve">, в том числе условно </w:t>
      </w:r>
      <w:r w:rsidRPr="00D67C69">
        <w:rPr>
          <w:sz w:val="28"/>
          <w:szCs w:val="28"/>
        </w:rPr>
        <w:t xml:space="preserve">утвержденные расходы в сумме </w:t>
      </w:r>
      <w:r w:rsidR="00115B33" w:rsidRPr="00D67C69">
        <w:rPr>
          <w:sz w:val="28"/>
          <w:szCs w:val="28"/>
        </w:rPr>
        <w:t>22 266 101 108</w:t>
      </w:r>
      <w:r w:rsidRPr="00D67C69">
        <w:rPr>
          <w:sz w:val="28"/>
          <w:szCs w:val="28"/>
        </w:rPr>
        <w:t> рублей;</w:t>
      </w:r>
    </w:p>
    <w:p w:rsidR="001C76C3" w:rsidRPr="00D67C69" w:rsidRDefault="001C76C3" w:rsidP="00A904C0">
      <w:pPr>
        <w:ind w:firstLine="709"/>
        <w:jc w:val="both"/>
        <w:rPr>
          <w:sz w:val="28"/>
          <w:szCs w:val="28"/>
        </w:rPr>
      </w:pPr>
      <w:r w:rsidRPr="00D67C69">
        <w:rPr>
          <w:sz w:val="28"/>
          <w:szCs w:val="28"/>
        </w:rPr>
        <w:t xml:space="preserve">3) дефицит областного бюджета на 2025 год в сумме </w:t>
      </w:r>
      <w:r w:rsidR="004B2193" w:rsidRPr="00D67C69">
        <w:rPr>
          <w:sz w:val="28"/>
          <w:szCs w:val="28"/>
        </w:rPr>
        <w:t>923 752 000</w:t>
      </w:r>
      <w:r w:rsidRPr="00D67C69">
        <w:rPr>
          <w:sz w:val="28"/>
          <w:szCs w:val="28"/>
        </w:rPr>
        <w:t xml:space="preserve"> рублей.»</w:t>
      </w:r>
      <w:r w:rsidR="00405E02" w:rsidRPr="00D67C69">
        <w:rPr>
          <w:sz w:val="28"/>
          <w:szCs w:val="28"/>
        </w:rPr>
        <w:t>;</w:t>
      </w:r>
    </w:p>
    <w:p w:rsidR="003B12A3" w:rsidRPr="00D67C69" w:rsidRDefault="00B75D54" w:rsidP="003B12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67C69">
        <w:rPr>
          <w:sz w:val="28"/>
          <w:szCs w:val="28"/>
        </w:rPr>
        <w:lastRenderedPageBreak/>
        <w:t>2</w:t>
      </w:r>
      <w:r w:rsidR="00416A06" w:rsidRPr="00D67C69">
        <w:rPr>
          <w:sz w:val="28"/>
          <w:szCs w:val="28"/>
        </w:rPr>
        <w:t xml:space="preserve">) </w:t>
      </w:r>
      <w:r w:rsidR="003B12A3" w:rsidRPr="00D67C69">
        <w:rPr>
          <w:sz w:val="28"/>
          <w:szCs w:val="28"/>
        </w:rPr>
        <w:t>в статье 11 слова «</w:t>
      </w:r>
      <w:r w:rsidR="00CC6D7D" w:rsidRPr="00D67C69">
        <w:rPr>
          <w:sz w:val="28"/>
          <w:szCs w:val="28"/>
        </w:rPr>
        <w:t>2 396 352 749 рублей</w:t>
      </w:r>
      <w:r w:rsidR="00615842" w:rsidRPr="00D67C69">
        <w:rPr>
          <w:sz w:val="28"/>
          <w:szCs w:val="28"/>
        </w:rPr>
        <w:t>»</w:t>
      </w:r>
      <w:r w:rsidR="00CC6D7D" w:rsidRPr="00D67C69">
        <w:rPr>
          <w:sz w:val="28"/>
          <w:szCs w:val="28"/>
        </w:rPr>
        <w:t xml:space="preserve"> </w:t>
      </w:r>
      <w:r w:rsidR="003B12A3" w:rsidRPr="00D67C69">
        <w:rPr>
          <w:sz w:val="28"/>
          <w:szCs w:val="28"/>
        </w:rPr>
        <w:t>заменить словами «</w:t>
      </w:r>
      <w:r w:rsidR="00581680" w:rsidRPr="00D67C69">
        <w:rPr>
          <w:sz w:val="28"/>
          <w:szCs w:val="28"/>
        </w:rPr>
        <w:t>2 279 503 043</w:t>
      </w:r>
      <w:r w:rsidR="00615842" w:rsidRPr="00D67C69">
        <w:rPr>
          <w:sz w:val="28"/>
          <w:szCs w:val="28"/>
        </w:rPr>
        <w:t> рубл</w:t>
      </w:r>
      <w:r w:rsidR="00CC6D7D" w:rsidRPr="00D67C69">
        <w:rPr>
          <w:sz w:val="28"/>
          <w:szCs w:val="28"/>
        </w:rPr>
        <w:t>я</w:t>
      </w:r>
      <w:r w:rsidR="00615842" w:rsidRPr="00D67C69">
        <w:rPr>
          <w:sz w:val="28"/>
          <w:szCs w:val="28"/>
        </w:rPr>
        <w:t>»</w:t>
      </w:r>
      <w:r w:rsidR="003B12A3" w:rsidRPr="00D67C69">
        <w:rPr>
          <w:sz w:val="28"/>
          <w:szCs w:val="28"/>
        </w:rPr>
        <w:t>;</w:t>
      </w:r>
    </w:p>
    <w:p w:rsidR="00CC6D7D" w:rsidRPr="00D67C69" w:rsidRDefault="00CC6D7D" w:rsidP="003B12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67C69">
        <w:rPr>
          <w:sz w:val="28"/>
          <w:szCs w:val="28"/>
        </w:rPr>
        <w:t>3) в статье 12 цифры «17 069 018 663» заменить цифрами «</w:t>
      </w:r>
      <w:r w:rsidR="00B8451B" w:rsidRPr="00D67C69">
        <w:rPr>
          <w:sz w:val="28"/>
          <w:szCs w:val="28"/>
        </w:rPr>
        <w:t>16 894 018 663</w:t>
      </w:r>
      <w:r w:rsidRPr="00D67C69">
        <w:rPr>
          <w:sz w:val="28"/>
          <w:szCs w:val="28"/>
        </w:rPr>
        <w:t>»;</w:t>
      </w:r>
    </w:p>
    <w:p w:rsidR="00241ADF" w:rsidRPr="00D67C69" w:rsidRDefault="00D67C69" w:rsidP="004D12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EC0CA3" w:rsidRPr="00D67C69">
        <w:rPr>
          <w:sz w:val="28"/>
          <w:szCs w:val="28"/>
        </w:rPr>
        <w:t xml:space="preserve">) </w:t>
      </w:r>
      <w:r w:rsidR="00241ADF" w:rsidRPr="00D67C69">
        <w:rPr>
          <w:sz w:val="28"/>
          <w:szCs w:val="28"/>
        </w:rPr>
        <w:t xml:space="preserve">в </w:t>
      </w:r>
      <w:r w:rsidR="00416A06" w:rsidRPr="00D67C69">
        <w:rPr>
          <w:sz w:val="28"/>
          <w:szCs w:val="28"/>
        </w:rPr>
        <w:t>стать</w:t>
      </w:r>
      <w:r w:rsidR="00241ADF" w:rsidRPr="00D67C69">
        <w:rPr>
          <w:sz w:val="28"/>
          <w:szCs w:val="28"/>
        </w:rPr>
        <w:t>е</w:t>
      </w:r>
      <w:r w:rsidR="00416A06" w:rsidRPr="00D67C69">
        <w:rPr>
          <w:sz w:val="28"/>
          <w:szCs w:val="28"/>
        </w:rPr>
        <w:t xml:space="preserve"> 13</w:t>
      </w:r>
      <w:r w:rsidR="00241ADF" w:rsidRPr="00D67C69">
        <w:rPr>
          <w:sz w:val="28"/>
          <w:szCs w:val="28"/>
        </w:rPr>
        <w:t>:</w:t>
      </w:r>
    </w:p>
    <w:p w:rsidR="00416A06" w:rsidRPr="00D67C69" w:rsidRDefault="00241ADF" w:rsidP="004D12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67C69">
        <w:rPr>
          <w:sz w:val="28"/>
          <w:szCs w:val="28"/>
        </w:rPr>
        <w:t xml:space="preserve">а) в части 1 </w:t>
      </w:r>
      <w:r w:rsidR="006E1C41" w:rsidRPr="00D67C69">
        <w:rPr>
          <w:sz w:val="28"/>
          <w:szCs w:val="28"/>
        </w:rPr>
        <w:t>цифры</w:t>
      </w:r>
      <w:r w:rsidR="00DA2BA4" w:rsidRPr="00D67C69">
        <w:rPr>
          <w:sz w:val="28"/>
          <w:szCs w:val="28"/>
        </w:rPr>
        <w:t xml:space="preserve"> </w:t>
      </w:r>
      <w:r w:rsidR="00416A06" w:rsidRPr="00D67C69">
        <w:rPr>
          <w:sz w:val="28"/>
          <w:szCs w:val="28"/>
        </w:rPr>
        <w:t>«</w:t>
      </w:r>
      <w:r w:rsidR="00AE7657" w:rsidRPr="00D67C69">
        <w:rPr>
          <w:sz w:val="28"/>
          <w:szCs w:val="28"/>
        </w:rPr>
        <w:t>3 140 500 000</w:t>
      </w:r>
      <w:r w:rsidR="00416A06" w:rsidRPr="00D67C69">
        <w:rPr>
          <w:sz w:val="28"/>
          <w:szCs w:val="28"/>
        </w:rPr>
        <w:t xml:space="preserve">» заменить </w:t>
      </w:r>
      <w:r w:rsidR="006E1C41" w:rsidRPr="00D67C69">
        <w:rPr>
          <w:sz w:val="28"/>
          <w:szCs w:val="28"/>
        </w:rPr>
        <w:t>цифрами</w:t>
      </w:r>
      <w:r w:rsidR="00416A06" w:rsidRPr="00D67C69">
        <w:rPr>
          <w:sz w:val="28"/>
          <w:szCs w:val="28"/>
        </w:rPr>
        <w:t xml:space="preserve"> «</w:t>
      </w:r>
      <w:r w:rsidR="00AE7657" w:rsidRPr="00D67C69">
        <w:rPr>
          <w:sz w:val="28"/>
          <w:szCs w:val="28"/>
        </w:rPr>
        <w:t>3 </w:t>
      </w:r>
      <w:r w:rsidR="00971B6B">
        <w:rPr>
          <w:sz w:val="28"/>
          <w:szCs w:val="28"/>
        </w:rPr>
        <w:t>8</w:t>
      </w:r>
      <w:r w:rsidR="00AE7657" w:rsidRPr="00D67C69">
        <w:rPr>
          <w:sz w:val="28"/>
          <w:szCs w:val="28"/>
        </w:rPr>
        <w:t>00 000 000</w:t>
      </w:r>
      <w:r w:rsidR="00416A06" w:rsidRPr="00D67C69">
        <w:rPr>
          <w:sz w:val="28"/>
          <w:szCs w:val="28"/>
        </w:rPr>
        <w:t>»;</w:t>
      </w:r>
    </w:p>
    <w:p w:rsidR="00B0377D" w:rsidRPr="00D67C69" w:rsidRDefault="00416A06" w:rsidP="00AE7657">
      <w:pPr>
        <w:ind w:firstLine="709"/>
        <w:jc w:val="both"/>
        <w:rPr>
          <w:sz w:val="28"/>
          <w:szCs w:val="28"/>
        </w:rPr>
      </w:pPr>
      <w:r w:rsidRPr="00D67C69">
        <w:rPr>
          <w:sz w:val="28"/>
          <w:szCs w:val="28"/>
        </w:rPr>
        <w:t xml:space="preserve">б) в части 3 </w:t>
      </w:r>
      <w:r w:rsidR="00822B58" w:rsidRPr="00D67C69">
        <w:rPr>
          <w:sz w:val="28"/>
          <w:szCs w:val="28"/>
        </w:rPr>
        <w:t>цифры</w:t>
      </w:r>
      <w:r w:rsidR="00241ADF" w:rsidRPr="00D67C69">
        <w:rPr>
          <w:sz w:val="28"/>
          <w:szCs w:val="28"/>
        </w:rPr>
        <w:t xml:space="preserve"> «</w:t>
      </w:r>
      <w:r w:rsidR="00AE7657" w:rsidRPr="00D67C69">
        <w:rPr>
          <w:sz w:val="28"/>
          <w:szCs w:val="28"/>
        </w:rPr>
        <w:t>3 333 191 585</w:t>
      </w:r>
      <w:r w:rsidR="00241ADF" w:rsidRPr="00D67C69">
        <w:rPr>
          <w:sz w:val="28"/>
          <w:szCs w:val="28"/>
        </w:rPr>
        <w:t>»</w:t>
      </w:r>
      <w:r w:rsidR="005C086C" w:rsidRPr="00D67C69">
        <w:rPr>
          <w:sz w:val="28"/>
          <w:szCs w:val="28"/>
        </w:rPr>
        <w:t xml:space="preserve"> </w:t>
      </w:r>
      <w:r w:rsidR="00241ADF" w:rsidRPr="00D67C69">
        <w:rPr>
          <w:sz w:val="28"/>
          <w:szCs w:val="28"/>
        </w:rPr>
        <w:t xml:space="preserve">заменить </w:t>
      </w:r>
      <w:r w:rsidR="00822B58" w:rsidRPr="00D67C69">
        <w:rPr>
          <w:sz w:val="28"/>
          <w:szCs w:val="28"/>
        </w:rPr>
        <w:t>цифрами</w:t>
      </w:r>
      <w:r w:rsidR="00241ADF" w:rsidRPr="00D67C69">
        <w:rPr>
          <w:sz w:val="28"/>
          <w:szCs w:val="28"/>
        </w:rPr>
        <w:t xml:space="preserve"> «</w:t>
      </w:r>
      <w:r w:rsidR="00971B6B">
        <w:rPr>
          <w:sz w:val="28"/>
          <w:szCs w:val="28"/>
        </w:rPr>
        <w:t>526 946 454</w:t>
      </w:r>
      <w:r w:rsidR="00241ADF" w:rsidRPr="00D67C69">
        <w:rPr>
          <w:sz w:val="28"/>
          <w:szCs w:val="28"/>
        </w:rPr>
        <w:t>»</w:t>
      </w:r>
      <w:r w:rsidR="00E168A5" w:rsidRPr="00D67C69">
        <w:rPr>
          <w:sz w:val="28"/>
          <w:szCs w:val="28"/>
        </w:rPr>
        <w:t>;</w:t>
      </w:r>
    </w:p>
    <w:p w:rsidR="00A25DD2" w:rsidRDefault="00A25DD2" w:rsidP="00A25D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статью 19 изложить в следующей редакции:</w:t>
      </w:r>
    </w:p>
    <w:p w:rsidR="00A25DD2" w:rsidRDefault="00A25DD2" w:rsidP="00A25D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Статья 19</w:t>
      </w:r>
    </w:p>
    <w:p w:rsidR="00A25DD2" w:rsidRDefault="00A25DD2" w:rsidP="00A25DD2">
      <w:pPr>
        <w:ind w:firstLine="709"/>
        <w:jc w:val="both"/>
        <w:rPr>
          <w:sz w:val="28"/>
        </w:rPr>
      </w:pPr>
      <w:r>
        <w:rPr>
          <w:sz w:val="28"/>
        </w:rPr>
        <w:t>1. Утвердить общий объем, перечень и распределение субвенций бюджету Фонда пенсионного и социального страхования Российской Федерации и бюджетам муниципальных образований Ярославской области на 2024 год согласно приложению 18 к настоящему Закону.</w:t>
      </w:r>
    </w:p>
    <w:p w:rsidR="00A25DD2" w:rsidRDefault="00A25DD2" w:rsidP="00A25DD2">
      <w:pPr>
        <w:ind w:firstLine="709"/>
        <w:jc w:val="both"/>
        <w:rPr>
          <w:sz w:val="28"/>
        </w:rPr>
      </w:pPr>
      <w:r>
        <w:rPr>
          <w:sz w:val="28"/>
        </w:rPr>
        <w:t xml:space="preserve">2. Утвердить общий объем, перечень и распределение субвенций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 на плановый период 2025 и 2026 годов согласно приложению 19 к настоящему Закону. </w:t>
      </w:r>
    </w:p>
    <w:p w:rsidR="00A25DD2" w:rsidRDefault="00A25DD2" w:rsidP="00A25DD2">
      <w:pPr>
        <w:ind w:firstLine="709"/>
        <w:jc w:val="both"/>
        <w:rPr>
          <w:sz w:val="28"/>
        </w:rPr>
      </w:pPr>
      <w:r>
        <w:rPr>
          <w:sz w:val="28"/>
        </w:rPr>
        <w:t>3. Субвенции бюджетам муниципальных образований Ярославской области, не распределенные согласно приложениям, указанным в частях 1 и 2 настоящей статьи, распределяются Правительством Ярославской области.»;</w:t>
      </w:r>
    </w:p>
    <w:p w:rsidR="0020535E" w:rsidRPr="00336429" w:rsidRDefault="00A25DD2" w:rsidP="00CF43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6429">
        <w:rPr>
          <w:sz w:val="28"/>
          <w:szCs w:val="28"/>
        </w:rPr>
        <w:t>6</w:t>
      </w:r>
      <w:r w:rsidR="00405E02" w:rsidRPr="00336429">
        <w:rPr>
          <w:sz w:val="28"/>
          <w:szCs w:val="28"/>
        </w:rPr>
        <w:t xml:space="preserve">) </w:t>
      </w:r>
      <w:r w:rsidR="0020535E" w:rsidRPr="00336429">
        <w:rPr>
          <w:sz w:val="28"/>
          <w:szCs w:val="28"/>
        </w:rPr>
        <w:t>в части 2 статьи 27:</w:t>
      </w:r>
    </w:p>
    <w:p w:rsidR="0020535E" w:rsidRPr="00336429" w:rsidRDefault="0020535E" w:rsidP="00CF43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6429">
        <w:rPr>
          <w:sz w:val="28"/>
          <w:szCs w:val="28"/>
        </w:rPr>
        <w:t>а) в пункте 3 слова «о выполнении» заменить словами «на разработку проектной документации, выполнение»;</w:t>
      </w:r>
    </w:p>
    <w:p w:rsidR="0020535E" w:rsidRPr="00336429" w:rsidRDefault="00EA56A8" w:rsidP="00CF43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0535E" w:rsidRPr="00336429">
        <w:rPr>
          <w:sz w:val="28"/>
          <w:szCs w:val="28"/>
        </w:rPr>
        <w:t>) пункт 10 признать утратившим силу;</w:t>
      </w:r>
    </w:p>
    <w:p w:rsidR="0020535E" w:rsidRPr="00336429" w:rsidRDefault="00EA56A8" w:rsidP="00CF43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0535E" w:rsidRPr="00336429">
        <w:rPr>
          <w:sz w:val="28"/>
          <w:szCs w:val="28"/>
        </w:rPr>
        <w:t>) дополнить пунктом 12 следующего содержания:</w:t>
      </w:r>
    </w:p>
    <w:p w:rsidR="0020535E" w:rsidRPr="0020535E" w:rsidRDefault="0020535E" w:rsidP="00205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429">
        <w:rPr>
          <w:rFonts w:ascii="Times New Roman" w:hAnsi="Times New Roman" w:cs="Times New Roman"/>
          <w:sz w:val="28"/>
          <w:szCs w:val="28"/>
        </w:rPr>
        <w:t>«</w:t>
      </w:r>
      <w:r w:rsidR="005A5010">
        <w:rPr>
          <w:rFonts w:ascii="Times New Roman" w:hAnsi="Times New Roman" w:cs="Times New Roman"/>
          <w:sz w:val="28"/>
          <w:szCs w:val="28"/>
        </w:rPr>
        <w:t xml:space="preserve">12) </w:t>
      </w:r>
      <w:r w:rsidRPr="00336429">
        <w:rPr>
          <w:rFonts w:ascii="Times New Roman" w:hAnsi="Times New Roman" w:cs="Times New Roman"/>
          <w:sz w:val="28"/>
          <w:szCs w:val="28"/>
        </w:rPr>
        <w:t>средства, получаемые на основании государственных контрактов, договоров (соглашений), контрактов (договоров), источником финансового обеспечения исполнения которых являются предоставляемые из областного бюджета средства, в случаях, установленных Правительством Ярославской области.»;</w:t>
      </w:r>
    </w:p>
    <w:p w:rsidR="00416A06" w:rsidRPr="00A31F39" w:rsidRDefault="00A25DD2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263E8" w:rsidRPr="00A31F39">
        <w:rPr>
          <w:sz w:val="28"/>
          <w:szCs w:val="28"/>
        </w:rPr>
        <w:t xml:space="preserve">) </w:t>
      </w:r>
      <w:r w:rsidR="00416A06" w:rsidRPr="00A31F39">
        <w:rPr>
          <w:sz w:val="28"/>
          <w:szCs w:val="28"/>
        </w:rPr>
        <w:t xml:space="preserve">приложения </w:t>
      </w:r>
      <w:r w:rsidR="00E865DC">
        <w:rPr>
          <w:sz w:val="28"/>
          <w:szCs w:val="28"/>
        </w:rPr>
        <w:t>4, 6</w:t>
      </w:r>
      <w:r w:rsidR="00416A06" w:rsidRPr="00A31F39">
        <w:rPr>
          <w:sz w:val="28"/>
          <w:szCs w:val="28"/>
        </w:rPr>
        <w:t xml:space="preserve"> – 11 изложить в редакции приложений 1 – </w:t>
      </w:r>
      <w:r w:rsidR="00E865DC">
        <w:rPr>
          <w:sz w:val="28"/>
          <w:szCs w:val="28"/>
        </w:rPr>
        <w:t>7</w:t>
      </w:r>
      <w:r w:rsidR="00416A06" w:rsidRPr="00A31F39">
        <w:rPr>
          <w:sz w:val="28"/>
          <w:szCs w:val="28"/>
        </w:rPr>
        <w:t xml:space="preserve"> </w:t>
      </w:r>
      <w:r w:rsidR="00181E9C" w:rsidRPr="00A31F39">
        <w:rPr>
          <w:sz w:val="28"/>
          <w:szCs w:val="28"/>
        </w:rPr>
        <w:t>к </w:t>
      </w:r>
      <w:r w:rsidR="00416A06" w:rsidRPr="00A31F39">
        <w:rPr>
          <w:sz w:val="28"/>
          <w:szCs w:val="28"/>
        </w:rPr>
        <w:t>настоящему Закону соответственно;</w:t>
      </w:r>
    </w:p>
    <w:p w:rsidR="00047211" w:rsidRPr="00A31F39" w:rsidRDefault="00A25DD2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7211" w:rsidRPr="00A31F39">
        <w:rPr>
          <w:sz w:val="28"/>
          <w:szCs w:val="28"/>
        </w:rPr>
        <w:t xml:space="preserve">) </w:t>
      </w:r>
      <w:r w:rsidR="001D3CA4" w:rsidRPr="00A31F39">
        <w:rPr>
          <w:sz w:val="28"/>
          <w:szCs w:val="28"/>
        </w:rPr>
        <w:t>в приложении 16:</w:t>
      </w:r>
    </w:p>
    <w:p w:rsidR="001D3CA4" w:rsidRPr="00A31F39" w:rsidRDefault="001D3CA4" w:rsidP="00945B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</w:t>
      </w:r>
      <w:r w:rsidR="00A45ECE" w:rsidRPr="00A31F39">
        <w:rPr>
          <w:sz w:val="28"/>
          <w:szCs w:val="28"/>
        </w:rPr>
        <w:t xml:space="preserve">пункты </w:t>
      </w:r>
      <w:r w:rsidR="00E865DC">
        <w:rPr>
          <w:sz w:val="28"/>
          <w:szCs w:val="28"/>
        </w:rPr>
        <w:t>1</w:t>
      </w:r>
      <w:r w:rsidR="00E25235" w:rsidRPr="00A31F39">
        <w:rPr>
          <w:sz w:val="28"/>
          <w:szCs w:val="28"/>
        </w:rPr>
        <w:t xml:space="preserve">, 4, </w:t>
      </w:r>
      <w:r w:rsidR="00E865DC">
        <w:rPr>
          <w:sz w:val="28"/>
          <w:szCs w:val="28"/>
        </w:rPr>
        <w:t xml:space="preserve">6, 7, 10, 13, 20, 28, 30, 31, </w:t>
      </w:r>
      <w:r w:rsidR="00E25235" w:rsidRPr="00A31F39">
        <w:rPr>
          <w:sz w:val="28"/>
          <w:szCs w:val="28"/>
        </w:rPr>
        <w:t xml:space="preserve">35, </w:t>
      </w:r>
      <w:r w:rsidR="00E865DC">
        <w:rPr>
          <w:sz w:val="28"/>
          <w:szCs w:val="28"/>
        </w:rPr>
        <w:t xml:space="preserve">43, 45, 46, 48, 49, 59, 68, </w:t>
      </w:r>
      <w:r w:rsidR="00F102E1">
        <w:rPr>
          <w:sz w:val="28"/>
          <w:szCs w:val="28"/>
        </w:rPr>
        <w:br/>
      </w:r>
      <w:r w:rsidR="00E865DC">
        <w:rPr>
          <w:sz w:val="28"/>
          <w:szCs w:val="28"/>
        </w:rPr>
        <w:t>70 – 72</w:t>
      </w:r>
      <w:r w:rsidR="00E25235" w:rsidRPr="00A31F39">
        <w:rPr>
          <w:sz w:val="28"/>
          <w:szCs w:val="28"/>
        </w:rPr>
        <w:t xml:space="preserve"> и 7</w:t>
      </w:r>
      <w:r w:rsidR="00E865DC">
        <w:rPr>
          <w:sz w:val="28"/>
          <w:szCs w:val="28"/>
        </w:rPr>
        <w:t>7</w:t>
      </w:r>
      <w:r w:rsidR="00383724" w:rsidRPr="00A31F39">
        <w:rPr>
          <w:sz w:val="28"/>
          <w:szCs w:val="28"/>
        </w:rPr>
        <w:t xml:space="preserve"> </w:t>
      </w:r>
      <w:r w:rsidR="00F27C16" w:rsidRPr="00A31F39">
        <w:rPr>
          <w:sz w:val="28"/>
          <w:szCs w:val="28"/>
        </w:rPr>
        <w:t>и</w:t>
      </w:r>
      <w:r w:rsidRPr="00A31F39">
        <w:rPr>
          <w:sz w:val="28"/>
          <w:szCs w:val="28"/>
        </w:rPr>
        <w:t>зложить в редакции приложения </w:t>
      </w:r>
      <w:r w:rsidR="00E865DC">
        <w:rPr>
          <w:sz w:val="28"/>
          <w:szCs w:val="28"/>
        </w:rPr>
        <w:t>8</w:t>
      </w:r>
      <w:r w:rsidRPr="00A31F39">
        <w:rPr>
          <w:sz w:val="28"/>
          <w:szCs w:val="28"/>
        </w:rPr>
        <w:t xml:space="preserve"> к настоящему Закону;</w:t>
      </w:r>
      <w:r w:rsidR="008466C0" w:rsidRPr="00A31F39">
        <w:rPr>
          <w:sz w:val="28"/>
          <w:szCs w:val="28"/>
        </w:rPr>
        <w:t xml:space="preserve"> </w:t>
      </w:r>
    </w:p>
    <w:p w:rsidR="001E37F2" w:rsidRPr="00A31F39" w:rsidRDefault="0038372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б</w:t>
      </w:r>
      <w:r w:rsidR="001A5F68" w:rsidRPr="00A31F39">
        <w:rPr>
          <w:sz w:val="28"/>
          <w:szCs w:val="28"/>
        </w:rPr>
        <w:t xml:space="preserve">) </w:t>
      </w:r>
      <w:r w:rsidR="001E37F2" w:rsidRPr="00A31F39">
        <w:rPr>
          <w:sz w:val="28"/>
          <w:szCs w:val="28"/>
        </w:rPr>
        <w:t>пункт</w:t>
      </w:r>
      <w:r w:rsidR="00E25235" w:rsidRPr="00A31F39">
        <w:rPr>
          <w:sz w:val="28"/>
          <w:szCs w:val="28"/>
        </w:rPr>
        <w:t>ы</w:t>
      </w:r>
      <w:r w:rsidR="001E37F2" w:rsidRPr="00A31F39">
        <w:rPr>
          <w:sz w:val="28"/>
          <w:szCs w:val="28"/>
        </w:rPr>
        <w:t xml:space="preserve"> </w:t>
      </w:r>
      <w:r w:rsidR="00E865DC">
        <w:rPr>
          <w:sz w:val="28"/>
          <w:szCs w:val="28"/>
        </w:rPr>
        <w:t xml:space="preserve">75 и 78 </w:t>
      </w:r>
      <w:r w:rsidR="001E37F2" w:rsidRPr="00A31F39">
        <w:rPr>
          <w:sz w:val="28"/>
          <w:szCs w:val="28"/>
        </w:rPr>
        <w:t>признать утратившим</w:t>
      </w:r>
      <w:r w:rsidR="00E25235" w:rsidRPr="00A31F39">
        <w:rPr>
          <w:sz w:val="28"/>
          <w:szCs w:val="28"/>
        </w:rPr>
        <w:t>и</w:t>
      </w:r>
      <w:r w:rsidR="001E37F2" w:rsidRPr="00A31F39">
        <w:rPr>
          <w:sz w:val="28"/>
          <w:szCs w:val="28"/>
        </w:rPr>
        <w:t xml:space="preserve"> силу;</w:t>
      </w:r>
    </w:p>
    <w:p w:rsidR="001D3CA4" w:rsidRPr="00A31F39" w:rsidRDefault="001E37F2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в) </w:t>
      </w:r>
      <w:r w:rsidR="001D3CA4" w:rsidRPr="00A31F39">
        <w:rPr>
          <w:sz w:val="28"/>
          <w:szCs w:val="28"/>
        </w:rPr>
        <w:t>в строке «Итого» цифры «</w:t>
      </w:r>
      <w:r w:rsidR="00E865DC" w:rsidRPr="00A31F39">
        <w:rPr>
          <w:sz w:val="28"/>
          <w:szCs w:val="28"/>
        </w:rPr>
        <w:t>15 074 139 028</w:t>
      </w:r>
      <w:r w:rsidR="001D3CA4" w:rsidRPr="00A31F39">
        <w:rPr>
          <w:sz w:val="28"/>
          <w:szCs w:val="28"/>
        </w:rPr>
        <w:t>» заменить цифрами «</w:t>
      </w:r>
      <w:r w:rsidR="00E865DC">
        <w:rPr>
          <w:sz w:val="28"/>
          <w:szCs w:val="28"/>
        </w:rPr>
        <w:t>14 782 606 027</w:t>
      </w:r>
      <w:r w:rsidR="001D3CA4" w:rsidRPr="00A31F39">
        <w:rPr>
          <w:sz w:val="28"/>
          <w:szCs w:val="28"/>
        </w:rPr>
        <w:t>»;</w:t>
      </w:r>
    </w:p>
    <w:p w:rsidR="001E37F2" w:rsidRPr="00A31F39" w:rsidRDefault="00A25DD2" w:rsidP="001E37F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C6367" w:rsidRPr="00A31F39">
        <w:rPr>
          <w:sz w:val="28"/>
          <w:szCs w:val="28"/>
        </w:rPr>
        <w:t>) в приложении 17:</w:t>
      </w:r>
    </w:p>
    <w:p w:rsidR="006418FB" w:rsidRPr="00A31F39" w:rsidRDefault="008C636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</w:t>
      </w:r>
      <w:r w:rsidR="00E865DC">
        <w:rPr>
          <w:sz w:val="28"/>
          <w:szCs w:val="28"/>
        </w:rPr>
        <w:t xml:space="preserve">пункты 20, 34 и </w:t>
      </w:r>
      <w:r w:rsidR="0095553C" w:rsidRPr="00A31F39">
        <w:rPr>
          <w:sz w:val="28"/>
          <w:szCs w:val="28"/>
        </w:rPr>
        <w:t>вновь вводимы</w:t>
      </w:r>
      <w:r w:rsidR="00E865DC">
        <w:rPr>
          <w:sz w:val="28"/>
          <w:szCs w:val="28"/>
        </w:rPr>
        <w:t>й</w:t>
      </w:r>
      <w:r w:rsidR="0095553C" w:rsidRPr="00A31F39">
        <w:rPr>
          <w:sz w:val="28"/>
          <w:szCs w:val="28"/>
        </w:rPr>
        <w:t xml:space="preserve"> </w:t>
      </w:r>
      <w:r w:rsidR="000D747A">
        <w:rPr>
          <w:sz w:val="28"/>
          <w:szCs w:val="28"/>
        </w:rPr>
        <w:t xml:space="preserve">пункт </w:t>
      </w:r>
      <w:r w:rsidR="0095553C" w:rsidRPr="00A31F39">
        <w:rPr>
          <w:sz w:val="28"/>
          <w:szCs w:val="28"/>
        </w:rPr>
        <w:t>4</w:t>
      </w:r>
      <w:r w:rsidR="00E865DC">
        <w:rPr>
          <w:sz w:val="28"/>
          <w:szCs w:val="28"/>
        </w:rPr>
        <w:t>1</w:t>
      </w:r>
      <w:r w:rsidR="0095553C" w:rsidRPr="00A31F39">
        <w:rPr>
          <w:sz w:val="28"/>
          <w:szCs w:val="28"/>
        </w:rPr>
        <w:t xml:space="preserve"> </w:t>
      </w:r>
      <w:r w:rsidR="00305CAC" w:rsidRPr="00A31F39">
        <w:rPr>
          <w:sz w:val="28"/>
          <w:szCs w:val="28"/>
        </w:rPr>
        <w:t xml:space="preserve">изложить в редакции приложения </w:t>
      </w:r>
      <w:r w:rsidR="00E865DC">
        <w:rPr>
          <w:sz w:val="28"/>
          <w:szCs w:val="28"/>
        </w:rPr>
        <w:t>9</w:t>
      </w:r>
      <w:r w:rsidR="00305CAC" w:rsidRPr="00A31F39">
        <w:rPr>
          <w:sz w:val="28"/>
          <w:szCs w:val="28"/>
        </w:rPr>
        <w:t xml:space="preserve"> к настоящему Закону</w:t>
      </w:r>
      <w:r w:rsidR="00693C04" w:rsidRPr="00A31F39">
        <w:rPr>
          <w:sz w:val="28"/>
          <w:szCs w:val="28"/>
        </w:rPr>
        <w:t>;</w:t>
      </w:r>
      <w:r w:rsidR="006418FB" w:rsidRPr="00A31F39">
        <w:rPr>
          <w:sz w:val="28"/>
          <w:szCs w:val="28"/>
        </w:rPr>
        <w:t xml:space="preserve"> </w:t>
      </w:r>
    </w:p>
    <w:p w:rsidR="008C6367" w:rsidRPr="00A31F39" w:rsidRDefault="0095553C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б) </w:t>
      </w:r>
      <w:r w:rsidR="008C6367" w:rsidRPr="00A31F39">
        <w:rPr>
          <w:sz w:val="28"/>
          <w:szCs w:val="28"/>
        </w:rPr>
        <w:t>в строке «Итого» цифры «</w:t>
      </w:r>
      <w:r w:rsidR="00D13B36" w:rsidRPr="00A31F39">
        <w:rPr>
          <w:sz w:val="28"/>
          <w:szCs w:val="28"/>
        </w:rPr>
        <w:t>9 008 328 120</w:t>
      </w:r>
      <w:r w:rsidR="008C6367" w:rsidRPr="00A31F39">
        <w:rPr>
          <w:sz w:val="28"/>
          <w:szCs w:val="28"/>
        </w:rPr>
        <w:t>»</w:t>
      </w:r>
      <w:r w:rsidR="001E37F2" w:rsidRPr="00A31F39">
        <w:rPr>
          <w:sz w:val="28"/>
          <w:szCs w:val="28"/>
        </w:rPr>
        <w:t xml:space="preserve"> </w:t>
      </w:r>
      <w:r w:rsidR="00D13B36">
        <w:rPr>
          <w:sz w:val="28"/>
          <w:szCs w:val="28"/>
        </w:rPr>
        <w:t>заменить</w:t>
      </w:r>
      <w:r w:rsidR="00D253D0" w:rsidRPr="00A31F39">
        <w:rPr>
          <w:sz w:val="28"/>
          <w:szCs w:val="28"/>
        </w:rPr>
        <w:t xml:space="preserve"> </w:t>
      </w:r>
      <w:r w:rsidR="008C6367" w:rsidRPr="00A31F39">
        <w:rPr>
          <w:sz w:val="28"/>
          <w:szCs w:val="28"/>
        </w:rPr>
        <w:t xml:space="preserve">цифрами </w:t>
      </w:r>
      <w:r w:rsidR="00161BC7" w:rsidRPr="00A31F39">
        <w:rPr>
          <w:sz w:val="28"/>
          <w:szCs w:val="28"/>
        </w:rPr>
        <w:t>«</w:t>
      </w:r>
      <w:r w:rsidR="00D13B36">
        <w:rPr>
          <w:sz w:val="28"/>
          <w:szCs w:val="28"/>
        </w:rPr>
        <w:t>9 288 428 558</w:t>
      </w:r>
      <w:r w:rsidR="00161BC7" w:rsidRPr="00A31F39">
        <w:rPr>
          <w:sz w:val="28"/>
          <w:szCs w:val="28"/>
        </w:rPr>
        <w:t>»</w:t>
      </w:r>
      <w:r w:rsidR="008C6367" w:rsidRPr="00A31F39">
        <w:rPr>
          <w:sz w:val="28"/>
          <w:szCs w:val="28"/>
        </w:rPr>
        <w:t>;</w:t>
      </w:r>
    </w:p>
    <w:p w:rsidR="00660BEF" w:rsidRPr="00A31F39" w:rsidRDefault="00A25DD2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5DD2">
        <w:rPr>
          <w:sz w:val="28"/>
          <w:szCs w:val="28"/>
        </w:rPr>
        <w:t>10</w:t>
      </w:r>
      <w:r w:rsidR="00660BEF" w:rsidRPr="00A25DD2">
        <w:rPr>
          <w:sz w:val="28"/>
          <w:szCs w:val="28"/>
        </w:rPr>
        <w:t>) в приложении 18:</w:t>
      </w:r>
    </w:p>
    <w:p w:rsidR="001E37F2" w:rsidRPr="00A31F39" w:rsidRDefault="001E37F2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пункты </w:t>
      </w:r>
      <w:r w:rsidR="00A25DD2">
        <w:rPr>
          <w:sz w:val="28"/>
          <w:szCs w:val="28"/>
        </w:rPr>
        <w:t>1 – 5, 7 – 9, 11 – 15, 17, 18, 20, 21, 23, 25</w:t>
      </w:r>
      <w:r w:rsidR="000F21A4">
        <w:rPr>
          <w:sz w:val="28"/>
          <w:szCs w:val="28"/>
        </w:rPr>
        <w:t xml:space="preserve"> </w:t>
      </w:r>
      <w:r w:rsidR="000F21A4" w:rsidRPr="000F21A4">
        <w:rPr>
          <w:sz w:val="28"/>
          <w:szCs w:val="28"/>
        </w:rPr>
        <w:t xml:space="preserve">и </w:t>
      </w:r>
      <w:r w:rsidR="0014260C" w:rsidRPr="000F21A4">
        <w:rPr>
          <w:sz w:val="28"/>
          <w:szCs w:val="28"/>
        </w:rPr>
        <w:t>29</w:t>
      </w:r>
      <w:r w:rsidR="00A25DD2" w:rsidRPr="000F21A4">
        <w:rPr>
          <w:sz w:val="28"/>
          <w:szCs w:val="28"/>
        </w:rPr>
        <w:t xml:space="preserve"> изл</w:t>
      </w:r>
      <w:r w:rsidRPr="000F21A4">
        <w:rPr>
          <w:sz w:val="28"/>
          <w:szCs w:val="28"/>
        </w:rPr>
        <w:t>ожить</w:t>
      </w:r>
      <w:r w:rsidRPr="00A31F39">
        <w:rPr>
          <w:sz w:val="28"/>
          <w:szCs w:val="28"/>
        </w:rPr>
        <w:t xml:space="preserve"> в редакции приложения </w:t>
      </w:r>
      <w:r w:rsidR="00A25DD2">
        <w:rPr>
          <w:sz w:val="28"/>
          <w:szCs w:val="28"/>
        </w:rPr>
        <w:t>10</w:t>
      </w:r>
      <w:r w:rsidRPr="00A31F39">
        <w:rPr>
          <w:sz w:val="28"/>
          <w:szCs w:val="28"/>
        </w:rPr>
        <w:t xml:space="preserve"> к настоящему Закону; </w:t>
      </w:r>
    </w:p>
    <w:p w:rsidR="00E25235" w:rsidRPr="00A31F39" w:rsidRDefault="001E37F2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б) </w:t>
      </w:r>
      <w:r w:rsidR="00E25235" w:rsidRPr="00A31F39">
        <w:rPr>
          <w:sz w:val="28"/>
          <w:szCs w:val="28"/>
        </w:rPr>
        <w:t xml:space="preserve">пункт </w:t>
      </w:r>
      <w:r w:rsidR="00A25DD2">
        <w:rPr>
          <w:sz w:val="28"/>
          <w:szCs w:val="28"/>
        </w:rPr>
        <w:t>19</w:t>
      </w:r>
      <w:r w:rsidR="00E25235" w:rsidRPr="00A31F39">
        <w:rPr>
          <w:sz w:val="28"/>
          <w:szCs w:val="28"/>
        </w:rPr>
        <w:t xml:space="preserve"> признать утратившим силу;</w:t>
      </w:r>
    </w:p>
    <w:p w:rsidR="001E37F2" w:rsidRDefault="00E25235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в) </w:t>
      </w:r>
      <w:r w:rsidR="001E37F2" w:rsidRPr="00A31F39">
        <w:rPr>
          <w:sz w:val="28"/>
          <w:szCs w:val="28"/>
        </w:rPr>
        <w:t>в строке «Итого» цифры «</w:t>
      </w:r>
      <w:r w:rsidR="00A25DD2" w:rsidRPr="00A31F39">
        <w:rPr>
          <w:sz w:val="28"/>
          <w:szCs w:val="28"/>
        </w:rPr>
        <w:t>27 427 001 689</w:t>
      </w:r>
      <w:r w:rsidR="001E37F2" w:rsidRPr="00A31F39">
        <w:rPr>
          <w:sz w:val="28"/>
          <w:szCs w:val="28"/>
        </w:rPr>
        <w:t>» заменить цифрами «</w:t>
      </w:r>
      <w:r w:rsidR="00A25DD2">
        <w:rPr>
          <w:sz w:val="28"/>
          <w:szCs w:val="28"/>
        </w:rPr>
        <w:t>28 703 964 984</w:t>
      </w:r>
      <w:r w:rsidR="001E37F2" w:rsidRPr="00A31F39">
        <w:rPr>
          <w:sz w:val="28"/>
          <w:szCs w:val="28"/>
        </w:rPr>
        <w:t>»;</w:t>
      </w:r>
    </w:p>
    <w:p w:rsidR="0014260C" w:rsidRPr="000F21A4" w:rsidRDefault="0014260C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11) в приложении 19:</w:t>
      </w:r>
    </w:p>
    <w:p w:rsidR="0014260C" w:rsidRPr="000F21A4" w:rsidRDefault="0014260C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а) в пункте 22 слова «организацию и» исключить;</w:t>
      </w:r>
    </w:p>
    <w:p w:rsidR="0014260C" w:rsidRPr="00A31F39" w:rsidRDefault="0014260C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б) пункт 28 после слов</w:t>
      </w:r>
      <w:r w:rsidR="000F21A4" w:rsidRPr="000F21A4">
        <w:rPr>
          <w:sz w:val="28"/>
          <w:szCs w:val="28"/>
        </w:rPr>
        <w:t>а</w:t>
      </w:r>
      <w:r w:rsidRPr="000F21A4">
        <w:rPr>
          <w:sz w:val="28"/>
          <w:szCs w:val="28"/>
        </w:rPr>
        <w:t xml:space="preserve"> «поселений» </w:t>
      </w:r>
      <w:r w:rsidR="000F21A4" w:rsidRPr="000F21A4">
        <w:rPr>
          <w:sz w:val="28"/>
          <w:szCs w:val="28"/>
        </w:rPr>
        <w:t>дополнить</w:t>
      </w:r>
      <w:r w:rsidRPr="000F21A4">
        <w:rPr>
          <w:sz w:val="28"/>
          <w:szCs w:val="28"/>
        </w:rPr>
        <w:t xml:space="preserve"> слово</w:t>
      </w:r>
      <w:r w:rsidR="000F21A4" w:rsidRPr="000F21A4">
        <w:rPr>
          <w:sz w:val="28"/>
          <w:szCs w:val="28"/>
        </w:rPr>
        <w:t>м</w:t>
      </w:r>
      <w:r w:rsidRPr="000F21A4">
        <w:rPr>
          <w:sz w:val="28"/>
          <w:szCs w:val="28"/>
        </w:rPr>
        <w:t xml:space="preserve"> «, муниципальных»;</w:t>
      </w:r>
    </w:p>
    <w:p w:rsidR="00660BEF" w:rsidRPr="000F21A4" w:rsidRDefault="008C1F5D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1</w:t>
      </w:r>
      <w:r w:rsidR="0014260C" w:rsidRPr="000F21A4">
        <w:rPr>
          <w:sz w:val="28"/>
          <w:szCs w:val="28"/>
        </w:rPr>
        <w:t>2</w:t>
      </w:r>
      <w:r w:rsidR="00660BEF" w:rsidRPr="000F21A4">
        <w:rPr>
          <w:sz w:val="28"/>
          <w:szCs w:val="28"/>
        </w:rPr>
        <w:t>) в приложении 20:</w:t>
      </w:r>
    </w:p>
    <w:p w:rsidR="00675CA3" w:rsidRPr="000F21A4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 xml:space="preserve">а) пункты </w:t>
      </w:r>
      <w:r w:rsidR="00A25DD2" w:rsidRPr="000F21A4">
        <w:rPr>
          <w:sz w:val="28"/>
          <w:szCs w:val="28"/>
        </w:rPr>
        <w:t>1, 3, 7, 11 – 15 и 18</w:t>
      </w:r>
      <w:r w:rsidRPr="000F21A4">
        <w:rPr>
          <w:sz w:val="28"/>
          <w:szCs w:val="28"/>
        </w:rPr>
        <w:t xml:space="preserve"> изложить в редакции приложения 1</w:t>
      </w:r>
      <w:r w:rsidR="00A25DD2" w:rsidRPr="000F21A4">
        <w:rPr>
          <w:sz w:val="28"/>
          <w:szCs w:val="28"/>
        </w:rPr>
        <w:t>1</w:t>
      </w:r>
      <w:r w:rsidRPr="000F21A4">
        <w:rPr>
          <w:sz w:val="28"/>
          <w:szCs w:val="28"/>
        </w:rPr>
        <w:t xml:space="preserve"> к настоящему Закону; </w:t>
      </w:r>
    </w:p>
    <w:p w:rsidR="00A25DD2" w:rsidRPr="000F21A4" w:rsidRDefault="00675CA3" w:rsidP="00A25DD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 xml:space="preserve">б) </w:t>
      </w:r>
      <w:r w:rsidR="00A25DD2" w:rsidRPr="000F21A4">
        <w:rPr>
          <w:sz w:val="28"/>
          <w:szCs w:val="28"/>
        </w:rPr>
        <w:t>пункт 17 признать утратившим силу;</w:t>
      </w:r>
    </w:p>
    <w:p w:rsidR="00675CA3" w:rsidRPr="000F21A4" w:rsidRDefault="00A25DD2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 xml:space="preserve">в) </w:t>
      </w:r>
      <w:r w:rsidR="00675CA3" w:rsidRPr="000F21A4">
        <w:rPr>
          <w:sz w:val="28"/>
          <w:szCs w:val="28"/>
        </w:rPr>
        <w:t>в строке «Итого» цифры «</w:t>
      </w:r>
      <w:r w:rsidRPr="000F21A4">
        <w:rPr>
          <w:sz w:val="28"/>
          <w:szCs w:val="28"/>
        </w:rPr>
        <w:t>1 780 534 785</w:t>
      </w:r>
      <w:r w:rsidR="00675CA3" w:rsidRPr="000F21A4">
        <w:rPr>
          <w:sz w:val="28"/>
          <w:szCs w:val="28"/>
        </w:rPr>
        <w:t>» заменить цифрами «</w:t>
      </w:r>
      <w:r w:rsidRPr="000F21A4">
        <w:rPr>
          <w:sz w:val="28"/>
          <w:szCs w:val="28"/>
        </w:rPr>
        <w:t>1 737 493 109</w:t>
      </w:r>
      <w:r w:rsidR="00675CA3" w:rsidRPr="000F21A4">
        <w:rPr>
          <w:sz w:val="28"/>
          <w:szCs w:val="28"/>
        </w:rPr>
        <w:t>»;</w:t>
      </w:r>
    </w:p>
    <w:p w:rsidR="00660BEF" w:rsidRPr="000F21A4" w:rsidRDefault="00A25DD2" w:rsidP="00A25DD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1</w:t>
      </w:r>
      <w:r w:rsidR="0014260C" w:rsidRPr="000F21A4">
        <w:rPr>
          <w:sz w:val="28"/>
          <w:szCs w:val="28"/>
        </w:rPr>
        <w:t>3</w:t>
      </w:r>
      <w:r w:rsidR="00B8565F" w:rsidRPr="000F21A4">
        <w:rPr>
          <w:sz w:val="28"/>
          <w:szCs w:val="28"/>
        </w:rPr>
        <w:t xml:space="preserve">) </w:t>
      </w:r>
      <w:r w:rsidR="00660BEF" w:rsidRPr="000F21A4">
        <w:rPr>
          <w:sz w:val="28"/>
          <w:szCs w:val="28"/>
        </w:rPr>
        <w:t>в приложении 2</w:t>
      </w:r>
      <w:r w:rsidR="00263D63" w:rsidRPr="000F21A4">
        <w:rPr>
          <w:sz w:val="28"/>
          <w:szCs w:val="28"/>
        </w:rPr>
        <w:t>2</w:t>
      </w:r>
      <w:r w:rsidR="00660BEF" w:rsidRPr="000F21A4">
        <w:rPr>
          <w:sz w:val="28"/>
          <w:szCs w:val="28"/>
        </w:rPr>
        <w:t>:</w:t>
      </w:r>
    </w:p>
    <w:p w:rsidR="00675CA3" w:rsidRPr="000F21A4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 xml:space="preserve">а) </w:t>
      </w:r>
      <w:r w:rsidR="00263D63" w:rsidRPr="000F21A4">
        <w:rPr>
          <w:sz w:val="28"/>
          <w:szCs w:val="28"/>
        </w:rPr>
        <w:t xml:space="preserve">пункты 1 и 2 </w:t>
      </w:r>
      <w:r w:rsidRPr="000F21A4">
        <w:rPr>
          <w:sz w:val="28"/>
          <w:szCs w:val="28"/>
        </w:rPr>
        <w:t>изложить в редакции приложения 1</w:t>
      </w:r>
      <w:r w:rsidR="00A25DD2" w:rsidRPr="000F21A4">
        <w:rPr>
          <w:sz w:val="28"/>
          <w:szCs w:val="28"/>
        </w:rPr>
        <w:t>2</w:t>
      </w:r>
      <w:r w:rsidRPr="000F21A4">
        <w:rPr>
          <w:sz w:val="28"/>
          <w:szCs w:val="28"/>
        </w:rPr>
        <w:t xml:space="preserve"> к настоящему Закону; </w:t>
      </w:r>
    </w:p>
    <w:p w:rsidR="00675CA3" w:rsidRPr="000F21A4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б) в строке «Итого» цифры «</w:t>
      </w:r>
      <w:r w:rsidR="00A25DD2" w:rsidRPr="000F21A4">
        <w:rPr>
          <w:sz w:val="28"/>
          <w:szCs w:val="28"/>
        </w:rPr>
        <w:t>1 980 484 496</w:t>
      </w:r>
      <w:r w:rsidRPr="000F21A4">
        <w:rPr>
          <w:sz w:val="28"/>
          <w:szCs w:val="28"/>
        </w:rPr>
        <w:t>» заменить цифрами «</w:t>
      </w:r>
      <w:r w:rsidR="00A25DD2" w:rsidRPr="000F21A4">
        <w:rPr>
          <w:sz w:val="28"/>
          <w:szCs w:val="28"/>
        </w:rPr>
        <w:t>2 079 219 782</w:t>
      </w:r>
      <w:r w:rsidRPr="000F21A4">
        <w:rPr>
          <w:sz w:val="28"/>
          <w:szCs w:val="28"/>
        </w:rPr>
        <w:t>»;</w:t>
      </w:r>
    </w:p>
    <w:p w:rsidR="000E60F6" w:rsidRPr="00A31F39" w:rsidRDefault="000628A8" w:rsidP="00C979D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1</w:t>
      </w:r>
      <w:r w:rsidR="0014260C" w:rsidRPr="000F21A4">
        <w:rPr>
          <w:sz w:val="28"/>
          <w:szCs w:val="28"/>
        </w:rPr>
        <w:t>4</w:t>
      </w:r>
      <w:r w:rsidR="00660BEF" w:rsidRPr="000F21A4">
        <w:rPr>
          <w:sz w:val="28"/>
          <w:szCs w:val="28"/>
        </w:rPr>
        <w:t xml:space="preserve">) </w:t>
      </w:r>
      <w:r w:rsidR="000E60F6" w:rsidRPr="000F21A4">
        <w:rPr>
          <w:sz w:val="28"/>
          <w:szCs w:val="28"/>
        </w:rPr>
        <w:t>приложени</w:t>
      </w:r>
      <w:r w:rsidR="00660BEF" w:rsidRPr="000F21A4">
        <w:rPr>
          <w:sz w:val="28"/>
          <w:szCs w:val="28"/>
        </w:rPr>
        <w:t>я</w:t>
      </w:r>
      <w:r w:rsidR="000E60F6" w:rsidRPr="000F21A4">
        <w:rPr>
          <w:sz w:val="28"/>
          <w:szCs w:val="28"/>
        </w:rPr>
        <w:t xml:space="preserve"> </w:t>
      </w:r>
      <w:r w:rsidR="00C979D4" w:rsidRPr="000F21A4">
        <w:rPr>
          <w:sz w:val="28"/>
          <w:szCs w:val="28"/>
        </w:rPr>
        <w:t>2</w:t>
      </w:r>
      <w:r w:rsidR="00263D63" w:rsidRPr="000F21A4">
        <w:rPr>
          <w:sz w:val="28"/>
          <w:szCs w:val="28"/>
        </w:rPr>
        <w:t>4</w:t>
      </w:r>
      <w:r w:rsidR="00C979D4" w:rsidRPr="000F21A4">
        <w:rPr>
          <w:sz w:val="28"/>
          <w:szCs w:val="28"/>
        </w:rPr>
        <w:t xml:space="preserve"> –</w:t>
      </w:r>
      <w:r w:rsidR="00660BEF" w:rsidRPr="000F21A4">
        <w:rPr>
          <w:sz w:val="28"/>
          <w:szCs w:val="28"/>
        </w:rPr>
        <w:t xml:space="preserve"> 2</w:t>
      </w:r>
      <w:r w:rsidR="00263D63" w:rsidRPr="000F21A4">
        <w:rPr>
          <w:sz w:val="28"/>
          <w:szCs w:val="28"/>
        </w:rPr>
        <w:t>6</w:t>
      </w:r>
      <w:r w:rsidR="00C979D4" w:rsidRPr="000F21A4">
        <w:rPr>
          <w:sz w:val="28"/>
          <w:szCs w:val="28"/>
        </w:rPr>
        <w:t xml:space="preserve"> </w:t>
      </w:r>
      <w:r w:rsidR="000E60F6" w:rsidRPr="000F21A4">
        <w:rPr>
          <w:sz w:val="28"/>
          <w:szCs w:val="28"/>
        </w:rPr>
        <w:t>изложить в редакции приложени</w:t>
      </w:r>
      <w:r w:rsidR="00091213" w:rsidRPr="000F21A4">
        <w:rPr>
          <w:sz w:val="28"/>
          <w:szCs w:val="28"/>
        </w:rPr>
        <w:t>й</w:t>
      </w:r>
      <w:r w:rsidR="000E60F6" w:rsidRPr="000F21A4">
        <w:rPr>
          <w:sz w:val="28"/>
          <w:szCs w:val="28"/>
        </w:rPr>
        <w:t xml:space="preserve"> </w:t>
      </w:r>
      <w:r w:rsidRPr="000F21A4">
        <w:rPr>
          <w:sz w:val="28"/>
          <w:szCs w:val="28"/>
        </w:rPr>
        <w:t>13 – 15</w:t>
      </w:r>
      <w:r w:rsidR="00263D63" w:rsidRPr="000F21A4">
        <w:rPr>
          <w:sz w:val="28"/>
          <w:szCs w:val="28"/>
        </w:rPr>
        <w:t xml:space="preserve"> </w:t>
      </w:r>
      <w:r w:rsidR="000E60F6" w:rsidRPr="000F21A4">
        <w:rPr>
          <w:sz w:val="28"/>
          <w:szCs w:val="28"/>
        </w:rPr>
        <w:t>к настоящему Закону</w:t>
      </w:r>
      <w:r w:rsidR="00091213" w:rsidRPr="00A31F39">
        <w:rPr>
          <w:sz w:val="28"/>
          <w:szCs w:val="28"/>
        </w:rPr>
        <w:t xml:space="preserve"> соответственно</w:t>
      </w:r>
      <w:r w:rsidR="000E60F6" w:rsidRPr="00A31F39">
        <w:rPr>
          <w:sz w:val="28"/>
          <w:szCs w:val="28"/>
        </w:rPr>
        <w:t>.</w:t>
      </w:r>
    </w:p>
    <w:p w:rsidR="00E07845" w:rsidRPr="00A31F39" w:rsidRDefault="00E07845" w:rsidP="00921490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30002" w:rsidRPr="00A31F39" w:rsidRDefault="00030002" w:rsidP="00FF343C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A31F39">
        <w:rPr>
          <w:b/>
          <w:color w:val="000000" w:themeColor="text1"/>
          <w:sz w:val="28"/>
          <w:szCs w:val="28"/>
        </w:rPr>
        <w:t>Статья 2</w:t>
      </w:r>
    </w:p>
    <w:p w:rsidR="00030002" w:rsidRPr="00A31F39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31F39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DE7807" w:rsidRPr="00A31F39" w:rsidRDefault="00DE7807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D6F9D" w:rsidRPr="00A31F39" w:rsidRDefault="000D6F9D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6F01" w:rsidRPr="00A31F39" w:rsidRDefault="009D6F01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723007" w:rsidRPr="00A31F39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A31F39">
        <w:rPr>
          <w:bCs/>
          <w:sz w:val="28"/>
          <w:szCs w:val="28"/>
        </w:rPr>
        <w:t>Губернатор</w:t>
      </w:r>
    </w:p>
    <w:p w:rsidR="00723007" w:rsidRPr="00A31F39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A31F39">
        <w:rPr>
          <w:sz w:val="28"/>
          <w:szCs w:val="28"/>
        </w:rPr>
        <w:t xml:space="preserve">Ярославской области                                                             </w:t>
      </w:r>
      <w:r w:rsidR="00973F80" w:rsidRPr="00A31F39">
        <w:rPr>
          <w:sz w:val="28"/>
          <w:szCs w:val="28"/>
        </w:rPr>
        <w:t xml:space="preserve">       </w:t>
      </w:r>
      <w:r w:rsidRPr="00A31F39">
        <w:rPr>
          <w:sz w:val="28"/>
          <w:szCs w:val="28"/>
        </w:rPr>
        <w:t xml:space="preserve">      </w:t>
      </w:r>
      <w:r w:rsidR="0000665B">
        <w:rPr>
          <w:sz w:val="28"/>
          <w:szCs w:val="28"/>
        </w:rPr>
        <w:t xml:space="preserve">  </w:t>
      </w:r>
      <w:bookmarkStart w:id="0" w:name="_GoBack"/>
      <w:bookmarkEnd w:id="0"/>
      <w:r w:rsidRPr="00A31F39">
        <w:rPr>
          <w:sz w:val="28"/>
          <w:szCs w:val="28"/>
        </w:rPr>
        <w:t xml:space="preserve">   </w:t>
      </w:r>
      <w:r w:rsidRPr="00A31F39">
        <w:rPr>
          <w:bCs/>
          <w:sz w:val="28"/>
          <w:szCs w:val="28"/>
        </w:rPr>
        <w:t>М.Я. Евраев</w:t>
      </w: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1490" w:rsidRPr="00A31F39" w:rsidRDefault="00921490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«_____»_____________ 20</w:t>
      </w:r>
      <w:r w:rsidR="00B25767" w:rsidRPr="00A31F39">
        <w:rPr>
          <w:sz w:val="28"/>
          <w:szCs w:val="28"/>
        </w:rPr>
        <w:t>2</w:t>
      </w:r>
      <w:r w:rsidR="002B2002" w:rsidRPr="00A31F39">
        <w:rPr>
          <w:sz w:val="28"/>
          <w:szCs w:val="28"/>
        </w:rPr>
        <w:t>4</w:t>
      </w:r>
      <w:r w:rsidRPr="00A31F39">
        <w:rPr>
          <w:sz w:val="28"/>
          <w:szCs w:val="28"/>
        </w:rPr>
        <w:t xml:space="preserve"> г.</w:t>
      </w: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№ _______</w:t>
      </w:r>
    </w:p>
    <w:sectPr w:rsidR="00922FDF" w:rsidRPr="009B1BD9" w:rsidSect="00973F80">
      <w:headerReference w:type="even" r:id="rId12"/>
      <w:headerReference w:type="default" r:id="rId13"/>
      <w:pgSz w:w="11906" w:h="16838" w:code="9"/>
      <w:pgMar w:top="851" w:right="566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CCE" w:rsidRDefault="000A2CCE">
      <w:r>
        <w:separator/>
      </w:r>
    </w:p>
  </w:endnote>
  <w:endnote w:type="continuationSeparator" w:id="0">
    <w:p w:rsidR="000A2CCE" w:rsidRDefault="000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CCE" w:rsidRDefault="000A2CCE">
      <w:r>
        <w:separator/>
      </w:r>
    </w:p>
  </w:footnote>
  <w:footnote w:type="continuationSeparator" w:id="0">
    <w:p w:rsidR="000A2CCE" w:rsidRDefault="000A2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00665B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 w15:restartNumberingAfterBreak="0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 w15:restartNumberingAfterBreak="0">
    <w:nsid w:val="3C3450AF"/>
    <w:multiLevelType w:val="hybridMultilevel"/>
    <w:tmpl w:val="D40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4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4"/>
  </w:num>
  <w:num w:numId="5">
    <w:abstractNumId w:val="13"/>
  </w:num>
  <w:num w:numId="6">
    <w:abstractNumId w:val="31"/>
  </w:num>
  <w:num w:numId="7">
    <w:abstractNumId w:val="33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7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6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32"/>
  </w:num>
  <w:num w:numId="34">
    <w:abstractNumId w:val="19"/>
  </w:num>
  <w:num w:numId="35">
    <w:abstractNumId w:val="1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40"/>
    <w:rsid w:val="000016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65B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232D"/>
    <w:rsid w:val="000628A8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3C8F"/>
    <w:rsid w:val="000842A9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213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47A"/>
    <w:rsid w:val="000D79FE"/>
    <w:rsid w:val="000D7AFF"/>
    <w:rsid w:val="000E0357"/>
    <w:rsid w:val="000E08BE"/>
    <w:rsid w:val="000E1175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1A4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0F7FD9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E33"/>
    <w:rsid w:val="00115B33"/>
    <w:rsid w:val="00115F50"/>
    <w:rsid w:val="00116F9A"/>
    <w:rsid w:val="00117C3B"/>
    <w:rsid w:val="00117E32"/>
    <w:rsid w:val="0012025E"/>
    <w:rsid w:val="001208CF"/>
    <w:rsid w:val="0012185C"/>
    <w:rsid w:val="00122A8B"/>
    <w:rsid w:val="00122D0B"/>
    <w:rsid w:val="00123543"/>
    <w:rsid w:val="00123E3E"/>
    <w:rsid w:val="001240C2"/>
    <w:rsid w:val="00124A9F"/>
    <w:rsid w:val="00126056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099F"/>
    <w:rsid w:val="0014260C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32D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14F4"/>
    <w:rsid w:val="00181A9A"/>
    <w:rsid w:val="00181E9C"/>
    <w:rsid w:val="0018413E"/>
    <w:rsid w:val="001842F3"/>
    <w:rsid w:val="00184E3E"/>
    <w:rsid w:val="001858D3"/>
    <w:rsid w:val="00186401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6C3"/>
    <w:rsid w:val="001C7AEB"/>
    <w:rsid w:val="001D01C3"/>
    <w:rsid w:val="001D1B58"/>
    <w:rsid w:val="001D1DA1"/>
    <w:rsid w:val="001D2182"/>
    <w:rsid w:val="001D22AA"/>
    <w:rsid w:val="001D3CA4"/>
    <w:rsid w:val="001D41C2"/>
    <w:rsid w:val="001D5546"/>
    <w:rsid w:val="001D57A6"/>
    <w:rsid w:val="001D68F7"/>
    <w:rsid w:val="001D70D6"/>
    <w:rsid w:val="001D73EA"/>
    <w:rsid w:val="001D7F9F"/>
    <w:rsid w:val="001E02BB"/>
    <w:rsid w:val="001E03C5"/>
    <w:rsid w:val="001E100F"/>
    <w:rsid w:val="001E1817"/>
    <w:rsid w:val="001E1C2A"/>
    <w:rsid w:val="001E234E"/>
    <w:rsid w:val="001E23C6"/>
    <w:rsid w:val="001E3604"/>
    <w:rsid w:val="001E37F2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535E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5B2"/>
    <w:rsid w:val="00260D84"/>
    <w:rsid w:val="00261889"/>
    <w:rsid w:val="00261B1A"/>
    <w:rsid w:val="002627CA"/>
    <w:rsid w:val="00263173"/>
    <w:rsid w:val="00263686"/>
    <w:rsid w:val="002638D0"/>
    <w:rsid w:val="00263D63"/>
    <w:rsid w:val="00264953"/>
    <w:rsid w:val="00264B1B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5246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79"/>
    <w:rsid w:val="002E5286"/>
    <w:rsid w:val="002E59C1"/>
    <w:rsid w:val="002E63AB"/>
    <w:rsid w:val="002E6E65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27001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36429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F2"/>
    <w:rsid w:val="0039417F"/>
    <w:rsid w:val="00395384"/>
    <w:rsid w:val="0039598F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2A3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1154"/>
    <w:rsid w:val="00401CE1"/>
    <w:rsid w:val="004021D4"/>
    <w:rsid w:val="00402CD3"/>
    <w:rsid w:val="00405E02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AB4"/>
    <w:rsid w:val="0043506D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87328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3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68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2FB"/>
    <w:rsid w:val="00591362"/>
    <w:rsid w:val="00591476"/>
    <w:rsid w:val="00591BD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010"/>
    <w:rsid w:val="005A555F"/>
    <w:rsid w:val="005A5C96"/>
    <w:rsid w:val="005A5EB9"/>
    <w:rsid w:val="005A6156"/>
    <w:rsid w:val="005A6F6E"/>
    <w:rsid w:val="005B08F6"/>
    <w:rsid w:val="005B1131"/>
    <w:rsid w:val="005B19DD"/>
    <w:rsid w:val="005B21D5"/>
    <w:rsid w:val="005B2A53"/>
    <w:rsid w:val="005B3F38"/>
    <w:rsid w:val="005B46E2"/>
    <w:rsid w:val="005B46FD"/>
    <w:rsid w:val="005B4E4A"/>
    <w:rsid w:val="005B5BC2"/>
    <w:rsid w:val="005B5D24"/>
    <w:rsid w:val="005B63EA"/>
    <w:rsid w:val="005B718A"/>
    <w:rsid w:val="005C086C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1A2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28A5"/>
    <w:rsid w:val="00612A1F"/>
    <w:rsid w:val="006139B9"/>
    <w:rsid w:val="0061411B"/>
    <w:rsid w:val="0061568A"/>
    <w:rsid w:val="00615842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0BEF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5CA3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0C44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47D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4C59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EA3"/>
    <w:rsid w:val="00711520"/>
    <w:rsid w:val="00712701"/>
    <w:rsid w:val="00712C85"/>
    <w:rsid w:val="00713602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1D9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4D87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8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2B58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D85"/>
    <w:rsid w:val="00863F8C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6E95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15C"/>
    <w:rsid w:val="008966F1"/>
    <w:rsid w:val="0089745E"/>
    <w:rsid w:val="0089760D"/>
    <w:rsid w:val="00897B8F"/>
    <w:rsid w:val="00897F4F"/>
    <w:rsid w:val="008A069B"/>
    <w:rsid w:val="008A085A"/>
    <w:rsid w:val="008A123E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22F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1F5D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345E"/>
    <w:rsid w:val="009457BE"/>
    <w:rsid w:val="00945BBE"/>
    <w:rsid w:val="009463A1"/>
    <w:rsid w:val="00946482"/>
    <w:rsid w:val="009466EC"/>
    <w:rsid w:val="00946B79"/>
    <w:rsid w:val="00950000"/>
    <w:rsid w:val="00950015"/>
    <w:rsid w:val="009500DD"/>
    <w:rsid w:val="009504F6"/>
    <w:rsid w:val="00950C4B"/>
    <w:rsid w:val="00950E4D"/>
    <w:rsid w:val="0095113D"/>
    <w:rsid w:val="009518A2"/>
    <w:rsid w:val="00951CAE"/>
    <w:rsid w:val="0095241B"/>
    <w:rsid w:val="00952522"/>
    <w:rsid w:val="00952A3A"/>
    <w:rsid w:val="0095351C"/>
    <w:rsid w:val="009552AF"/>
    <w:rsid w:val="0095553C"/>
    <w:rsid w:val="0095582D"/>
    <w:rsid w:val="009558DC"/>
    <w:rsid w:val="00956046"/>
    <w:rsid w:val="00956558"/>
    <w:rsid w:val="00960718"/>
    <w:rsid w:val="00960A92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B6B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825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ECF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C66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5034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DD2"/>
    <w:rsid w:val="00A25FB6"/>
    <w:rsid w:val="00A26056"/>
    <w:rsid w:val="00A26A6A"/>
    <w:rsid w:val="00A26EF8"/>
    <w:rsid w:val="00A27983"/>
    <w:rsid w:val="00A27FD2"/>
    <w:rsid w:val="00A30122"/>
    <w:rsid w:val="00A307E6"/>
    <w:rsid w:val="00A313F4"/>
    <w:rsid w:val="00A31596"/>
    <w:rsid w:val="00A31F39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F43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904C0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81B"/>
    <w:rsid w:val="00AB500B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657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7DA"/>
    <w:rsid w:val="00B04825"/>
    <w:rsid w:val="00B048DE"/>
    <w:rsid w:val="00B06A57"/>
    <w:rsid w:val="00B06D5D"/>
    <w:rsid w:val="00B06DE1"/>
    <w:rsid w:val="00B073F0"/>
    <w:rsid w:val="00B07F73"/>
    <w:rsid w:val="00B11611"/>
    <w:rsid w:val="00B1185A"/>
    <w:rsid w:val="00B1242B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5D54"/>
    <w:rsid w:val="00B7618A"/>
    <w:rsid w:val="00B768FF"/>
    <w:rsid w:val="00B76BF3"/>
    <w:rsid w:val="00B77D48"/>
    <w:rsid w:val="00B77DAF"/>
    <w:rsid w:val="00B8030D"/>
    <w:rsid w:val="00B80B6E"/>
    <w:rsid w:val="00B81108"/>
    <w:rsid w:val="00B8151F"/>
    <w:rsid w:val="00B8166A"/>
    <w:rsid w:val="00B81FD8"/>
    <w:rsid w:val="00B81FEB"/>
    <w:rsid w:val="00B82264"/>
    <w:rsid w:val="00B8376E"/>
    <w:rsid w:val="00B83CA4"/>
    <w:rsid w:val="00B8451B"/>
    <w:rsid w:val="00B8478C"/>
    <w:rsid w:val="00B84E91"/>
    <w:rsid w:val="00B84F06"/>
    <w:rsid w:val="00B85117"/>
    <w:rsid w:val="00B8565F"/>
    <w:rsid w:val="00B85877"/>
    <w:rsid w:val="00B85B5E"/>
    <w:rsid w:val="00B86794"/>
    <w:rsid w:val="00B872C5"/>
    <w:rsid w:val="00B87452"/>
    <w:rsid w:val="00B8759B"/>
    <w:rsid w:val="00B90968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60B8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BF4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8C3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5B5D"/>
    <w:rsid w:val="00C36B26"/>
    <w:rsid w:val="00C371A6"/>
    <w:rsid w:val="00C40725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0F49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645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979D4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63F1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6D7D"/>
    <w:rsid w:val="00CC711E"/>
    <w:rsid w:val="00CC794F"/>
    <w:rsid w:val="00CC7B3B"/>
    <w:rsid w:val="00CD02B8"/>
    <w:rsid w:val="00CD08D9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43FA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B36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3D0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E97"/>
    <w:rsid w:val="00D520C9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69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3C2C"/>
    <w:rsid w:val="00E1406E"/>
    <w:rsid w:val="00E1442B"/>
    <w:rsid w:val="00E14760"/>
    <w:rsid w:val="00E1483C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5235"/>
    <w:rsid w:val="00E266AE"/>
    <w:rsid w:val="00E269C7"/>
    <w:rsid w:val="00E26ABD"/>
    <w:rsid w:val="00E30805"/>
    <w:rsid w:val="00E31A34"/>
    <w:rsid w:val="00E3210D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29F1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57D2D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5DC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6A8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A97"/>
    <w:rsid w:val="00EB5FD5"/>
    <w:rsid w:val="00EB67F5"/>
    <w:rsid w:val="00EB6A71"/>
    <w:rsid w:val="00EB6D50"/>
    <w:rsid w:val="00EB6FC8"/>
    <w:rsid w:val="00EB7488"/>
    <w:rsid w:val="00EC0C5A"/>
    <w:rsid w:val="00EC0CA3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2E1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49B0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F4F"/>
    <w:rsid w:val="00F43080"/>
    <w:rsid w:val="00F436AD"/>
    <w:rsid w:val="00F43A3B"/>
    <w:rsid w:val="00F457B1"/>
    <w:rsid w:val="00F4665E"/>
    <w:rsid w:val="00F4676E"/>
    <w:rsid w:val="00F46868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94"/>
    <w:rsid w:val="00FB1198"/>
    <w:rsid w:val="00FB133E"/>
    <w:rsid w:val="00FB267A"/>
    <w:rsid w:val="00FB48D3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2745C4"/>
  <w15:docId w15:val="{6E9B6436-A3B6-47AF-8D9E-A91523BF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purl.org/dc/elements/1.1/"/>
    <ds:schemaRef ds:uri="http://www.w3.org/XML/1998/namespace"/>
    <ds:schemaRef ds:uri="http://schemas.microsoft.com/sharepoint/v3/field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sharepoint/v3"/>
    <ds:schemaRef ds:uri="http://schemas.openxmlformats.org/package/2006/metadata/core-properties"/>
    <ds:schemaRef ds:uri="aafbb199-1328-4a0f-94a7-ff9dcc491817"/>
    <ds:schemaRef ds:uri="e0e05f54-cbf1-4c6c-9b4a-ded4f332edc5"/>
    <ds:schemaRef ds:uri="f07adec3-9edc-4ba9-a947-c557adee0635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A8B6E7-0DCA-4A70-ABA3-657C4BE9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2024-11-23T10:53:00Z</cp:lastPrinted>
  <dcterms:created xsi:type="dcterms:W3CDTF">2024-11-23T10:53:00Z</dcterms:created>
  <dcterms:modified xsi:type="dcterms:W3CDTF">2024-11-23T10:53:00Z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